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261C7A26" w14:textId="77777777" w:rsidTr="00AE4567">
        <w:tc>
          <w:tcPr>
            <w:tcW w:w="10348" w:type="dxa"/>
          </w:tcPr>
          <w:p w14:paraId="4B917403" w14:textId="77777777" w:rsidR="005302DE" w:rsidRPr="00B83C2B" w:rsidRDefault="00B83C2B" w:rsidP="00B83C2B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B83C2B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 xml:space="preserve">نموذج رقم ( 62 ) </w:t>
            </w:r>
          </w:p>
        </w:tc>
      </w:tr>
      <w:tr w:rsidR="005302DE" w14:paraId="24EFCE4B" w14:textId="77777777" w:rsidTr="00AE4567">
        <w:tc>
          <w:tcPr>
            <w:tcW w:w="10348" w:type="dxa"/>
          </w:tcPr>
          <w:p w14:paraId="2D86BC3A" w14:textId="77777777" w:rsidR="005302DE" w:rsidRPr="00B83C2B" w:rsidRDefault="00B83C2B" w:rsidP="00B83C2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B83C2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B83C2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B83C2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: (م.م.ع.ن.-</w:t>
            </w:r>
            <w:r w:rsidRPr="00B83C2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5 0</w:t>
            </w:r>
            <w:r w:rsidRPr="00B83C2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-</w:t>
            </w:r>
            <w:r w:rsidRPr="00B83C2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3 0</w:t>
            </w:r>
            <w:r w:rsidRPr="00B83C2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4303BD64" w14:textId="77777777" w:rsidTr="00AE4567">
        <w:tc>
          <w:tcPr>
            <w:tcW w:w="10348" w:type="dxa"/>
          </w:tcPr>
          <w:p w14:paraId="1EC9E931" w14:textId="77777777" w:rsidR="005302DE" w:rsidRPr="00B83C2B" w:rsidRDefault="00B83C2B" w:rsidP="00B83C2B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B83C2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</w:t>
            </w:r>
            <w:r w:rsidRPr="00B83C2B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</w:t>
            </w:r>
            <w:r w:rsidRPr="00B83C2B">
              <w:rPr>
                <w:rFonts w:cs="PT Bold Heading"/>
                <w:b/>
                <w:bCs/>
                <w:sz w:val="30"/>
                <w:szCs w:val="30"/>
                <w:rtl/>
              </w:rPr>
              <w:t>: ت</w:t>
            </w:r>
            <w:r w:rsidRPr="00B83C2B">
              <w:rPr>
                <w:rFonts w:cs="PT Bold Heading" w:hint="cs"/>
                <w:b/>
                <w:bCs/>
                <w:sz w:val="30"/>
                <w:szCs w:val="30"/>
                <w:rtl/>
              </w:rPr>
              <w:t>ق</w:t>
            </w:r>
            <w:r w:rsidRPr="00B83C2B">
              <w:rPr>
                <w:rFonts w:cs="PT Bold Heading"/>
                <w:b/>
                <w:bCs/>
                <w:sz w:val="30"/>
                <w:szCs w:val="30"/>
                <w:rtl/>
              </w:rPr>
              <w:t>وي</w:t>
            </w:r>
            <w:r w:rsidRPr="00B83C2B">
              <w:rPr>
                <w:rFonts w:cs="PT Bold Heading" w:hint="cs"/>
                <w:b/>
                <w:bCs/>
                <w:sz w:val="30"/>
                <w:szCs w:val="30"/>
                <w:rtl/>
              </w:rPr>
              <w:t>م</w:t>
            </w:r>
            <w:r w:rsidRPr="00B83C2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الأداء الوظيفي لشاغلي الوظائف </w:t>
            </w:r>
            <w:r w:rsidRPr="00B83C2B">
              <w:rPr>
                <w:rFonts w:cs="PT Bold Heading" w:hint="cs"/>
                <w:b/>
                <w:bCs/>
                <w:sz w:val="30"/>
                <w:szCs w:val="30"/>
                <w:rtl/>
              </w:rPr>
              <w:t>التنفيذي</w:t>
            </w:r>
            <w:r w:rsidRPr="00B83C2B">
              <w:rPr>
                <w:rFonts w:cs="PT Bold Heading" w:hint="eastAsia"/>
                <w:b/>
                <w:bCs/>
                <w:sz w:val="30"/>
                <w:szCs w:val="30"/>
                <w:rtl/>
              </w:rPr>
              <w:t>ة</w:t>
            </w:r>
            <w:r w:rsidRPr="00B83C2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</w:t>
            </w:r>
            <w:r w:rsidRPr="00B83C2B">
              <w:rPr>
                <w:rFonts w:cs="PT Bold Heading" w:hint="cs"/>
                <w:b/>
                <w:bCs/>
                <w:sz w:val="30"/>
                <w:szCs w:val="30"/>
                <w:rtl/>
              </w:rPr>
              <w:t>(</w:t>
            </w:r>
            <w:r w:rsidRPr="00B83C2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</w:t>
            </w:r>
            <w:r w:rsidRPr="00B83C2B">
              <w:rPr>
                <w:rFonts w:cs="PT Bold Heading" w:hint="cs"/>
                <w:b/>
                <w:bCs/>
                <w:sz w:val="30"/>
                <w:szCs w:val="30"/>
                <w:rtl/>
              </w:rPr>
              <w:t>إدارية</w:t>
            </w:r>
            <w:r w:rsidRPr="00B83C2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</w:t>
            </w:r>
            <w:r w:rsidRPr="00B83C2B">
              <w:rPr>
                <w:rFonts w:cs="PT Bold Heading" w:hint="cs"/>
                <w:b/>
                <w:bCs/>
                <w:sz w:val="30"/>
                <w:szCs w:val="30"/>
                <w:rtl/>
              </w:rPr>
              <w:t>)</w:t>
            </w:r>
          </w:p>
        </w:tc>
      </w:tr>
    </w:tbl>
    <w:p w14:paraId="01856ED6" w14:textId="77777777" w:rsidR="00B83C2B" w:rsidRDefault="00B83C2B" w:rsidP="00B83C2B">
      <w:pPr>
        <w:tabs>
          <w:tab w:val="left" w:pos="1213"/>
        </w:tabs>
        <w:spacing w:line="360" w:lineRule="auto"/>
        <w:rPr>
          <w:rFonts w:cs="AL-Mohanad"/>
          <w:b/>
          <w:bCs/>
          <w:color w:val="0D0D0D" w:themeColor="text1" w:themeTint="F2"/>
          <w:sz w:val="24"/>
          <w:szCs w:val="24"/>
          <w:rtl/>
        </w:rPr>
      </w:pPr>
      <w:bookmarkStart w:id="0" w:name="bookmark46"/>
    </w:p>
    <w:p w14:paraId="76F9C27C" w14:textId="77777777" w:rsidR="00B83C2B" w:rsidRDefault="00B83C2B" w:rsidP="00B83C2B">
      <w:pPr>
        <w:tabs>
          <w:tab w:val="left" w:pos="1213"/>
        </w:tabs>
        <w:spacing w:line="360" w:lineRule="auto"/>
        <w:jc w:val="center"/>
        <w:rPr>
          <w:rFonts w:cs="AL-Mohanad"/>
          <w:b/>
          <w:bCs/>
          <w:color w:val="0D0D0D" w:themeColor="text1" w:themeTint="F2"/>
          <w:sz w:val="24"/>
          <w:szCs w:val="24"/>
          <w:rtl/>
        </w:rPr>
      </w:pPr>
    </w:p>
    <w:p w14:paraId="66A6F878" w14:textId="77777777" w:rsidR="00B83C2B" w:rsidRPr="00B83C2B" w:rsidRDefault="00B83C2B" w:rsidP="00AE4567">
      <w:pPr>
        <w:bidi w:val="0"/>
        <w:jc w:val="right"/>
        <w:rPr>
          <w:rStyle w:val="Tablecaption4Exact"/>
          <w:color w:val="0D0D0D" w:themeColor="text1" w:themeTint="F2"/>
          <w:sz w:val="24"/>
          <w:szCs w:val="24"/>
          <w:u w:val="single"/>
          <w:rtl/>
        </w:rPr>
      </w:pPr>
      <w:r w:rsidRPr="00B83C2B">
        <w:rPr>
          <w:rStyle w:val="Tablecaption4Exact"/>
          <w:color w:val="0D0D0D" w:themeColor="text1" w:themeTint="F2"/>
          <w:sz w:val="24"/>
          <w:szCs w:val="24"/>
          <w:u w:val="single"/>
          <w:rtl/>
        </w:rPr>
        <w:t>الأول : معلومات عامة</w:t>
      </w:r>
      <w:bookmarkEnd w:id="0"/>
    </w:p>
    <w:p w14:paraId="2E970EDA" w14:textId="77777777" w:rsidR="00B83C2B" w:rsidRDefault="00B83C2B" w:rsidP="00B83C2B">
      <w:pPr>
        <w:pStyle w:val="Bodytext20"/>
        <w:shd w:val="clear" w:color="auto" w:fill="auto"/>
        <w:spacing w:after="0" w:line="224" w:lineRule="exact"/>
        <w:rPr>
          <w:rStyle w:val="Bodytext2Arial10pt"/>
          <w:color w:val="0D0D0D" w:themeColor="text1" w:themeTint="F2"/>
          <w:rtl/>
        </w:rPr>
      </w:pPr>
    </w:p>
    <w:p w14:paraId="74219350" w14:textId="77777777" w:rsidR="00B83C2B" w:rsidRDefault="00B83C2B" w:rsidP="00B83C2B">
      <w:pPr>
        <w:pStyle w:val="Bodytext20"/>
        <w:shd w:val="clear" w:color="auto" w:fill="auto"/>
        <w:spacing w:after="0" w:line="224" w:lineRule="exact"/>
        <w:jc w:val="center"/>
        <w:rPr>
          <w:rStyle w:val="Bodytext2Arial10pt"/>
          <w:color w:val="0D0D0D" w:themeColor="text1" w:themeTint="F2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0"/>
      </w:tblGrid>
      <w:tr w:rsidR="00B83C2B" w14:paraId="3F8A47CD" w14:textId="77777777" w:rsidTr="00AE4567">
        <w:trPr>
          <w:trHeight w:val="2243"/>
        </w:trPr>
        <w:tc>
          <w:tcPr>
            <w:tcW w:w="10280" w:type="dxa"/>
          </w:tcPr>
          <w:p w14:paraId="471D6743" w14:textId="77777777" w:rsidR="00AE4567" w:rsidRDefault="00AE4567" w:rsidP="00AE4567">
            <w:pPr>
              <w:pStyle w:val="Bodytext20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2004"/>
              <w:gridCol w:w="2004"/>
              <w:gridCol w:w="2004"/>
              <w:gridCol w:w="2004"/>
            </w:tblGrid>
            <w:tr w:rsidR="00B83C2B" w14:paraId="4A215BF8" w14:textId="77777777" w:rsidTr="00AE4567">
              <w:tc>
                <w:tcPr>
                  <w:tcW w:w="2010" w:type="dxa"/>
                  <w:tcBorders>
                    <w:bottom w:val="single" w:sz="18" w:space="0" w:color="auto"/>
                  </w:tcBorders>
                </w:tcPr>
                <w:p w14:paraId="4E0F5147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32"/>
                      <w:szCs w:val="32"/>
                      <w:rtl/>
                    </w:rPr>
                  </w:pPr>
                  <w:r w:rsidRPr="00B83C2B">
                    <w:rPr>
                      <w:rStyle w:val="Bodytext2Arial10pt"/>
                      <w:color w:val="0D0D0D" w:themeColor="text1" w:themeTint="F2"/>
                      <w:sz w:val="32"/>
                      <w:szCs w:val="32"/>
                      <w:rtl/>
                    </w:rPr>
                    <w:t>الجهاز</w:t>
                  </w:r>
                </w:p>
              </w:tc>
              <w:tc>
                <w:tcPr>
                  <w:tcW w:w="2011" w:type="dxa"/>
                  <w:tcBorders>
                    <w:bottom w:val="single" w:sz="18" w:space="0" w:color="auto"/>
                  </w:tcBorders>
                </w:tcPr>
                <w:p w14:paraId="3CADE5C3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32"/>
                      <w:szCs w:val="32"/>
                      <w:rtl/>
                    </w:rPr>
                  </w:pPr>
                  <w:r w:rsidRPr="00B83C2B">
                    <w:rPr>
                      <w:rStyle w:val="Bodytext2Arial10pt"/>
                      <w:color w:val="0D0D0D" w:themeColor="text1" w:themeTint="F2"/>
                      <w:sz w:val="32"/>
                      <w:szCs w:val="32"/>
                      <w:rtl/>
                    </w:rPr>
                    <w:t>الإدارة</w:t>
                  </w:r>
                </w:p>
              </w:tc>
              <w:tc>
                <w:tcPr>
                  <w:tcW w:w="2011" w:type="dxa"/>
                  <w:tcBorders>
                    <w:bottom w:val="single" w:sz="18" w:space="0" w:color="auto"/>
                  </w:tcBorders>
                </w:tcPr>
                <w:p w14:paraId="765442ED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32"/>
                      <w:szCs w:val="32"/>
                      <w:rtl/>
                    </w:rPr>
                  </w:pPr>
                  <w:r w:rsidRPr="00B83C2B">
                    <w:rPr>
                      <w:rStyle w:val="Bodytext2Arial10pt"/>
                      <w:rFonts w:hint="cs"/>
                      <w:color w:val="0D0D0D" w:themeColor="text1" w:themeTint="F2"/>
                      <w:sz w:val="32"/>
                      <w:szCs w:val="32"/>
                      <w:rtl/>
                    </w:rPr>
                    <w:t>الشعبة</w:t>
                  </w:r>
                </w:p>
              </w:tc>
              <w:tc>
                <w:tcPr>
                  <w:tcW w:w="2011" w:type="dxa"/>
                  <w:tcBorders>
                    <w:bottom w:val="single" w:sz="18" w:space="0" w:color="auto"/>
                  </w:tcBorders>
                </w:tcPr>
                <w:p w14:paraId="19987D2E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32"/>
                      <w:szCs w:val="32"/>
                      <w:rtl/>
                    </w:rPr>
                  </w:pPr>
                  <w:r w:rsidRPr="00B83C2B">
                    <w:rPr>
                      <w:rStyle w:val="Bodytext2Arial10pt"/>
                      <w:rFonts w:hint="cs"/>
                      <w:color w:val="0D0D0D" w:themeColor="text1" w:themeTint="F2"/>
                      <w:sz w:val="32"/>
                      <w:szCs w:val="32"/>
                      <w:rtl/>
                    </w:rPr>
                    <w:t>المنطقة</w:t>
                  </w:r>
                </w:p>
              </w:tc>
              <w:tc>
                <w:tcPr>
                  <w:tcW w:w="2011" w:type="dxa"/>
                  <w:tcBorders>
                    <w:bottom w:val="single" w:sz="18" w:space="0" w:color="auto"/>
                  </w:tcBorders>
                </w:tcPr>
                <w:p w14:paraId="0A070397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32"/>
                      <w:szCs w:val="32"/>
                      <w:rtl/>
                    </w:rPr>
                  </w:pPr>
                  <w:r w:rsidRPr="00B83C2B">
                    <w:rPr>
                      <w:rStyle w:val="Bodytext2Arial10pt"/>
                      <w:rFonts w:hint="cs"/>
                      <w:color w:val="0D0D0D" w:themeColor="text1" w:themeTint="F2"/>
                      <w:sz w:val="32"/>
                      <w:szCs w:val="32"/>
                      <w:rtl/>
                    </w:rPr>
                    <w:t>المدينة</w:t>
                  </w:r>
                </w:p>
              </w:tc>
            </w:tr>
            <w:tr w:rsidR="00B83C2B" w14:paraId="0A915798" w14:textId="77777777" w:rsidTr="00AE4567">
              <w:tc>
                <w:tcPr>
                  <w:tcW w:w="2010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7CD2280F" w14:textId="77777777" w:rsidR="00B83C2B" w:rsidRDefault="00B83C2B" w:rsidP="004A4658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2557C807" w14:textId="77777777" w:rsidR="00B83C2B" w:rsidRDefault="00B83C2B" w:rsidP="004A4658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33A182B2" w14:textId="77777777" w:rsidR="00B83C2B" w:rsidRDefault="00B83C2B" w:rsidP="004A4658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561FAB72" w14:textId="77777777" w:rsidR="00B83C2B" w:rsidRDefault="00B83C2B" w:rsidP="004A4658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2011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18012AE1" w14:textId="77777777" w:rsidR="00B83C2B" w:rsidRDefault="00B83C2B" w:rsidP="004A4658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2011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7FD6B3E1" w14:textId="77777777" w:rsidR="00B83C2B" w:rsidRDefault="00B83C2B" w:rsidP="004A4658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2011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6ABFBD24" w14:textId="77777777" w:rsidR="00B83C2B" w:rsidRDefault="00B83C2B" w:rsidP="004A4658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2011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58C7F866" w14:textId="77777777" w:rsidR="00B83C2B" w:rsidRDefault="00B83C2B" w:rsidP="004A4658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</w:tr>
          </w:tbl>
          <w:p w14:paraId="04DA2356" w14:textId="77777777" w:rsidR="00B83C2B" w:rsidRDefault="00B83C2B" w:rsidP="00B83C2B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B83C2B" w14:paraId="7E2DC66F" w14:textId="77777777" w:rsidTr="00AE4567">
        <w:trPr>
          <w:trHeight w:val="2523"/>
        </w:trPr>
        <w:tc>
          <w:tcPr>
            <w:tcW w:w="10280" w:type="dxa"/>
          </w:tcPr>
          <w:p w14:paraId="36F147BC" w14:textId="77777777" w:rsidR="00B83C2B" w:rsidRDefault="00B83C2B" w:rsidP="00B83C2B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1669"/>
              <w:gridCol w:w="1670"/>
              <w:gridCol w:w="1670"/>
              <w:gridCol w:w="1669"/>
              <w:gridCol w:w="1670"/>
              <w:gridCol w:w="1670"/>
            </w:tblGrid>
            <w:tr w:rsidR="00B83C2B" w14:paraId="4C2F44E0" w14:textId="77777777" w:rsidTr="00AE4567">
              <w:tc>
                <w:tcPr>
                  <w:tcW w:w="1674" w:type="dxa"/>
                  <w:tcBorders>
                    <w:bottom w:val="single" w:sz="18" w:space="0" w:color="auto"/>
                  </w:tcBorders>
                  <w:vAlign w:val="bottom"/>
                </w:tcPr>
                <w:p w14:paraId="6159BCFA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B83C2B"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  <w:t>الاسم رباعيا</w:t>
                  </w:r>
                </w:p>
              </w:tc>
              <w:tc>
                <w:tcPr>
                  <w:tcW w:w="1675" w:type="dxa"/>
                  <w:tcBorders>
                    <w:bottom w:val="single" w:sz="18" w:space="0" w:color="auto"/>
                  </w:tcBorders>
                  <w:vAlign w:val="bottom"/>
                </w:tcPr>
                <w:p w14:paraId="4AB3C02D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B83C2B">
                    <w:rPr>
                      <w:rStyle w:val="Bodytext2Arial10pt"/>
                      <w:rFonts w:hint="cs"/>
                      <w:color w:val="0D0D0D" w:themeColor="text1" w:themeTint="F2"/>
                      <w:sz w:val="28"/>
                      <w:szCs w:val="28"/>
                      <w:rtl/>
                    </w:rPr>
                    <w:t>مسمى</w:t>
                  </w:r>
                  <w:r w:rsidRPr="00B83C2B"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  <w:t xml:space="preserve"> </w:t>
                  </w:r>
                  <w:r w:rsidRPr="00B83C2B">
                    <w:rPr>
                      <w:rStyle w:val="Bodytext2Arial10pt"/>
                      <w:rFonts w:hint="cs"/>
                      <w:color w:val="0D0D0D" w:themeColor="text1" w:themeTint="F2"/>
                      <w:sz w:val="28"/>
                      <w:szCs w:val="28"/>
                      <w:rtl/>
                    </w:rPr>
                    <w:t>الوظيفة</w:t>
                  </w:r>
                </w:p>
              </w:tc>
              <w:tc>
                <w:tcPr>
                  <w:tcW w:w="1675" w:type="dxa"/>
                  <w:tcBorders>
                    <w:bottom w:val="single" w:sz="18" w:space="0" w:color="auto"/>
                  </w:tcBorders>
                </w:tcPr>
                <w:p w14:paraId="6CE053C3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B83C2B"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  <w:t>المرتبة</w:t>
                  </w:r>
                </w:p>
              </w:tc>
              <w:tc>
                <w:tcPr>
                  <w:tcW w:w="1675" w:type="dxa"/>
                  <w:tcBorders>
                    <w:bottom w:val="single" w:sz="18" w:space="0" w:color="auto"/>
                  </w:tcBorders>
                </w:tcPr>
                <w:p w14:paraId="74FA62BD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B83C2B"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  <w:t>الرقم</w:t>
                  </w:r>
                </w:p>
              </w:tc>
              <w:tc>
                <w:tcPr>
                  <w:tcW w:w="1675" w:type="dxa"/>
                  <w:tcBorders>
                    <w:bottom w:val="single" w:sz="18" w:space="0" w:color="auto"/>
                  </w:tcBorders>
                  <w:vAlign w:val="bottom"/>
                </w:tcPr>
                <w:p w14:paraId="44AAD316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B83C2B">
                    <w:rPr>
                      <w:rStyle w:val="Bodytext2Arial10pt"/>
                      <w:rFonts w:hint="cs"/>
                      <w:color w:val="0D0D0D" w:themeColor="text1" w:themeTint="F2"/>
                      <w:sz w:val="28"/>
                      <w:szCs w:val="28"/>
                      <w:rtl/>
                    </w:rPr>
                    <w:t>تاريخ</w:t>
                  </w:r>
                  <w:r w:rsidRPr="00B83C2B"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  <w:t xml:space="preserve"> شغلها</w:t>
                  </w:r>
                </w:p>
              </w:tc>
              <w:tc>
                <w:tcPr>
                  <w:tcW w:w="1675" w:type="dxa"/>
                  <w:tcBorders>
                    <w:bottom w:val="single" w:sz="18" w:space="0" w:color="auto"/>
                  </w:tcBorders>
                  <w:vAlign w:val="bottom"/>
                </w:tcPr>
                <w:p w14:paraId="6870D885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B83C2B"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  <w:t>بدابة الخدمة</w:t>
                  </w:r>
                </w:p>
              </w:tc>
            </w:tr>
            <w:tr w:rsidR="00B83C2B" w14:paraId="79B2A452" w14:textId="77777777" w:rsidTr="00AE4567">
              <w:tc>
                <w:tcPr>
                  <w:tcW w:w="1674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4C72280E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52778364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4DF87928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504CC79A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2C923125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1675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7F7415E1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1675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237856D8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1675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5AA86AEB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1675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0A1A9A08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1675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3993E485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</w:tr>
          </w:tbl>
          <w:p w14:paraId="5556CE1B" w14:textId="77777777" w:rsidR="00B83C2B" w:rsidRDefault="00B83C2B" w:rsidP="00B83C2B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B83C2B" w:rsidRPr="00B83C2B" w14:paraId="03CC112A" w14:textId="77777777" w:rsidTr="00AE4567">
        <w:trPr>
          <w:trHeight w:val="3342"/>
        </w:trPr>
        <w:tc>
          <w:tcPr>
            <w:tcW w:w="10280" w:type="dxa"/>
          </w:tcPr>
          <w:p w14:paraId="3D228E5B" w14:textId="77777777" w:rsidR="00B83C2B" w:rsidRDefault="00B83C2B" w:rsidP="00B83C2B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  <w:tbl>
            <w:tblPr>
              <w:tblStyle w:val="TableGrid"/>
              <w:bidiVisual/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 w:firstRow="1" w:lastRow="0" w:firstColumn="1" w:lastColumn="0" w:noHBand="0" w:noVBand="1"/>
            </w:tblPr>
            <w:tblGrid>
              <w:gridCol w:w="2504"/>
              <w:gridCol w:w="2505"/>
              <w:gridCol w:w="2504"/>
              <w:gridCol w:w="2505"/>
            </w:tblGrid>
            <w:tr w:rsidR="00B83C2B" w14:paraId="1179D45F" w14:textId="77777777" w:rsidTr="00AE4567">
              <w:tc>
                <w:tcPr>
                  <w:tcW w:w="2512" w:type="dxa"/>
                  <w:tcBorders>
                    <w:bottom w:val="single" w:sz="18" w:space="0" w:color="auto"/>
                  </w:tcBorders>
                </w:tcPr>
                <w:p w14:paraId="71BC009D" w14:textId="77777777" w:rsidR="00B83C2B" w:rsidRPr="00AE4567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</w:pPr>
                  <w:r w:rsidRPr="00AE4567"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  <w:t>اخر مؤهل علمي</w:t>
                  </w:r>
                </w:p>
              </w:tc>
              <w:tc>
                <w:tcPr>
                  <w:tcW w:w="2512" w:type="dxa"/>
                  <w:tcBorders>
                    <w:bottom w:val="single" w:sz="18" w:space="0" w:color="auto"/>
                  </w:tcBorders>
                </w:tcPr>
                <w:p w14:paraId="547072C8" w14:textId="77777777" w:rsidR="00B83C2B" w:rsidRPr="00AE4567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</w:pPr>
                  <w:r w:rsidRPr="00AE4567"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  <w:t>التخص</w:t>
                  </w:r>
                  <w:r w:rsidRPr="00AE4567">
                    <w:rPr>
                      <w:rStyle w:val="Bodytext2Arial10pt"/>
                      <w:rFonts w:hint="cs"/>
                      <w:color w:val="0D0D0D" w:themeColor="text1" w:themeTint="F2"/>
                      <w:sz w:val="26"/>
                      <w:szCs w:val="26"/>
                      <w:rtl/>
                    </w:rPr>
                    <w:t>ص</w:t>
                  </w:r>
                </w:p>
              </w:tc>
              <w:tc>
                <w:tcPr>
                  <w:tcW w:w="2512" w:type="dxa"/>
                  <w:tcBorders>
                    <w:bottom w:val="single" w:sz="18" w:space="0" w:color="auto"/>
                  </w:tcBorders>
                </w:tcPr>
                <w:p w14:paraId="78F04449" w14:textId="77777777" w:rsidR="00B83C2B" w:rsidRPr="00AE4567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</w:pPr>
                  <w:r w:rsidRPr="00AE4567"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  <w:t>اخر برنامج تدريبي</w:t>
                  </w:r>
                </w:p>
              </w:tc>
              <w:tc>
                <w:tcPr>
                  <w:tcW w:w="2513" w:type="dxa"/>
                  <w:tcBorders>
                    <w:bottom w:val="single" w:sz="18" w:space="0" w:color="auto"/>
                  </w:tcBorders>
                </w:tcPr>
                <w:p w14:paraId="3478985C" w14:textId="77777777" w:rsidR="00B83C2B" w:rsidRPr="00AE4567" w:rsidRDefault="00B83C2B" w:rsidP="00B83C2B">
                  <w:pPr>
                    <w:pStyle w:val="Bodytext20"/>
                    <w:shd w:val="clear" w:color="auto" w:fill="auto"/>
                    <w:spacing w:after="0" w:line="240" w:lineRule="auto"/>
                    <w:jc w:val="center"/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</w:pPr>
                  <w:r w:rsidRPr="00AE4567"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  <w:t>نتي</w:t>
                  </w:r>
                  <w:r w:rsidRPr="00AE4567">
                    <w:rPr>
                      <w:rStyle w:val="Bodytext2Arial10pt"/>
                      <w:rFonts w:hint="cs"/>
                      <w:color w:val="0D0D0D" w:themeColor="text1" w:themeTint="F2"/>
                      <w:sz w:val="26"/>
                      <w:szCs w:val="26"/>
                      <w:rtl/>
                    </w:rPr>
                    <w:t>ج</w:t>
                  </w:r>
                  <w:r w:rsidRPr="00AE4567"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  <w:t>ة اخر ت</w:t>
                  </w:r>
                  <w:r w:rsidRPr="00AE4567">
                    <w:rPr>
                      <w:rStyle w:val="Bodytext2Arial10pt"/>
                      <w:rFonts w:hint="cs"/>
                      <w:color w:val="0D0D0D" w:themeColor="text1" w:themeTint="F2"/>
                      <w:sz w:val="26"/>
                      <w:szCs w:val="26"/>
                      <w:rtl/>
                    </w:rPr>
                    <w:t>ق</w:t>
                  </w:r>
                  <w:r w:rsidRPr="00AE4567"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  <w:t>ر</w:t>
                  </w:r>
                  <w:r w:rsidRPr="00AE4567">
                    <w:rPr>
                      <w:rStyle w:val="Bodytext2Arial10pt"/>
                      <w:rFonts w:hint="cs"/>
                      <w:color w:val="0D0D0D" w:themeColor="text1" w:themeTint="F2"/>
                      <w:sz w:val="26"/>
                      <w:szCs w:val="26"/>
                      <w:rtl/>
                    </w:rPr>
                    <w:t>ير</w:t>
                  </w:r>
                  <w:r w:rsidRPr="00AE4567">
                    <w:rPr>
                      <w:rStyle w:val="Bodytext2Arial10pt"/>
                      <w:color w:val="0D0D0D" w:themeColor="text1" w:themeTint="F2"/>
                      <w:sz w:val="26"/>
                      <w:szCs w:val="26"/>
                      <w:rtl/>
                    </w:rPr>
                    <w:t xml:space="preserve"> اداء حصل عليه</w:t>
                  </w:r>
                </w:p>
              </w:tc>
            </w:tr>
            <w:tr w:rsidR="00B83C2B" w14:paraId="76F1B0A6" w14:textId="77777777" w:rsidTr="00AE4567">
              <w:tc>
                <w:tcPr>
                  <w:tcW w:w="2512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09D4F6EA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4A111D8A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0DA70942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5C1ADF73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  <w:p w14:paraId="0DFB1AA5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2512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7539D393" w14:textId="77777777" w:rsid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rtl/>
                    </w:rPr>
                  </w:pPr>
                </w:p>
              </w:tc>
              <w:tc>
                <w:tcPr>
                  <w:tcW w:w="2512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4676B1FA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B83C2B">
                    <w:rPr>
                      <w:rStyle w:val="Bodytext2Arial10pt"/>
                      <w:rFonts w:hint="cs"/>
                      <w:color w:val="0D0D0D" w:themeColor="text1" w:themeTint="F2"/>
                      <w:sz w:val="28"/>
                      <w:szCs w:val="28"/>
                      <w:rtl/>
                    </w:rPr>
                    <w:t xml:space="preserve">التقدير                          </w:t>
                  </w:r>
                </w:p>
              </w:tc>
              <w:tc>
                <w:tcPr>
                  <w:tcW w:w="2513" w:type="dxa"/>
                  <w:tcBorders>
                    <w:top w:val="single" w:sz="18" w:space="0" w:color="auto"/>
                    <w:bottom w:val="single" w:sz="18" w:space="0" w:color="auto"/>
                  </w:tcBorders>
                </w:tcPr>
                <w:p w14:paraId="52969C29" w14:textId="77777777" w:rsidR="00B83C2B" w:rsidRPr="00B83C2B" w:rsidRDefault="00B83C2B" w:rsidP="00B83C2B">
                  <w:pPr>
                    <w:pStyle w:val="Bodytext20"/>
                    <w:shd w:val="clear" w:color="auto" w:fill="auto"/>
                    <w:spacing w:after="0" w:line="224" w:lineRule="exact"/>
                    <w:jc w:val="center"/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</w:pPr>
                  <w:r w:rsidRPr="00B83C2B">
                    <w:rPr>
                      <w:rStyle w:val="Bodytext2Arial10pt"/>
                      <w:rFonts w:hint="cs"/>
                      <w:color w:val="0D0D0D" w:themeColor="text1" w:themeTint="F2"/>
                      <w:sz w:val="28"/>
                      <w:szCs w:val="28"/>
                      <w:rtl/>
                    </w:rPr>
                    <w:t>تاريخ</w:t>
                  </w:r>
                  <w:r w:rsidRPr="00B83C2B">
                    <w:rPr>
                      <w:rStyle w:val="Bodytext2Arial10pt"/>
                      <w:color w:val="0D0D0D" w:themeColor="text1" w:themeTint="F2"/>
                      <w:sz w:val="28"/>
                      <w:szCs w:val="28"/>
                      <w:rtl/>
                    </w:rPr>
                    <w:t xml:space="preserve"> الاعداد</w:t>
                  </w:r>
                </w:p>
              </w:tc>
            </w:tr>
          </w:tbl>
          <w:p w14:paraId="3112D5C1" w14:textId="77777777" w:rsidR="00B83C2B" w:rsidRDefault="00B83C2B" w:rsidP="00B83C2B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  <w:p w14:paraId="3A9F13EC" w14:textId="77777777" w:rsidR="00B83C2B" w:rsidRDefault="00B83C2B" w:rsidP="00B83C2B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</w:tbl>
    <w:p w14:paraId="46BB3639" w14:textId="77777777" w:rsidR="00B83C2B" w:rsidRDefault="00B83C2B" w:rsidP="00B83C2B">
      <w:pPr>
        <w:pStyle w:val="Bodytext20"/>
        <w:shd w:val="clear" w:color="auto" w:fill="auto"/>
        <w:spacing w:after="0" w:line="224" w:lineRule="exact"/>
        <w:jc w:val="center"/>
        <w:rPr>
          <w:rStyle w:val="Bodytext2Arial10pt"/>
          <w:color w:val="0D0D0D" w:themeColor="text1" w:themeTint="F2"/>
          <w:rtl/>
        </w:rPr>
      </w:pPr>
    </w:p>
    <w:p w14:paraId="171C0ADE" w14:textId="77777777" w:rsidR="00B83C2B" w:rsidRPr="00B83C2B" w:rsidRDefault="00B83C2B" w:rsidP="00B83C2B">
      <w:pPr>
        <w:pStyle w:val="Bodytext20"/>
        <w:shd w:val="clear" w:color="auto" w:fill="auto"/>
        <w:spacing w:after="0" w:line="224" w:lineRule="exact"/>
        <w:jc w:val="center"/>
        <w:rPr>
          <w:rStyle w:val="Bodytext2Arial10pt"/>
          <w:color w:val="0D0D0D" w:themeColor="text1" w:themeTint="F2"/>
          <w:rtl/>
        </w:rPr>
      </w:pPr>
    </w:p>
    <w:tbl>
      <w:tblPr>
        <w:tblOverlap w:val="never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0"/>
        <w:gridCol w:w="1186"/>
        <w:gridCol w:w="1191"/>
        <w:gridCol w:w="5057"/>
        <w:gridCol w:w="473"/>
      </w:tblGrid>
      <w:tr w:rsidR="00AE4567" w:rsidRPr="00B83C2B" w14:paraId="705C590F" w14:textId="77777777" w:rsidTr="00EE2856">
        <w:trPr>
          <w:trHeight w:hRule="exact" w:val="475"/>
          <w:jc w:val="center"/>
        </w:trPr>
        <w:tc>
          <w:tcPr>
            <w:tcW w:w="1110" w:type="dxa"/>
            <w:vMerge w:val="restart"/>
            <w:shd w:val="clear" w:color="auto" w:fill="auto"/>
            <w:vAlign w:val="bottom"/>
          </w:tcPr>
          <w:p w14:paraId="29D9982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lastRenderedPageBreak/>
              <w:t>الدرجة</w:t>
            </w:r>
          </w:p>
          <w:p w14:paraId="1BAFD2A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المعطاة</w:t>
            </w:r>
          </w:p>
        </w:tc>
        <w:tc>
          <w:tcPr>
            <w:tcW w:w="2377" w:type="dxa"/>
            <w:gridSpan w:val="2"/>
            <w:shd w:val="clear" w:color="auto" w:fill="auto"/>
          </w:tcPr>
          <w:p w14:paraId="43316ED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الدرجات</w:t>
            </w:r>
            <w:r w:rsidR="00AE4567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الحد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الاعلى</w:t>
            </w:r>
          </w:p>
        </w:tc>
        <w:tc>
          <w:tcPr>
            <w:tcW w:w="5057" w:type="dxa"/>
            <w:vMerge w:val="restart"/>
            <w:shd w:val="clear" w:color="auto" w:fill="auto"/>
            <w:vAlign w:val="center"/>
          </w:tcPr>
          <w:p w14:paraId="5A7618F4" w14:textId="77777777" w:rsidR="00B83C2B" w:rsidRPr="00EE2856" w:rsidRDefault="00B83C2B" w:rsidP="00EE2856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40" w:lineRule="auto"/>
              <w:ind w:left="113" w:right="113"/>
              <w:jc w:val="center"/>
              <w:rPr>
                <w:rStyle w:val="Bodytext2Arial10pt"/>
                <w:rFonts w:cs="PT Bold Heading"/>
                <w:b w:val="0"/>
                <w:bCs w:val="0"/>
                <w:color w:val="0D0D0D" w:themeColor="text1" w:themeTint="F2"/>
                <w:sz w:val="30"/>
                <w:szCs w:val="30"/>
                <w:rtl/>
              </w:rPr>
            </w:pPr>
            <w:r w:rsidRPr="00EE2856">
              <w:rPr>
                <w:rStyle w:val="Bodytext2Arial10pt"/>
                <w:rFonts w:cs="PT Bold Heading"/>
                <w:b w:val="0"/>
                <w:bCs w:val="0"/>
                <w:color w:val="0D0D0D" w:themeColor="text1" w:themeTint="F2"/>
                <w:sz w:val="30"/>
                <w:szCs w:val="30"/>
                <w:rtl/>
              </w:rPr>
              <w:t>العنصر</w:t>
            </w:r>
          </w:p>
        </w:tc>
        <w:tc>
          <w:tcPr>
            <w:tcW w:w="473" w:type="dxa"/>
            <w:vMerge w:val="restart"/>
            <w:shd w:val="clear" w:color="auto" w:fill="auto"/>
            <w:textDirection w:val="btLr"/>
            <w:vAlign w:val="center"/>
          </w:tcPr>
          <w:p w14:paraId="7FA8233A" w14:textId="77777777" w:rsidR="00B83C2B" w:rsidRPr="00EE2856" w:rsidRDefault="00EE2856" w:rsidP="00EE2856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ind w:left="113" w:right="113"/>
              <w:jc w:val="center"/>
              <w:rPr>
                <w:rStyle w:val="Bodytext2Arial10pt"/>
                <w:rFonts w:cs="PT Bold Heading"/>
                <w:b w:val="0"/>
                <w:bCs w:val="0"/>
                <w:color w:val="0D0D0D" w:themeColor="text1" w:themeTint="F2"/>
                <w:sz w:val="30"/>
                <w:szCs w:val="30"/>
                <w:rtl/>
              </w:rPr>
            </w:pPr>
            <w:r w:rsidRPr="00EE2856">
              <w:rPr>
                <w:rStyle w:val="Bodytext2Arial10pt"/>
                <w:rFonts w:cs="PT Bold Heading" w:hint="cs"/>
                <w:b w:val="0"/>
                <w:bCs w:val="0"/>
                <w:color w:val="0D0D0D" w:themeColor="text1" w:themeTint="F2"/>
                <w:sz w:val="30"/>
                <w:szCs w:val="30"/>
                <w:rtl/>
              </w:rPr>
              <w:t>الفئة</w:t>
            </w:r>
          </w:p>
        </w:tc>
      </w:tr>
      <w:tr w:rsidR="00AE4567" w:rsidRPr="00B83C2B" w14:paraId="77A96306" w14:textId="77777777" w:rsidTr="00AE4567">
        <w:trPr>
          <w:trHeight w:hRule="exact" w:val="365"/>
          <w:jc w:val="center"/>
        </w:trPr>
        <w:tc>
          <w:tcPr>
            <w:tcW w:w="1110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21D1915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FC2221A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  <w:tc>
          <w:tcPr>
            <w:tcW w:w="119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5A33BA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</w:t>
            </w:r>
          </w:p>
        </w:tc>
        <w:tc>
          <w:tcPr>
            <w:tcW w:w="5057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72353BFA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473" w:type="dxa"/>
            <w:vMerge/>
            <w:tcBorders>
              <w:bottom w:val="single" w:sz="18" w:space="0" w:color="auto"/>
            </w:tcBorders>
            <w:shd w:val="clear" w:color="auto" w:fill="auto"/>
            <w:vAlign w:val="bottom"/>
          </w:tcPr>
          <w:p w14:paraId="7F4AE7BE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AE4567" w:rsidRPr="00B83C2B" w14:paraId="64AA09B6" w14:textId="77777777" w:rsidTr="00AE4567">
        <w:trPr>
          <w:trHeight w:hRule="exact" w:val="306"/>
          <w:jc w:val="center"/>
        </w:trPr>
        <w:tc>
          <w:tcPr>
            <w:tcW w:w="111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848D8E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DB5521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1BC74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٦</w:t>
            </w:r>
          </w:p>
        </w:tc>
        <w:tc>
          <w:tcPr>
            <w:tcW w:w="505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B7BC3E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القدرة على تطوير أسال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يب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 العمل</w:t>
            </w:r>
          </w:p>
        </w:tc>
        <w:tc>
          <w:tcPr>
            <w:tcW w:w="47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7BD4FC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</w:p>
        </w:tc>
      </w:tr>
      <w:tr w:rsidR="00AE4567" w:rsidRPr="00B83C2B" w14:paraId="5A0442A2" w14:textId="77777777" w:rsidTr="00AE4567">
        <w:trPr>
          <w:trHeight w:hRule="exact" w:val="306"/>
          <w:jc w:val="center"/>
        </w:trPr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14:paraId="6A43807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</w:tcPr>
          <w:p w14:paraId="3AA3CD3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91" w:type="dxa"/>
            <w:tcBorders>
              <w:top w:val="single" w:sz="4" w:space="0" w:color="auto"/>
            </w:tcBorders>
            <w:shd w:val="clear" w:color="auto" w:fill="auto"/>
          </w:tcPr>
          <w:p w14:paraId="3904801C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٦</w:t>
            </w:r>
          </w:p>
        </w:tc>
        <w:tc>
          <w:tcPr>
            <w:tcW w:w="50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B396CC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القدرة على تدر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يب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 غيره من العامل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ين</w:t>
            </w:r>
          </w:p>
        </w:tc>
        <w:tc>
          <w:tcPr>
            <w:tcW w:w="473" w:type="dxa"/>
            <w:tcBorders>
              <w:top w:val="single" w:sz="4" w:space="0" w:color="auto"/>
            </w:tcBorders>
            <w:shd w:val="clear" w:color="auto" w:fill="auto"/>
          </w:tcPr>
          <w:p w14:paraId="10AD0E2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</w:p>
        </w:tc>
      </w:tr>
      <w:tr w:rsidR="00AE4567" w:rsidRPr="00B83C2B" w14:paraId="10DA6DB7" w14:textId="77777777" w:rsidTr="00AE4567">
        <w:trPr>
          <w:trHeight w:hRule="exact" w:val="306"/>
          <w:jc w:val="center"/>
        </w:trPr>
        <w:tc>
          <w:tcPr>
            <w:tcW w:w="1110" w:type="dxa"/>
            <w:shd w:val="clear" w:color="auto" w:fill="auto"/>
          </w:tcPr>
          <w:p w14:paraId="707D2C9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D24CB1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٧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578F0ACA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٧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259DC96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القدرة على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ت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حديد متطل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ات ان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از العمل على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ال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ن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حو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ا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لمطلو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3143CB4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24A8393D" w14:textId="77777777" w:rsidTr="00AE4567">
        <w:trPr>
          <w:trHeight w:hRule="exact" w:val="302"/>
          <w:jc w:val="center"/>
        </w:trPr>
        <w:tc>
          <w:tcPr>
            <w:tcW w:w="1110" w:type="dxa"/>
            <w:shd w:val="clear" w:color="auto" w:fill="auto"/>
          </w:tcPr>
          <w:p w14:paraId="26AFAFD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CF8B07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٦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2B962F9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٧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3BAC07A6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المهارة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في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التنفيذ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51AE3EB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1CCE2D0E" w14:textId="77777777" w:rsidTr="00AE4567">
        <w:trPr>
          <w:trHeight w:hRule="exact" w:val="306"/>
          <w:jc w:val="center"/>
        </w:trPr>
        <w:tc>
          <w:tcPr>
            <w:tcW w:w="1110" w:type="dxa"/>
            <w:shd w:val="clear" w:color="auto" w:fill="auto"/>
          </w:tcPr>
          <w:p w14:paraId="64A8955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2758BE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٦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62844B2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٦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0844AA4F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القدرة على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تحد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د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خطو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ت العمل و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ل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ر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ن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امج الزمني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4D464B9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5538E8C9" w14:textId="77777777" w:rsidTr="00AE4567">
        <w:trPr>
          <w:trHeight w:hRule="exact" w:val="306"/>
          <w:jc w:val="center"/>
        </w:trPr>
        <w:tc>
          <w:tcPr>
            <w:tcW w:w="1110" w:type="dxa"/>
            <w:shd w:val="clear" w:color="auto" w:fill="auto"/>
          </w:tcPr>
          <w:p w14:paraId="2CA34615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EC45EDC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٧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1E77DF7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٦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77C56F6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المحافظة على أوقات العمل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6C50076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4C2C4C5A" w14:textId="77777777" w:rsidTr="00AE4567">
        <w:trPr>
          <w:trHeight w:hRule="exact" w:val="292"/>
          <w:jc w:val="center"/>
        </w:trPr>
        <w:tc>
          <w:tcPr>
            <w:tcW w:w="1110" w:type="dxa"/>
            <w:shd w:val="clear" w:color="auto" w:fill="auto"/>
          </w:tcPr>
          <w:p w14:paraId="0347564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2C6249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٥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6677325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٥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05D310E5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القدرة على التغلب على صعوبات العمل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0D3BDA2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0671B3D3" w14:textId="77777777" w:rsidTr="00AE4567">
        <w:trPr>
          <w:trHeight w:hRule="exact" w:val="315"/>
          <w:jc w:val="center"/>
        </w:trPr>
        <w:tc>
          <w:tcPr>
            <w:tcW w:w="1110" w:type="dxa"/>
            <w:shd w:val="clear" w:color="auto" w:fill="auto"/>
          </w:tcPr>
          <w:p w14:paraId="5A79F82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431D9BF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577B253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2A507F7C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المعرفة بالأسس والمفاهيم ال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ف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نية المتعلقة بالعمل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6D378838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378451DB" w14:textId="77777777" w:rsidTr="00AE4567">
        <w:trPr>
          <w:trHeight w:hRule="exact" w:val="306"/>
          <w:jc w:val="center"/>
        </w:trPr>
        <w:tc>
          <w:tcPr>
            <w:tcW w:w="1110" w:type="dxa"/>
            <w:shd w:val="clear" w:color="auto" w:fill="auto"/>
          </w:tcPr>
          <w:p w14:paraId="530C5348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AE3E2C0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337EA150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1BFF516E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المعرفة بنظم العمل وا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راء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ته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2CE3BADC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67053B43" w14:textId="77777777" w:rsidTr="00AE4567">
        <w:trPr>
          <w:trHeight w:hRule="exact" w:val="302"/>
          <w:jc w:val="center"/>
        </w:trPr>
        <w:tc>
          <w:tcPr>
            <w:tcW w:w="1110" w:type="dxa"/>
            <w:shd w:val="clear" w:color="auto" w:fill="auto"/>
          </w:tcPr>
          <w:p w14:paraId="6A45006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42DFC1C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232DA5F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294424C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المتابعة لما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ست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د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في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 م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ال العمل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3643EDC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4913CC5D" w14:textId="77777777" w:rsidTr="00AE4567">
        <w:trPr>
          <w:trHeight w:hRule="exact" w:val="306"/>
          <w:jc w:val="center"/>
        </w:trPr>
        <w:tc>
          <w:tcPr>
            <w:tcW w:w="1110" w:type="dxa"/>
            <w:shd w:val="clear" w:color="auto" w:fill="auto"/>
          </w:tcPr>
          <w:p w14:paraId="4EBF68FC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202B57C0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39D2302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4F8EF68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المشاركة الفعالة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في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الاجتماعات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3A9389A2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58F39253" w14:textId="77777777" w:rsidTr="00AE4567">
        <w:trPr>
          <w:trHeight w:hRule="exact" w:val="302"/>
          <w:jc w:val="center"/>
        </w:trPr>
        <w:tc>
          <w:tcPr>
            <w:tcW w:w="1110" w:type="dxa"/>
            <w:shd w:val="clear" w:color="auto" w:fill="auto"/>
          </w:tcPr>
          <w:p w14:paraId="1793F4B0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221EC2CE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11241B86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3140B07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القدرة على اقامة اتصالات عمل فعالة م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ع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 الاخرين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19BF3F7E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76C2FC3E" w14:textId="77777777" w:rsidTr="00AE4567">
        <w:trPr>
          <w:trHeight w:hRule="exact" w:val="297"/>
          <w:jc w:val="center"/>
        </w:trPr>
        <w:tc>
          <w:tcPr>
            <w:tcW w:w="1110" w:type="dxa"/>
            <w:shd w:val="clear" w:color="auto" w:fill="auto"/>
          </w:tcPr>
          <w:p w14:paraId="134153E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C3D291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615D9B6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5F1FFF5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امكان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ة تحمل مسئول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ات أعلى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69943BB2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آب</w:t>
            </w:r>
          </w:p>
        </w:tc>
      </w:tr>
      <w:tr w:rsidR="00AE4567" w:rsidRPr="00B83C2B" w14:paraId="26333387" w14:textId="77777777" w:rsidTr="00AE4567">
        <w:trPr>
          <w:trHeight w:hRule="exact" w:val="315"/>
          <w:jc w:val="center"/>
        </w:trPr>
        <w:tc>
          <w:tcPr>
            <w:tcW w:w="1110" w:type="dxa"/>
            <w:shd w:val="clear" w:color="auto" w:fill="auto"/>
          </w:tcPr>
          <w:p w14:paraId="3153DBE6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927C65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05F0015F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63715B5F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المعرفة بأهداف ومهام الجهاز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0ECB3EC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3DE5E098" w14:textId="77777777" w:rsidTr="00AE4567">
        <w:trPr>
          <w:trHeight w:hRule="exact" w:val="306"/>
          <w:jc w:val="center"/>
        </w:trPr>
        <w:tc>
          <w:tcPr>
            <w:tcW w:w="1110" w:type="dxa"/>
            <w:shd w:val="clear" w:color="auto" w:fill="auto"/>
          </w:tcPr>
          <w:p w14:paraId="154C8B7A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48F7B1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7F72354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5B723A9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ت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ق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ديم الأفكار والمقترحات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483F4278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42095D75" w14:textId="77777777" w:rsidTr="00AE4567">
        <w:trPr>
          <w:trHeight w:hRule="exact" w:val="310"/>
          <w:jc w:val="center"/>
        </w:trPr>
        <w:tc>
          <w:tcPr>
            <w:tcW w:w="1110" w:type="dxa"/>
            <w:shd w:val="clear" w:color="auto" w:fill="auto"/>
          </w:tcPr>
          <w:p w14:paraId="36E5E962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2D3716F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٧</w:t>
            </w:r>
          </w:p>
        </w:tc>
        <w:tc>
          <w:tcPr>
            <w:tcW w:w="1191" w:type="dxa"/>
            <w:shd w:val="clear" w:color="auto" w:fill="auto"/>
          </w:tcPr>
          <w:p w14:paraId="3579BF3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5057" w:type="dxa"/>
            <w:shd w:val="clear" w:color="auto" w:fill="auto"/>
            <w:vAlign w:val="center"/>
          </w:tcPr>
          <w:p w14:paraId="1AA8F8D2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إن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از العمل فى الو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ق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ت المحدد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5F5E5C5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35AAC756" w14:textId="77777777" w:rsidTr="00AE4567">
        <w:trPr>
          <w:trHeight w:hRule="exact" w:val="320"/>
          <w:jc w:val="center"/>
        </w:trPr>
        <w:tc>
          <w:tcPr>
            <w:tcW w:w="1110" w:type="dxa"/>
            <w:shd w:val="clear" w:color="auto" w:fill="auto"/>
          </w:tcPr>
          <w:p w14:paraId="7C5321E6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C4870F0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٧</w:t>
            </w:r>
          </w:p>
        </w:tc>
        <w:tc>
          <w:tcPr>
            <w:tcW w:w="1191" w:type="dxa"/>
            <w:shd w:val="clear" w:color="auto" w:fill="auto"/>
          </w:tcPr>
          <w:p w14:paraId="22216EBF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5057" w:type="dxa"/>
            <w:shd w:val="clear" w:color="auto" w:fill="auto"/>
            <w:vAlign w:val="center"/>
          </w:tcPr>
          <w:p w14:paraId="77A25AC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القدرة على المرا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عة والتدقيق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2A81190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ب</w:t>
            </w:r>
          </w:p>
        </w:tc>
      </w:tr>
      <w:tr w:rsidR="00AE4567" w:rsidRPr="00B83C2B" w14:paraId="5BCC1357" w14:textId="77777777" w:rsidTr="00F73212">
        <w:trPr>
          <w:trHeight w:hRule="exact" w:val="302"/>
          <w:jc w:val="center"/>
        </w:trPr>
        <w:tc>
          <w:tcPr>
            <w:tcW w:w="1110" w:type="dxa"/>
            <w:shd w:val="clear" w:color="auto" w:fill="auto"/>
          </w:tcPr>
          <w:p w14:paraId="73AE103F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7B23133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٧٢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0A167C86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٧٢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1BB3D20F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المجموع</w:t>
            </w:r>
          </w:p>
        </w:tc>
        <w:tc>
          <w:tcPr>
            <w:tcW w:w="473" w:type="dxa"/>
            <w:shd w:val="clear" w:color="auto" w:fill="auto"/>
          </w:tcPr>
          <w:p w14:paraId="5C8E57D3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</w:tr>
      <w:tr w:rsidR="00AE4567" w:rsidRPr="00B83C2B" w14:paraId="04E3E640" w14:textId="77777777" w:rsidTr="00AE4567">
        <w:trPr>
          <w:trHeight w:hRule="exact" w:val="329"/>
          <w:jc w:val="center"/>
        </w:trPr>
        <w:tc>
          <w:tcPr>
            <w:tcW w:w="1110" w:type="dxa"/>
            <w:shd w:val="clear" w:color="auto" w:fill="auto"/>
          </w:tcPr>
          <w:p w14:paraId="3F0EDAB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7E90D06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02A56CA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1F463BD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القدرة على الحوار وعرض الر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ى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647202D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</w:tr>
      <w:tr w:rsidR="00AE4567" w:rsidRPr="00B83C2B" w14:paraId="383A72FD" w14:textId="77777777" w:rsidTr="00AE4567">
        <w:trPr>
          <w:trHeight w:hRule="exact" w:val="315"/>
          <w:jc w:val="center"/>
        </w:trPr>
        <w:tc>
          <w:tcPr>
            <w:tcW w:w="1110" w:type="dxa"/>
            <w:shd w:val="clear" w:color="auto" w:fill="auto"/>
          </w:tcPr>
          <w:p w14:paraId="3604C732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05A8780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5C0D3E7F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032377D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ت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ق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د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ر المسئولية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02BA181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</w:tr>
      <w:tr w:rsidR="00AE4567" w:rsidRPr="00B83C2B" w14:paraId="4CC01581" w14:textId="77777777" w:rsidTr="00AE4567">
        <w:trPr>
          <w:trHeight w:hRule="exact" w:val="315"/>
          <w:jc w:val="center"/>
        </w:trPr>
        <w:tc>
          <w:tcPr>
            <w:tcW w:w="1110" w:type="dxa"/>
            <w:shd w:val="clear" w:color="auto" w:fill="auto"/>
          </w:tcPr>
          <w:p w14:paraId="355A1578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BF66C5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17A64375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6076A5C9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حسن التصرف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42C2F865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</w:tr>
      <w:tr w:rsidR="00AE4567" w:rsidRPr="00B83C2B" w14:paraId="36DBD14F" w14:textId="77777777" w:rsidTr="00AE4567">
        <w:trPr>
          <w:trHeight w:hRule="exact" w:val="315"/>
          <w:jc w:val="center"/>
        </w:trPr>
        <w:tc>
          <w:tcPr>
            <w:tcW w:w="1110" w:type="dxa"/>
            <w:shd w:val="clear" w:color="auto" w:fill="auto"/>
          </w:tcPr>
          <w:p w14:paraId="0005D56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AD8743B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5CEFF4E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7C92C762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تق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ل التو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ج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يهات والاستعداد لتنف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يذ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ها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25F804C5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</w:tr>
      <w:tr w:rsidR="00AE4567" w:rsidRPr="00B83C2B" w14:paraId="61D22914" w14:textId="77777777" w:rsidTr="00AE4567">
        <w:trPr>
          <w:trHeight w:hRule="exact" w:val="315"/>
          <w:jc w:val="center"/>
        </w:trPr>
        <w:tc>
          <w:tcPr>
            <w:tcW w:w="1110" w:type="dxa"/>
            <w:shd w:val="clear" w:color="auto" w:fill="auto"/>
          </w:tcPr>
          <w:p w14:paraId="29F99213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665BC9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٤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6800D6F4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03433047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الاهتمام بالمظهر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439FBAE8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</w:tr>
      <w:tr w:rsidR="00AE4567" w:rsidRPr="00B83C2B" w14:paraId="55919908" w14:textId="77777777" w:rsidTr="00F73212">
        <w:trPr>
          <w:trHeight w:hRule="exact" w:val="302"/>
          <w:jc w:val="center"/>
        </w:trPr>
        <w:tc>
          <w:tcPr>
            <w:tcW w:w="1110" w:type="dxa"/>
            <w:shd w:val="clear" w:color="auto" w:fill="auto"/>
          </w:tcPr>
          <w:p w14:paraId="567ECA18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91BCEC9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١٩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1AD8ED95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١٩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0F1F2A93" w14:textId="77777777" w:rsidR="00B83C2B" w:rsidRPr="00B83C2B" w:rsidRDefault="00B83C2B" w:rsidP="00AE4567">
            <w:pPr>
              <w:framePr w:w="9048" w:h="9070" w:hRule="exact" w:wrap="notBeside" w:vAnchor="text" w:hAnchor="text" w:xAlign="center" w:y="7"/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المجموع</w:t>
            </w:r>
          </w:p>
        </w:tc>
        <w:tc>
          <w:tcPr>
            <w:tcW w:w="473" w:type="dxa"/>
            <w:shd w:val="clear" w:color="auto" w:fill="auto"/>
          </w:tcPr>
          <w:p w14:paraId="39B0FAC8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AE4567" w:rsidRPr="00B83C2B" w14:paraId="77477103" w14:textId="77777777" w:rsidTr="00AE4567">
        <w:trPr>
          <w:trHeight w:hRule="exact" w:val="324"/>
          <w:jc w:val="center"/>
        </w:trPr>
        <w:tc>
          <w:tcPr>
            <w:tcW w:w="1110" w:type="dxa"/>
            <w:shd w:val="clear" w:color="auto" w:fill="auto"/>
          </w:tcPr>
          <w:p w14:paraId="4DA8A198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94C2E5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5A99BB0E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56A9FBED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الرؤساء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523285E5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</w:tr>
      <w:tr w:rsidR="00AE4567" w:rsidRPr="00B83C2B" w14:paraId="107325B2" w14:textId="77777777" w:rsidTr="00AE4567">
        <w:trPr>
          <w:trHeight w:hRule="exact" w:val="320"/>
          <w:jc w:val="center"/>
        </w:trPr>
        <w:tc>
          <w:tcPr>
            <w:tcW w:w="1110" w:type="dxa"/>
            <w:shd w:val="clear" w:color="auto" w:fill="auto"/>
            <w:vAlign w:val="center"/>
          </w:tcPr>
          <w:p w14:paraId="0AC78398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2310094E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3941B9D2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5057" w:type="dxa"/>
            <w:shd w:val="clear" w:color="auto" w:fill="auto"/>
            <w:vAlign w:val="center"/>
          </w:tcPr>
          <w:p w14:paraId="298287E1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لزملاء</w:t>
            </w:r>
          </w:p>
        </w:tc>
        <w:tc>
          <w:tcPr>
            <w:tcW w:w="473" w:type="dxa"/>
            <w:shd w:val="clear" w:color="auto" w:fill="auto"/>
            <w:vAlign w:val="bottom"/>
          </w:tcPr>
          <w:p w14:paraId="0FA38D5F" w14:textId="77777777" w:rsidR="00B83C2B" w:rsidRPr="00B83C2B" w:rsidRDefault="00B83C2B" w:rsidP="00AE4567">
            <w:pPr>
              <w:pStyle w:val="Bodytext20"/>
              <w:framePr w:w="9048" w:h="9070" w:hRule="exact" w:wrap="notBeside" w:vAnchor="text" w:hAnchor="text" w:xAlign="center" w:y="7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أب</w:t>
            </w:r>
          </w:p>
        </w:tc>
      </w:tr>
    </w:tbl>
    <w:p w14:paraId="2C79C946" w14:textId="77777777" w:rsidR="00B83C2B" w:rsidRPr="00B83C2B" w:rsidRDefault="00B83C2B" w:rsidP="00AE4567">
      <w:pPr>
        <w:framePr w:w="9048" w:h="9070" w:hRule="exact" w:wrap="notBeside" w:vAnchor="text" w:hAnchor="text" w:xAlign="center" w:y="7"/>
        <w:rPr>
          <w:color w:val="0D0D0D" w:themeColor="text1" w:themeTint="F2"/>
          <w:sz w:val="2"/>
          <w:szCs w:val="2"/>
          <w:rtl/>
        </w:rPr>
      </w:pPr>
    </w:p>
    <w:p w14:paraId="572B5154" w14:textId="77777777" w:rsidR="00B83C2B" w:rsidRPr="00B83C2B" w:rsidRDefault="00B83C2B" w:rsidP="00B83C2B">
      <w:pPr>
        <w:rPr>
          <w:color w:val="0D0D0D" w:themeColor="text1" w:themeTint="F2"/>
          <w:sz w:val="2"/>
          <w:szCs w:val="2"/>
          <w:rtl/>
        </w:rPr>
      </w:pPr>
    </w:p>
    <w:tbl>
      <w:tblPr>
        <w:tblOverlap w:val="never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1190"/>
        <w:gridCol w:w="1190"/>
        <w:gridCol w:w="5074"/>
        <w:gridCol w:w="475"/>
      </w:tblGrid>
      <w:tr w:rsidR="00AE4567" w:rsidRPr="00B83C2B" w14:paraId="42876B4B" w14:textId="77777777" w:rsidTr="00AE4567">
        <w:trPr>
          <w:trHeight w:hRule="exact" w:val="345"/>
          <w:jc w:val="center"/>
        </w:trPr>
        <w:tc>
          <w:tcPr>
            <w:tcW w:w="1118" w:type="dxa"/>
            <w:vMerge w:val="restart"/>
            <w:shd w:val="clear" w:color="auto" w:fill="auto"/>
            <w:vAlign w:val="center"/>
          </w:tcPr>
          <w:p w14:paraId="33DBE79F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الدرجة</w:t>
            </w:r>
          </w:p>
          <w:p w14:paraId="16518C04" w14:textId="77777777" w:rsidR="00B83C2B" w:rsidRPr="00B83C2B" w:rsidRDefault="00B83C2B" w:rsidP="004A4658">
            <w:pPr>
              <w:pStyle w:val="Bodytext20"/>
              <w:shd w:val="clear" w:color="auto" w:fill="auto"/>
              <w:spacing w:before="140"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المعطاة</w:t>
            </w:r>
          </w:p>
        </w:tc>
        <w:tc>
          <w:tcPr>
            <w:tcW w:w="2380" w:type="dxa"/>
            <w:gridSpan w:val="2"/>
            <w:shd w:val="clear" w:color="auto" w:fill="auto"/>
            <w:vAlign w:val="center"/>
          </w:tcPr>
          <w:p w14:paraId="51753358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الحد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الاعلى للدرجات</w:t>
            </w:r>
          </w:p>
          <w:p w14:paraId="183F9229" w14:textId="77777777" w:rsidR="00B83C2B" w:rsidRPr="00B83C2B" w:rsidRDefault="00B83C2B" w:rsidP="004A4658">
            <w:pPr>
              <w:pStyle w:val="Bodytext20"/>
              <w:shd w:val="clear" w:color="auto" w:fill="auto"/>
              <w:spacing w:before="160"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أ</w:t>
            </w:r>
          </w:p>
        </w:tc>
        <w:tc>
          <w:tcPr>
            <w:tcW w:w="5074" w:type="dxa"/>
            <w:vMerge w:val="restart"/>
            <w:shd w:val="clear" w:color="auto" w:fill="auto"/>
            <w:vAlign w:val="center"/>
          </w:tcPr>
          <w:p w14:paraId="59D6E48B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العنصر</w:t>
            </w:r>
          </w:p>
        </w:tc>
        <w:tc>
          <w:tcPr>
            <w:tcW w:w="475" w:type="dxa"/>
            <w:vMerge w:val="restart"/>
            <w:shd w:val="clear" w:color="auto" w:fill="auto"/>
            <w:vAlign w:val="center"/>
          </w:tcPr>
          <w:p w14:paraId="240A846F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الفئة</w:t>
            </w:r>
          </w:p>
        </w:tc>
      </w:tr>
      <w:tr w:rsidR="00AE4567" w:rsidRPr="00B83C2B" w14:paraId="33BC524F" w14:textId="77777777" w:rsidTr="00AE4567">
        <w:trPr>
          <w:trHeight w:hRule="exact" w:val="435"/>
          <w:jc w:val="center"/>
        </w:trPr>
        <w:tc>
          <w:tcPr>
            <w:tcW w:w="1118" w:type="dxa"/>
            <w:vMerge/>
            <w:shd w:val="clear" w:color="auto" w:fill="auto"/>
            <w:vAlign w:val="center"/>
          </w:tcPr>
          <w:p w14:paraId="602BF556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116FBCF6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ب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06B0DF3F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أ</w:t>
            </w:r>
          </w:p>
        </w:tc>
        <w:tc>
          <w:tcPr>
            <w:tcW w:w="5074" w:type="dxa"/>
            <w:vMerge/>
            <w:shd w:val="clear" w:color="auto" w:fill="auto"/>
            <w:vAlign w:val="center"/>
          </w:tcPr>
          <w:p w14:paraId="4A711800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475" w:type="dxa"/>
            <w:vMerge/>
            <w:shd w:val="clear" w:color="auto" w:fill="auto"/>
            <w:vAlign w:val="center"/>
          </w:tcPr>
          <w:p w14:paraId="6FB2A6F7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  <w:tr w:rsidR="00AE4567" w:rsidRPr="00B83C2B" w14:paraId="16A26340" w14:textId="77777777" w:rsidTr="00AE4567">
        <w:trPr>
          <w:trHeight w:hRule="exact" w:val="350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5AAE6ED9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70DF65FA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45581E48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٣</w:t>
            </w:r>
          </w:p>
        </w:tc>
        <w:tc>
          <w:tcPr>
            <w:tcW w:w="5074" w:type="dxa"/>
            <w:shd w:val="clear" w:color="auto" w:fill="auto"/>
            <w:vAlign w:val="center"/>
          </w:tcPr>
          <w:p w14:paraId="608E90BD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المراجعين</w:t>
            </w:r>
          </w:p>
        </w:tc>
        <w:tc>
          <w:tcPr>
            <w:tcW w:w="475" w:type="dxa"/>
            <w:shd w:val="clear" w:color="auto" w:fill="auto"/>
            <w:vAlign w:val="center"/>
          </w:tcPr>
          <w:p w14:paraId="585381AB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اب</w:t>
            </w:r>
          </w:p>
        </w:tc>
      </w:tr>
      <w:tr w:rsidR="00AE4567" w:rsidRPr="00B83C2B" w14:paraId="6A80654B" w14:textId="77777777" w:rsidTr="00F73212">
        <w:trPr>
          <w:trHeight w:hRule="exact" w:val="413"/>
          <w:jc w:val="center"/>
        </w:trPr>
        <w:tc>
          <w:tcPr>
            <w:tcW w:w="1118" w:type="dxa"/>
            <w:shd w:val="clear" w:color="auto" w:fill="auto"/>
            <w:vAlign w:val="center"/>
          </w:tcPr>
          <w:p w14:paraId="6EC657D4" w14:textId="77777777" w:rsidR="00B83C2B" w:rsidRPr="00B83C2B" w:rsidRDefault="00B83C2B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14:paraId="4A244817" w14:textId="77777777" w:rsidR="00B83C2B" w:rsidRPr="00B83C2B" w:rsidRDefault="00B83C2B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9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6CEE7FBB" w14:textId="77777777" w:rsidR="00B83C2B" w:rsidRPr="00B83C2B" w:rsidRDefault="00B83C2B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٩</w:t>
            </w:r>
          </w:p>
        </w:tc>
        <w:tc>
          <w:tcPr>
            <w:tcW w:w="5549" w:type="dxa"/>
            <w:gridSpan w:val="2"/>
            <w:shd w:val="clear" w:color="auto" w:fill="auto"/>
            <w:vAlign w:val="center"/>
          </w:tcPr>
          <w:p w14:paraId="14A71FEC" w14:textId="77777777" w:rsidR="00B83C2B" w:rsidRPr="00B83C2B" w:rsidRDefault="00B83C2B" w:rsidP="004A4658">
            <w:pPr>
              <w:bidi w:val="0"/>
              <w:jc w:val="center"/>
              <w:rPr>
                <w:rStyle w:val="Tablecaption4Exact"/>
                <w:color w:val="0D0D0D" w:themeColor="text1" w:themeTint="F2"/>
                <w:rtl/>
              </w:rPr>
            </w:pPr>
            <w:r w:rsidRPr="00B83C2B">
              <w:rPr>
                <w:rStyle w:val="Tablecaption4Exact"/>
                <w:color w:val="0D0D0D" w:themeColor="text1" w:themeTint="F2"/>
                <w:rtl/>
              </w:rPr>
              <w:t>المجم</w:t>
            </w:r>
            <w:r w:rsidR="00AE4567">
              <w:rPr>
                <w:rStyle w:val="Tablecaption4Exact"/>
                <w:rFonts w:hint="cs"/>
                <w:color w:val="0D0D0D" w:themeColor="text1" w:themeTint="F2"/>
                <w:rtl/>
              </w:rPr>
              <w:t>و</w:t>
            </w:r>
            <w:r w:rsidRPr="00B83C2B">
              <w:rPr>
                <w:rStyle w:val="Tablecaption4Exact"/>
                <w:color w:val="0D0D0D" w:themeColor="text1" w:themeTint="F2"/>
                <w:rtl/>
              </w:rPr>
              <w:t>ع</w:t>
            </w:r>
          </w:p>
        </w:tc>
      </w:tr>
    </w:tbl>
    <w:p w14:paraId="5ABACFCD" w14:textId="77777777" w:rsidR="00AE4567" w:rsidRDefault="00AE4567" w:rsidP="00B83C2B">
      <w:pPr>
        <w:bidi w:val="0"/>
        <w:jc w:val="right"/>
        <w:rPr>
          <w:rFonts w:cs="AL-Mohanad"/>
          <w:color w:val="0D0D0D" w:themeColor="text1" w:themeTint="F2"/>
          <w:sz w:val="20"/>
          <w:szCs w:val="20"/>
          <w:rtl/>
        </w:rPr>
      </w:pPr>
    </w:p>
    <w:p w14:paraId="4BC2D858" w14:textId="77777777" w:rsidR="00AE4567" w:rsidRDefault="00AE4567" w:rsidP="00AE4567">
      <w:pPr>
        <w:bidi w:val="0"/>
        <w:jc w:val="right"/>
        <w:rPr>
          <w:rStyle w:val="Tablecaption4Exact"/>
          <w:rFonts w:ascii="Times New Roman" w:eastAsia="Times New Roman" w:hAnsi="Times New Roman"/>
          <w:color w:val="0D0D0D" w:themeColor="text1" w:themeTint="F2"/>
          <w:sz w:val="24"/>
          <w:szCs w:val="24"/>
          <w:u w:val="single"/>
          <w:rtl/>
        </w:rPr>
      </w:pPr>
    </w:p>
    <w:p w14:paraId="0CF27EE4" w14:textId="77777777" w:rsidR="00AE4567" w:rsidRDefault="00AE4567" w:rsidP="00AE4567">
      <w:pPr>
        <w:bidi w:val="0"/>
        <w:jc w:val="right"/>
        <w:rPr>
          <w:rStyle w:val="Tablecaption4Exact"/>
          <w:rFonts w:ascii="Times New Roman" w:eastAsia="Times New Roman" w:hAnsi="Times New Roman"/>
          <w:color w:val="0D0D0D" w:themeColor="text1" w:themeTint="F2"/>
          <w:sz w:val="24"/>
          <w:szCs w:val="24"/>
          <w:u w:val="single"/>
          <w:rtl/>
        </w:rPr>
      </w:pPr>
    </w:p>
    <w:p w14:paraId="4DFA98EA" w14:textId="77777777" w:rsidR="00AE4567" w:rsidRDefault="00AE4567" w:rsidP="00AE4567">
      <w:pPr>
        <w:bidi w:val="0"/>
        <w:jc w:val="right"/>
        <w:rPr>
          <w:rStyle w:val="Tablecaption4Exact"/>
          <w:rFonts w:ascii="Times New Roman" w:eastAsia="Times New Roman" w:hAnsi="Times New Roman"/>
          <w:color w:val="0D0D0D" w:themeColor="text1" w:themeTint="F2"/>
          <w:sz w:val="24"/>
          <w:szCs w:val="24"/>
          <w:u w:val="single"/>
          <w:rtl/>
        </w:rPr>
      </w:pPr>
    </w:p>
    <w:p w14:paraId="21C929AB" w14:textId="77777777" w:rsidR="00AE4567" w:rsidRDefault="00AE4567" w:rsidP="00AE4567">
      <w:pPr>
        <w:bidi w:val="0"/>
        <w:jc w:val="right"/>
        <w:rPr>
          <w:rStyle w:val="Tablecaption4Exact"/>
          <w:rFonts w:ascii="Times New Roman" w:eastAsia="Times New Roman" w:hAnsi="Times New Roman"/>
          <w:color w:val="0D0D0D" w:themeColor="text1" w:themeTint="F2"/>
          <w:sz w:val="24"/>
          <w:szCs w:val="24"/>
          <w:u w:val="single"/>
          <w:rtl/>
        </w:rPr>
      </w:pPr>
    </w:p>
    <w:p w14:paraId="3D5044BC" w14:textId="77777777" w:rsidR="00AE4567" w:rsidRDefault="00AE4567" w:rsidP="00AE4567">
      <w:pPr>
        <w:bidi w:val="0"/>
        <w:jc w:val="right"/>
        <w:rPr>
          <w:rStyle w:val="Tablecaption4Exact"/>
          <w:rFonts w:ascii="Times New Roman" w:eastAsia="Times New Roman" w:hAnsi="Times New Roman"/>
          <w:color w:val="0D0D0D" w:themeColor="text1" w:themeTint="F2"/>
          <w:sz w:val="24"/>
          <w:szCs w:val="24"/>
          <w:u w:val="single"/>
          <w:rtl/>
        </w:rPr>
      </w:pPr>
    </w:p>
    <w:p w14:paraId="4B69C24D" w14:textId="77777777" w:rsidR="00AE4567" w:rsidRDefault="00AE4567" w:rsidP="00AE4567">
      <w:pPr>
        <w:bidi w:val="0"/>
        <w:jc w:val="right"/>
        <w:rPr>
          <w:rStyle w:val="Tablecaption4Exact"/>
          <w:rFonts w:ascii="Times New Roman" w:eastAsia="Times New Roman" w:hAnsi="Times New Roman"/>
          <w:color w:val="0D0D0D" w:themeColor="text1" w:themeTint="F2"/>
          <w:sz w:val="24"/>
          <w:szCs w:val="24"/>
          <w:u w:val="single"/>
          <w:rtl/>
        </w:rPr>
      </w:pPr>
    </w:p>
    <w:p w14:paraId="334FF44B" w14:textId="77777777" w:rsidR="00AE4567" w:rsidRDefault="00AE4567" w:rsidP="00AE4567">
      <w:pPr>
        <w:bidi w:val="0"/>
        <w:jc w:val="right"/>
        <w:rPr>
          <w:rStyle w:val="Tablecaption4Exact"/>
          <w:rFonts w:ascii="Times New Roman" w:eastAsia="Times New Roman" w:hAnsi="Times New Roman"/>
          <w:color w:val="0D0D0D" w:themeColor="text1" w:themeTint="F2"/>
          <w:sz w:val="24"/>
          <w:szCs w:val="24"/>
          <w:u w:val="single"/>
          <w:rtl/>
        </w:rPr>
      </w:pPr>
    </w:p>
    <w:p w14:paraId="1D5B9F70" w14:textId="77777777" w:rsidR="00B83C2B" w:rsidRPr="00B83C2B" w:rsidRDefault="00B83C2B" w:rsidP="00AE4567">
      <w:pPr>
        <w:bidi w:val="0"/>
        <w:jc w:val="right"/>
        <w:rPr>
          <w:rFonts w:cs="AL-Mohanad"/>
          <w:color w:val="0D0D0D" w:themeColor="text1" w:themeTint="F2"/>
          <w:sz w:val="20"/>
          <w:szCs w:val="20"/>
          <w:rtl/>
        </w:rPr>
      </w:pPr>
      <w:r w:rsidRPr="00B83C2B">
        <w:rPr>
          <w:rStyle w:val="Tablecaption4Exact"/>
          <w:rFonts w:hint="cs"/>
          <w:color w:val="0D0D0D" w:themeColor="text1" w:themeTint="F2"/>
          <w:sz w:val="24"/>
          <w:szCs w:val="24"/>
          <w:u w:val="single"/>
          <w:rtl/>
        </w:rPr>
        <w:t xml:space="preserve">الثالث مجموع الدرجات  و التقدير </w:t>
      </w:r>
      <w:r w:rsidRPr="00B83C2B">
        <w:rPr>
          <w:rStyle w:val="Tablecaption4Exact"/>
          <w:rFonts w:hint="cs"/>
          <w:color w:val="0D0D0D" w:themeColor="text1" w:themeTint="F2"/>
          <w:sz w:val="24"/>
          <w:szCs w:val="24"/>
          <w:u w:val="single"/>
          <w:rtl/>
        </w:rPr>
        <w:br/>
      </w:r>
    </w:p>
    <w:tbl>
      <w:tblPr>
        <w:tblOverlap w:val="never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3"/>
        <w:gridCol w:w="2083"/>
        <w:gridCol w:w="2414"/>
        <w:gridCol w:w="2405"/>
      </w:tblGrid>
      <w:tr w:rsidR="008C4FF1" w:rsidRPr="00B83C2B" w14:paraId="4C39DFE5" w14:textId="77777777" w:rsidTr="008C4FF1">
        <w:trPr>
          <w:trHeight w:hRule="exact" w:val="797"/>
          <w:jc w:val="center"/>
        </w:trPr>
        <w:tc>
          <w:tcPr>
            <w:tcW w:w="3003" w:type="dxa"/>
            <w:shd w:val="clear" w:color="auto" w:fill="auto"/>
            <w:vAlign w:val="center"/>
          </w:tcPr>
          <w:p w14:paraId="5F005C62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درجات الاداء 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الوظيفي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2BE50D7E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درجات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 الصفات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0D437836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د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رج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ات العلاقات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7067767F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المجموع الكلى (الدرجة النهائية)</w:t>
            </w:r>
          </w:p>
        </w:tc>
      </w:tr>
      <w:tr w:rsidR="008C4FF1" w:rsidRPr="00B83C2B" w14:paraId="4E8954D5" w14:textId="77777777" w:rsidTr="008C4FF1">
        <w:trPr>
          <w:trHeight w:hRule="exact" w:val="662"/>
          <w:jc w:val="center"/>
        </w:trPr>
        <w:tc>
          <w:tcPr>
            <w:tcW w:w="3003" w:type="dxa"/>
            <w:shd w:val="clear" w:color="auto" w:fill="auto"/>
          </w:tcPr>
          <w:p w14:paraId="634F3479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2083" w:type="dxa"/>
            <w:shd w:val="clear" w:color="auto" w:fill="auto"/>
          </w:tcPr>
          <w:p w14:paraId="709CEF74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2414" w:type="dxa"/>
            <w:shd w:val="clear" w:color="auto" w:fill="auto"/>
          </w:tcPr>
          <w:p w14:paraId="4F9B2BC0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2405" w:type="dxa"/>
            <w:shd w:val="clear" w:color="auto" w:fill="auto"/>
          </w:tcPr>
          <w:p w14:paraId="0EEA5346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</w:tbl>
    <w:p w14:paraId="05885642" w14:textId="77777777" w:rsidR="00B83C2B" w:rsidRPr="00B83C2B" w:rsidRDefault="00B83C2B" w:rsidP="00B83C2B">
      <w:pPr>
        <w:pStyle w:val="Bodytext20"/>
        <w:shd w:val="clear" w:color="auto" w:fill="auto"/>
        <w:spacing w:after="0" w:line="224" w:lineRule="exact"/>
        <w:jc w:val="center"/>
        <w:rPr>
          <w:rStyle w:val="Bodytext2Arial10pt"/>
          <w:color w:val="0D0D0D" w:themeColor="text1" w:themeTint="F2"/>
          <w:rtl/>
        </w:rPr>
      </w:pPr>
    </w:p>
    <w:tbl>
      <w:tblPr>
        <w:tblOverlap w:val="never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1421"/>
        <w:gridCol w:w="1824"/>
        <w:gridCol w:w="1925"/>
        <w:gridCol w:w="1930"/>
      </w:tblGrid>
      <w:tr w:rsidR="008C4FF1" w:rsidRPr="00B83C2B" w14:paraId="205F1D86" w14:textId="77777777" w:rsidTr="008C4FF1">
        <w:trPr>
          <w:trHeight w:hRule="exact" w:val="797"/>
          <w:jc w:val="center"/>
        </w:trPr>
        <w:tc>
          <w:tcPr>
            <w:tcW w:w="2789" w:type="dxa"/>
            <w:shd w:val="clear" w:color="auto" w:fill="auto"/>
            <w:vAlign w:val="center"/>
          </w:tcPr>
          <w:p w14:paraId="5A61E483" w14:textId="77777777" w:rsidR="00B83C2B" w:rsidRPr="00B83C2B" w:rsidRDefault="00B83C2B" w:rsidP="008C4FF1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غير مرضي </w:t>
            </w:r>
            <w:r w:rsidR="008C4FF1">
              <w:rPr>
                <w:rStyle w:val="Bodytext2Arial10pt"/>
                <w:color w:val="0D0D0D" w:themeColor="text1" w:themeTint="F2"/>
                <w:rtl/>
              </w:rPr>
              <w:t>(</w:t>
            </w:r>
            <w:r w:rsidR="008C4FF1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أقل 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من٦٠)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8885AD1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مرضي (٦٠</w:t>
            </w: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 xml:space="preserve"> -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 xml:space="preserve"> ٦٩)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210ECFA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جيد (٧٠-٧٩)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E5FFFC5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color w:val="0D0D0D" w:themeColor="text1" w:themeTint="F2"/>
                <w:rtl/>
              </w:rPr>
              <w:t>جيد جدا (٨٠-٨٩)</w:t>
            </w:r>
          </w:p>
        </w:tc>
        <w:tc>
          <w:tcPr>
            <w:tcW w:w="1930" w:type="dxa"/>
            <w:shd w:val="clear" w:color="auto" w:fill="auto"/>
            <w:vAlign w:val="center"/>
          </w:tcPr>
          <w:p w14:paraId="43E4174F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  <w:r w:rsidRPr="00B83C2B">
              <w:rPr>
                <w:rStyle w:val="Bodytext2Arial10pt"/>
                <w:rFonts w:hint="cs"/>
                <w:color w:val="0D0D0D" w:themeColor="text1" w:themeTint="F2"/>
                <w:rtl/>
              </w:rPr>
              <w:t>مم</w:t>
            </w:r>
            <w:r w:rsidRPr="00B83C2B">
              <w:rPr>
                <w:rStyle w:val="Bodytext2Arial10pt"/>
                <w:color w:val="0D0D0D" w:themeColor="text1" w:themeTint="F2"/>
                <w:rtl/>
              </w:rPr>
              <w:t>تاز (٩٠-١٠٠)</w:t>
            </w:r>
          </w:p>
        </w:tc>
      </w:tr>
      <w:tr w:rsidR="008C4FF1" w:rsidRPr="00B83C2B" w14:paraId="6BEDBDFE" w14:textId="77777777" w:rsidTr="008C4FF1">
        <w:trPr>
          <w:trHeight w:hRule="exact" w:val="667"/>
          <w:jc w:val="center"/>
        </w:trPr>
        <w:tc>
          <w:tcPr>
            <w:tcW w:w="2789" w:type="dxa"/>
            <w:shd w:val="clear" w:color="auto" w:fill="auto"/>
          </w:tcPr>
          <w:p w14:paraId="7BFC5FC3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421" w:type="dxa"/>
            <w:shd w:val="clear" w:color="auto" w:fill="auto"/>
          </w:tcPr>
          <w:p w14:paraId="1BF2C3FD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824" w:type="dxa"/>
            <w:shd w:val="clear" w:color="auto" w:fill="auto"/>
          </w:tcPr>
          <w:p w14:paraId="4B557609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925" w:type="dxa"/>
            <w:shd w:val="clear" w:color="auto" w:fill="auto"/>
          </w:tcPr>
          <w:p w14:paraId="289E08CB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  <w:tc>
          <w:tcPr>
            <w:tcW w:w="1930" w:type="dxa"/>
            <w:shd w:val="clear" w:color="auto" w:fill="auto"/>
          </w:tcPr>
          <w:p w14:paraId="51C41F33" w14:textId="77777777" w:rsidR="00B83C2B" w:rsidRPr="00B83C2B" w:rsidRDefault="00B83C2B" w:rsidP="004A4658">
            <w:pPr>
              <w:pStyle w:val="Bodytext20"/>
              <w:shd w:val="clear" w:color="auto" w:fill="auto"/>
              <w:spacing w:after="0" w:line="224" w:lineRule="exact"/>
              <w:jc w:val="center"/>
              <w:rPr>
                <w:rStyle w:val="Bodytext2Arial10pt"/>
                <w:color w:val="0D0D0D" w:themeColor="text1" w:themeTint="F2"/>
                <w:rtl/>
              </w:rPr>
            </w:pPr>
          </w:p>
        </w:tc>
      </w:tr>
    </w:tbl>
    <w:p w14:paraId="1A9EAAA4" w14:textId="77777777" w:rsidR="00B83C2B" w:rsidRPr="00B83C2B" w:rsidRDefault="00B83C2B" w:rsidP="00B83C2B">
      <w:pPr>
        <w:bidi w:val="0"/>
        <w:jc w:val="right"/>
        <w:rPr>
          <w:rStyle w:val="Tablecaption4Exact"/>
          <w:color w:val="0D0D0D" w:themeColor="text1" w:themeTint="F2"/>
          <w:sz w:val="24"/>
          <w:szCs w:val="24"/>
          <w:u w:val="single"/>
          <w:rtl/>
        </w:rPr>
      </w:pPr>
    </w:p>
    <w:p w14:paraId="540528AC" w14:textId="77777777" w:rsidR="00B83C2B" w:rsidRPr="00B83C2B" w:rsidRDefault="00B83C2B" w:rsidP="00EE2856">
      <w:pPr>
        <w:bidi w:val="0"/>
        <w:jc w:val="right"/>
        <w:rPr>
          <w:rStyle w:val="Tablecaption4Exact"/>
          <w:color w:val="0D0D0D" w:themeColor="text1" w:themeTint="F2"/>
          <w:sz w:val="24"/>
          <w:szCs w:val="24"/>
          <w:u w:val="single"/>
          <w:rtl/>
        </w:rPr>
      </w:pPr>
      <w:r w:rsidRPr="00B83C2B">
        <w:rPr>
          <w:rStyle w:val="Tablecaption4Exact"/>
          <w:color w:val="0D0D0D" w:themeColor="text1" w:themeTint="F2"/>
          <w:sz w:val="24"/>
          <w:szCs w:val="24"/>
          <w:u w:val="single"/>
          <w:rtl/>
        </w:rPr>
        <w:t>الرابع</w:t>
      </w:r>
      <w:r w:rsidR="00EE2856">
        <w:rPr>
          <w:rStyle w:val="Tablecaption4Exact"/>
          <w:rFonts w:hint="cs"/>
          <w:color w:val="0D0D0D" w:themeColor="text1" w:themeTint="F2"/>
          <w:sz w:val="24"/>
          <w:szCs w:val="24"/>
          <w:u w:val="single"/>
          <w:rtl/>
        </w:rPr>
        <w:t xml:space="preserve">: </w:t>
      </w:r>
      <w:r w:rsidRPr="00B83C2B">
        <w:rPr>
          <w:rStyle w:val="Tablecaption4Exact"/>
          <w:color w:val="0D0D0D" w:themeColor="text1" w:themeTint="F2"/>
          <w:sz w:val="24"/>
          <w:szCs w:val="24"/>
          <w:u w:val="single"/>
          <w:rtl/>
        </w:rPr>
        <w:t xml:space="preserve"> ملحوظات عامة</w:t>
      </w:r>
    </w:p>
    <w:p w14:paraId="64F6392E" w14:textId="77777777" w:rsidR="00B83C2B" w:rsidRPr="00B83C2B" w:rsidRDefault="00B83C2B" w:rsidP="00B83C2B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1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844"/>
        <w:gridCol w:w="5140"/>
      </w:tblGrid>
      <w:tr w:rsidR="008C4FF1" w14:paraId="77AF8E70" w14:textId="77777777" w:rsidTr="008C4FF1">
        <w:tc>
          <w:tcPr>
            <w:tcW w:w="9984" w:type="dxa"/>
            <w:gridSpan w:val="2"/>
          </w:tcPr>
          <w:p w14:paraId="54FC8CBA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jc w:val="center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مواطن قوة ومواطن ضعف ترى أهمية إضافتها</w:t>
            </w:r>
          </w:p>
        </w:tc>
      </w:tr>
      <w:tr w:rsidR="008C4FF1" w14:paraId="3829EBAA" w14:textId="77777777" w:rsidTr="008C4FF1">
        <w:trPr>
          <w:trHeight w:val="735"/>
        </w:trPr>
        <w:tc>
          <w:tcPr>
            <w:tcW w:w="9984" w:type="dxa"/>
            <w:gridSpan w:val="2"/>
          </w:tcPr>
          <w:p w14:paraId="24F85AD8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مواطن القوة: (إنجازات أو نشاطات أخرى يتميز بها و لم تشتمل عليها العناصر السابقة)</w:t>
            </w:r>
          </w:p>
          <w:p w14:paraId="66C1E98E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8C4FF1" w14:paraId="2101F882" w14:textId="77777777" w:rsidTr="008C4FF1">
        <w:trPr>
          <w:trHeight w:val="735"/>
        </w:trPr>
        <w:tc>
          <w:tcPr>
            <w:tcW w:w="9984" w:type="dxa"/>
            <w:gridSpan w:val="2"/>
          </w:tcPr>
          <w:p w14:paraId="3B42B4FF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مواطن الضعف: (جوانب سلبية يتصف بها و تؤثر على عمله دون أن يكون هناك تكرار للعناصر السابقة)</w:t>
            </w:r>
          </w:p>
          <w:p w14:paraId="0926651E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8C4FF1" w14:paraId="235E986B" w14:textId="77777777" w:rsidTr="008C4FF1">
        <w:trPr>
          <w:trHeight w:val="735"/>
        </w:trPr>
        <w:tc>
          <w:tcPr>
            <w:tcW w:w="9984" w:type="dxa"/>
            <w:gridSpan w:val="2"/>
          </w:tcPr>
          <w:p w14:paraId="63A74713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التوجيهات و التوصيات العامة لتطوير قدراته: (إن وجدت)</w:t>
            </w:r>
          </w:p>
        </w:tc>
      </w:tr>
      <w:tr w:rsidR="008C4FF1" w14:paraId="7AFBA891" w14:textId="77777777" w:rsidTr="008C4FF1">
        <w:trPr>
          <w:trHeight w:val="735"/>
        </w:trPr>
        <w:tc>
          <w:tcPr>
            <w:tcW w:w="9984" w:type="dxa"/>
            <w:gridSpan w:val="2"/>
            <w:tcBorders>
              <w:bottom w:val="single" w:sz="18" w:space="0" w:color="auto"/>
            </w:tcBorders>
          </w:tcPr>
          <w:p w14:paraId="7F0A05A7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رأي معد التقرير</w:t>
            </w:r>
          </w:p>
          <w:p w14:paraId="3E87CE21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8C4FF1" w14:paraId="4E1536FD" w14:textId="77777777" w:rsidTr="008C4FF1">
        <w:trPr>
          <w:trHeight w:val="197"/>
        </w:trPr>
        <w:tc>
          <w:tcPr>
            <w:tcW w:w="4844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237EC80D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الوظيفة:</w:t>
            </w:r>
          </w:p>
        </w:tc>
        <w:tc>
          <w:tcPr>
            <w:tcW w:w="514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51CD5A7C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الأسم:</w:t>
            </w:r>
          </w:p>
        </w:tc>
      </w:tr>
      <w:tr w:rsidR="008C4FF1" w14:paraId="6A51A3D9" w14:textId="77777777" w:rsidTr="008C4FF1">
        <w:trPr>
          <w:trHeight w:val="197"/>
        </w:trPr>
        <w:tc>
          <w:tcPr>
            <w:tcW w:w="484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1EEB6FFD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 xml:space="preserve">التاريخ: </w:t>
            </w:r>
          </w:p>
        </w:tc>
        <w:tc>
          <w:tcPr>
            <w:tcW w:w="514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4933FBDA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التوقيع:</w:t>
            </w:r>
          </w:p>
        </w:tc>
      </w:tr>
      <w:tr w:rsidR="008C4FF1" w14:paraId="45741BFA" w14:textId="77777777" w:rsidTr="008C4FF1">
        <w:trPr>
          <w:trHeight w:val="197"/>
        </w:trPr>
        <w:tc>
          <w:tcPr>
            <w:tcW w:w="9984" w:type="dxa"/>
            <w:gridSpan w:val="2"/>
            <w:tcBorders>
              <w:top w:val="single" w:sz="18" w:space="0" w:color="auto"/>
            </w:tcBorders>
            <w:vAlign w:val="center"/>
          </w:tcPr>
          <w:p w14:paraId="5907AAE0" w14:textId="77777777" w:rsidR="008C4FF1" w:rsidRPr="008C4FF1" w:rsidRDefault="008C4FF1" w:rsidP="008C4FF1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ملحوظات معتمد التقرير</w:t>
            </w:r>
          </w:p>
          <w:p w14:paraId="1633348F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</w:p>
        </w:tc>
      </w:tr>
      <w:tr w:rsidR="008C4FF1" w14:paraId="4B3FCBC3" w14:textId="77777777" w:rsidTr="008C4FF1">
        <w:trPr>
          <w:trHeight w:val="197"/>
        </w:trPr>
        <w:tc>
          <w:tcPr>
            <w:tcW w:w="4844" w:type="dxa"/>
            <w:vAlign w:val="center"/>
          </w:tcPr>
          <w:p w14:paraId="12623158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الوظيفة:</w:t>
            </w:r>
          </w:p>
        </w:tc>
        <w:tc>
          <w:tcPr>
            <w:tcW w:w="5140" w:type="dxa"/>
            <w:vAlign w:val="center"/>
          </w:tcPr>
          <w:p w14:paraId="5C0BC98B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الأسم:</w:t>
            </w:r>
          </w:p>
        </w:tc>
      </w:tr>
      <w:tr w:rsidR="008C4FF1" w14:paraId="1D970E62" w14:textId="77777777" w:rsidTr="008C4FF1">
        <w:trPr>
          <w:trHeight w:val="197"/>
        </w:trPr>
        <w:tc>
          <w:tcPr>
            <w:tcW w:w="4844" w:type="dxa"/>
            <w:vAlign w:val="center"/>
          </w:tcPr>
          <w:p w14:paraId="6978D1C0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 xml:space="preserve">التاريخ: </w:t>
            </w:r>
          </w:p>
        </w:tc>
        <w:tc>
          <w:tcPr>
            <w:tcW w:w="5140" w:type="dxa"/>
            <w:vAlign w:val="center"/>
          </w:tcPr>
          <w:p w14:paraId="5B13B1C1" w14:textId="77777777" w:rsidR="008C4FF1" w:rsidRPr="008C4FF1" w:rsidRDefault="008C4FF1" w:rsidP="004A4658">
            <w:pPr>
              <w:tabs>
                <w:tab w:val="left" w:pos="515"/>
              </w:tabs>
              <w:spacing w:line="360" w:lineRule="auto"/>
              <w:rPr>
                <w:rFonts w:cs="AL-Mohanad"/>
                <w:b/>
                <w:bCs/>
                <w:color w:val="0D0D0D" w:themeColor="text1" w:themeTint="F2"/>
                <w:sz w:val="24"/>
                <w:szCs w:val="24"/>
                <w:rtl/>
              </w:rPr>
            </w:pPr>
            <w:r w:rsidRPr="008C4FF1">
              <w:rPr>
                <w:rFonts w:cs="AL-Mohanad" w:hint="cs"/>
                <w:b/>
                <w:bCs/>
                <w:color w:val="0D0D0D" w:themeColor="text1" w:themeTint="F2"/>
                <w:sz w:val="24"/>
                <w:szCs w:val="24"/>
                <w:rtl/>
              </w:rPr>
              <w:t>التوقيع:</w:t>
            </w:r>
          </w:p>
        </w:tc>
      </w:tr>
    </w:tbl>
    <w:p w14:paraId="470F9434" w14:textId="77777777" w:rsidR="00B83C2B" w:rsidRPr="00B83C2B" w:rsidRDefault="00B83C2B" w:rsidP="00B83C2B">
      <w:pPr>
        <w:tabs>
          <w:tab w:val="left" w:pos="515"/>
        </w:tabs>
        <w:spacing w:line="360" w:lineRule="auto"/>
        <w:jc w:val="center"/>
        <w:rPr>
          <w:rFonts w:cs="AL-Mohanad"/>
          <w:color w:val="0D0D0D" w:themeColor="text1" w:themeTint="F2"/>
          <w:sz w:val="20"/>
          <w:szCs w:val="20"/>
          <w:rtl/>
        </w:rPr>
      </w:pPr>
    </w:p>
    <w:p w14:paraId="3BB5571F" w14:textId="77777777" w:rsidR="00B83C2B" w:rsidRPr="00B83C2B" w:rsidRDefault="00B83C2B" w:rsidP="008C4FF1">
      <w:pPr>
        <w:tabs>
          <w:tab w:val="left" w:pos="515"/>
        </w:tabs>
        <w:spacing w:line="360" w:lineRule="auto"/>
        <w:rPr>
          <w:rFonts w:cs="AL-Mohanad"/>
          <w:color w:val="0D0D0D" w:themeColor="text1" w:themeTint="F2"/>
          <w:sz w:val="20"/>
          <w:szCs w:val="20"/>
          <w:rtl/>
        </w:rPr>
      </w:pPr>
    </w:p>
    <w:p w14:paraId="36DC1DFF" w14:textId="77777777" w:rsidR="00B83C2B" w:rsidRPr="008C4FF1" w:rsidRDefault="00B83C2B" w:rsidP="00B83C2B">
      <w:pPr>
        <w:tabs>
          <w:tab w:val="left" w:pos="1213"/>
        </w:tabs>
        <w:spacing w:line="360" w:lineRule="auto"/>
        <w:ind w:left="515"/>
        <w:rPr>
          <w:rFonts w:cs="AL-Mohanad"/>
          <w:color w:val="0D0D0D" w:themeColor="text1" w:themeTint="F2"/>
          <w:sz w:val="20"/>
          <w:szCs w:val="20"/>
          <w:rtl/>
        </w:rPr>
      </w:pPr>
      <w:r w:rsidRPr="008C4FF1">
        <w:rPr>
          <w:rFonts w:cs="AL-Mohanad"/>
          <w:color w:val="0D0D0D" w:themeColor="text1" w:themeTint="F2"/>
          <w:sz w:val="20"/>
          <w:szCs w:val="20"/>
          <w:rtl/>
        </w:rPr>
        <w:t>ف</w:t>
      </w:r>
      <w:r w:rsidRPr="008C4FF1">
        <w:rPr>
          <w:rFonts w:cs="AL-Mohanad" w:hint="cs"/>
          <w:color w:val="0D0D0D" w:themeColor="text1" w:themeTint="F2"/>
          <w:sz w:val="20"/>
          <w:szCs w:val="20"/>
          <w:rtl/>
        </w:rPr>
        <w:t>ئ</w:t>
      </w:r>
      <w:r w:rsidRPr="008C4FF1">
        <w:rPr>
          <w:rFonts w:cs="AL-Mohanad"/>
          <w:color w:val="0D0D0D" w:themeColor="text1" w:themeTint="F2"/>
          <w:sz w:val="20"/>
          <w:szCs w:val="20"/>
          <w:rtl/>
        </w:rPr>
        <w:t>ة (ا) ت</w:t>
      </w:r>
      <w:r w:rsidRPr="008C4FF1">
        <w:rPr>
          <w:rFonts w:cs="AL-Mohanad" w:hint="cs"/>
          <w:color w:val="0D0D0D" w:themeColor="text1" w:themeTint="F2"/>
          <w:sz w:val="20"/>
          <w:szCs w:val="20"/>
          <w:rtl/>
        </w:rPr>
        <w:t>خص</w:t>
      </w:r>
      <w:r w:rsidRPr="008C4FF1">
        <w:rPr>
          <w:rFonts w:cs="AL-Mohanad"/>
          <w:color w:val="0D0D0D" w:themeColor="text1" w:themeTint="F2"/>
          <w:sz w:val="20"/>
          <w:szCs w:val="20"/>
          <w:rtl/>
        </w:rPr>
        <w:t xml:space="preserve"> الموظفين شاغلي المراتب (١١-١٣) </w:t>
      </w:r>
      <w:r w:rsidRPr="008C4FF1">
        <w:rPr>
          <w:rFonts w:cs="AL-Mohanad" w:hint="cs"/>
          <w:color w:val="0D0D0D" w:themeColor="text1" w:themeTint="F2"/>
          <w:sz w:val="20"/>
          <w:szCs w:val="20"/>
          <w:rtl/>
        </w:rPr>
        <w:t xml:space="preserve">التنفيذية </w:t>
      </w:r>
      <w:r w:rsidRPr="008C4FF1">
        <w:rPr>
          <w:rFonts w:cs="AL-Mohanad"/>
          <w:color w:val="0D0D0D" w:themeColor="text1" w:themeTint="F2"/>
          <w:sz w:val="20"/>
          <w:szCs w:val="20"/>
          <w:rtl/>
        </w:rPr>
        <w:t>(الإدارية)</w:t>
      </w:r>
      <w:r w:rsidRPr="008C4FF1">
        <w:rPr>
          <w:rFonts w:cs="AL-Mohanad" w:hint="cs"/>
          <w:color w:val="0D0D0D" w:themeColor="text1" w:themeTint="F2"/>
          <w:sz w:val="20"/>
          <w:szCs w:val="20"/>
          <w:rtl/>
        </w:rPr>
        <w:t xml:space="preserve">  1 0 / 1426هـ</w:t>
      </w:r>
      <w:r w:rsidRPr="008C4FF1">
        <w:rPr>
          <w:rFonts w:cs="AL-Mohanad"/>
          <w:color w:val="0D0D0D" w:themeColor="text1" w:themeTint="F2"/>
          <w:sz w:val="20"/>
          <w:szCs w:val="20"/>
          <w:rtl/>
        </w:rPr>
        <w:t xml:space="preserve">) </w:t>
      </w:r>
    </w:p>
    <w:p w14:paraId="3577A265" w14:textId="77777777" w:rsidR="00B83C2B" w:rsidRPr="008C4FF1" w:rsidRDefault="00B83C2B" w:rsidP="00B83C2B">
      <w:pPr>
        <w:tabs>
          <w:tab w:val="left" w:pos="1213"/>
        </w:tabs>
        <w:spacing w:line="360" w:lineRule="auto"/>
        <w:ind w:left="515"/>
        <w:rPr>
          <w:rFonts w:cs="AL-Mohanad"/>
          <w:color w:val="0D0D0D" w:themeColor="text1" w:themeTint="F2"/>
          <w:sz w:val="20"/>
          <w:szCs w:val="20"/>
          <w:rtl/>
        </w:rPr>
      </w:pPr>
      <w:r w:rsidRPr="008C4FF1">
        <w:rPr>
          <w:rFonts w:cs="AL-Mohanad"/>
          <w:color w:val="0D0D0D" w:themeColor="text1" w:themeTint="F2"/>
          <w:sz w:val="20"/>
          <w:szCs w:val="20"/>
          <w:rtl/>
        </w:rPr>
        <w:t>ف</w:t>
      </w:r>
      <w:r w:rsidRPr="008C4FF1">
        <w:rPr>
          <w:rFonts w:cs="AL-Mohanad" w:hint="cs"/>
          <w:color w:val="0D0D0D" w:themeColor="text1" w:themeTint="F2"/>
          <w:sz w:val="20"/>
          <w:szCs w:val="20"/>
          <w:rtl/>
        </w:rPr>
        <w:t>ئ</w:t>
      </w:r>
      <w:r w:rsidRPr="008C4FF1">
        <w:rPr>
          <w:rFonts w:cs="AL-Mohanad"/>
          <w:color w:val="0D0D0D" w:themeColor="text1" w:themeTint="F2"/>
          <w:sz w:val="20"/>
          <w:szCs w:val="20"/>
          <w:rtl/>
        </w:rPr>
        <w:t>ة (ب) ت</w:t>
      </w:r>
      <w:r w:rsidRPr="008C4FF1">
        <w:rPr>
          <w:rFonts w:cs="AL-Mohanad" w:hint="cs"/>
          <w:color w:val="0D0D0D" w:themeColor="text1" w:themeTint="F2"/>
          <w:sz w:val="20"/>
          <w:szCs w:val="20"/>
          <w:rtl/>
        </w:rPr>
        <w:t>خص</w:t>
      </w:r>
      <w:r w:rsidRPr="008C4FF1">
        <w:rPr>
          <w:rFonts w:cs="AL-Mohanad"/>
          <w:color w:val="0D0D0D" w:themeColor="text1" w:themeTint="F2"/>
          <w:sz w:val="20"/>
          <w:szCs w:val="20"/>
          <w:rtl/>
        </w:rPr>
        <w:t xml:space="preserve"> الموظفين شاغلي المراتب العاشرة فما دون</w:t>
      </w:r>
    </w:p>
    <w:p w14:paraId="499DBF9A" w14:textId="77777777" w:rsidR="003C2673" w:rsidRPr="00B83C2B" w:rsidRDefault="003C2673" w:rsidP="008C4FF1">
      <w:pPr>
        <w:ind w:right="-851"/>
        <w:rPr>
          <w:color w:val="0D0D0D" w:themeColor="text1" w:themeTint="F2"/>
          <w:szCs w:val="36"/>
          <w:rtl/>
        </w:rPr>
      </w:pPr>
    </w:p>
    <w:sectPr w:rsidR="003C2673" w:rsidRPr="00B83C2B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F352" w14:textId="77777777" w:rsidR="00FD7FD2" w:rsidRDefault="00FD7FD2" w:rsidP="000B54C1">
      <w:r>
        <w:separator/>
      </w:r>
    </w:p>
  </w:endnote>
  <w:endnote w:type="continuationSeparator" w:id="0">
    <w:p w14:paraId="0752C823" w14:textId="77777777" w:rsidR="00FD7FD2" w:rsidRDefault="00FD7FD2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Arial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3550D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2AD95" w14:textId="77777777" w:rsidR="00FD7FD2" w:rsidRDefault="00FD7FD2" w:rsidP="000B54C1">
      <w:r>
        <w:separator/>
      </w:r>
    </w:p>
  </w:footnote>
  <w:footnote w:type="continuationSeparator" w:id="0">
    <w:p w14:paraId="12CB8E6D" w14:textId="77777777" w:rsidR="00FD7FD2" w:rsidRDefault="00FD7FD2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3323B8C" w14:textId="77777777" w:rsidTr="005302DE">
      <w:tc>
        <w:tcPr>
          <w:tcW w:w="3402" w:type="dxa"/>
          <w:vAlign w:val="center"/>
        </w:tcPr>
        <w:p w14:paraId="0CE3C5EC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ABB4F21" wp14:editId="5ED7941B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2C9CAB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5F830CDC" w14:textId="0E135588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473069">
            <w:rPr>
              <w:rFonts w:cs="AL-Mohanad" w:hint="cs"/>
              <w:sz w:val="22"/>
              <w:szCs w:val="22"/>
              <w:rtl/>
            </w:rPr>
            <w:t>...........</w:t>
          </w:r>
        </w:p>
        <w:p w14:paraId="41912B5D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793967A6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F59B7F6" wp14:editId="7FF31E46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2A4A357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7BF271F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1F0C13F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D66936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4923553B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63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C2B"/>
    <w:rsid w:val="000168AB"/>
    <w:rsid w:val="000417CD"/>
    <w:rsid w:val="000B54C1"/>
    <w:rsid w:val="0012662B"/>
    <w:rsid w:val="001D0A7D"/>
    <w:rsid w:val="002824FF"/>
    <w:rsid w:val="002F57A0"/>
    <w:rsid w:val="002F63D9"/>
    <w:rsid w:val="00332D9C"/>
    <w:rsid w:val="00341DA8"/>
    <w:rsid w:val="003942ED"/>
    <w:rsid w:val="003C2673"/>
    <w:rsid w:val="004050BF"/>
    <w:rsid w:val="00473069"/>
    <w:rsid w:val="004D4A0E"/>
    <w:rsid w:val="004F62EE"/>
    <w:rsid w:val="005275B1"/>
    <w:rsid w:val="005302DE"/>
    <w:rsid w:val="00565997"/>
    <w:rsid w:val="0057349D"/>
    <w:rsid w:val="00674CBA"/>
    <w:rsid w:val="0068143D"/>
    <w:rsid w:val="006E0A53"/>
    <w:rsid w:val="006E0D08"/>
    <w:rsid w:val="00726AB7"/>
    <w:rsid w:val="00726C3F"/>
    <w:rsid w:val="007346C0"/>
    <w:rsid w:val="007A0ADD"/>
    <w:rsid w:val="00886A39"/>
    <w:rsid w:val="008A1DCE"/>
    <w:rsid w:val="008C4FF1"/>
    <w:rsid w:val="008E6B73"/>
    <w:rsid w:val="009C0A5D"/>
    <w:rsid w:val="00A345C3"/>
    <w:rsid w:val="00A765CF"/>
    <w:rsid w:val="00AE4567"/>
    <w:rsid w:val="00B5378A"/>
    <w:rsid w:val="00B83C2B"/>
    <w:rsid w:val="00D472F1"/>
    <w:rsid w:val="00EB5EB7"/>
    <w:rsid w:val="00EE2856"/>
    <w:rsid w:val="00F36145"/>
    <w:rsid w:val="00F661A9"/>
    <w:rsid w:val="00F73212"/>
    <w:rsid w:val="00FD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91292"/>
  <w15:docId w15:val="{AFC62F4E-7E9F-4A2D-92FA-F7BFF520F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B83C2B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83C2B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Bodytext2Arial10pt">
    <w:name w:val="Body text (2) + Arial;10 pt"/>
    <w:rsid w:val="00B83C2B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  <w:style w:type="character" w:customStyle="1" w:styleId="Tablecaption4Exact">
    <w:name w:val="Table caption (4) Exact"/>
    <w:basedOn w:val="DefaultParagraphFont"/>
    <w:rsid w:val="00B83C2B"/>
    <w:rPr>
      <w:rFonts w:ascii="Arial" w:eastAsia="Arial" w:hAnsi="Arial" w:cs="Arial"/>
      <w:b/>
      <w:bCs/>
      <w:i w:val="0"/>
      <w:iCs w:val="0"/>
      <w:smallCaps w:val="0"/>
      <w:strike w:val="0"/>
      <w:color w:val="404142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نمووذج.dotx</Template>
  <TotalTime>34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2017-04-29T17:42:00Z</dcterms:created>
  <dcterms:modified xsi:type="dcterms:W3CDTF">2025-05-16T14:55:00Z</dcterms:modified>
</cp:coreProperties>
</file>