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7E65809" w14:textId="77777777" w:rsidTr="00DB6303">
        <w:tc>
          <w:tcPr>
            <w:tcW w:w="10005" w:type="dxa"/>
          </w:tcPr>
          <w:p w14:paraId="4BDDD2A1" w14:textId="77777777" w:rsidR="005302DE" w:rsidRPr="008A4703" w:rsidRDefault="008A4703" w:rsidP="00E936DC">
            <w:pPr>
              <w:tabs>
                <w:tab w:val="left" w:pos="1213"/>
              </w:tabs>
              <w:spacing w:line="360" w:lineRule="auto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2C348D">
              <w:rPr>
                <w:rFonts w:cs="AL-Mohanad" w:hint="cs"/>
                <w:b/>
                <w:bCs/>
                <w:sz w:val="24"/>
                <w:szCs w:val="24"/>
                <w:rtl/>
              </w:rPr>
              <w:t>نموذج رقم ( 17 )</w:t>
            </w:r>
          </w:p>
        </w:tc>
      </w:tr>
      <w:tr w:rsidR="005302DE" w14:paraId="03150013" w14:textId="77777777" w:rsidTr="00DB6303">
        <w:tc>
          <w:tcPr>
            <w:tcW w:w="10005" w:type="dxa"/>
          </w:tcPr>
          <w:p w14:paraId="7ACC1A2C" w14:textId="77777777" w:rsidR="005302DE" w:rsidRPr="008A4703" w:rsidRDefault="008A4703" w:rsidP="00E936D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A47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</w:t>
            </w:r>
            <w:r w:rsidR="00AC549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: </w:t>
            </w:r>
            <w:r w:rsidRPr="008A47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( و.م . ع .ن </w:t>
            </w:r>
            <w:r w:rsidRPr="008A47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8A47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2 0 </w:t>
            </w:r>
            <w:r w:rsidRPr="008A47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8A47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1 0 )</w:t>
            </w:r>
          </w:p>
        </w:tc>
      </w:tr>
      <w:tr w:rsidR="005302DE" w14:paraId="2C8D2553" w14:textId="77777777" w:rsidTr="00DB6303">
        <w:tc>
          <w:tcPr>
            <w:tcW w:w="10005" w:type="dxa"/>
          </w:tcPr>
          <w:p w14:paraId="57B09691" w14:textId="77777777" w:rsidR="005302DE" w:rsidRPr="008A4703" w:rsidRDefault="008A4703" w:rsidP="00E936DC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A4703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اسم النموذج : سجل العمل الرسمي                             </w:t>
            </w:r>
          </w:p>
        </w:tc>
      </w:tr>
    </w:tbl>
    <w:p w14:paraId="3DDDBA2B" w14:textId="77777777" w:rsidR="008A4703" w:rsidRPr="002C348D" w:rsidRDefault="008A4703" w:rsidP="00E936D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2C348D">
        <w:rPr>
          <w:rFonts w:cs="AL-Mohanad"/>
          <w:b/>
          <w:bCs/>
          <w:sz w:val="24"/>
          <w:szCs w:val="24"/>
          <w:rtl/>
        </w:rPr>
        <w:t xml:space="preserve">سجل دوام الموظفين للعام الدراسي </w:t>
      </w:r>
      <w:r w:rsidR="00D92F71">
        <w:rPr>
          <w:rFonts w:cs="AL-Mohanad" w:hint="cs"/>
          <w:b/>
          <w:bCs/>
          <w:sz w:val="24"/>
          <w:szCs w:val="24"/>
          <w:rtl/>
        </w:rPr>
        <w:t xml:space="preserve">   14 /    14 هـ </w:t>
      </w:r>
      <w:r w:rsidRPr="002C348D">
        <w:rPr>
          <w:rFonts w:cs="AL-Mohanad"/>
          <w:b/>
          <w:bCs/>
          <w:sz w:val="24"/>
          <w:szCs w:val="24"/>
          <w:rtl/>
        </w:rPr>
        <w:t xml:space="preserve">  الفصل</w:t>
      </w:r>
      <w:r w:rsidR="00D92F71">
        <w:rPr>
          <w:rFonts w:cs="AL-Mohanad" w:hint="cs"/>
          <w:b/>
          <w:bCs/>
          <w:sz w:val="24"/>
          <w:szCs w:val="24"/>
          <w:rtl/>
        </w:rPr>
        <w:t xml:space="preserve"> الدراسي</w:t>
      </w:r>
      <w:r w:rsidRPr="002C348D">
        <w:rPr>
          <w:rFonts w:cs="AL-Mohanad"/>
          <w:b/>
          <w:bCs/>
          <w:sz w:val="24"/>
          <w:szCs w:val="24"/>
          <w:rtl/>
        </w:rPr>
        <w:t xml:space="preserve"> :</w:t>
      </w:r>
      <w:r w:rsidR="00D92F71">
        <w:rPr>
          <w:rFonts w:cs="AL-Mohanad"/>
          <w:b/>
          <w:bCs/>
          <w:sz w:val="24"/>
          <w:szCs w:val="24"/>
        </w:rPr>
        <w:sym w:font="Wingdings" w:char="F0A8"/>
      </w:r>
      <w:r w:rsidR="00D92F71">
        <w:rPr>
          <w:rFonts w:cs="AL-Mohanad" w:hint="cs"/>
          <w:b/>
          <w:bCs/>
          <w:sz w:val="24"/>
          <w:szCs w:val="24"/>
          <w:rtl/>
        </w:rPr>
        <w:t xml:space="preserve"> الأول  </w:t>
      </w:r>
      <w:r w:rsidR="00D92F71">
        <w:rPr>
          <w:rFonts w:cs="AL-Mohanad" w:hint="cs"/>
          <w:b/>
          <w:bCs/>
          <w:sz w:val="24"/>
          <w:szCs w:val="24"/>
        </w:rPr>
        <w:sym w:font="Wingdings" w:char="F0A8"/>
      </w:r>
      <w:r w:rsidR="00D92F71">
        <w:rPr>
          <w:rFonts w:cs="AL-Mohanad" w:hint="cs"/>
          <w:b/>
          <w:bCs/>
          <w:sz w:val="24"/>
          <w:szCs w:val="24"/>
          <w:rtl/>
        </w:rPr>
        <w:t xml:space="preserve"> الثاني </w:t>
      </w:r>
      <w:r w:rsidR="00D92F71">
        <w:rPr>
          <w:rFonts w:cs="AL-Mohanad"/>
          <w:b/>
          <w:bCs/>
          <w:sz w:val="24"/>
          <w:szCs w:val="24"/>
          <w:rtl/>
        </w:rPr>
        <w:t xml:space="preserve"> يوم :</w:t>
      </w:r>
      <w:r w:rsidR="00D92F71">
        <w:rPr>
          <w:rFonts w:cs="AL-Mohanad"/>
          <w:b/>
          <w:bCs/>
          <w:sz w:val="24"/>
          <w:szCs w:val="24"/>
          <w:rtl/>
        </w:rPr>
        <w:tab/>
        <w:t xml:space="preserve">   الموافق :   </w:t>
      </w:r>
      <w:r w:rsidR="00D92F71">
        <w:rPr>
          <w:rFonts w:cs="AL-Mohanad"/>
          <w:b/>
          <w:bCs/>
          <w:sz w:val="24"/>
          <w:szCs w:val="24"/>
        </w:rPr>
        <w:t xml:space="preserve">/ </w:t>
      </w:r>
      <w:r w:rsidRPr="002C348D">
        <w:rPr>
          <w:rFonts w:cs="AL-Mohanad"/>
          <w:b/>
          <w:bCs/>
          <w:sz w:val="24"/>
          <w:szCs w:val="24"/>
        </w:rPr>
        <w:t xml:space="preserve">    /</w:t>
      </w:r>
      <w:r w:rsidR="00D92F71"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2C348D">
        <w:rPr>
          <w:rFonts w:cs="AL-Mohanad"/>
          <w:b/>
          <w:bCs/>
          <w:sz w:val="24"/>
          <w:szCs w:val="24"/>
          <w:rtl/>
        </w:rPr>
        <w:t xml:space="preserve">  14هـ</w:t>
      </w:r>
    </w:p>
    <w:p w14:paraId="7E3BD55D" w14:textId="77777777" w:rsidR="008A4703" w:rsidRDefault="008A4703" w:rsidP="00E936DC">
      <w:pPr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2C348D">
        <w:rPr>
          <w:rFonts w:cs="AL-Mohanad"/>
          <w:b/>
          <w:bCs/>
          <w:sz w:val="20"/>
          <w:szCs w:val="20"/>
          <w:rtl/>
        </w:rPr>
        <w:t xml:space="preserve">       </w:t>
      </w:r>
      <w:r w:rsidRPr="002C348D">
        <w:rPr>
          <w:rFonts w:cs="AL-Mohanad"/>
          <w:b/>
          <w:bCs/>
          <w:sz w:val="20"/>
          <w:szCs w:val="20"/>
          <w:u w:val="single"/>
          <w:rtl/>
        </w:rPr>
        <w:t>الحاضرون قبل بداية الاصطفاف الصباحي</w:t>
      </w:r>
      <w:r>
        <w:rPr>
          <w:rFonts w:cs="AL-Mohanad"/>
          <w:b/>
          <w:bCs/>
          <w:sz w:val="20"/>
          <w:szCs w:val="20"/>
          <w:rtl/>
        </w:rPr>
        <w:tab/>
      </w:r>
      <w:r w:rsidR="00C367CD">
        <w:rPr>
          <w:rFonts w:cs="AL-Mohanad" w:hint="cs"/>
          <w:b/>
          <w:bCs/>
          <w:sz w:val="20"/>
          <w:szCs w:val="20"/>
          <w:rtl/>
        </w:rPr>
        <w:t xml:space="preserve">                                                         </w:t>
      </w:r>
      <w:r w:rsidR="00C367CD" w:rsidRPr="002C348D">
        <w:rPr>
          <w:rFonts w:cs="AL-Mohanad"/>
          <w:b/>
          <w:bCs/>
          <w:sz w:val="20"/>
          <w:szCs w:val="20"/>
          <w:rtl/>
        </w:rPr>
        <w:t xml:space="preserve">       </w:t>
      </w:r>
      <w:r w:rsidR="00C367CD" w:rsidRPr="002C348D">
        <w:rPr>
          <w:rFonts w:cs="AL-Mohanad"/>
          <w:b/>
          <w:bCs/>
          <w:sz w:val="20"/>
          <w:szCs w:val="20"/>
          <w:u w:val="single"/>
          <w:rtl/>
        </w:rPr>
        <w:t xml:space="preserve">الحاضرون </w:t>
      </w:r>
      <w:r w:rsidR="00C367CD">
        <w:rPr>
          <w:rFonts w:cs="AL-Mohanad" w:hint="cs"/>
          <w:b/>
          <w:bCs/>
          <w:sz w:val="20"/>
          <w:szCs w:val="20"/>
          <w:u w:val="single"/>
          <w:rtl/>
        </w:rPr>
        <w:t>بعد</w:t>
      </w:r>
      <w:r w:rsidR="00C367CD" w:rsidRPr="002C348D">
        <w:rPr>
          <w:rFonts w:cs="AL-Mohanad"/>
          <w:b/>
          <w:bCs/>
          <w:sz w:val="20"/>
          <w:szCs w:val="20"/>
          <w:u w:val="single"/>
          <w:rtl/>
        </w:rPr>
        <w:t xml:space="preserve"> الاصطفاف الصباحي</w:t>
      </w:r>
    </w:p>
    <w:tbl>
      <w:tblPr>
        <w:tblStyle w:val="TableGrid"/>
        <w:bidiVisual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3"/>
        <w:gridCol w:w="5323"/>
      </w:tblGrid>
      <w:tr w:rsidR="008A4703" w14:paraId="79A86626" w14:textId="77777777" w:rsidTr="00796DBB">
        <w:trPr>
          <w:trHeight w:val="9187"/>
        </w:trPr>
        <w:tc>
          <w:tcPr>
            <w:tcW w:w="5133" w:type="dxa"/>
          </w:tcPr>
          <w:tbl>
            <w:tblPr>
              <w:tblpPr w:leftFromText="180" w:rightFromText="180" w:vertAnchor="text" w:horzAnchor="margin" w:tblpY="75"/>
              <w:bidiVisual/>
              <w:tblW w:w="5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0"/>
              <w:gridCol w:w="1701"/>
              <w:gridCol w:w="425"/>
              <w:gridCol w:w="426"/>
              <w:gridCol w:w="566"/>
              <w:gridCol w:w="425"/>
              <w:gridCol w:w="426"/>
              <w:gridCol w:w="709"/>
            </w:tblGrid>
            <w:tr w:rsidR="00796DBB" w:rsidRPr="002C348D" w14:paraId="34CE9DCC" w14:textId="77777777" w:rsidTr="00E936DC">
              <w:trPr>
                <w:trHeight w:val="274"/>
              </w:trPr>
              <w:tc>
                <w:tcPr>
                  <w:tcW w:w="340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5875578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م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8AAE07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اسم الموظف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E72A8B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before="100" w:beforeAutospacing="1" w:after="100" w:afterAutospacing="1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وقت الحضور</w:t>
                  </w:r>
                </w:p>
              </w:tc>
              <w:tc>
                <w:tcPr>
                  <w:tcW w:w="566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4FC08DF7" w14:textId="77777777" w:rsidR="008A4703" w:rsidRPr="00DB6303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</w:pPr>
                </w:p>
                <w:p w14:paraId="291309C2" w14:textId="77777777" w:rsidR="008A4703" w:rsidRPr="00DB6303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</w:pPr>
                  <w:r w:rsidRPr="00DB6303"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  <w:t>التوقيع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A6A26D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before="100" w:beforeAutospacing="1" w:after="100" w:afterAutospacing="1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وقت الخروج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560543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</w:pPr>
                </w:p>
                <w:p w14:paraId="4B8B29C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التوقيع</w:t>
                  </w:r>
                </w:p>
              </w:tc>
            </w:tr>
            <w:tr w:rsidR="00DB6303" w:rsidRPr="00C03E5E" w14:paraId="6763BECD" w14:textId="77777777" w:rsidTr="00E936DC">
              <w:trPr>
                <w:trHeight w:val="229"/>
              </w:trPr>
              <w:tc>
                <w:tcPr>
                  <w:tcW w:w="340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588612A" w14:textId="77777777" w:rsidR="008A4703" w:rsidRPr="00C03E5E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C048218" w14:textId="77777777" w:rsidR="008A4703" w:rsidRPr="00C03E5E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23FF93A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</w:p>
              </w:tc>
              <w:tc>
                <w:tcPr>
                  <w:tcW w:w="4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ED1668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س</w:t>
                  </w:r>
                </w:p>
              </w:tc>
              <w:tc>
                <w:tcPr>
                  <w:tcW w:w="566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258487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6FE04F1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</w:p>
              </w:tc>
              <w:tc>
                <w:tcPr>
                  <w:tcW w:w="4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B4669F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س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75AF48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DB6303" w:rsidRPr="00C03E5E" w14:paraId="60EC34C9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789B9D8E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4F83DA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4263280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103A35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39EBBD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6B99029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80552B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F440E7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1EAE274E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0B1F46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5F94CF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80B434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320CB9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C2E4C2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72D0D4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6640A3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6E9494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2A44A6BB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A269961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5D6E10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F8290C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EF8B24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5DB358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5A1C56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A1DD05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4CE529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34BB91E8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6BD2F46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2CB540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D62F12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7CA148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E822AB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2ADF77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6FA63A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ECE8B1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119978E2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AD937DE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A40F72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9571D5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E0C671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CDBE62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B1A19C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035AA69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7B54EB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7425DC0C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47BF24A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AED2CF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7E3294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0B3FE1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428462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818E34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DD3AD6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CAF178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2E1F256B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B77A1EE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78C251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678BAE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0A702F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22894E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9E5CC2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FD579F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BB3DC8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73AC8D8D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7BEB4A91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C988E9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3A22E1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0FCFD56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33B3D4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2AA39E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77C822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E9ACCB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718DB82A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DBF4AD7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EA6F43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5F4DC1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DAB679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3B20FE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11806A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1C4EFD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B30FE0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18FE082B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4DF25DB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FBC337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20F9EE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C4F8D4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2EBF80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197A59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1B9A69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A39DDC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14793FBD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48C0A3F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B720EA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1A992A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16C1D7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BB2F6F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BB8EC9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0596A0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14523B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48A88747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A8EF7FA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9CBDBC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CBB56B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09FA296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D144C5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EC13DE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066FDB4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C3AD92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40475E14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45A82CB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F584A9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9332A9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AF606F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B756A2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277084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B85740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9C0B0B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0D653E34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CF0EEB3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201FCC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14C320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327B2B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500330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3B1985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F2EE9F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5D1D1A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5124425E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0100379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161DD6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27669F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3CD0CA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C6B6DF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066438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0E3A08C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36FBFF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60A15779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712EF9B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C7EF6E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DD2136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F3ED49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86FA3D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DEC4A6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CEF94E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E305E6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3886F0D4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8A5AB8E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6B31DF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09122C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AEF55E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ABF483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74198E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A92CD2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CD5FE3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252B26F9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BD1D54D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BF0AE1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B54386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9054F5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BC0A63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8B5C3C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02498C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7063BA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421039F5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382E5DE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FB92D1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E03DB7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506633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118A3F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957586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6E661A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F3DD48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482F970D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38C34D7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4D3BE8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A3FF64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2D83AC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C54434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7A5EA3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316F75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31C1A7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3901E6D6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4C2AF6D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BD0E36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7B0DB7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6DFE6B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6A2610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E70467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44D358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10B492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04C1BBF8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90163C8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55DA06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3E0A5A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C40D88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EBEB3F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50AE22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D938AD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042910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03E720BA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754BC17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8C06B2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8DBF58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9685DD8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3E4FAB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27310C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356808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88D684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0E0DAE08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4DF2F60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1294B5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83D38A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FB340E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ACD967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C13189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3A266E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852081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3A11C3FF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DDA218D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446045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D21BA4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1F3F7A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770B4E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9D9100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749D8E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71209E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C03E5E" w14:paraId="76A02F92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698DD8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176B63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2385A3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6E9660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2FB7B3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4B32D6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8E166E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A360D1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C03E5E" w14:paraId="63CAABA4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A4DF18A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B3844E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8B9136F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F2B734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0F2182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294595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034570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2FB0A6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C03E5E" w14:paraId="3A93948F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127A27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88FD08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03F67B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B7BAD4D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2B4558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B425EA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C353BF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14AB87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C03E5E" w14:paraId="342BBE0A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AB6F7EF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852585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A13537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27540D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74443D4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0EAF4CE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0BE660A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35D7A5C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C03E5E" w14:paraId="79D2C29E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D265C54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3B0BC10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E2B787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4B97872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A4E9A2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47BF9B1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326F85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9129B0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C03E5E" w14:paraId="74B09E56" w14:textId="77777777" w:rsidTr="00E936DC">
              <w:trPr>
                <w:trHeight w:val="170"/>
              </w:trPr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5812E7F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7E184CB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51B04499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2448E26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B0E4F93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7F0F995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47A5767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477D845" w14:textId="77777777" w:rsidR="008A4703" w:rsidRPr="00BD3FAF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sz w:val="14"/>
                      <w:szCs w:val="14"/>
                      <w:rtl/>
                    </w:rPr>
                  </w:pPr>
                </w:p>
              </w:tc>
            </w:tr>
          </w:tbl>
          <w:p w14:paraId="36B75030" w14:textId="77777777" w:rsidR="008A4703" w:rsidRDefault="008A4703" w:rsidP="00E936DC">
            <w:pPr>
              <w:spacing w:line="360" w:lineRule="auto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23" w:type="dxa"/>
          </w:tcPr>
          <w:tbl>
            <w:tblPr>
              <w:tblpPr w:leftFromText="180" w:rightFromText="180" w:vertAnchor="text" w:horzAnchor="margin" w:tblpY="127"/>
              <w:bidiVisual/>
              <w:tblW w:w="4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1"/>
              <w:gridCol w:w="789"/>
              <w:gridCol w:w="456"/>
              <w:gridCol w:w="436"/>
              <w:gridCol w:w="21"/>
              <w:gridCol w:w="328"/>
              <w:gridCol w:w="86"/>
              <w:gridCol w:w="567"/>
              <w:gridCol w:w="237"/>
              <w:gridCol w:w="351"/>
              <w:gridCol w:w="19"/>
              <w:gridCol w:w="371"/>
              <w:gridCol w:w="852"/>
            </w:tblGrid>
            <w:tr w:rsidR="00796DBB" w:rsidRPr="002C348D" w14:paraId="7DD743E3" w14:textId="77777777" w:rsidTr="00E936DC">
              <w:trPr>
                <w:trHeight w:val="345"/>
              </w:trPr>
              <w:tc>
                <w:tcPr>
                  <w:tcW w:w="451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18C208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م</w:t>
                  </w:r>
                </w:p>
              </w:tc>
              <w:tc>
                <w:tcPr>
                  <w:tcW w:w="1245" w:type="dxa"/>
                  <w:gridSpan w:val="2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7C87B6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اسم الموظف</w:t>
                  </w:r>
                </w:p>
              </w:tc>
              <w:tc>
                <w:tcPr>
                  <w:tcW w:w="871" w:type="dxa"/>
                  <w:gridSpan w:val="4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13356F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before="100" w:beforeAutospacing="1" w:after="100" w:afterAutospacing="1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وقت الحضور</w:t>
                  </w:r>
                </w:p>
              </w:tc>
              <w:tc>
                <w:tcPr>
                  <w:tcW w:w="804" w:type="dxa"/>
                  <w:gridSpan w:val="2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99C2A2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</w:pPr>
                </w:p>
                <w:p w14:paraId="770B087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التوقيع</w:t>
                  </w:r>
                </w:p>
              </w:tc>
              <w:tc>
                <w:tcPr>
                  <w:tcW w:w="741" w:type="dxa"/>
                  <w:gridSpan w:val="3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D51A54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before="100" w:beforeAutospacing="1" w:after="100" w:afterAutospacing="1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وقت الخروج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03DCCF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14"/>
                      <w:szCs w:val="14"/>
                      <w:rtl/>
                    </w:rPr>
                  </w:pPr>
                </w:p>
                <w:p w14:paraId="1DEBE5B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التوقيع</w:t>
                  </w:r>
                </w:p>
              </w:tc>
            </w:tr>
            <w:tr w:rsidR="00DB6303" w:rsidRPr="002C348D" w14:paraId="1AF4C208" w14:textId="77777777" w:rsidTr="00E936DC">
              <w:trPr>
                <w:trHeight w:val="146"/>
              </w:trPr>
              <w:tc>
                <w:tcPr>
                  <w:tcW w:w="451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654491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A84A0F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3D1F101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</w:p>
              </w:tc>
              <w:tc>
                <w:tcPr>
                  <w:tcW w:w="435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BBA558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س</w:t>
                  </w:r>
                </w:p>
              </w:tc>
              <w:tc>
                <w:tcPr>
                  <w:tcW w:w="804" w:type="dxa"/>
                  <w:gridSpan w:val="2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6709EF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09906CE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</w:p>
              </w:tc>
              <w:tc>
                <w:tcPr>
                  <w:tcW w:w="371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4AE088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  <w:t>س</w:t>
                  </w:r>
                </w:p>
              </w:tc>
              <w:tc>
                <w:tcPr>
                  <w:tcW w:w="852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38AB2A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DB6303" w:rsidRPr="002C348D" w14:paraId="1F5C52A3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AC46F1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CE5C7E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3633A66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683154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DD3510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4ED8617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E200FF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F11224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5BFA2933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3DAF914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292412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FD9E9D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5ED401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9BF86F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3AAAEA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5FB9B4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080E5B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2EE2FE27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70B6371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AF2BEB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D8A619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0CDECC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701D78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CB711B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62F7CF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6DAB1C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595AAE21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553CF65C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EC3F93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F3DA6D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B36BF2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E51143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78146E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58A5D0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820474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3D52FFDB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6D70B32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2D5438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A8C34A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FCD0E1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8A258E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73979F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30825A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A98A73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398FFE6A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42E5478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06B464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E72EA1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98BD42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04573E9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20970C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F38BCD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EB24F1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58B45EDB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4200E09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CC74DD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501A0B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6A7EAEF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90B45E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08642C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19BDAB0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C5735B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21986767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AA7EC4D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720F94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708C2B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6227B6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3E4527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93B8C0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4C76926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BDB27F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6E56F1DE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EC390E3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F9A56B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EFC927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A8B30E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8E0C43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1D392B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CB1886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1CA70D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30B5781F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889B9BA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76A6D39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90FF21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73C82D7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184C32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D3EE344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0A1817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EF0A34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5FAC6FE7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CCE0B1D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78D26CF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D16B3C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AFBDEAA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B9A05E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EE09F0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A42513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D32C49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2FE4BB5A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754DE0B5" w14:textId="77777777" w:rsidR="008A4703" w:rsidRPr="00796DBB" w:rsidRDefault="008A4703" w:rsidP="00E936DC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47B2804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6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25EF2B3C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35A6CA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F07CE1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097A0666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371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295439D1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852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F3ADAB3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58535F01" w14:textId="77777777" w:rsidTr="00E936DC">
              <w:trPr>
                <w:trHeight w:val="21"/>
              </w:trPr>
              <w:tc>
                <w:tcPr>
                  <w:tcW w:w="4964" w:type="dxa"/>
                  <w:gridSpan w:val="13"/>
                  <w:tcBorders>
                    <w:left w:val="nil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4F4399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8"/>
                      <w:szCs w:val="8"/>
                      <w:rtl/>
                    </w:rPr>
                  </w:pPr>
                </w:p>
              </w:tc>
            </w:tr>
            <w:tr w:rsidR="008A4703" w:rsidRPr="002C348D" w14:paraId="01BBD8C5" w14:textId="77777777" w:rsidTr="00E936DC">
              <w:trPr>
                <w:trHeight w:val="430"/>
              </w:trPr>
              <w:tc>
                <w:tcPr>
                  <w:tcW w:w="4964" w:type="dxa"/>
                  <w:gridSpan w:val="1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17085E7" w14:textId="77777777" w:rsidR="008A4703" w:rsidRPr="002C348D" w:rsidRDefault="008A4703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b/>
                      <w:bCs/>
                      <w:sz w:val="6"/>
                      <w:szCs w:val="6"/>
                      <w:rtl/>
                    </w:rPr>
                  </w:pPr>
                </w:p>
                <w:p w14:paraId="24CDAEE9" w14:textId="77777777" w:rsidR="008A4703" w:rsidRPr="002C348D" w:rsidRDefault="008A4703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b/>
                      <w:bCs/>
                      <w:sz w:val="16"/>
                      <w:szCs w:val="16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6"/>
                      <w:szCs w:val="26"/>
                      <w:rtl/>
                    </w:rPr>
                    <w:t>الموظفون الغائبون</w:t>
                  </w:r>
                </w:p>
              </w:tc>
            </w:tr>
            <w:tr w:rsidR="008A4703" w:rsidRPr="002C348D" w14:paraId="3B502A35" w14:textId="77777777" w:rsidTr="00E936DC">
              <w:trPr>
                <w:trHeight w:val="122"/>
              </w:trPr>
              <w:tc>
                <w:tcPr>
                  <w:tcW w:w="45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E77B2E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م</w:t>
                  </w:r>
                </w:p>
              </w:tc>
              <w:tc>
                <w:tcPr>
                  <w:tcW w:w="1702" w:type="dxa"/>
                  <w:gridSpan w:val="4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7117A16F" w14:textId="77777777" w:rsidR="008A4703" w:rsidRPr="002C348D" w:rsidRDefault="008A4703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اسم الموظف</w:t>
                  </w:r>
                </w:p>
              </w:tc>
              <w:tc>
                <w:tcPr>
                  <w:tcW w:w="981" w:type="dxa"/>
                  <w:gridSpan w:val="3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32991BC8" w14:textId="77777777" w:rsidR="008A4703" w:rsidRPr="002C348D" w:rsidRDefault="008A4703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عمله</w:t>
                  </w:r>
                </w:p>
              </w:tc>
              <w:tc>
                <w:tcPr>
                  <w:tcW w:w="1830" w:type="dxa"/>
                  <w:gridSpan w:val="5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36CB9642" w14:textId="77777777" w:rsidR="008A4703" w:rsidRPr="002C348D" w:rsidRDefault="008A4703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سبب الغياب</w:t>
                  </w:r>
                </w:p>
              </w:tc>
            </w:tr>
            <w:tr w:rsidR="008A4703" w:rsidRPr="002C348D" w14:paraId="75BF667A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D7010FE" w14:textId="77777777" w:rsidR="008A4703" w:rsidRPr="00DB6303" w:rsidRDefault="008A4703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1F489CA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tcBorders>
                    <w:top w:val="single" w:sz="18" w:space="0" w:color="auto"/>
                  </w:tcBorders>
                  <w:shd w:val="clear" w:color="auto" w:fill="auto"/>
                </w:tcPr>
                <w:p w14:paraId="3FAF0F0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9E0879D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4EE6E243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4ACB4B5C" w14:textId="77777777" w:rsidR="008A4703" w:rsidRPr="00DB6303" w:rsidRDefault="008A4703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416D7C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auto"/>
                </w:tcPr>
                <w:p w14:paraId="2B60881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152C1F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28FE6D2D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A830886" w14:textId="77777777" w:rsidR="008A4703" w:rsidRPr="00DB6303" w:rsidRDefault="008A4703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FEAAA89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auto"/>
                </w:tcPr>
                <w:p w14:paraId="489D29E7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05D5E7B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37F5FABF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43AF1EAE" w14:textId="77777777" w:rsidR="008A4703" w:rsidRPr="00DB6303" w:rsidRDefault="008A4703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038D00E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auto"/>
                </w:tcPr>
                <w:p w14:paraId="0E927092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22F54F75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796DBB" w:rsidRPr="002C348D" w14:paraId="34686378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72A1308C" w14:textId="77777777" w:rsidR="00796DBB" w:rsidRPr="00DB6303" w:rsidRDefault="00796DBB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CD06FC9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auto"/>
                </w:tcPr>
                <w:p w14:paraId="535D2E7C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38CD3B4A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DB6303" w:rsidRPr="002C348D" w14:paraId="34FF8099" w14:textId="77777777" w:rsidTr="00E936DC">
              <w:trPr>
                <w:trHeight w:hRule="exact" w:val="357"/>
              </w:trPr>
              <w:tc>
                <w:tcPr>
                  <w:tcW w:w="451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3BCC76A" w14:textId="77777777" w:rsidR="00DB6303" w:rsidRPr="00DB6303" w:rsidRDefault="00DB6303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1C3AF8AA" w14:textId="77777777" w:rsidR="00DB6303" w:rsidRPr="002C348D" w:rsidRDefault="00DB63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auto"/>
                </w:tcPr>
                <w:p w14:paraId="1D624C5B" w14:textId="77777777" w:rsidR="00DB6303" w:rsidRPr="002C348D" w:rsidRDefault="00DB63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right w:val="single" w:sz="18" w:space="0" w:color="auto"/>
                  </w:tcBorders>
                  <w:shd w:val="clear" w:color="auto" w:fill="auto"/>
                </w:tcPr>
                <w:p w14:paraId="5F17F42E" w14:textId="77777777" w:rsidR="00DB6303" w:rsidRPr="002C348D" w:rsidRDefault="00DB63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796DBB" w:rsidRPr="002C348D" w14:paraId="2B2EA207" w14:textId="77777777" w:rsidTr="00E936DC">
              <w:trPr>
                <w:trHeight w:hRule="exact" w:val="268"/>
              </w:trPr>
              <w:tc>
                <w:tcPr>
                  <w:tcW w:w="45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48F53909" w14:textId="77777777" w:rsidR="00796DBB" w:rsidRPr="00DB6303" w:rsidRDefault="00796DBB" w:rsidP="00E936D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702" w:type="dxa"/>
                  <w:gridSpan w:val="4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0299E4BE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981" w:type="dxa"/>
                  <w:gridSpan w:val="3"/>
                  <w:tcBorders>
                    <w:bottom w:val="single" w:sz="18" w:space="0" w:color="auto"/>
                  </w:tcBorders>
                  <w:shd w:val="clear" w:color="auto" w:fill="auto"/>
                </w:tcPr>
                <w:p w14:paraId="64E8F1A9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  <w:tc>
                <w:tcPr>
                  <w:tcW w:w="1830" w:type="dxa"/>
                  <w:gridSpan w:val="5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578BD9C8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8A4703" w:rsidRPr="002C348D" w14:paraId="2FCBA092" w14:textId="77777777" w:rsidTr="00E936DC">
              <w:trPr>
                <w:trHeight w:hRule="exact" w:val="76"/>
              </w:trPr>
              <w:tc>
                <w:tcPr>
                  <w:tcW w:w="4964" w:type="dxa"/>
                  <w:gridSpan w:val="13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70AAE40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0"/>
                      <w:szCs w:val="10"/>
                      <w:rtl/>
                    </w:rPr>
                  </w:pPr>
                </w:p>
              </w:tc>
            </w:tr>
            <w:tr w:rsidR="008A4703" w:rsidRPr="002C348D" w14:paraId="5A51BC72" w14:textId="77777777" w:rsidTr="00E936DC">
              <w:trPr>
                <w:trHeight w:hRule="exact" w:val="349"/>
              </w:trPr>
              <w:tc>
                <w:tcPr>
                  <w:tcW w:w="4964" w:type="dxa"/>
                  <w:gridSpan w:val="1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31DBDA48" w14:textId="77777777" w:rsidR="008A4703" w:rsidRPr="002C348D" w:rsidRDefault="008A4703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2"/>
                      <w:szCs w:val="22"/>
                      <w:rtl/>
                    </w:rPr>
                  </w:pPr>
                  <w:r w:rsidRPr="002C348D">
                    <w:rPr>
                      <w:rFonts w:cs="AL-Mohanad"/>
                      <w:b/>
                      <w:bCs/>
                      <w:sz w:val="26"/>
                      <w:szCs w:val="26"/>
                      <w:rtl/>
                    </w:rPr>
                    <w:t xml:space="preserve">المعلم المناوب بداية ونهاية </w:t>
                  </w:r>
                  <w:r w:rsidRPr="002C348D">
                    <w:rPr>
                      <w:rFonts w:cs="AL-Mohanad" w:hint="cs"/>
                      <w:b/>
                      <w:bCs/>
                      <w:sz w:val="26"/>
                      <w:szCs w:val="26"/>
                      <w:rtl/>
                    </w:rPr>
                    <w:t>العمل</w:t>
                  </w:r>
                </w:p>
              </w:tc>
            </w:tr>
            <w:tr w:rsidR="00796DBB" w:rsidRPr="002C348D" w14:paraId="566416ED" w14:textId="77777777" w:rsidTr="00E936DC">
              <w:trPr>
                <w:trHeight w:val="277"/>
              </w:trPr>
              <w:tc>
                <w:tcPr>
                  <w:tcW w:w="1240" w:type="dxa"/>
                  <w:gridSpan w:val="2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0CB7356A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اسم المعلم</w:t>
                  </w:r>
                </w:p>
              </w:tc>
              <w:tc>
                <w:tcPr>
                  <w:tcW w:w="1241" w:type="dxa"/>
                  <w:gridSpan w:val="4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14:paraId="6B88C85F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41" w:type="dxa"/>
                  <w:gridSpan w:val="4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14:paraId="797BCC6F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توقيعه</w:t>
                  </w:r>
                </w:p>
              </w:tc>
              <w:tc>
                <w:tcPr>
                  <w:tcW w:w="1242" w:type="dxa"/>
                  <w:gridSpan w:val="3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1D5EBC22" w14:textId="77777777" w:rsidR="00796DBB" w:rsidRP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</w:tr>
            <w:tr w:rsidR="00796DBB" w:rsidRPr="002C348D" w14:paraId="7AD29164" w14:textId="77777777" w:rsidTr="00E936DC">
              <w:trPr>
                <w:trHeight w:val="276"/>
              </w:trPr>
              <w:tc>
                <w:tcPr>
                  <w:tcW w:w="1240" w:type="dxa"/>
                  <w:gridSpan w:val="2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58D0733D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اسم المعلم</w:t>
                  </w:r>
                </w:p>
              </w:tc>
              <w:tc>
                <w:tcPr>
                  <w:tcW w:w="1241" w:type="dxa"/>
                  <w:gridSpan w:val="4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4FE1CFA3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41" w:type="dxa"/>
                  <w:gridSpan w:val="4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24E7904F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توقيعه</w:t>
                  </w:r>
                </w:p>
              </w:tc>
              <w:tc>
                <w:tcPr>
                  <w:tcW w:w="1242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297F659" w14:textId="77777777" w:rsidR="00796DBB" w:rsidRP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</w:tr>
            <w:tr w:rsidR="00796DBB" w:rsidRPr="002C348D" w14:paraId="1B59DAD0" w14:textId="77777777" w:rsidTr="00E936DC">
              <w:trPr>
                <w:trHeight w:hRule="exact" w:val="91"/>
              </w:trPr>
              <w:tc>
                <w:tcPr>
                  <w:tcW w:w="2132" w:type="dxa"/>
                  <w:gridSpan w:val="4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B209A18" w14:textId="77777777" w:rsid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4"/>
                      <w:szCs w:val="4"/>
                      <w:rtl/>
                    </w:rPr>
                  </w:pPr>
                </w:p>
                <w:p w14:paraId="2CC472CC" w14:textId="77777777" w:rsid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4"/>
                      <w:szCs w:val="4"/>
                      <w:rtl/>
                    </w:rPr>
                  </w:pPr>
                </w:p>
                <w:p w14:paraId="0774BB21" w14:textId="77777777" w:rsidR="00796DBB" w:rsidRP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4"/>
                      <w:szCs w:val="4"/>
                      <w:rtl/>
                    </w:rPr>
                  </w:pPr>
                </w:p>
              </w:tc>
              <w:tc>
                <w:tcPr>
                  <w:tcW w:w="2832" w:type="dxa"/>
                  <w:gridSpan w:val="9"/>
                  <w:tcBorders>
                    <w:top w:val="single" w:sz="18" w:space="0" w:color="auto"/>
                    <w:left w:val="nil"/>
                    <w:bottom w:val="single" w:sz="18" w:space="0" w:color="auto"/>
                    <w:right w:val="nil"/>
                  </w:tcBorders>
                  <w:shd w:val="clear" w:color="auto" w:fill="auto"/>
                </w:tcPr>
                <w:p w14:paraId="243B8B40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sz w:val="14"/>
                      <w:szCs w:val="14"/>
                      <w:rtl/>
                    </w:rPr>
                  </w:pPr>
                </w:p>
              </w:tc>
            </w:tr>
            <w:tr w:rsidR="00796DBB" w:rsidRPr="002C348D" w14:paraId="73BE90FB" w14:textId="77777777" w:rsidTr="00E936DC">
              <w:trPr>
                <w:trHeight w:hRule="exact" w:val="310"/>
              </w:trPr>
              <w:tc>
                <w:tcPr>
                  <w:tcW w:w="4964" w:type="dxa"/>
                  <w:gridSpan w:val="1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12C18C1" w14:textId="77777777" w:rsidR="00796DBB" w:rsidRPr="002C348D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AL-Mohanad" w:hint="cs"/>
                      <w:b/>
                      <w:bCs/>
                      <w:sz w:val="26"/>
                      <w:szCs w:val="26"/>
                      <w:rtl/>
                    </w:rPr>
                    <w:t>المشرف الزائر</w:t>
                  </w:r>
                </w:p>
              </w:tc>
            </w:tr>
            <w:tr w:rsidR="00796DBB" w:rsidRPr="002C348D" w14:paraId="3CCA9A69" w14:textId="77777777" w:rsidTr="00E936DC">
              <w:trPr>
                <w:trHeight w:hRule="exact" w:val="366"/>
              </w:trPr>
              <w:tc>
                <w:tcPr>
                  <w:tcW w:w="1240" w:type="dxa"/>
                  <w:gridSpan w:val="2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70CCEA76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 xml:space="preserve">اسم </w:t>
                  </w:r>
                  <w:r w:rsidRPr="00DB6303">
                    <w:rPr>
                      <w:rFonts w:cs="AL-Mohanad" w:hint="cs"/>
                      <w:color w:val="000000"/>
                      <w:sz w:val="20"/>
                      <w:szCs w:val="20"/>
                      <w:rtl/>
                    </w:rPr>
                    <w:t>المشرف</w:t>
                  </w:r>
                </w:p>
              </w:tc>
              <w:tc>
                <w:tcPr>
                  <w:tcW w:w="1241" w:type="dxa"/>
                  <w:gridSpan w:val="4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14:paraId="004BA5AF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41" w:type="dxa"/>
                  <w:gridSpan w:val="4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14:paraId="711FE4F1" w14:textId="77777777" w:rsidR="00796DBB" w:rsidRPr="00DB6303" w:rsidRDefault="00796DBB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توقيعه</w:t>
                  </w:r>
                </w:p>
              </w:tc>
              <w:tc>
                <w:tcPr>
                  <w:tcW w:w="1242" w:type="dxa"/>
                  <w:gridSpan w:val="3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6F9EDE7F" w14:textId="77777777" w:rsidR="00796DBB" w:rsidRP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</w:tr>
            <w:tr w:rsidR="00796DBB" w:rsidRPr="002C348D" w14:paraId="5F8891CD" w14:textId="77777777" w:rsidTr="00E936DC">
              <w:trPr>
                <w:trHeight w:hRule="exact" w:val="366"/>
              </w:trPr>
              <w:tc>
                <w:tcPr>
                  <w:tcW w:w="1240" w:type="dxa"/>
                  <w:gridSpan w:val="2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439273C1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 xml:space="preserve">اسم </w:t>
                  </w:r>
                  <w:r w:rsidRPr="00DB6303">
                    <w:rPr>
                      <w:rFonts w:cs="AL-Mohanad" w:hint="cs"/>
                      <w:color w:val="000000"/>
                      <w:sz w:val="20"/>
                      <w:szCs w:val="20"/>
                      <w:rtl/>
                    </w:rPr>
                    <w:t>المشرف</w:t>
                  </w:r>
                </w:p>
              </w:tc>
              <w:tc>
                <w:tcPr>
                  <w:tcW w:w="1241" w:type="dxa"/>
                  <w:gridSpan w:val="4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646F8323" w14:textId="77777777" w:rsidR="00796DBB" w:rsidRPr="00DB6303" w:rsidRDefault="00796DBB" w:rsidP="00E936DC">
                  <w:pPr>
                    <w:tabs>
                      <w:tab w:val="left" w:pos="1213"/>
                    </w:tabs>
                    <w:spacing w:line="360" w:lineRule="auto"/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241" w:type="dxa"/>
                  <w:gridSpan w:val="4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2506AF42" w14:textId="77777777" w:rsidR="00796DBB" w:rsidRPr="00DB6303" w:rsidRDefault="00796DBB" w:rsidP="00E936DC">
                  <w:pPr>
                    <w:tabs>
                      <w:tab w:val="left" w:pos="1213"/>
                    </w:tabs>
                    <w:jc w:val="center"/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</w:pPr>
                  <w:r w:rsidRPr="00DB6303">
                    <w:rPr>
                      <w:rFonts w:cs="AL-Mohanad"/>
                      <w:color w:val="000000"/>
                      <w:sz w:val="20"/>
                      <w:szCs w:val="20"/>
                      <w:rtl/>
                    </w:rPr>
                    <w:t>توقيعه</w:t>
                  </w:r>
                </w:p>
              </w:tc>
              <w:tc>
                <w:tcPr>
                  <w:tcW w:w="1242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0C7E2CC7" w14:textId="77777777" w:rsidR="00796DBB" w:rsidRPr="00796DBB" w:rsidRDefault="00796DBB" w:rsidP="00E936DC">
                  <w:pPr>
                    <w:tabs>
                      <w:tab w:val="left" w:pos="1213"/>
                    </w:tabs>
                    <w:spacing w:line="360" w:lineRule="auto"/>
                    <w:rPr>
                      <w:rFonts w:cs="AL-Mohanad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154E5891" w14:textId="77777777" w:rsidR="008A4703" w:rsidRDefault="008A4703" w:rsidP="00E936DC">
            <w:pPr>
              <w:spacing w:line="360" w:lineRule="auto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4C63B7D7" w14:textId="77777777" w:rsidR="008A4703" w:rsidRPr="002C348D" w:rsidRDefault="008A4703" w:rsidP="00E936DC">
      <w:pPr>
        <w:spacing w:line="360" w:lineRule="auto"/>
        <w:rPr>
          <w:rFonts w:cs="AL-Mohanad"/>
          <w:b/>
          <w:bCs/>
          <w:sz w:val="20"/>
          <w:szCs w:val="20"/>
          <w:rtl/>
        </w:rPr>
      </w:pPr>
    </w:p>
    <w:p w14:paraId="28908CA6" w14:textId="77777777" w:rsidR="008A4703" w:rsidRPr="00DB6303" w:rsidRDefault="008A4703" w:rsidP="00E936DC">
      <w:pPr>
        <w:tabs>
          <w:tab w:val="left" w:pos="1213"/>
        </w:tabs>
        <w:spacing w:line="360" w:lineRule="auto"/>
        <w:rPr>
          <w:rFonts w:ascii="Arabic Typesetting" w:hAnsi="Arabic Typesetting" w:cs="Arabic Typesetting"/>
          <w:color w:val="808080"/>
          <w:sz w:val="32"/>
          <w:szCs w:val="32"/>
          <w:rtl/>
        </w:rPr>
      </w:pPr>
      <w:bookmarkStart w:id="0" w:name="bookmark23"/>
      <w:r w:rsidRPr="00DB6303">
        <w:rPr>
          <w:rStyle w:val="Heading4"/>
          <w:rFonts w:ascii="Arabic Typesetting" w:hAnsi="Arabic Typesetting" w:cs="Arabic Typesetting"/>
          <w:sz w:val="30"/>
          <w:szCs w:val="30"/>
          <w:rtl/>
        </w:rPr>
        <w:t>*ملاحظة ٠ يغلق الدوام مرتين في الفترة الأولى بعد بداية البرنامج الصباحي مباشرة وفي المرة الثانية عند بداية الحصة الأولى مباشرة</w:t>
      </w:r>
      <w:bookmarkEnd w:id="0"/>
    </w:p>
    <w:p w14:paraId="4C70721A" w14:textId="77777777" w:rsidR="008A4703" w:rsidRPr="002C348D" w:rsidRDefault="008A4703" w:rsidP="00E936DC">
      <w:pPr>
        <w:rPr>
          <w:b/>
          <w:bCs/>
          <w:vanish/>
        </w:rPr>
      </w:pPr>
    </w:p>
    <w:sectPr w:rsidR="008A4703" w:rsidRPr="002C348D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5E1E2" w14:textId="77777777" w:rsidR="00C121BD" w:rsidRDefault="00C121BD" w:rsidP="000B54C1">
      <w:r>
        <w:separator/>
      </w:r>
    </w:p>
  </w:endnote>
  <w:endnote w:type="continuationSeparator" w:id="0">
    <w:p w14:paraId="034F92EA" w14:textId="77777777" w:rsidR="00C121BD" w:rsidRDefault="00C121B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571F5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B85B3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AFD5C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AB6E" w14:textId="77777777" w:rsidR="00C121BD" w:rsidRDefault="00C121BD" w:rsidP="000B54C1">
      <w:r>
        <w:separator/>
      </w:r>
    </w:p>
  </w:footnote>
  <w:footnote w:type="continuationSeparator" w:id="0">
    <w:p w14:paraId="73E17D97" w14:textId="77777777" w:rsidR="00C121BD" w:rsidRDefault="00C121B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C310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CB04D95" w14:textId="77777777" w:rsidTr="005302DE">
      <w:tc>
        <w:tcPr>
          <w:tcW w:w="3402" w:type="dxa"/>
          <w:vAlign w:val="center"/>
        </w:tcPr>
        <w:p w14:paraId="5CE41FC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F82DD63" wp14:editId="3A73FBF4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6A4AF1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6DE31B0" w14:textId="1BEA7C2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036CB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7525247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CF41EC1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E958314" wp14:editId="18D25C07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C4C96F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148A58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B02E21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8A77E98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29D2817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498C9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9204F"/>
    <w:multiLevelType w:val="hybridMultilevel"/>
    <w:tmpl w:val="8284A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0C28F1"/>
    <w:multiLevelType w:val="hybridMultilevel"/>
    <w:tmpl w:val="8284A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3994985">
    <w:abstractNumId w:val="1"/>
  </w:num>
  <w:num w:numId="2" w16cid:durableId="246615209">
    <w:abstractNumId w:val="0"/>
  </w:num>
  <w:num w:numId="3" w16cid:durableId="1966501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03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108F0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96DBB"/>
    <w:rsid w:val="007A0ADD"/>
    <w:rsid w:val="00834CF8"/>
    <w:rsid w:val="008A1DCE"/>
    <w:rsid w:val="008A4703"/>
    <w:rsid w:val="008E6B73"/>
    <w:rsid w:val="009C0A5D"/>
    <w:rsid w:val="00A036CB"/>
    <w:rsid w:val="00A345C3"/>
    <w:rsid w:val="00A765CF"/>
    <w:rsid w:val="00AC549C"/>
    <w:rsid w:val="00C121BD"/>
    <w:rsid w:val="00C367CD"/>
    <w:rsid w:val="00D472F1"/>
    <w:rsid w:val="00D83C07"/>
    <w:rsid w:val="00D92F71"/>
    <w:rsid w:val="00DB6303"/>
    <w:rsid w:val="00E936DC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0A660"/>
  <w15:docId w15:val="{28D4DB1D-19EE-468A-B9E8-112C9452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Heading4">
    <w:name w:val="Heading #4"/>
    <w:rsid w:val="008A470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796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cp:lastPrinted>2025-05-16T23:00:00Z</cp:lastPrinted>
  <dcterms:created xsi:type="dcterms:W3CDTF">2017-04-26T19:28:00Z</dcterms:created>
  <dcterms:modified xsi:type="dcterms:W3CDTF">2025-05-16T23:00:00Z</dcterms:modified>
</cp:coreProperties>
</file>