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1EF5F936" w14:textId="77777777" w:rsidTr="00AB1900">
        <w:tc>
          <w:tcPr>
            <w:tcW w:w="10005" w:type="dxa"/>
          </w:tcPr>
          <w:p w14:paraId="1E683640" w14:textId="77777777" w:rsidR="005302DE" w:rsidRPr="00AB1900" w:rsidRDefault="00AB1900" w:rsidP="00AB1900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( 22 ) </w:t>
            </w:r>
          </w:p>
        </w:tc>
      </w:tr>
      <w:tr w:rsidR="005302DE" w14:paraId="3B0298DC" w14:textId="77777777" w:rsidTr="00AB1900">
        <w:tc>
          <w:tcPr>
            <w:tcW w:w="10005" w:type="dxa"/>
          </w:tcPr>
          <w:p w14:paraId="5D665CCA" w14:textId="77777777" w:rsidR="005302DE" w:rsidRPr="00AB1900" w:rsidRDefault="00AB1900" w:rsidP="00AB1900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AB1900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AB1900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AB1900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و.م.ع.ن -  0</w:t>
            </w:r>
            <w:r w:rsidRPr="00AB1900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 w:rsidRPr="00AB1900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  06</w:t>
            </w:r>
            <w:r w:rsidRPr="00AB1900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6E3339BA" w14:textId="77777777" w:rsidTr="00AB1900">
        <w:tc>
          <w:tcPr>
            <w:tcW w:w="10005" w:type="dxa"/>
          </w:tcPr>
          <w:p w14:paraId="6DAF03D7" w14:textId="77777777" w:rsidR="005302DE" w:rsidRPr="00AB1900" w:rsidRDefault="00AB1900" w:rsidP="00AB1900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AB1900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سجل استئذان الموظفين</w:t>
            </w:r>
          </w:p>
        </w:tc>
      </w:tr>
    </w:tbl>
    <w:tbl>
      <w:tblPr>
        <w:bidiVisual/>
        <w:tblW w:w="1020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181"/>
        <w:gridCol w:w="702"/>
        <w:gridCol w:w="177"/>
        <w:gridCol w:w="242"/>
        <w:gridCol w:w="284"/>
        <w:gridCol w:w="702"/>
        <w:gridCol w:w="331"/>
        <w:gridCol w:w="372"/>
        <w:gridCol w:w="141"/>
        <w:gridCol w:w="338"/>
        <w:gridCol w:w="224"/>
        <w:gridCol w:w="702"/>
        <w:gridCol w:w="349"/>
        <w:gridCol w:w="242"/>
        <w:gridCol w:w="112"/>
        <w:gridCol w:w="702"/>
        <w:gridCol w:w="78"/>
        <w:gridCol w:w="625"/>
        <w:gridCol w:w="703"/>
      </w:tblGrid>
      <w:tr w:rsidR="00AB1900" w:rsidRPr="009126C7" w14:paraId="5DAF8F82" w14:textId="77777777" w:rsidTr="00D80FC4">
        <w:trPr>
          <w:trHeight w:hRule="exact" w:val="504"/>
        </w:trPr>
        <w:tc>
          <w:tcPr>
            <w:tcW w:w="31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3A80B1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المدرسة</w:t>
            </w:r>
          </w:p>
        </w:tc>
        <w:tc>
          <w:tcPr>
            <w:tcW w:w="7026" w:type="dxa"/>
            <w:gridSpan w:val="1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567E455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AB1900" w:rsidRPr="009126C7" w14:paraId="7B0E800D" w14:textId="77777777" w:rsidTr="00E02739">
        <w:trPr>
          <w:trHeight w:hRule="exact" w:val="296"/>
        </w:trPr>
        <w:tc>
          <w:tcPr>
            <w:tcW w:w="318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33214705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1EAE47A9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30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1EFFE4C1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5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59F78918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20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0853346A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AB1900" w:rsidRPr="009126C7" w14:paraId="29DE077B" w14:textId="77777777" w:rsidTr="00CB2AB0">
        <w:trPr>
          <w:trHeight w:hRule="exact" w:val="504"/>
        </w:trPr>
        <w:tc>
          <w:tcPr>
            <w:tcW w:w="31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535FBE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 w:hint="cs"/>
                <w:b/>
                <w:bCs/>
                <w:sz w:val="20"/>
                <w:szCs w:val="20"/>
                <w:rtl/>
              </w:rPr>
              <w:t>السجل المدني</w:t>
            </w:r>
          </w:p>
        </w:tc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CE0F3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EBDE4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7B828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B8C4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CEFB4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47E38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AFC2A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8BE96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4468D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B362B2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AB1900" w:rsidRPr="009126C7" w14:paraId="56DF5141" w14:textId="77777777" w:rsidTr="00E02739">
        <w:trPr>
          <w:trHeight w:hRule="exact" w:val="217"/>
        </w:trPr>
        <w:tc>
          <w:tcPr>
            <w:tcW w:w="318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45D1B1BB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189C27AE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2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39AB0265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5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7087C1C4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20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23217DAE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E02739" w:rsidRPr="009126C7" w14:paraId="67694768" w14:textId="77777777" w:rsidTr="00CB2AB0">
        <w:trPr>
          <w:trHeight w:hRule="exact" w:val="504"/>
        </w:trPr>
        <w:tc>
          <w:tcPr>
            <w:tcW w:w="31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03D0AAC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الاسم</w:t>
            </w:r>
          </w:p>
        </w:tc>
        <w:tc>
          <w:tcPr>
            <w:tcW w:w="8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0CF3D14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التخصص</w:t>
            </w:r>
          </w:p>
        </w:tc>
        <w:tc>
          <w:tcPr>
            <w:tcW w:w="1559" w:type="dxa"/>
            <w:gridSpan w:val="4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704E1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المستوى  </w:t>
            </w:r>
            <w:r w:rsidRPr="009126C7">
              <w:rPr>
                <w:rFonts w:cs="AL-Mohanad"/>
                <w:b/>
                <w:bCs/>
                <w:sz w:val="20"/>
                <w:szCs w:val="20"/>
              </w:rPr>
              <w:t xml:space="preserve"> /</w:t>
            </w: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المرتبة</w:t>
            </w:r>
          </w:p>
        </w:tc>
        <w:tc>
          <w:tcPr>
            <w:tcW w:w="851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032F2B2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 w:hint="cs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275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D957106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رقم الوظيفة</w:t>
            </w:r>
          </w:p>
        </w:tc>
        <w:tc>
          <w:tcPr>
            <w:tcW w:w="1134" w:type="dxa"/>
            <w:gridSpan w:val="4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DF5A1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العمل الحالي</w:t>
            </w: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D650478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AB1900" w:rsidRPr="009126C7" w14:paraId="34025EC4" w14:textId="77777777" w:rsidTr="00E02739">
        <w:trPr>
          <w:trHeight w:hRule="exact" w:val="504"/>
        </w:trPr>
        <w:tc>
          <w:tcPr>
            <w:tcW w:w="31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E55C7D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619FCFB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gridSpan w:val="4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0AED4A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043E345C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16B664A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gridSpan w:val="4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0401FEA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2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153796" w14:textId="77777777" w:rsidR="00AB1900" w:rsidRPr="009126C7" w:rsidRDefault="00AB1900" w:rsidP="00AB1900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8"/>
                <w:szCs w:val="28"/>
                <w:rtl/>
              </w:rPr>
            </w:pPr>
          </w:p>
        </w:tc>
      </w:tr>
    </w:tbl>
    <w:p w14:paraId="59FA66E9" w14:textId="77777777" w:rsidR="00AB1900" w:rsidRPr="008370EF" w:rsidRDefault="00AB1900" w:rsidP="00AB1900">
      <w:pPr>
        <w:tabs>
          <w:tab w:val="left" w:pos="1213"/>
          <w:tab w:val="left" w:pos="4138"/>
        </w:tabs>
        <w:spacing w:line="360" w:lineRule="auto"/>
        <w:rPr>
          <w:rFonts w:cs="AL-Mohanad"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41"/>
        <w:gridCol w:w="1619"/>
        <w:gridCol w:w="678"/>
        <w:gridCol w:w="542"/>
        <w:gridCol w:w="543"/>
        <w:gridCol w:w="814"/>
        <w:gridCol w:w="2149"/>
        <w:gridCol w:w="694"/>
        <w:gridCol w:w="695"/>
        <w:gridCol w:w="833"/>
        <w:gridCol w:w="1212"/>
      </w:tblGrid>
      <w:tr w:rsidR="00AB1900" w:rsidRPr="009126C7" w14:paraId="6C2FBA69" w14:textId="77777777" w:rsidTr="00CB2AB0">
        <w:trPr>
          <w:trHeight w:val="322"/>
          <w:jc w:val="center"/>
        </w:trPr>
        <w:tc>
          <w:tcPr>
            <w:tcW w:w="4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64ACD1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  <w:rtl/>
              </w:rPr>
              <w:t>م</w:t>
            </w:r>
          </w:p>
        </w:tc>
        <w:tc>
          <w:tcPr>
            <w:tcW w:w="1619" w:type="dxa"/>
            <w:vMerge w:val="restart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AABA0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  <w:rtl/>
              </w:rPr>
              <w:t>اليوم</w:t>
            </w:r>
          </w:p>
        </w:tc>
        <w:tc>
          <w:tcPr>
            <w:tcW w:w="678" w:type="dxa"/>
            <w:vMerge w:val="restart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6AF944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  <w:rtl/>
              </w:rPr>
              <w:t>التاريخ</w:t>
            </w:r>
          </w:p>
        </w:tc>
        <w:tc>
          <w:tcPr>
            <w:tcW w:w="1085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8D7692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  <w:rtl/>
              </w:rPr>
              <w:t>زمن الخروج</w:t>
            </w:r>
          </w:p>
        </w:tc>
        <w:tc>
          <w:tcPr>
            <w:tcW w:w="81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AEA4B2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  <w:rtl/>
              </w:rPr>
              <w:t>التوقيع</w:t>
            </w:r>
          </w:p>
        </w:tc>
        <w:tc>
          <w:tcPr>
            <w:tcW w:w="21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951B10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  <w:rtl/>
              </w:rPr>
              <w:t>مبررات الخروج</w:t>
            </w:r>
          </w:p>
        </w:tc>
        <w:tc>
          <w:tcPr>
            <w:tcW w:w="1389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E00D9EC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  <w:rtl/>
              </w:rPr>
              <w:t>زمن العودة</w:t>
            </w:r>
          </w:p>
        </w:tc>
        <w:tc>
          <w:tcPr>
            <w:tcW w:w="83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B4E2B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  <w:rtl/>
              </w:rPr>
              <w:t>التوقيع</w:t>
            </w:r>
          </w:p>
        </w:tc>
        <w:tc>
          <w:tcPr>
            <w:tcW w:w="121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695D5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AB1900" w:rsidRPr="009126C7" w14:paraId="2701F4F6" w14:textId="77777777" w:rsidTr="00E02739">
        <w:trPr>
          <w:trHeight w:val="322"/>
          <w:jc w:val="center"/>
        </w:trPr>
        <w:tc>
          <w:tcPr>
            <w:tcW w:w="441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pct15" w:color="auto" w:fill="auto"/>
            <w:vAlign w:val="center"/>
          </w:tcPr>
          <w:p w14:paraId="7E0F311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9" w:type="dxa"/>
            <w:vMerge/>
            <w:tcBorders>
              <w:top w:val="single" w:sz="12" w:space="0" w:color="auto"/>
              <w:bottom w:val="single" w:sz="18" w:space="0" w:color="auto"/>
            </w:tcBorders>
            <w:shd w:val="pct15" w:color="auto" w:fill="auto"/>
            <w:vAlign w:val="center"/>
          </w:tcPr>
          <w:p w14:paraId="27DC708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Merge/>
            <w:tcBorders>
              <w:top w:val="single" w:sz="12" w:space="0" w:color="auto"/>
              <w:bottom w:val="single" w:sz="18" w:space="0" w:color="auto"/>
            </w:tcBorders>
            <w:shd w:val="pct15" w:color="auto" w:fill="auto"/>
            <w:vAlign w:val="center"/>
          </w:tcPr>
          <w:p w14:paraId="4ED5545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911660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9126C7">
              <w:rPr>
                <w:rFonts w:cs="AL-Mohanad"/>
                <w:b/>
                <w:bCs/>
                <w:sz w:val="16"/>
                <w:szCs w:val="16"/>
                <w:rtl/>
              </w:rPr>
              <w:t>دقيقة</w:t>
            </w:r>
          </w:p>
        </w:tc>
        <w:tc>
          <w:tcPr>
            <w:tcW w:w="54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83B48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9126C7">
              <w:rPr>
                <w:rFonts w:cs="AL-Mohanad"/>
                <w:b/>
                <w:bCs/>
                <w:sz w:val="16"/>
                <w:szCs w:val="16"/>
                <w:rtl/>
              </w:rPr>
              <w:t>ساعة</w:t>
            </w:r>
          </w:p>
        </w:tc>
        <w:tc>
          <w:tcPr>
            <w:tcW w:w="814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5" w:color="auto" w:fill="auto"/>
            <w:vAlign w:val="center"/>
          </w:tcPr>
          <w:p w14:paraId="66B2137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pct15" w:color="auto" w:fill="auto"/>
            <w:vAlign w:val="center"/>
          </w:tcPr>
          <w:p w14:paraId="58A15CF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178A4C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9126C7">
              <w:rPr>
                <w:rFonts w:cs="AL-Mohanad"/>
                <w:b/>
                <w:bCs/>
                <w:sz w:val="16"/>
                <w:szCs w:val="16"/>
                <w:rtl/>
              </w:rPr>
              <w:t>دقيقة</w:t>
            </w:r>
          </w:p>
        </w:tc>
        <w:tc>
          <w:tcPr>
            <w:tcW w:w="69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557A5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9126C7">
              <w:rPr>
                <w:rFonts w:cs="AL-Mohanad"/>
                <w:b/>
                <w:bCs/>
                <w:sz w:val="16"/>
                <w:szCs w:val="16"/>
                <w:rtl/>
              </w:rPr>
              <w:t>ساعة</w:t>
            </w:r>
          </w:p>
        </w:tc>
        <w:tc>
          <w:tcPr>
            <w:tcW w:w="83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5" w:color="auto" w:fill="auto"/>
            <w:vAlign w:val="center"/>
          </w:tcPr>
          <w:p w14:paraId="06427F7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5" w:color="auto" w:fill="auto"/>
            <w:vAlign w:val="center"/>
          </w:tcPr>
          <w:p w14:paraId="4020023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E02739" w:rsidRPr="009126C7" w14:paraId="1DEB96E0" w14:textId="77777777" w:rsidTr="00E02739">
        <w:trPr>
          <w:trHeight w:val="345"/>
          <w:jc w:val="center"/>
        </w:trPr>
        <w:tc>
          <w:tcPr>
            <w:tcW w:w="44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111F5A4F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AD8537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580753CC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C26A94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238DF6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ADF981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2EDA4EC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080CC00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C30561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563800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5328380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E02739" w:rsidRPr="009126C7" w14:paraId="1B8FF539" w14:textId="77777777" w:rsidTr="00E02739">
        <w:trPr>
          <w:trHeight w:val="345"/>
          <w:jc w:val="center"/>
        </w:trPr>
        <w:tc>
          <w:tcPr>
            <w:tcW w:w="441" w:type="dxa"/>
            <w:tcBorders>
              <w:top w:val="single" w:sz="6" w:space="0" w:color="auto"/>
              <w:left w:val="single" w:sz="18" w:space="0" w:color="auto"/>
            </w:tcBorders>
            <w:vAlign w:val="center"/>
          </w:tcPr>
          <w:p w14:paraId="7207CCE3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tcBorders>
              <w:top w:val="single" w:sz="6" w:space="0" w:color="auto"/>
            </w:tcBorders>
            <w:vAlign w:val="center"/>
          </w:tcPr>
          <w:p w14:paraId="304C258A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tcBorders>
              <w:top w:val="single" w:sz="6" w:space="0" w:color="auto"/>
            </w:tcBorders>
            <w:vAlign w:val="center"/>
          </w:tcPr>
          <w:p w14:paraId="7448E96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tcBorders>
              <w:top w:val="single" w:sz="6" w:space="0" w:color="auto"/>
            </w:tcBorders>
            <w:vAlign w:val="center"/>
          </w:tcPr>
          <w:p w14:paraId="2C2E550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14:paraId="0880D44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5C360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18" w:space="0" w:color="auto"/>
            </w:tcBorders>
            <w:vAlign w:val="center"/>
          </w:tcPr>
          <w:p w14:paraId="5991980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tcBorders>
              <w:top w:val="single" w:sz="6" w:space="0" w:color="auto"/>
            </w:tcBorders>
            <w:vAlign w:val="center"/>
          </w:tcPr>
          <w:p w14:paraId="4181936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14:paraId="2300372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5176A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413B6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39973BB3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7CBF3E48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4FC5584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60D95D7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0DE3496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63834CC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F256B20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198B75A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162C748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427E82F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72C1C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80C1C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44A25100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79DA0948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3CA3056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5512BF7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4B47446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0817913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2A992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7C41A95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7E0AF97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06127DA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6AC3D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0E7B89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1142CA8A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220A5168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00E1C58C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7064394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4FF5C26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222F4FD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17D3D0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0925961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01FB23A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1A92B15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8A9B53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98E2D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4EB350F0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4A60DCC9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0102DDE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6607499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40A031C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5CA27C8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08F393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71925FA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176C426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2F3BBD2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1D3B42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B2AD6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7E4E4298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5034DF14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175EDE9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2D8DA53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2E07F37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0213F6D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2F0A0E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745A2DEA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42A052FC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1B9C537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73A750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A8C9A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5AF3585A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1B5DC386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77229A5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05889B7C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64C1926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711B4A2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EF8528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5782938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476197E0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060C485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3EFA0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B0ADDF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78C1C9EF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449150EF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15DAAB4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00EA97F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42D3D2C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5349775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474AE4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4B4FD4C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50A2CC7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108A692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8F04C3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5A9A8E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1159E13B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3D6CC71E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111F95F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03C8732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3BF5896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55A470F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8F3B1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31DB403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433A794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354BA50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2080B7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AD887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4199D759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4022425D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7D58D0E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53526BE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1C027C3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2664617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FCB68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40F322C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4A89D59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24D36BD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DDC6E6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84E6D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2E8FE852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45E73F2F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536FBD5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00BFDFE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5BFDF30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3860C69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AF172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1F18D30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166521B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40CC3A3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E1E85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9ADFF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3C167178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61D04B8F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0EEF888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1654E21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517206F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1E81E23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CFF91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009418D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4C8A959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7B99FB1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D42142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0C90A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3378302E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440BECC6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18873C2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171B5DF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0FEF9BC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7636ED3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4382AD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69D0EA6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0EBD38E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0C3CB45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DF067C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08823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7E03C785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24DD112E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4FE8DB9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333D0D7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48397CD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6078422A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8F263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0EB9E77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0CF1B81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30312DDB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9B8E94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DB6D7A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65D874B6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720A303A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0BE9051A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05757CC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0741B3D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7E9C2F9D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DBA04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2CA1BD5C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53EA30E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5A63473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DAFEA6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0BFB6E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0E82092D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3C025E2F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41E3F26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60D78EF8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48949E5A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088BCFD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B2441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2FEA713C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5006C6AA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2F00469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A1F39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0AB9A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5A86FE28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2DA6C955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72868E6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2F110A8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3BCE07CE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6A0E421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0AB83C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764AB900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2BA821B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6C227F4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790B0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A7DAEF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AB1900" w:rsidRPr="009126C7" w14:paraId="3E68424C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</w:tcBorders>
            <w:vAlign w:val="center"/>
          </w:tcPr>
          <w:p w14:paraId="07D134B4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vAlign w:val="center"/>
          </w:tcPr>
          <w:p w14:paraId="7FDF8DA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vAlign w:val="center"/>
          </w:tcPr>
          <w:p w14:paraId="3E49CBE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vAlign w:val="center"/>
          </w:tcPr>
          <w:p w14:paraId="301F67F5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right w:val="single" w:sz="18" w:space="0" w:color="auto"/>
            </w:tcBorders>
            <w:vAlign w:val="center"/>
          </w:tcPr>
          <w:p w14:paraId="3FE3E71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52522F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</w:tcBorders>
            <w:vAlign w:val="center"/>
          </w:tcPr>
          <w:p w14:paraId="1CBB2DC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vAlign w:val="center"/>
          </w:tcPr>
          <w:p w14:paraId="53D71EA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14:paraId="7EBFC8D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8856E4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7A35A1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  <w:tr w:rsidR="00E02739" w:rsidRPr="009126C7" w14:paraId="1122EF50" w14:textId="77777777" w:rsidTr="00E02739">
        <w:trPr>
          <w:trHeight w:val="345"/>
          <w:jc w:val="center"/>
        </w:trPr>
        <w:tc>
          <w:tcPr>
            <w:tcW w:w="44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0C42B29" w14:textId="77777777" w:rsidR="00AB1900" w:rsidRPr="00AB1900" w:rsidRDefault="00AB1900" w:rsidP="00AB19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9" w:type="dxa"/>
            <w:tcBorders>
              <w:bottom w:val="single" w:sz="18" w:space="0" w:color="auto"/>
            </w:tcBorders>
            <w:vAlign w:val="center"/>
          </w:tcPr>
          <w:p w14:paraId="40B89DA9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8" w:type="dxa"/>
            <w:tcBorders>
              <w:bottom w:val="single" w:sz="18" w:space="0" w:color="auto"/>
            </w:tcBorders>
            <w:vAlign w:val="center"/>
          </w:tcPr>
          <w:p w14:paraId="0585271A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9126C7">
              <w:rPr>
                <w:rFonts w:cs="AL-Mohanad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14:paraId="6039C79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3AAE012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62E1D0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57DC92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4" w:type="dxa"/>
            <w:tcBorders>
              <w:bottom w:val="single" w:sz="18" w:space="0" w:color="auto"/>
            </w:tcBorders>
            <w:vAlign w:val="center"/>
          </w:tcPr>
          <w:p w14:paraId="459A6F87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0B554C6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821BC0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1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6F7D33" w14:textId="77777777" w:rsidR="00AB1900" w:rsidRPr="009126C7" w:rsidRDefault="00AB1900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</w:p>
        </w:tc>
      </w:tr>
    </w:tbl>
    <w:p w14:paraId="0443851E" w14:textId="77777777" w:rsidR="00AB1900" w:rsidRPr="008370EF" w:rsidRDefault="00AB1900" w:rsidP="00AB1900">
      <w:pPr>
        <w:tabs>
          <w:tab w:val="left" w:pos="799"/>
        </w:tabs>
        <w:rPr>
          <w:rFonts w:cs="AL-Mohanad"/>
          <w:sz w:val="2"/>
          <w:szCs w:val="2"/>
          <w:rtl/>
        </w:rPr>
      </w:pPr>
    </w:p>
    <w:p w14:paraId="2D567417" w14:textId="77777777" w:rsidR="00AB1900" w:rsidRDefault="00AB1900" w:rsidP="00AB1900">
      <w:pPr>
        <w:tabs>
          <w:tab w:val="left" w:pos="799"/>
        </w:tabs>
        <w:rPr>
          <w:rFonts w:cs="AL-Mohanad"/>
          <w:sz w:val="18"/>
          <w:szCs w:val="18"/>
          <w:rtl/>
        </w:rPr>
      </w:pPr>
    </w:p>
    <w:p w14:paraId="68B065ED" w14:textId="77777777" w:rsidR="00AB1900" w:rsidRDefault="00AB1900" w:rsidP="00AB1900">
      <w:pPr>
        <w:tabs>
          <w:tab w:val="left" w:pos="799"/>
        </w:tabs>
        <w:rPr>
          <w:rFonts w:cs="AL-Mohanad"/>
          <w:sz w:val="18"/>
          <w:szCs w:val="18"/>
          <w:rtl/>
        </w:rPr>
      </w:pPr>
    </w:p>
    <w:p w14:paraId="5243318E" w14:textId="77777777" w:rsidR="003C2673" w:rsidRPr="00AB1900" w:rsidRDefault="00AB1900" w:rsidP="00AB1900">
      <w:pPr>
        <w:tabs>
          <w:tab w:val="left" w:pos="90"/>
          <w:tab w:val="left" w:pos="799"/>
        </w:tabs>
        <w:jc w:val="both"/>
        <w:rPr>
          <w:rFonts w:cs="AL-Mohanad"/>
          <w:sz w:val="20"/>
          <w:szCs w:val="20"/>
          <w:rtl/>
        </w:rPr>
      </w:pPr>
      <w:r w:rsidRPr="00AB1900">
        <w:rPr>
          <w:rFonts w:cs="AL-Mohanad" w:hint="cs"/>
          <w:sz w:val="20"/>
          <w:szCs w:val="20"/>
          <w:rtl/>
        </w:rPr>
        <w:t>*في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مدارس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البنات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يتم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كتابة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اسم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المحرم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و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صلة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القرابة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ورقم</w:t>
      </w:r>
      <w:r w:rsidRPr="00AB1900">
        <w:rPr>
          <w:rFonts w:cs="AL-Mohanad"/>
          <w:sz w:val="20"/>
          <w:szCs w:val="20"/>
        </w:rPr>
        <w:t xml:space="preserve"> </w:t>
      </w:r>
      <w:r w:rsidRPr="00AB1900">
        <w:rPr>
          <w:rFonts w:cs="AL-Mohanad" w:hint="cs"/>
          <w:sz w:val="20"/>
          <w:szCs w:val="20"/>
          <w:rtl/>
        </w:rPr>
        <w:t>الهوية</w:t>
      </w:r>
    </w:p>
    <w:sectPr w:rsidR="003C2673" w:rsidRPr="00AB1900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2BC0E" w14:textId="77777777" w:rsidR="00840FDE" w:rsidRDefault="00840FDE" w:rsidP="000B54C1">
      <w:r>
        <w:separator/>
      </w:r>
    </w:p>
  </w:endnote>
  <w:endnote w:type="continuationSeparator" w:id="0">
    <w:p w14:paraId="38581E19" w14:textId="77777777" w:rsidR="00840FDE" w:rsidRDefault="00840FDE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B1E65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24E66" w14:textId="77777777" w:rsidR="00840FDE" w:rsidRDefault="00840FDE" w:rsidP="000B54C1">
      <w:r>
        <w:separator/>
      </w:r>
    </w:p>
  </w:footnote>
  <w:footnote w:type="continuationSeparator" w:id="0">
    <w:p w14:paraId="16556905" w14:textId="77777777" w:rsidR="00840FDE" w:rsidRDefault="00840FDE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24635DA" w14:textId="77777777" w:rsidTr="005302DE">
      <w:tc>
        <w:tcPr>
          <w:tcW w:w="3402" w:type="dxa"/>
          <w:vAlign w:val="center"/>
        </w:tcPr>
        <w:p w14:paraId="316DA5AC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413D993" wp14:editId="288E95A6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679972B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1A924BD" w14:textId="5952CAA3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D80FC4">
            <w:rPr>
              <w:rFonts w:cs="AL-Mohanad" w:hint="cs"/>
              <w:sz w:val="22"/>
              <w:szCs w:val="22"/>
              <w:rtl/>
            </w:rPr>
            <w:t>...........</w:t>
          </w:r>
        </w:p>
        <w:p w14:paraId="20F33184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CBF5A0A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10FD275" wp14:editId="57097B1D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3EDF73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1B32D58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08373567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9086637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A8CDF49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C0629"/>
    <w:multiLevelType w:val="hybridMultilevel"/>
    <w:tmpl w:val="166A3E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1847421">
    <w:abstractNumId w:val="0"/>
  </w:num>
  <w:num w:numId="2" w16cid:durableId="1482573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900"/>
    <w:rsid w:val="000B54C1"/>
    <w:rsid w:val="0012662B"/>
    <w:rsid w:val="001D0A7D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5F5C8A"/>
    <w:rsid w:val="00674CBA"/>
    <w:rsid w:val="0068143D"/>
    <w:rsid w:val="006E0A53"/>
    <w:rsid w:val="006E0D08"/>
    <w:rsid w:val="00726AB7"/>
    <w:rsid w:val="00726C3F"/>
    <w:rsid w:val="007A0ADD"/>
    <w:rsid w:val="00840FDE"/>
    <w:rsid w:val="008A1DCE"/>
    <w:rsid w:val="008E6B73"/>
    <w:rsid w:val="009C0A5D"/>
    <w:rsid w:val="00A345C3"/>
    <w:rsid w:val="00A765CF"/>
    <w:rsid w:val="00AB1900"/>
    <w:rsid w:val="00B9356B"/>
    <w:rsid w:val="00CB2AB0"/>
    <w:rsid w:val="00D472F1"/>
    <w:rsid w:val="00D80FC4"/>
    <w:rsid w:val="00E02739"/>
    <w:rsid w:val="00EB5EB7"/>
    <w:rsid w:val="00F1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C1F45"/>
  <w15:docId w15:val="{C5574536-0FD2-4BED-AD7A-6733A0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1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2017-04-27T21:23:00Z</dcterms:created>
  <dcterms:modified xsi:type="dcterms:W3CDTF">2025-05-16T22:50:00Z</dcterms:modified>
</cp:coreProperties>
</file>