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18B6FD40" w14:textId="77777777" w:rsidTr="00144A42">
        <w:tc>
          <w:tcPr>
            <w:tcW w:w="10005" w:type="dxa"/>
          </w:tcPr>
          <w:p w14:paraId="59FB4C9D" w14:textId="77777777" w:rsidR="005302DE" w:rsidRPr="00144A42" w:rsidRDefault="00144A42" w:rsidP="00144A42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( 27 ) </w:t>
            </w:r>
          </w:p>
        </w:tc>
      </w:tr>
      <w:tr w:rsidR="005302DE" w14:paraId="08B28A35" w14:textId="77777777" w:rsidTr="00144A42">
        <w:tc>
          <w:tcPr>
            <w:tcW w:w="10005" w:type="dxa"/>
          </w:tcPr>
          <w:p w14:paraId="3F1E4E67" w14:textId="77777777" w:rsidR="005302DE" w:rsidRPr="00144A42" w:rsidRDefault="00144A42" w:rsidP="00144A42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144A4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 ( و.م.ع.ن -   0</w:t>
            </w:r>
            <w:r w:rsidRPr="00144A4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3</w:t>
            </w:r>
            <w:r w:rsidRPr="00144A4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01    )</w:t>
            </w:r>
          </w:p>
        </w:tc>
      </w:tr>
      <w:tr w:rsidR="005302DE" w14:paraId="1A9B166C" w14:textId="77777777" w:rsidTr="00144A42">
        <w:tc>
          <w:tcPr>
            <w:tcW w:w="10005" w:type="dxa"/>
          </w:tcPr>
          <w:p w14:paraId="446CBCFD" w14:textId="77777777" w:rsidR="005302DE" w:rsidRPr="00144A42" w:rsidRDefault="00144A42" w:rsidP="00144A42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144A42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طلب صيانة</w:t>
            </w:r>
          </w:p>
        </w:tc>
      </w:tr>
    </w:tbl>
    <w:p w14:paraId="4AB7DEE9" w14:textId="77777777" w:rsidR="00144A42" w:rsidRDefault="00144A42" w:rsidP="004E2339">
      <w:pPr>
        <w:tabs>
          <w:tab w:val="left" w:pos="1213"/>
        </w:tabs>
        <w:spacing w:line="360" w:lineRule="auto"/>
        <w:rPr>
          <w:rFonts w:cs="AL-Mohanad"/>
          <w:sz w:val="20"/>
          <w:szCs w:val="20"/>
          <w:rtl/>
        </w:rPr>
      </w:pPr>
      <w:r w:rsidRPr="00171118">
        <w:rPr>
          <w:rFonts w:cs="AL-Mohanad"/>
          <w:color w:val="003300"/>
          <w:sz w:val="20"/>
          <w:szCs w:val="20"/>
          <w:rtl/>
        </w:rPr>
        <w:tab/>
      </w:r>
    </w:p>
    <w:p w14:paraId="0AEF7AE5" w14:textId="77777777" w:rsidR="00144A42" w:rsidRPr="006E6976" w:rsidRDefault="00144A42" w:rsidP="00144A42">
      <w:pPr>
        <w:tabs>
          <w:tab w:val="left" w:pos="657"/>
        </w:tabs>
        <w:spacing w:line="360" w:lineRule="auto"/>
        <w:ind w:left="720"/>
        <w:rPr>
          <w:rFonts w:cs="AL-Mohanad"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0"/>
      </w:tblGrid>
      <w:tr w:rsidR="00144A42" w14:paraId="622D4A49" w14:textId="77777777" w:rsidTr="00506A5A">
        <w:tc>
          <w:tcPr>
            <w:tcW w:w="10280" w:type="dxa"/>
            <w:shd w:val="clear" w:color="auto" w:fill="E7E6E6" w:themeFill="background2"/>
          </w:tcPr>
          <w:p w14:paraId="204A6C66" w14:textId="14B978CB" w:rsidR="00144A42" w:rsidRPr="00B67D2A" w:rsidRDefault="00144A42" w:rsidP="00B67D2A">
            <w:pPr>
              <w:ind w:right="-851"/>
              <w:rPr>
                <w:szCs w:val="36"/>
                <w:rtl/>
              </w:rPr>
            </w:pPr>
            <w:r w:rsidRPr="00B67D2A">
              <w:rPr>
                <w:rFonts w:asciiTheme="minorBidi" w:hAnsiTheme="minorBidi" w:cstheme="minorBidi"/>
                <w:sz w:val="34"/>
                <w:szCs w:val="34"/>
                <w:rtl/>
              </w:rPr>
              <w:t xml:space="preserve">طلب صيانة للعام الدراسي </w:t>
            </w:r>
            <w:r w:rsidRPr="00B67D2A">
              <w:rPr>
                <w:rFonts w:asciiTheme="minorBidi" w:hAnsiTheme="minorBidi" w:cstheme="minorBidi"/>
                <w:sz w:val="34"/>
                <w:szCs w:val="34"/>
                <w:rtl/>
              </w:rPr>
              <w:tab/>
            </w:r>
            <w:r w:rsidRPr="00B67D2A">
              <w:rPr>
                <w:rFonts w:asciiTheme="minorBidi" w:hAnsiTheme="minorBidi" w:cstheme="minorBidi" w:hint="cs"/>
                <w:sz w:val="34"/>
                <w:szCs w:val="34"/>
                <w:rtl/>
              </w:rPr>
              <w:t xml:space="preserve">      </w:t>
            </w:r>
            <w:r w:rsidRPr="00B67D2A">
              <w:rPr>
                <w:rFonts w:asciiTheme="minorBidi" w:hAnsiTheme="minorBidi" w:cstheme="minorBidi"/>
                <w:sz w:val="34"/>
                <w:szCs w:val="34"/>
                <w:rtl/>
              </w:rPr>
              <w:t xml:space="preserve">14هـ </w:t>
            </w:r>
            <w:r w:rsidRPr="00B67D2A">
              <w:rPr>
                <w:rFonts w:asciiTheme="minorBidi" w:hAnsiTheme="minorBidi" w:cstheme="minorBidi"/>
                <w:sz w:val="34"/>
                <w:szCs w:val="34"/>
              </w:rPr>
              <w:t xml:space="preserve">/ </w:t>
            </w:r>
            <w:r w:rsidRPr="00B67D2A">
              <w:rPr>
                <w:rFonts w:asciiTheme="minorBidi" w:hAnsiTheme="minorBidi" w:cstheme="minorBidi"/>
                <w:sz w:val="34"/>
                <w:szCs w:val="34"/>
                <w:rtl/>
              </w:rPr>
              <w:t xml:space="preserve"> </w:t>
            </w:r>
            <w:r w:rsidRPr="00B67D2A">
              <w:rPr>
                <w:rFonts w:asciiTheme="minorBidi" w:hAnsiTheme="minorBidi" w:cstheme="minorBidi" w:hint="cs"/>
                <w:sz w:val="34"/>
                <w:szCs w:val="34"/>
                <w:rtl/>
              </w:rPr>
              <w:t xml:space="preserve">  </w:t>
            </w:r>
            <w:r w:rsidRPr="00B67D2A">
              <w:rPr>
                <w:rFonts w:asciiTheme="minorBidi" w:hAnsiTheme="minorBidi" w:cstheme="minorBidi"/>
                <w:sz w:val="34"/>
                <w:szCs w:val="34"/>
                <w:rtl/>
              </w:rPr>
              <w:t xml:space="preserve"> </w:t>
            </w:r>
            <w:r w:rsidR="00506A5A">
              <w:rPr>
                <w:rFonts w:asciiTheme="minorBidi" w:hAnsiTheme="minorBidi" w:cstheme="minorBidi" w:hint="cs"/>
                <w:sz w:val="34"/>
                <w:szCs w:val="34"/>
                <w:rtl/>
              </w:rPr>
              <w:t>(                  )</w:t>
            </w:r>
          </w:p>
        </w:tc>
      </w:tr>
    </w:tbl>
    <w:p w14:paraId="7E87CC6D" w14:textId="77777777" w:rsidR="00B67D2A" w:rsidRPr="004E2339" w:rsidRDefault="00B67D2A">
      <w:pPr>
        <w:rPr>
          <w:sz w:val="20"/>
          <w:szCs w:val="20"/>
        </w:rPr>
      </w:pPr>
    </w:p>
    <w:tbl>
      <w:tblPr>
        <w:tblStyle w:val="TableGrid"/>
        <w:bidiVisual/>
        <w:tblW w:w="0" w:type="auto"/>
        <w:tblInd w:w="-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809"/>
        <w:gridCol w:w="1617"/>
        <w:gridCol w:w="1218"/>
        <w:gridCol w:w="1701"/>
        <w:gridCol w:w="393"/>
        <w:gridCol w:w="115"/>
        <w:gridCol w:w="279"/>
        <w:gridCol w:w="393"/>
        <w:gridCol w:w="394"/>
        <w:gridCol w:w="393"/>
        <w:gridCol w:w="394"/>
        <w:gridCol w:w="393"/>
        <w:gridCol w:w="394"/>
        <w:gridCol w:w="393"/>
        <w:gridCol w:w="394"/>
      </w:tblGrid>
      <w:tr w:rsidR="00144A42" w14:paraId="1AF7D677" w14:textId="77777777" w:rsidTr="004E2339">
        <w:tc>
          <w:tcPr>
            <w:tcW w:w="10280" w:type="dxa"/>
            <w:gridSpan w:val="15"/>
          </w:tcPr>
          <w:p w14:paraId="3ABA5FBE" w14:textId="77777777" w:rsidR="00144A42" w:rsidRPr="004E2339" w:rsidRDefault="00144A42" w:rsidP="004E2339">
            <w:pPr>
              <w:ind w:right="-851"/>
              <w:rPr>
                <w:rFonts w:asciiTheme="minorBidi" w:hAnsiTheme="minorBidi" w:cs="PT Bold Heading"/>
                <w:sz w:val="30"/>
                <w:szCs w:val="30"/>
                <w:rtl/>
              </w:rPr>
            </w:pPr>
            <w:r w:rsidRPr="004E2339">
              <w:rPr>
                <w:rFonts w:asciiTheme="minorBidi" w:hAnsiTheme="minorBidi" w:cs="PT Bold Heading"/>
                <w:sz w:val="30"/>
                <w:szCs w:val="30"/>
                <w:rtl/>
              </w:rPr>
              <w:t>معلومات  عن المدرسة</w:t>
            </w:r>
          </w:p>
        </w:tc>
      </w:tr>
      <w:tr w:rsidR="00144A42" w14:paraId="72DC8E13" w14:textId="77777777" w:rsidTr="004E2339">
        <w:trPr>
          <w:trHeight w:val="407"/>
        </w:trPr>
        <w:tc>
          <w:tcPr>
            <w:tcW w:w="3426" w:type="dxa"/>
            <w:gridSpan w:val="2"/>
            <w:vAlign w:val="center"/>
          </w:tcPr>
          <w:p w14:paraId="30EB4FEC" w14:textId="77777777" w:rsidR="00144A42" w:rsidRDefault="00144A42" w:rsidP="004E2339">
            <w:pPr>
              <w:ind w:right="-851"/>
              <w:jc w:val="center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اسم المدرسة</w:t>
            </w:r>
          </w:p>
        </w:tc>
        <w:tc>
          <w:tcPr>
            <w:tcW w:w="3427" w:type="dxa"/>
            <w:gridSpan w:val="4"/>
            <w:vAlign w:val="center"/>
          </w:tcPr>
          <w:p w14:paraId="4E65EF85" w14:textId="77777777" w:rsidR="00144A42" w:rsidRDefault="00144A42" w:rsidP="004E2339">
            <w:pPr>
              <w:ind w:right="-851"/>
              <w:jc w:val="center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المرحلة</w:t>
            </w:r>
          </w:p>
        </w:tc>
        <w:tc>
          <w:tcPr>
            <w:tcW w:w="3427" w:type="dxa"/>
            <w:gridSpan w:val="9"/>
            <w:vAlign w:val="center"/>
          </w:tcPr>
          <w:p w14:paraId="37A2928A" w14:textId="77777777" w:rsidR="00144A42" w:rsidRDefault="00144A42" w:rsidP="004E2339">
            <w:pPr>
              <w:ind w:right="-851"/>
              <w:jc w:val="center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الرقم بالوزارة</w:t>
            </w:r>
          </w:p>
        </w:tc>
      </w:tr>
      <w:tr w:rsidR="00144A42" w14:paraId="3CA3BE94" w14:textId="77777777" w:rsidTr="004E2339">
        <w:tc>
          <w:tcPr>
            <w:tcW w:w="3426" w:type="dxa"/>
            <w:gridSpan w:val="2"/>
            <w:tcBorders>
              <w:bottom w:val="single" w:sz="18" w:space="0" w:color="auto"/>
            </w:tcBorders>
          </w:tcPr>
          <w:p w14:paraId="124355DB" w14:textId="77777777" w:rsidR="00144A42" w:rsidRDefault="00144A42" w:rsidP="00B67D2A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3427" w:type="dxa"/>
            <w:gridSpan w:val="4"/>
            <w:tcBorders>
              <w:bottom w:val="single" w:sz="18" w:space="0" w:color="auto"/>
            </w:tcBorders>
          </w:tcPr>
          <w:p w14:paraId="3C417C37" w14:textId="77777777" w:rsidR="00144A42" w:rsidRDefault="00144A42" w:rsidP="00B67D2A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3427" w:type="dxa"/>
            <w:gridSpan w:val="9"/>
            <w:tcBorders>
              <w:bottom w:val="single" w:sz="18" w:space="0" w:color="auto"/>
            </w:tcBorders>
          </w:tcPr>
          <w:p w14:paraId="374712A9" w14:textId="77777777" w:rsidR="00144A42" w:rsidRDefault="00144A42" w:rsidP="00B67D2A">
            <w:pPr>
              <w:ind w:right="-851"/>
              <w:rPr>
                <w:szCs w:val="36"/>
                <w:rtl/>
              </w:rPr>
            </w:pPr>
          </w:p>
        </w:tc>
      </w:tr>
      <w:tr w:rsidR="004E2339" w14:paraId="11EEF50C" w14:textId="77777777" w:rsidTr="004E2339">
        <w:trPr>
          <w:trHeight w:val="381"/>
        </w:trPr>
        <w:tc>
          <w:tcPr>
            <w:tcW w:w="18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0D2FDCB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رقم هاتف المدرسة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95F4044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63163B9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رقم جوال المدرسة  </w:t>
            </w:r>
          </w:p>
        </w:tc>
        <w:tc>
          <w:tcPr>
            <w:tcW w:w="39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FCB5CB7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394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7B0AE46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39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01A8C72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39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58AC329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39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76DDC41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39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CA773B7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39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F0F25F9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39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33089EA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39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827A24A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39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389A0E9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</w:tr>
    </w:tbl>
    <w:p w14:paraId="173B7E24" w14:textId="77777777" w:rsidR="004E2339" w:rsidRPr="004E2339" w:rsidRDefault="004E2339">
      <w:pPr>
        <w:rPr>
          <w:sz w:val="20"/>
          <w:szCs w:val="20"/>
        </w:rPr>
      </w:pPr>
    </w:p>
    <w:tbl>
      <w:tblPr>
        <w:tblStyle w:val="TableGrid"/>
        <w:bidiVisual/>
        <w:tblW w:w="0" w:type="auto"/>
        <w:tblInd w:w="-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B67D2A" w14:paraId="4D6DCED5" w14:textId="77777777" w:rsidTr="004E2339">
        <w:tc>
          <w:tcPr>
            <w:tcW w:w="10280" w:type="dxa"/>
            <w:gridSpan w:val="3"/>
          </w:tcPr>
          <w:p w14:paraId="6062E811" w14:textId="77777777" w:rsidR="00B67D2A" w:rsidRPr="004E2339" w:rsidRDefault="00B67D2A" w:rsidP="004E2339">
            <w:pPr>
              <w:ind w:right="-851"/>
              <w:rPr>
                <w:rFonts w:asciiTheme="minorBidi" w:hAnsiTheme="minorBidi" w:cs="PT Bold Heading"/>
                <w:sz w:val="30"/>
                <w:szCs w:val="30"/>
                <w:rtl/>
              </w:rPr>
            </w:pPr>
            <w:r w:rsidRPr="004E2339">
              <w:rPr>
                <w:rFonts w:asciiTheme="minorBidi" w:hAnsiTheme="minorBidi" w:cs="PT Bold Heading"/>
                <w:sz w:val="30"/>
                <w:szCs w:val="30"/>
                <w:rtl/>
              </w:rPr>
              <w:t>نوع الصيانة المطلوبة :</w:t>
            </w:r>
          </w:p>
        </w:tc>
      </w:tr>
      <w:tr w:rsidR="00144A42" w14:paraId="71937795" w14:textId="77777777" w:rsidTr="004E2339">
        <w:tc>
          <w:tcPr>
            <w:tcW w:w="3426" w:type="dxa"/>
          </w:tcPr>
          <w:p w14:paraId="08A4A87C" w14:textId="77777777" w:rsidR="00144A42" w:rsidRDefault="00B67D2A" w:rsidP="00B67D2A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Cs w:val="34"/>
              </w:rPr>
              <w:sym w:font="Wingdings 2" w:char="F030"/>
            </w:r>
            <w:r w:rsidRPr="007E7FC0">
              <w:rPr>
                <w:rFonts w:cs="AL-Mohanad"/>
                <w:b/>
                <w:bCs/>
                <w:sz w:val="18"/>
                <w:szCs w:val="18"/>
                <w:rtl/>
              </w:rPr>
              <w:t xml:space="preserve"> 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كهرباء</w:t>
            </w:r>
          </w:p>
        </w:tc>
        <w:tc>
          <w:tcPr>
            <w:tcW w:w="3427" w:type="dxa"/>
          </w:tcPr>
          <w:p w14:paraId="2FE04E20" w14:textId="77777777" w:rsidR="00144A42" w:rsidRDefault="00B67D2A" w:rsidP="00B67D2A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Cs w:val="34"/>
              </w:rPr>
              <w:sym w:font="Wingdings 2" w:char="F030"/>
            </w:r>
            <w:r w:rsidRPr="007E7FC0">
              <w:rPr>
                <w:rFonts w:cs="AL-Mohanad"/>
                <w:b/>
                <w:bCs/>
                <w:szCs w:val="34"/>
                <w:rtl/>
              </w:rPr>
              <w:t xml:space="preserve">  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نجارة</w:t>
            </w:r>
          </w:p>
        </w:tc>
        <w:tc>
          <w:tcPr>
            <w:tcW w:w="3427" w:type="dxa"/>
          </w:tcPr>
          <w:p w14:paraId="4B21FA7D" w14:textId="77777777" w:rsidR="00144A42" w:rsidRDefault="00B67D2A" w:rsidP="00B67D2A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Cs w:val="34"/>
              </w:rPr>
              <w:sym w:font="Wingdings 2" w:char="F030"/>
            </w:r>
            <w:r w:rsidRPr="007E7FC0">
              <w:rPr>
                <w:rFonts w:cs="AL-Mohanad"/>
                <w:b/>
                <w:bCs/>
                <w:sz w:val="18"/>
                <w:szCs w:val="18"/>
                <w:rtl/>
              </w:rPr>
              <w:t xml:space="preserve">  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سباكة</w:t>
            </w:r>
          </w:p>
        </w:tc>
      </w:tr>
      <w:tr w:rsidR="00B67D2A" w14:paraId="552DC063" w14:textId="77777777" w:rsidTr="004E2339">
        <w:tc>
          <w:tcPr>
            <w:tcW w:w="3426" w:type="dxa"/>
          </w:tcPr>
          <w:p w14:paraId="415F77BB" w14:textId="77777777" w:rsidR="00B67D2A" w:rsidRDefault="00B67D2A" w:rsidP="00B67D2A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Cs w:val="34"/>
              </w:rPr>
              <w:sym w:font="Wingdings 2" w:char="F030"/>
            </w:r>
            <w:r w:rsidRPr="007E7FC0">
              <w:rPr>
                <w:rFonts w:cs="AL-Mohanad"/>
                <w:b/>
                <w:bCs/>
                <w:szCs w:val="34"/>
                <w:rtl/>
              </w:rPr>
              <w:t xml:space="preserve">  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تبريد</w:t>
            </w:r>
          </w:p>
        </w:tc>
        <w:tc>
          <w:tcPr>
            <w:tcW w:w="3427" w:type="dxa"/>
          </w:tcPr>
          <w:p w14:paraId="06810A4B" w14:textId="77777777" w:rsidR="00B67D2A" w:rsidRDefault="00B67D2A" w:rsidP="00B67D2A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Cs w:val="34"/>
              </w:rPr>
              <w:sym w:font="Wingdings 2" w:char="F030"/>
            </w:r>
            <w:r w:rsidRPr="007E7FC0">
              <w:rPr>
                <w:rFonts w:cs="AL-Mohanad"/>
                <w:b/>
                <w:bCs/>
                <w:sz w:val="18"/>
                <w:szCs w:val="18"/>
                <w:rtl/>
              </w:rPr>
              <w:t xml:space="preserve">  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تكييف</w:t>
            </w:r>
          </w:p>
        </w:tc>
        <w:tc>
          <w:tcPr>
            <w:tcW w:w="3427" w:type="dxa"/>
          </w:tcPr>
          <w:p w14:paraId="1F748C0E" w14:textId="77777777" w:rsidR="00B67D2A" w:rsidRDefault="00B67D2A" w:rsidP="00B67D2A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Cs w:val="34"/>
              </w:rPr>
              <w:sym w:font="Wingdings 2" w:char="F030"/>
            </w:r>
            <w:r w:rsidRPr="007E7FC0">
              <w:rPr>
                <w:rFonts w:cs="AL-Mohanad"/>
                <w:b/>
                <w:bCs/>
                <w:szCs w:val="34"/>
                <w:rtl/>
              </w:rPr>
              <w:t xml:space="preserve">  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صيانة ( كرسي وطاولات )</w:t>
            </w:r>
          </w:p>
        </w:tc>
      </w:tr>
      <w:tr w:rsidR="00B67D2A" w14:paraId="1F3863C1" w14:textId="77777777" w:rsidTr="004E2339">
        <w:tc>
          <w:tcPr>
            <w:tcW w:w="10280" w:type="dxa"/>
            <w:gridSpan w:val="3"/>
            <w:tcBorders>
              <w:bottom w:val="single" w:sz="18" w:space="0" w:color="auto"/>
            </w:tcBorders>
            <w:vAlign w:val="center"/>
          </w:tcPr>
          <w:p w14:paraId="573A84DC" w14:textId="77777777" w:rsidR="00B67D2A" w:rsidRDefault="00B67D2A" w:rsidP="004E2339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Cs w:val="34"/>
              </w:rPr>
              <w:sym w:font="Wingdings 2" w:char="F030"/>
            </w:r>
            <w:r w:rsidRPr="007E7FC0">
              <w:rPr>
                <w:rFonts w:cs="AL-Mohanad"/>
                <w:b/>
                <w:bCs/>
                <w:sz w:val="18"/>
                <w:szCs w:val="18"/>
                <w:rtl/>
              </w:rPr>
              <w:t xml:space="preserve"> 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أخرى تذكر  :</w:t>
            </w:r>
          </w:p>
          <w:p w14:paraId="7B07BF2A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  <w:p w14:paraId="733DA6E4" w14:textId="77777777" w:rsidR="004E2339" w:rsidRDefault="004E2339" w:rsidP="004E2339">
            <w:pPr>
              <w:ind w:right="-851"/>
              <w:rPr>
                <w:szCs w:val="36"/>
                <w:rtl/>
              </w:rPr>
            </w:pPr>
          </w:p>
        </w:tc>
      </w:tr>
      <w:tr w:rsidR="00B67D2A" w14:paraId="589C7D0E" w14:textId="77777777" w:rsidTr="004E2339">
        <w:tc>
          <w:tcPr>
            <w:tcW w:w="10280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14:paraId="51579E61" w14:textId="77777777" w:rsidR="00B67D2A" w:rsidRPr="007E7FC0" w:rsidRDefault="00B67D2A" w:rsidP="004E2339">
            <w:pPr>
              <w:tabs>
                <w:tab w:val="left" w:pos="657"/>
              </w:tabs>
              <w:rPr>
                <w:rFonts w:cs="AL-Mohanad"/>
                <w:b/>
                <w:bCs/>
                <w:sz w:val="22"/>
                <w:szCs w:val="22"/>
              </w:rPr>
            </w:pP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آمل تكليف فريق الصيانة بعمل ما يلي :</w:t>
            </w:r>
          </w:p>
          <w:p w14:paraId="2963E314" w14:textId="77777777" w:rsidR="00B67D2A" w:rsidRDefault="00B67D2A" w:rsidP="00B67D2A">
            <w:pPr>
              <w:pStyle w:val="ListParagraph"/>
              <w:numPr>
                <w:ilvl w:val="0"/>
                <w:numId w:val="5"/>
              </w:numPr>
              <w:ind w:right="-851"/>
              <w:rPr>
                <w:szCs w:val="36"/>
              </w:rPr>
            </w:pPr>
            <w:r>
              <w:rPr>
                <w:rFonts w:hint="cs"/>
                <w:szCs w:val="36"/>
                <w:rtl/>
              </w:rPr>
              <w:t xml:space="preserve"> </w:t>
            </w:r>
          </w:p>
          <w:p w14:paraId="780B490F" w14:textId="77777777" w:rsidR="00B67D2A" w:rsidRDefault="00B67D2A" w:rsidP="00B67D2A">
            <w:pPr>
              <w:pStyle w:val="ListParagraph"/>
              <w:numPr>
                <w:ilvl w:val="0"/>
                <w:numId w:val="5"/>
              </w:numPr>
              <w:ind w:right="-851"/>
              <w:rPr>
                <w:szCs w:val="36"/>
              </w:rPr>
            </w:pPr>
            <w:r>
              <w:rPr>
                <w:rFonts w:hint="cs"/>
                <w:szCs w:val="36"/>
                <w:rtl/>
              </w:rPr>
              <w:t xml:space="preserve"> </w:t>
            </w:r>
          </w:p>
          <w:p w14:paraId="63FEB9A3" w14:textId="77777777" w:rsidR="00B67D2A" w:rsidRDefault="00B67D2A" w:rsidP="00B67D2A">
            <w:pPr>
              <w:pStyle w:val="ListParagraph"/>
              <w:numPr>
                <w:ilvl w:val="0"/>
                <w:numId w:val="5"/>
              </w:numPr>
              <w:ind w:right="-851"/>
              <w:rPr>
                <w:szCs w:val="36"/>
              </w:rPr>
            </w:pPr>
            <w:r>
              <w:rPr>
                <w:rFonts w:hint="cs"/>
                <w:szCs w:val="36"/>
                <w:rtl/>
              </w:rPr>
              <w:t xml:space="preserve"> </w:t>
            </w:r>
          </w:p>
          <w:p w14:paraId="3E247F5A" w14:textId="77777777" w:rsidR="00B67D2A" w:rsidRPr="00B67D2A" w:rsidRDefault="00B67D2A" w:rsidP="00B67D2A">
            <w:pPr>
              <w:pStyle w:val="ListParagraph"/>
              <w:numPr>
                <w:ilvl w:val="0"/>
                <w:numId w:val="5"/>
              </w:numPr>
              <w:ind w:right="-851"/>
              <w:rPr>
                <w:szCs w:val="36"/>
                <w:rtl/>
              </w:rPr>
            </w:pPr>
          </w:p>
          <w:p w14:paraId="19367112" w14:textId="77777777" w:rsidR="00B67D2A" w:rsidRPr="00B67D2A" w:rsidRDefault="00B67D2A" w:rsidP="00B67D2A">
            <w:pPr>
              <w:ind w:right="-851"/>
              <w:rPr>
                <w:sz w:val="10"/>
                <w:szCs w:val="10"/>
                <w:rtl/>
              </w:rPr>
            </w:pPr>
          </w:p>
        </w:tc>
      </w:tr>
    </w:tbl>
    <w:p w14:paraId="067660CD" w14:textId="77777777" w:rsidR="004E2339" w:rsidRPr="004E2339" w:rsidRDefault="004E2339">
      <w:pPr>
        <w:rPr>
          <w:sz w:val="20"/>
          <w:szCs w:val="20"/>
        </w:rPr>
      </w:pPr>
    </w:p>
    <w:tbl>
      <w:tblPr>
        <w:tblStyle w:val="TableGrid"/>
        <w:bidiVisual/>
        <w:tblW w:w="0" w:type="auto"/>
        <w:tblInd w:w="-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144A42" w14:paraId="60E8652C" w14:textId="77777777" w:rsidTr="004E2339">
        <w:tc>
          <w:tcPr>
            <w:tcW w:w="3426" w:type="dxa"/>
            <w:vAlign w:val="center"/>
          </w:tcPr>
          <w:p w14:paraId="066C3C5E" w14:textId="77777777" w:rsidR="00144A42" w:rsidRPr="00B67D2A" w:rsidRDefault="00B67D2A" w:rsidP="004E2339">
            <w:pPr>
              <w:ind w:right="-851"/>
              <w:rPr>
                <w:szCs w:val="36"/>
                <w:rtl/>
              </w:rPr>
            </w:pPr>
            <w:r w:rsidRPr="00B67D2A">
              <w:rPr>
                <w:rFonts w:cs="AL-Mohanad"/>
                <w:b/>
                <w:bCs/>
                <w:sz w:val="22"/>
                <w:szCs w:val="22"/>
                <w:rtl/>
              </w:rPr>
              <w:t xml:space="preserve">نوع الطلب :       </w:t>
            </w:r>
          </w:p>
        </w:tc>
        <w:tc>
          <w:tcPr>
            <w:tcW w:w="3427" w:type="dxa"/>
            <w:vAlign w:val="center"/>
          </w:tcPr>
          <w:p w14:paraId="015495DA" w14:textId="77777777" w:rsidR="00144A42" w:rsidRDefault="00B67D2A" w:rsidP="004E2339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Cs w:val="34"/>
              </w:rPr>
              <w:sym w:font="Wingdings 2" w:char="F030"/>
            </w:r>
            <w:r w:rsidRPr="007E7FC0">
              <w:rPr>
                <w:rFonts w:cs="AL-Mohanad"/>
                <w:b/>
                <w:bCs/>
                <w:szCs w:val="34"/>
                <w:rtl/>
              </w:rPr>
              <w:t xml:space="preserve"> 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عاجل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ab/>
            </w:r>
          </w:p>
        </w:tc>
        <w:tc>
          <w:tcPr>
            <w:tcW w:w="3427" w:type="dxa"/>
            <w:vAlign w:val="center"/>
          </w:tcPr>
          <w:p w14:paraId="25058C69" w14:textId="77777777" w:rsidR="00144A42" w:rsidRDefault="00B67D2A" w:rsidP="004E2339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Cs w:val="34"/>
              </w:rPr>
              <w:sym w:font="Wingdings 2" w:char="F030"/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عاجل </w:t>
            </w: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جداً</w:t>
            </w:r>
          </w:p>
        </w:tc>
      </w:tr>
      <w:tr w:rsidR="00B67D2A" w14:paraId="256B3168" w14:textId="77777777" w:rsidTr="004E2339">
        <w:tc>
          <w:tcPr>
            <w:tcW w:w="3426" w:type="dxa"/>
            <w:vAlign w:val="center"/>
          </w:tcPr>
          <w:p w14:paraId="4E7E23D6" w14:textId="77777777" w:rsidR="00B67D2A" w:rsidRDefault="00B67D2A" w:rsidP="004E2339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متى يمكن إجراء أعمال الصيانة :</w:t>
            </w:r>
          </w:p>
        </w:tc>
        <w:tc>
          <w:tcPr>
            <w:tcW w:w="3427" w:type="dxa"/>
            <w:vAlign w:val="center"/>
          </w:tcPr>
          <w:p w14:paraId="5831989D" w14:textId="77777777" w:rsidR="00B67D2A" w:rsidRDefault="00B67D2A" w:rsidP="004E2339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Cs w:val="34"/>
              </w:rPr>
              <w:sym w:font="Wingdings 2" w:char="F030"/>
            </w:r>
            <w:r w:rsidRPr="007E7FC0">
              <w:rPr>
                <w:rFonts w:cs="AL-Mohanad"/>
                <w:b/>
                <w:bCs/>
                <w:szCs w:val="34"/>
                <w:rtl/>
              </w:rPr>
              <w:t xml:space="preserve"> 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في الصباح فقط</w:t>
            </w:r>
            <w:r w:rsidRPr="007E7FC0">
              <w:rPr>
                <w:rFonts w:cs="AL-Mohanad"/>
                <w:b/>
                <w:bCs/>
                <w:szCs w:val="34"/>
                <w:rtl/>
              </w:rPr>
              <w:tab/>
            </w:r>
          </w:p>
        </w:tc>
        <w:tc>
          <w:tcPr>
            <w:tcW w:w="3427" w:type="dxa"/>
            <w:vAlign w:val="center"/>
          </w:tcPr>
          <w:p w14:paraId="01B8B101" w14:textId="77777777" w:rsidR="00B67D2A" w:rsidRDefault="00B67D2A" w:rsidP="004E2339">
            <w:pPr>
              <w:ind w:right="-851"/>
              <w:rPr>
                <w:szCs w:val="36"/>
                <w:rtl/>
              </w:rPr>
            </w:pPr>
            <w:r w:rsidRPr="007E7FC0">
              <w:rPr>
                <w:rFonts w:cs="AL-Mohanad"/>
                <w:b/>
                <w:bCs/>
                <w:szCs w:val="34"/>
              </w:rPr>
              <w:sym w:font="Wingdings 2" w:char="F030"/>
            </w:r>
            <w:r w:rsidRPr="007E7FC0">
              <w:rPr>
                <w:rFonts w:cs="AL-Mohanad"/>
                <w:b/>
                <w:bCs/>
                <w:szCs w:val="34"/>
                <w:rtl/>
              </w:rPr>
              <w:t xml:space="preserve"> </w:t>
            </w: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في الصباح أو  المساء</w:t>
            </w:r>
          </w:p>
        </w:tc>
      </w:tr>
      <w:tr w:rsidR="00B67D2A" w14:paraId="3CD43045" w14:textId="77777777" w:rsidTr="004E2339">
        <w:tc>
          <w:tcPr>
            <w:tcW w:w="10280" w:type="dxa"/>
            <w:gridSpan w:val="3"/>
            <w:vAlign w:val="center"/>
          </w:tcPr>
          <w:p w14:paraId="1C53258C" w14:textId="77777777" w:rsidR="00B67D2A" w:rsidRPr="004E2339" w:rsidRDefault="00B67D2A" w:rsidP="004E2339">
            <w:pPr>
              <w:tabs>
                <w:tab w:val="left" w:pos="657"/>
              </w:tabs>
              <w:rPr>
                <w:rFonts w:cs="AL-Mohanad"/>
                <w:sz w:val="26"/>
                <w:szCs w:val="26"/>
                <w:rtl/>
              </w:rPr>
            </w:pPr>
            <w:r w:rsidRPr="004E2339">
              <w:rPr>
                <w:rFonts w:cs="AL-Mohanad"/>
                <w:sz w:val="26"/>
                <w:szCs w:val="26"/>
                <w:rtl/>
              </w:rPr>
              <w:t>ملحوظة : عند اختيار الصيانة في وقت الصباح فقط قد يؤخر ذلك إجراء الصيانة</w:t>
            </w:r>
          </w:p>
        </w:tc>
      </w:tr>
    </w:tbl>
    <w:p w14:paraId="334C9AB0" w14:textId="77777777" w:rsidR="004E2339" w:rsidRPr="004E2339" w:rsidRDefault="004E2339">
      <w:pPr>
        <w:rPr>
          <w:sz w:val="20"/>
          <w:szCs w:val="20"/>
        </w:rPr>
      </w:pPr>
    </w:p>
    <w:tbl>
      <w:tblPr>
        <w:tblStyle w:val="TableGrid"/>
        <w:bidiVisual/>
        <w:tblW w:w="0" w:type="auto"/>
        <w:tblInd w:w="-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853"/>
        <w:gridCol w:w="3427"/>
      </w:tblGrid>
      <w:tr w:rsidR="00B67D2A" w14:paraId="21DB9F4E" w14:textId="77777777" w:rsidTr="004E2339">
        <w:trPr>
          <w:trHeight w:val="570"/>
        </w:trPr>
        <w:tc>
          <w:tcPr>
            <w:tcW w:w="6853" w:type="dxa"/>
            <w:vAlign w:val="center"/>
          </w:tcPr>
          <w:p w14:paraId="1CD720B1" w14:textId="77777777" w:rsidR="00B67D2A" w:rsidRPr="004E2339" w:rsidRDefault="00B67D2A" w:rsidP="004E2339">
            <w:pPr>
              <w:ind w:right="-851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7E7FC0">
              <w:rPr>
                <w:rFonts w:cs="AL-Mohanad"/>
                <w:b/>
                <w:bCs/>
                <w:sz w:val="22"/>
                <w:szCs w:val="22"/>
                <w:rtl/>
              </w:rPr>
              <w:t>وكيل الشؤون المدرسية</w:t>
            </w:r>
            <w:r w:rsidRPr="004E2339">
              <w:rPr>
                <w:rFonts w:cs="AL-Mohanad" w:hint="cs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3427" w:type="dxa"/>
            <w:vAlign w:val="center"/>
          </w:tcPr>
          <w:p w14:paraId="040DD61C" w14:textId="77777777" w:rsidR="00B67D2A" w:rsidRPr="004E2339" w:rsidRDefault="00B67D2A" w:rsidP="004E2339">
            <w:pPr>
              <w:ind w:right="-851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4E2339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التوقيع: </w:t>
            </w:r>
          </w:p>
        </w:tc>
      </w:tr>
      <w:tr w:rsidR="004E2339" w14:paraId="01D8F216" w14:textId="77777777" w:rsidTr="004E2339">
        <w:trPr>
          <w:trHeight w:val="684"/>
        </w:trPr>
        <w:tc>
          <w:tcPr>
            <w:tcW w:w="6853" w:type="dxa"/>
            <w:vAlign w:val="center"/>
          </w:tcPr>
          <w:p w14:paraId="017B307B" w14:textId="794E2316" w:rsidR="004E2339" w:rsidRPr="004E2339" w:rsidRDefault="00506A5A" w:rsidP="004E2339">
            <w:pPr>
              <w:ind w:right="-851"/>
              <w:rPr>
                <w:rFonts w:cs="AL-Mohanad"/>
                <w:b/>
                <w:bCs/>
                <w:sz w:val="22"/>
                <w:szCs w:val="22"/>
                <w:rtl/>
              </w:rPr>
            </w:pP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>مدير</w:t>
            </w:r>
            <w:r w:rsidR="004E2339" w:rsidRPr="007E7FC0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المدرسة</w:t>
            </w:r>
            <w:r w:rsidR="00651C4E">
              <w:rPr>
                <w:rFonts w:cs="AL-Mohanad" w:hint="cs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3427" w:type="dxa"/>
            <w:vAlign w:val="center"/>
          </w:tcPr>
          <w:p w14:paraId="6DFF9A8C" w14:textId="77777777" w:rsidR="004E2339" w:rsidRPr="004E2339" w:rsidRDefault="004E2339" w:rsidP="004E2339">
            <w:pPr>
              <w:ind w:right="-851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4E2339">
              <w:rPr>
                <w:rFonts w:cs="AL-Mohanad" w:hint="cs"/>
                <w:b/>
                <w:bCs/>
                <w:sz w:val="22"/>
                <w:szCs w:val="22"/>
                <w:rtl/>
              </w:rPr>
              <w:t>التوقيع:</w:t>
            </w:r>
          </w:p>
        </w:tc>
      </w:tr>
    </w:tbl>
    <w:p w14:paraId="7ACBF35B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3ED6D" w14:textId="77777777" w:rsidR="00216FD6" w:rsidRDefault="00216FD6" w:rsidP="000B54C1">
      <w:r>
        <w:separator/>
      </w:r>
    </w:p>
  </w:endnote>
  <w:endnote w:type="continuationSeparator" w:id="0">
    <w:p w14:paraId="5F314E33" w14:textId="77777777" w:rsidR="00216FD6" w:rsidRDefault="00216FD6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BCABA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81B4C" w14:textId="77777777" w:rsidR="00216FD6" w:rsidRDefault="00216FD6" w:rsidP="000B54C1">
      <w:r>
        <w:separator/>
      </w:r>
    </w:p>
  </w:footnote>
  <w:footnote w:type="continuationSeparator" w:id="0">
    <w:p w14:paraId="754100BA" w14:textId="77777777" w:rsidR="00216FD6" w:rsidRDefault="00216FD6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412328F0" w14:textId="77777777" w:rsidTr="005302DE">
      <w:tc>
        <w:tcPr>
          <w:tcW w:w="3402" w:type="dxa"/>
          <w:vAlign w:val="center"/>
        </w:tcPr>
        <w:p w14:paraId="6389AB03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172164DB" wp14:editId="7726F368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3727898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49892547" w14:textId="4A90A55A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506A5A">
            <w:rPr>
              <w:rFonts w:cs="AL-Mohanad" w:hint="cs"/>
              <w:sz w:val="22"/>
              <w:szCs w:val="22"/>
              <w:rtl/>
            </w:rPr>
            <w:t>...............</w:t>
          </w:r>
        </w:p>
        <w:p w14:paraId="2D67E844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06463985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2C54D26C" wp14:editId="4D19339A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F195B5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1AD2D38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2509CC9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03FAA1F0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CE6543A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E797B"/>
    <w:multiLevelType w:val="hybridMultilevel"/>
    <w:tmpl w:val="D6FAE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F04C2"/>
    <w:multiLevelType w:val="hybridMultilevel"/>
    <w:tmpl w:val="E4460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D5522"/>
    <w:multiLevelType w:val="hybridMultilevel"/>
    <w:tmpl w:val="825A3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915CFD"/>
    <w:multiLevelType w:val="hybridMultilevel"/>
    <w:tmpl w:val="2C0AE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461368">
    <w:abstractNumId w:val="1"/>
  </w:num>
  <w:num w:numId="2" w16cid:durableId="844783426">
    <w:abstractNumId w:val="0"/>
  </w:num>
  <w:num w:numId="3" w16cid:durableId="282884930">
    <w:abstractNumId w:val="2"/>
  </w:num>
  <w:num w:numId="4" w16cid:durableId="2031564351">
    <w:abstractNumId w:val="4"/>
  </w:num>
  <w:num w:numId="5" w16cid:durableId="763111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A42"/>
    <w:rsid w:val="000B54C1"/>
    <w:rsid w:val="0012662B"/>
    <w:rsid w:val="00144A42"/>
    <w:rsid w:val="001D0A7D"/>
    <w:rsid w:val="00216FD6"/>
    <w:rsid w:val="002F57A0"/>
    <w:rsid w:val="00332D9C"/>
    <w:rsid w:val="00341DA8"/>
    <w:rsid w:val="003942ED"/>
    <w:rsid w:val="003C2673"/>
    <w:rsid w:val="004050BF"/>
    <w:rsid w:val="004D4A0E"/>
    <w:rsid w:val="004E2339"/>
    <w:rsid w:val="004F62EE"/>
    <w:rsid w:val="00506A5A"/>
    <w:rsid w:val="005275B1"/>
    <w:rsid w:val="005302DE"/>
    <w:rsid w:val="00565997"/>
    <w:rsid w:val="005F5C8A"/>
    <w:rsid w:val="00651C4E"/>
    <w:rsid w:val="00674CBA"/>
    <w:rsid w:val="0068143D"/>
    <w:rsid w:val="006E0A53"/>
    <w:rsid w:val="006E0D08"/>
    <w:rsid w:val="00726AB7"/>
    <w:rsid w:val="00726C3F"/>
    <w:rsid w:val="007A0ADD"/>
    <w:rsid w:val="007E15C4"/>
    <w:rsid w:val="008A1DCE"/>
    <w:rsid w:val="008E6B73"/>
    <w:rsid w:val="009C0A5D"/>
    <w:rsid w:val="00A345C3"/>
    <w:rsid w:val="00A765CF"/>
    <w:rsid w:val="00B67D2A"/>
    <w:rsid w:val="00D472F1"/>
    <w:rsid w:val="00DB677C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B313B6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44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29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2017-04-28T08:24:00Z</dcterms:created>
  <dcterms:modified xsi:type="dcterms:W3CDTF">2025-05-16T22:48:00Z</dcterms:modified>
</cp:coreProperties>
</file>