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541C51C3" w14:textId="77777777" w:rsidTr="00C80AE4">
        <w:tc>
          <w:tcPr>
            <w:tcW w:w="10005" w:type="dxa"/>
          </w:tcPr>
          <w:p w14:paraId="45A13287" w14:textId="77777777" w:rsidR="005302DE" w:rsidRPr="00C80AE4" w:rsidRDefault="00C80AE4" w:rsidP="00C80AE4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( 28 ) </w:t>
            </w:r>
          </w:p>
        </w:tc>
      </w:tr>
      <w:tr w:rsidR="005302DE" w14:paraId="1C5D02C5" w14:textId="77777777" w:rsidTr="00C80AE4">
        <w:tc>
          <w:tcPr>
            <w:tcW w:w="10005" w:type="dxa"/>
          </w:tcPr>
          <w:p w14:paraId="5D79952F" w14:textId="77777777" w:rsidR="005302DE" w:rsidRPr="00C80AE4" w:rsidRDefault="00C80AE4" w:rsidP="00C80AE4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C80AE4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C80AE4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C80AE4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و.</w:t>
            </w:r>
            <w:r w:rsidRPr="00C80AE4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م</w:t>
            </w:r>
            <w:r w:rsidRPr="00C80AE4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.ع.ن -   0</w:t>
            </w:r>
            <w:r w:rsidRPr="00C80AE4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4</w:t>
            </w:r>
            <w:r w:rsidRPr="00C80AE4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01</w:t>
            </w:r>
            <w:r w:rsidRPr="00C80AE4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2C449432" w14:textId="77777777" w:rsidTr="00C80AE4">
        <w:tc>
          <w:tcPr>
            <w:tcW w:w="10005" w:type="dxa"/>
          </w:tcPr>
          <w:p w14:paraId="373FF91D" w14:textId="77777777" w:rsidR="005302DE" w:rsidRPr="00C80AE4" w:rsidRDefault="00C80AE4" w:rsidP="00C80AE4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C80AE4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استمارة موافقة ولي أمر الطالب للاشتراك في النقل المدرسي</w:t>
            </w:r>
            <w:r w:rsidRPr="00C80AE4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</w:p>
        </w:tc>
      </w:tr>
    </w:tbl>
    <w:p w14:paraId="5DF600A7" w14:textId="77777777" w:rsidR="00C80AE4" w:rsidRDefault="00C80AE4" w:rsidP="00C80AE4">
      <w:pPr>
        <w:tabs>
          <w:tab w:val="left" w:pos="657"/>
        </w:tabs>
        <w:spacing w:line="360" w:lineRule="auto"/>
        <w:rPr>
          <w:rFonts w:cs="AL-Mohanad"/>
          <w:sz w:val="10"/>
          <w:szCs w:val="10"/>
          <w:rtl/>
        </w:rPr>
      </w:pPr>
    </w:p>
    <w:p w14:paraId="4183F33D" w14:textId="77777777" w:rsidR="00C80AE4" w:rsidRPr="003D6410" w:rsidRDefault="00C80AE4" w:rsidP="00C80AE4">
      <w:pPr>
        <w:tabs>
          <w:tab w:val="left" w:pos="657"/>
        </w:tabs>
        <w:spacing w:line="360" w:lineRule="auto"/>
        <w:ind w:left="720"/>
        <w:rPr>
          <w:rFonts w:cs="AL-Mohanad"/>
          <w:sz w:val="10"/>
          <w:szCs w:val="10"/>
          <w:rtl/>
        </w:rPr>
      </w:pPr>
    </w:p>
    <w:p w14:paraId="7E174C90" w14:textId="77777777" w:rsidR="00C80AE4" w:rsidRPr="00C80AE4" w:rsidRDefault="00C80AE4" w:rsidP="00C80AE4">
      <w:pPr>
        <w:tabs>
          <w:tab w:val="left" w:pos="657"/>
        </w:tabs>
        <w:ind w:left="720"/>
        <w:rPr>
          <w:rFonts w:ascii="Arabic Typesetting" w:hAnsi="Arabic Typesetting" w:cs="Arabic Typesetting"/>
          <w:b/>
          <w:bCs/>
          <w:szCs w:val="36"/>
          <w:rtl/>
        </w:rPr>
      </w:pPr>
      <w:r w:rsidRPr="00C80AE4">
        <w:rPr>
          <w:rFonts w:ascii="Arabic Typesetting" w:hAnsi="Arabic Typesetting" w:cs="Arabic Typesetting"/>
          <w:b/>
          <w:bCs/>
          <w:szCs w:val="36"/>
          <w:rtl/>
        </w:rPr>
        <w:t xml:space="preserve">المكرم ولي أمر الطالب:                                           </w:t>
      </w:r>
      <w:r w:rsidRPr="00C80AE4">
        <w:rPr>
          <w:rFonts w:ascii="Arabic Typesetting" w:hAnsi="Arabic Typesetting" w:cs="Arabic Typesetting"/>
          <w:b/>
          <w:bCs/>
          <w:szCs w:val="36"/>
          <w:rtl/>
        </w:rPr>
        <w:tab/>
      </w:r>
      <w:r w:rsidRPr="00C80AE4">
        <w:rPr>
          <w:rFonts w:ascii="Arabic Typesetting" w:hAnsi="Arabic Typesetting" w:cs="Arabic Typesetting"/>
          <w:b/>
          <w:bCs/>
          <w:szCs w:val="36"/>
          <w:rtl/>
        </w:rPr>
        <w:tab/>
      </w:r>
      <w:r w:rsidRPr="00C80AE4">
        <w:rPr>
          <w:rFonts w:ascii="Arabic Typesetting" w:hAnsi="Arabic Typesetting" w:cs="Arabic Typesetting"/>
          <w:b/>
          <w:bCs/>
          <w:szCs w:val="36"/>
          <w:rtl/>
        </w:rPr>
        <w:tab/>
      </w:r>
      <w:r w:rsidRPr="00C80AE4">
        <w:rPr>
          <w:rFonts w:ascii="Arabic Typesetting" w:hAnsi="Arabic Typesetting" w:cs="Arabic Typesetting"/>
          <w:b/>
          <w:bCs/>
          <w:szCs w:val="36"/>
          <w:rtl/>
        </w:rPr>
        <w:tab/>
      </w:r>
      <w:r w:rsidRPr="00C80AE4">
        <w:rPr>
          <w:rFonts w:ascii="Arabic Typesetting" w:hAnsi="Arabic Typesetting" w:cs="Arabic Typesetting"/>
          <w:b/>
          <w:bCs/>
          <w:szCs w:val="36"/>
          <w:rtl/>
        </w:rPr>
        <w:tab/>
      </w:r>
      <w:r w:rsidRPr="00C80AE4">
        <w:rPr>
          <w:rFonts w:ascii="Arabic Typesetting" w:hAnsi="Arabic Typesetting" w:cs="Arabic Typesetting"/>
          <w:b/>
          <w:bCs/>
          <w:szCs w:val="36"/>
          <w:rtl/>
        </w:rPr>
        <w:tab/>
        <w:t>المحترم</w:t>
      </w:r>
    </w:p>
    <w:p w14:paraId="5EE1359C" w14:textId="77777777" w:rsidR="00C80AE4" w:rsidRPr="00C80AE4" w:rsidRDefault="00C80AE4" w:rsidP="00C80AE4">
      <w:pPr>
        <w:tabs>
          <w:tab w:val="left" w:pos="657"/>
        </w:tabs>
        <w:ind w:left="720"/>
        <w:rPr>
          <w:rFonts w:ascii="Arabic Typesetting" w:hAnsi="Arabic Typesetting" w:cs="Arabic Typesetting"/>
          <w:b/>
          <w:bCs/>
          <w:szCs w:val="36"/>
          <w:rtl/>
        </w:rPr>
      </w:pPr>
    </w:p>
    <w:p w14:paraId="00D280E9" w14:textId="77777777" w:rsidR="00C80AE4" w:rsidRPr="00C80AE4" w:rsidRDefault="00C80AE4" w:rsidP="00C80AE4">
      <w:pPr>
        <w:tabs>
          <w:tab w:val="left" w:pos="657"/>
        </w:tabs>
        <w:ind w:left="720"/>
        <w:rPr>
          <w:rFonts w:ascii="Arabic Typesetting" w:hAnsi="Arabic Typesetting" w:cs="Arabic Typesetting"/>
          <w:b/>
          <w:bCs/>
          <w:szCs w:val="36"/>
          <w:rtl/>
        </w:rPr>
      </w:pPr>
      <w:r w:rsidRPr="00C80AE4">
        <w:rPr>
          <w:rFonts w:ascii="Arabic Typesetting" w:hAnsi="Arabic Typesetting" w:cs="Arabic Typesetting"/>
          <w:b/>
          <w:bCs/>
          <w:szCs w:val="36"/>
          <w:rtl/>
        </w:rPr>
        <w:t xml:space="preserve">السلام وعليكم ورحمة الله وبركاته </w:t>
      </w:r>
      <w:r w:rsidRPr="00C80AE4">
        <w:rPr>
          <w:rFonts w:ascii="Arabic Typesetting" w:hAnsi="Arabic Typesetting" w:cs="Arabic Typesetting"/>
          <w:b/>
          <w:bCs/>
          <w:szCs w:val="36"/>
          <w:rtl/>
        </w:rPr>
        <w:tab/>
      </w:r>
      <w:r w:rsidRPr="00C80AE4">
        <w:rPr>
          <w:rFonts w:ascii="Arabic Typesetting" w:hAnsi="Arabic Typesetting" w:cs="Arabic Typesetting"/>
          <w:b/>
          <w:bCs/>
          <w:szCs w:val="36"/>
          <w:rtl/>
        </w:rPr>
        <w:tab/>
        <w:t>وبعد :</w:t>
      </w:r>
    </w:p>
    <w:p w14:paraId="26A818F4" w14:textId="77777777" w:rsidR="00C80AE4" w:rsidRPr="00C80AE4" w:rsidRDefault="00C80AE4" w:rsidP="00C80AE4">
      <w:pPr>
        <w:tabs>
          <w:tab w:val="left" w:pos="657"/>
        </w:tabs>
        <w:ind w:left="720"/>
        <w:jc w:val="center"/>
        <w:rPr>
          <w:rFonts w:ascii="Arabic Typesetting" w:hAnsi="Arabic Typesetting" w:cs="Arabic Typesetting"/>
          <w:b/>
          <w:bCs/>
          <w:szCs w:val="36"/>
          <w:rtl/>
        </w:rPr>
      </w:pPr>
    </w:p>
    <w:p w14:paraId="19D205DC" w14:textId="77777777" w:rsidR="00C80AE4" w:rsidRPr="00C80AE4" w:rsidRDefault="00C80AE4" w:rsidP="00C80AE4">
      <w:pPr>
        <w:tabs>
          <w:tab w:val="left" w:pos="657"/>
        </w:tabs>
        <w:ind w:left="720"/>
        <w:rPr>
          <w:rFonts w:ascii="Arabic Typesetting" w:hAnsi="Arabic Typesetting" w:cs="Arabic Typesetting"/>
          <w:b/>
          <w:bCs/>
          <w:szCs w:val="36"/>
          <w:rtl/>
        </w:rPr>
      </w:pPr>
      <w:r w:rsidRPr="00C80AE4">
        <w:rPr>
          <w:rFonts w:ascii="Arabic Typesetting" w:hAnsi="Arabic Typesetting" w:cs="Arabic Typesetting"/>
          <w:b/>
          <w:bCs/>
          <w:szCs w:val="36"/>
          <w:rtl/>
        </w:rPr>
        <w:t>تقوم المدرسة بتسجيل الطلاب الراغبين في الاشتراك في النقل المدرسي  ،</w:t>
      </w:r>
      <w:r>
        <w:rPr>
          <w:rFonts w:ascii="Arabic Typesetting" w:hAnsi="Arabic Typesetting" w:cs="Arabic Typesetting"/>
          <w:b/>
          <w:bCs/>
          <w:szCs w:val="36"/>
          <w:rtl/>
        </w:rPr>
        <w:t xml:space="preserve">  وعليه نأمل موافاتنا بموافقتكم</w:t>
      </w:r>
      <w:r>
        <w:rPr>
          <w:rFonts w:ascii="Arabic Typesetting" w:hAnsi="Arabic Typesetting" w:cs="Arabic Typesetting" w:hint="cs"/>
          <w:b/>
          <w:bCs/>
          <w:szCs w:val="36"/>
          <w:rtl/>
        </w:rPr>
        <w:t xml:space="preserve"> </w:t>
      </w:r>
      <w:r w:rsidRPr="00C80AE4">
        <w:rPr>
          <w:rFonts w:ascii="Arabic Typesetting" w:hAnsi="Arabic Typesetting" w:cs="Arabic Typesetting"/>
          <w:b/>
          <w:bCs/>
          <w:szCs w:val="36"/>
          <w:rtl/>
        </w:rPr>
        <w:t>أو عدمها ليتسنى لنا إجراء اللازم .</w:t>
      </w:r>
    </w:p>
    <w:p w14:paraId="29379743" w14:textId="77777777" w:rsidR="00C80AE4" w:rsidRPr="004C0DB5" w:rsidRDefault="00C80AE4" w:rsidP="00C80AE4">
      <w:pPr>
        <w:tabs>
          <w:tab w:val="left" w:pos="657"/>
        </w:tabs>
        <w:ind w:left="720"/>
        <w:rPr>
          <w:rFonts w:cs="AL-Mohanad"/>
          <w:b/>
          <w:bCs/>
          <w:sz w:val="24"/>
          <w:szCs w:val="24"/>
          <w:rtl/>
        </w:rPr>
      </w:pPr>
    </w:p>
    <w:p w14:paraId="54B2A85D" w14:textId="77777777" w:rsidR="00C80AE4" w:rsidRPr="004C0DB5" w:rsidRDefault="00C80AE4" w:rsidP="00C80AE4">
      <w:pPr>
        <w:tabs>
          <w:tab w:val="left" w:pos="657"/>
        </w:tabs>
        <w:spacing w:line="360" w:lineRule="auto"/>
        <w:ind w:left="720"/>
        <w:rPr>
          <w:rFonts w:cs="AL-Mohanad"/>
          <w:b/>
          <w:bCs/>
          <w:sz w:val="24"/>
          <w:szCs w:val="24"/>
          <w:rtl/>
        </w:rPr>
      </w:pPr>
      <w:r w:rsidRPr="004C0DB5">
        <w:rPr>
          <w:rFonts w:cs="AL-Mohanad"/>
          <w:b/>
          <w:bCs/>
          <w:sz w:val="24"/>
          <w:szCs w:val="24"/>
        </w:rPr>
        <w:sym w:font="Wingdings 2" w:char="F030"/>
      </w:r>
      <w:r>
        <w:rPr>
          <w:rFonts w:cs="AL-Mohanad"/>
          <w:b/>
          <w:bCs/>
          <w:sz w:val="24"/>
          <w:szCs w:val="24"/>
          <w:rtl/>
        </w:rPr>
        <w:t xml:space="preserve"> موافق </w:t>
      </w:r>
    </w:p>
    <w:p w14:paraId="64F1D0C3" w14:textId="77777777" w:rsidR="00C80AE4" w:rsidRPr="004C0DB5" w:rsidRDefault="00C80AE4" w:rsidP="00C80AE4">
      <w:pPr>
        <w:tabs>
          <w:tab w:val="left" w:pos="657"/>
        </w:tabs>
        <w:spacing w:line="360" w:lineRule="auto"/>
        <w:ind w:left="720"/>
        <w:rPr>
          <w:rFonts w:cs="AL-Mohanad"/>
          <w:b/>
          <w:bCs/>
          <w:sz w:val="24"/>
          <w:szCs w:val="24"/>
          <w:rtl/>
        </w:rPr>
      </w:pPr>
      <w:r w:rsidRPr="004C0DB5">
        <w:rPr>
          <w:rFonts w:cs="AL-Mohanad"/>
          <w:b/>
          <w:bCs/>
          <w:sz w:val="24"/>
          <w:szCs w:val="24"/>
        </w:rPr>
        <w:sym w:font="Wingdings 2" w:char="F030"/>
      </w:r>
      <w:r>
        <w:rPr>
          <w:rFonts w:cs="AL-Mohanad"/>
          <w:b/>
          <w:bCs/>
          <w:sz w:val="24"/>
          <w:szCs w:val="24"/>
          <w:rtl/>
        </w:rPr>
        <w:t xml:space="preserve"> غير موافق </w:t>
      </w:r>
    </w:p>
    <w:p w14:paraId="2BE2AA40" w14:textId="77777777" w:rsidR="00C80AE4" w:rsidRDefault="00C80AE4" w:rsidP="00C80AE4">
      <w:pPr>
        <w:tabs>
          <w:tab w:val="left" w:pos="657"/>
        </w:tabs>
        <w:spacing w:line="360" w:lineRule="auto"/>
        <w:ind w:left="720"/>
        <w:rPr>
          <w:rFonts w:cs="AL-Mohanad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39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126"/>
        <w:gridCol w:w="2978"/>
        <w:gridCol w:w="991"/>
        <w:gridCol w:w="3794"/>
      </w:tblGrid>
      <w:tr w:rsidR="00C80AE4" w14:paraId="3E40BDA4" w14:textId="77777777" w:rsidTr="00F45D02">
        <w:tc>
          <w:tcPr>
            <w:tcW w:w="212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1AA11D2" w14:textId="77777777" w:rsidR="00C80AE4" w:rsidRDefault="00C80AE4" w:rsidP="00C80A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4C0DB5">
              <w:rPr>
                <w:rFonts w:cs="AL-Mohanad"/>
                <w:b/>
                <w:bCs/>
                <w:sz w:val="24"/>
                <w:szCs w:val="24"/>
                <w:rtl/>
              </w:rPr>
              <w:t xml:space="preserve">اسم ولي الأمر </w:t>
            </w: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: </w:t>
            </w:r>
            <w:r w:rsidRPr="004C0DB5">
              <w:rPr>
                <w:rFonts w:cs="AL-Mohanad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7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47A8472" w14:textId="77777777" w:rsidR="00C80AE4" w:rsidRDefault="00C80AE4" w:rsidP="00C80A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4B37FD7A" w14:textId="77777777" w:rsidR="00C80AE4" w:rsidRDefault="00C80AE4" w:rsidP="00C80A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/>
                <w:b/>
                <w:bCs/>
                <w:sz w:val="24"/>
                <w:szCs w:val="24"/>
                <w:rtl/>
              </w:rPr>
              <w:t xml:space="preserve">  التوقيع</w:t>
            </w: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3794" w:type="dxa"/>
            <w:vAlign w:val="center"/>
          </w:tcPr>
          <w:p w14:paraId="3E041906" w14:textId="77777777" w:rsidR="00C80AE4" w:rsidRDefault="00C80AE4" w:rsidP="00C80A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  <w:tr w:rsidR="00C80AE4" w14:paraId="6D954BE6" w14:textId="77777777" w:rsidTr="00F45D02">
        <w:tc>
          <w:tcPr>
            <w:tcW w:w="2126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4B81AD6" w14:textId="77777777" w:rsidR="00C80AE4" w:rsidRDefault="00C80AE4" w:rsidP="00C80A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هــاتف المنزل :</w:t>
            </w:r>
          </w:p>
        </w:tc>
        <w:tc>
          <w:tcPr>
            <w:tcW w:w="297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5EA70EA" w14:textId="77777777" w:rsidR="00C80AE4" w:rsidRDefault="00C80AE4" w:rsidP="00C80A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7DFA8D6E" w14:textId="77777777" w:rsidR="00C80AE4" w:rsidRDefault="00C80AE4" w:rsidP="00C80A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جــــــوال:</w:t>
            </w:r>
          </w:p>
        </w:tc>
        <w:tc>
          <w:tcPr>
            <w:tcW w:w="3794" w:type="dxa"/>
            <w:vAlign w:val="center"/>
          </w:tcPr>
          <w:p w14:paraId="1010BFA8" w14:textId="77777777" w:rsidR="00C80AE4" w:rsidRDefault="00C80AE4" w:rsidP="00C80A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</w:tbl>
    <w:p w14:paraId="138D956B" w14:textId="77777777" w:rsidR="00C80AE4" w:rsidRDefault="00C80AE4" w:rsidP="00C80AE4">
      <w:pPr>
        <w:tabs>
          <w:tab w:val="left" w:pos="657"/>
        </w:tabs>
        <w:spacing w:line="360" w:lineRule="auto"/>
        <w:ind w:left="720"/>
        <w:rPr>
          <w:rFonts w:cs="AL-Mohanad"/>
          <w:b/>
          <w:bCs/>
          <w:sz w:val="24"/>
          <w:szCs w:val="24"/>
          <w:rtl/>
        </w:rPr>
      </w:pPr>
    </w:p>
    <w:p w14:paraId="39A9DBD9" w14:textId="381C7DC1" w:rsidR="00C80AE4" w:rsidRPr="004C0DB5" w:rsidRDefault="00C80AE4" w:rsidP="00C80AE4">
      <w:pPr>
        <w:tabs>
          <w:tab w:val="left" w:pos="657"/>
        </w:tabs>
        <w:spacing w:line="360" w:lineRule="auto"/>
        <w:ind w:left="720"/>
        <w:rPr>
          <w:rFonts w:cs="AL-Mohanad"/>
          <w:b/>
          <w:bCs/>
          <w:sz w:val="24"/>
          <w:szCs w:val="24"/>
          <w:rtl/>
        </w:rPr>
      </w:pPr>
      <w:r>
        <w:rPr>
          <w:rFonts w:cs="AL-Mohana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</w:t>
      </w:r>
      <w:r w:rsidR="00F45D02">
        <w:rPr>
          <w:rFonts w:cs="AL-Mohanad" w:hint="cs"/>
          <w:b/>
          <w:bCs/>
          <w:sz w:val="24"/>
          <w:szCs w:val="24"/>
          <w:rtl/>
        </w:rPr>
        <w:t xml:space="preserve">مدير </w:t>
      </w:r>
      <w:r>
        <w:rPr>
          <w:rFonts w:cs="AL-Mohanad"/>
          <w:b/>
          <w:bCs/>
          <w:sz w:val="24"/>
          <w:szCs w:val="24"/>
          <w:rtl/>
        </w:rPr>
        <w:t xml:space="preserve"> المدرس</w:t>
      </w:r>
      <w:r>
        <w:rPr>
          <w:rFonts w:cs="AL-Mohanad" w:hint="cs"/>
          <w:b/>
          <w:bCs/>
          <w:sz w:val="24"/>
          <w:szCs w:val="24"/>
          <w:rtl/>
        </w:rPr>
        <w:t>ة</w:t>
      </w:r>
      <w:r w:rsidRPr="004C0DB5">
        <w:rPr>
          <w:rFonts w:cs="AL-Mohanad"/>
          <w:b/>
          <w:bCs/>
          <w:sz w:val="24"/>
          <w:szCs w:val="24"/>
          <w:rtl/>
        </w:rPr>
        <w:tab/>
      </w:r>
    </w:p>
    <w:p w14:paraId="4463F397" w14:textId="77777777" w:rsidR="00C80AE4" w:rsidRPr="00C80AE4" w:rsidRDefault="00C80AE4" w:rsidP="00C80AE4">
      <w:pPr>
        <w:tabs>
          <w:tab w:val="left" w:pos="657"/>
        </w:tabs>
        <w:spacing w:line="360" w:lineRule="auto"/>
        <w:jc w:val="center"/>
        <w:rPr>
          <w:rFonts w:cs="PT Bold Heading"/>
          <w:sz w:val="24"/>
          <w:szCs w:val="24"/>
        </w:rPr>
      </w:pPr>
      <w:r w:rsidRPr="00C80AE4">
        <w:rPr>
          <w:rFonts w:cs="PT Bold Heading"/>
          <w:sz w:val="24"/>
          <w:szCs w:val="24"/>
          <w:rtl/>
        </w:rPr>
        <w:t>في حال الموافقة يرجى رسم توضيحي لعنوان المنزل</w:t>
      </w:r>
    </w:p>
    <w:p w14:paraId="4984C6F0" w14:textId="77777777" w:rsidR="00C80AE4" w:rsidRPr="004C0DB5" w:rsidRDefault="00C80AE4" w:rsidP="00C80AE4">
      <w:pPr>
        <w:tabs>
          <w:tab w:val="left" w:pos="657"/>
        </w:tabs>
        <w:spacing w:line="360" w:lineRule="auto"/>
        <w:ind w:left="1440"/>
        <w:rPr>
          <w:rFonts w:cs="AL-Mohanad"/>
          <w:b/>
          <w:bCs/>
          <w:sz w:val="20"/>
          <w:szCs w:val="20"/>
          <w:rtl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A6C383" wp14:editId="2FA73B47">
                <wp:simplePos x="0" y="0"/>
                <wp:positionH relativeFrom="column">
                  <wp:posOffset>425358</wp:posOffset>
                </wp:positionH>
                <wp:positionV relativeFrom="paragraph">
                  <wp:posOffset>78468</wp:posOffset>
                </wp:positionV>
                <wp:extent cx="5301343" cy="2733675"/>
                <wp:effectExtent l="0" t="0" r="13970" b="28575"/>
                <wp:wrapNone/>
                <wp:docPr id="5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1343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9C517" w14:textId="77777777" w:rsidR="00C80AE4" w:rsidRPr="00C80AE4" w:rsidRDefault="00C80AE4" w:rsidP="00C80AE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80AE4">
                              <w:rPr>
                                <w:sz w:val="20"/>
                                <w:szCs w:val="20"/>
                                <w:rtl/>
                              </w:rPr>
                              <w:t>كروكي توضيحي لموقع المنزل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6C383" id="Rectangle 16" o:spid="_x0000_s1026" style="position:absolute;left:0;text-align:left;margin-left:33.5pt;margin-top:6.2pt;width:417.45pt;height:21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1NbIQIAAEIEAAAOAAAAZHJzL2Uyb0RvYy54bWysU9tu2zAMfR+wfxD0vjjXpjXiFEWyDAO6&#10;C9DtA2hZtoXJoiYpsbOvH6WkaXZ5GiYYAmlSh+QhubofOs0O0nmFpuCT0ZgzaQRWyjQF//pl9+aW&#10;Mx/AVKDRyIIfpef369evVr3N5RRb1JV0jECMz3tb8DYEm2eZF63swI/QSkPGGl0HgVTXZJWDntA7&#10;nU3H45usR1dZh0J6T3+3JyNfJ/y6liJ8qmsvA9MFp9xCul26y3hn6xXkjQPbKnFOA/4hiw6UoaAX&#10;qC0EYHun/oDqlHDosQ4jgV2Gda2ETDVQNZPxb9U8tWBlqoXI8fZCk/9/sOLj4cl+djF1bx9RfPPM&#10;4KYF08gH57BvJVQUbhKJynrr88uDqHh6ysr+A1bUWtgHTBwMtesiIFXHhkT18UK1HAIT9HMxG09m&#10;8xlngmzT5Wx2s1ykGJA/P7fOh3cSOxaFgjvqZYKHw6MPMR3In11S+qhVtVNaJ8U15UY7dgDq+y6d&#10;M7q/dtOG9QW/W0wXCfkXm7+GGKfzN4iYwhZ8ewqlmyhvMdAXvSHvVKAB16or+O0FBPLI61tTJZcA&#10;Sp9kKkmbM9GR2zjGPg9DOZBjFEusjkS5w9Mg0+KR0KL7wVlPQ1xw/30PTnKm3xtq291kPo9Tn5T5&#10;YjklxV1bymsLGEFQBQ+cncRNOG3K3jrVtBRpkmgy+ECtrlVqwktW57xpUFNvzksVN+FaT14vq7/+&#10;CQAA//8DAFBLAwQUAAYACAAAACEAtxNvRN0AAAAJAQAADwAAAGRycy9kb3ducmV2LnhtbEyPwU7D&#10;MBBE70j8g7VI3KhTKxQS4lQUqVcEbT9gG2+dQLyOYjdN/x5zguPsrGbeVOvZ9WKiMXSeNSwXGQji&#10;xpuOrYbDfvvwDCJEZIO9Z9JwpQDr+vamwtL4C3/StItWpBAOJWpoYxxKKUPTksOw8ANx8k5+dBiT&#10;HK00I15SuOulyrKVdNhxamhxoLeWmu/d2WmY1dd+wI1xj/F92pyUtdvD9UPr+7v59QVEpDn+PcMv&#10;fkKHOjEd/ZlNEL2G1VOaEtNd5SCSX2TLAsRRQ56rAmRdyf8L6h8AAAD//wMAUEsBAi0AFAAGAAgA&#10;AAAhALaDOJL+AAAA4QEAABMAAAAAAAAAAAAAAAAAAAAAAFtDb250ZW50X1R5cGVzXS54bWxQSwEC&#10;LQAUAAYACAAAACEAOP0h/9YAAACUAQAACwAAAAAAAAAAAAAAAAAvAQAAX3JlbHMvLnJlbHNQSwEC&#10;LQAUAAYACAAAACEAoBtTWyECAABCBAAADgAAAAAAAAAAAAAAAAAuAgAAZHJzL2Uyb0RvYy54bWxQ&#10;SwECLQAUAAYACAAAACEAtxNvRN0AAAAJAQAADwAAAAAAAAAAAAAAAAB7BAAAZHJzL2Rvd25yZXYu&#10;eG1sUEsFBgAAAAAEAAQA8wAAAIUFAAAAAA==&#10;">
                <v:stroke dashstyle="longDashDotDot"/>
                <v:textbox>
                  <w:txbxContent>
                    <w:p w14:paraId="1BA9C517" w14:textId="77777777" w:rsidR="00C80AE4" w:rsidRPr="00C80AE4" w:rsidRDefault="00C80AE4" w:rsidP="00C80AE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80AE4">
                        <w:rPr>
                          <w:sz w:val="20"/>
                          <w:szCs w:val="20"/>
                          <w:rtl/>
                        </w:rPr>
                        <w:t>كروكي توضيحي لموقع المنزل</w:t>
                      </w:r>
                    </w:p>
                  </w:txbxContent>
                </v:textbox>
              </v:rect>
            </w:pict>
          </mc:Fallback>
        </mc:AlternateContent>
      </w:r>
    </w:p>
    <w:p w14:paraId="05D0D249" w14:textId="77777777" w:rsidR="00C80AE4" w:rsidRPr="004C0DB5" w:rsidRDefault="00C80AE4" w:rsidP="00C80AE4">
      <w:pPr>
        <w:rPr>
          <w:rFonts w:cs="AL-Mohanad"/>
          <w:b/>
          <w:bCs/>
          <w:sz w:val="20"/>
          <w:szCs w:val="20"/>
          <w:rtl/>
        </w:rPr>
      </w:pPr>
    </w:p>
    <w:p w14:paraId="371FFFFB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61AC0245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1EDFF2DA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10744A3F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58511D70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3AE347A0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3C3F9B38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6F3281DE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7FAD0945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2C49A45D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203346D9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6A31BC1C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110A70BE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5893D215" w14:textId="77777777" w:rsidR="00C80AE4" w:rsidRPr="006E6976" w:rsidRDefault="00C80AE4" w:rsidP="00C80AE4">
      <w:pPr>
        <w:rPr>
          <w:rFonts w:cs="AL-Mohanad"/>
          <w:sz w:val="20"/>
          <w:szCs w:val="20"/>
          <w:rtl/>
        </w:rPr>
      </w:pPr>
    </w:p>
    <w:p w14:paraId="39EF5E26" w14:textId="77777777" w:rsidR="00C80AE4" w:rsidRDefault="00C80AE4" w:rsidP="00C80AE4">
      <w:pPr>
        <w:tabs>
          <w:tab w:val="left" w:pos="1153"/>
        </w:tabs>
        <w:rPr>
          <w:rFonts w:cs="AL-Mohanad"/>
          <w:sz w:val="20"/>
          <w:szCs w:val="20"/>
          <w:rtl/>
        </w:rPr>
      </w:pPr>
      <w:r w:rsidRPr="006E6976">
        <w:rPr>
          <w:rFonts w:cs="AL-Mohanad"/>
          <w:sz w:val="20"/>
          <w:szCs w:val="20"/>
          <w:rtl/>
        </w:rPr>
        <w:tab/>
      </w:r>
    </w:p>
    <w:p w14:paraId="2EFBAE93" w14:textId="77777777" w:rsidR="00C80AE4" w:rsidRDefault="00C80AE4" w:rsidP="00C80AE4">
      <w:pPr>
        <w:tabs>
          <w:tab w:val="left" w:pos="1153"/>
        </w:tabs>
        <w:rPr>
          <w:rFonts w:cs="AL-Mohanad"/>
          <w:sz w:val="20"/>
          <w:szCs w:val="20"/>
          <w:rtl/>
        </w:rPr>
      </w:pPr>
    </w:p>
    <w:p w14:paraId="0864FDEB" w14:textId="77777777" w:rsidR="00C80AE4" w:rsidRPr="006E6976" w:rsidRDefault="00C80AE4" w:rsidP="00C80AE4">
      <w:pPr>
        <w:tabs>
          <w:tab w:val="left" w:pos="1153"/>
        </w:tabs>
        <w:rPr>
          <w:rFonts w:cs="AL-Mohanad"/>
          <w:sz w:val="20"/>
          <w:szCs w:val="20"/>
          <w:rtl/>
        </w:rPr>
      </w:pPr>
    </w:p>
    <w:p w14:paraId="256DE2E9" w14:textId="77777777" w:rsidR="003C2673" w:rsidRPr="008A1DCE" w:rsidRDefault="003C2673" w:rsidP="00C80AE4">
      <w:pPr>
        <w:ind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3FFB2" w14:textId="77777777" w:rsidR="007B4E91" w:rsidRDefault="007B4E91" w:rsidP="000B54C1">
      <w:r>
        <w:separator/>
      </w:r>
    </w:p>
  </w:endnote>
  <w:endnote w:type="continuationSeparator" w:id="0">
    <w:p w14:paraId="2A0916EB" w14:textId="77777777" w:rsidR="007B4E91" w:rsidRDefault="007B4E91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69961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64409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8DF48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F2F08" w14:textId="77777777" w:rsidR="007B4E91" w:rsidRDefault="007B4E91" w:rsidP="000B54C1">
      <w:r>
        <w:separator/>
      </w:r>
    </w:p>
  </w:footnote>
  <w:footnote w:type="continuationSeparator" w:id="0">
    <w:p w14:paraId="388555BE" w14:textId="77777777" w:rsidR="007B4E91" w:rsidRDefault="007B4E91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8150D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5A8AE675" w14:textId="77777777" w:rsidTr="005302DE">
      <w:tc>
        <w:tcPr>
          <w:tcW w:w="3402" w:type="dxa"/>
          <w:vAlign w:val="center"/>
        </w:tcPr>
        <w:p w14:paraId="2A8B27A3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C6B6F78" wp14:editId="20A0310D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77C60E5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399E1260" w14:textId="4122D909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>الإدارة العامة للتعليم بمنطقة</w:t>
          </w:r>
          <w:r w:rsidR="00F45D02">
            <w:rPr>
              <w:rFonts w:cs="AL-Mohanad" w:hint="cs"/>
              <w:sz w:val="22"/>
              <w:szCs w:val="22"/>
              <w:rtl/>
            </w:rPr>
            <w:t>........</w:t>
          </w:r>
        </w:p>
        <w:p w14:paraId="0033B6E9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5AFCA770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3C868D20" wp14:editId="10E0D075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29B066A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F5E08C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05838F6A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2321962C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1DB7F37E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08754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C1DCD"/>
    <w:multiLevelType w:val="hybridMultilevel"/>
    <w:tmpl w:val="B58C32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605878">
    <w:abstractNumId w:val="1"/>
  </w:num>
  <w:num w:numId="2" w16cid:durableId="20745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AE4"/>
    <w:rsid w:val="000B54C1"/>
    <w:rsid w:val="0012662B"/>
    <w:rsid w:val="001D0A7D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5997"/>
    <w:rsid w:val="005F5C8A"/>
    <w:rsid w:val="00674CBA"/>
    <w:rsid w:val="0068143D"/>
    <w:rsid w:val="006E0A53"/>
    <w:rsid w:val="006E0D08"/>
    <w:rsid w:val="00726AB7"/>
    <w:rsid w:val="00726C3F"/>
    <w:rsid w:val="007854D7"/>
    <w:rsid w:val="007A0ADD"/>
    <w:rsid w:val="007B4E91"/>
    <w:rsid w:val="00880101"/>
    <w:rsid w:val="008A1DCE"/>
    <w:rsid w:val="008E6B73"/>
    <w:rsid w:val="009C0A5D"/>
    <w:rsid w:val="00A345C3"/>
    <w:rsid w:val="00A765CF"/>
    <w:rsid w:val="00C80AE4"/>
    <w:rsid w:val="00D472F1"/>
    <w:rsid w:val="00EB5EB7"/>
    <w:rsid w:val="00F45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186DAB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9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2</cp:revision>
  <dcterms:created xsi:type="dcterms:W3CDTF">2017-04-28T08:58:00Z</dcterms:created>
  <dcterms:modified xsi:type="dcterms:W3CDTF">2025-05-16T22:55:00Z</dcterms:modified>
</cp:coreProperties>
</file>