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3A5BE368" w14:textId="77777777" w:rsidTr="00A96BF2">
        <w:tc>
          <w:tcPr>
            <w:tcW w:w="10348" w:type="dxa"/>
          </w:tcPr>
          <w:p w14:paraId="770949AA" w14:textId="77777777" w:rsidR="005302DE" w:rsidRPr="00A96BF2" w:rsidRDefault="00A96BF2" w:rsidP="00A96BF2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( 36 ) </w:t>
            </w:r>
          </w:p>
        </w:tc>
      </w:tr>
      <w:tr w:rsidR="005302DE" w14:paraId="3133C481" w14:textId="77777777" w:rsidTr="00A96BF2">
        <w:tc>
          <w:tcPr>
            <w:tcW w:w="10348" w:type="dxa"/>
          </w:tcPr>
          <w:p w14:paraId="722FDCBA" w14:textId="77777777" w:rsidR="005302DE" w:rsidRPr="00A96BF2" w:rsidRDefault="00A96BF2" w:rsidP="00A96BF2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A96BF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A96BF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</w:t>
            </w:r>
            <w:r w:rsidRPr="00A96BF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: (و</w:t>
            </w:r>
            <w:r w:rsidRPr="00A96BF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0م</w:t>
            </w:r>
            <w:r w:rsidRPr="00A96BF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٠ع٠ن-٠٦-٠١)</w:t>
            </w:r>
          </w:p>
        </w:tc>
      </w:tr>
      <w:tr w:rsidR="005302DE" w14:paraId="530259AE" w14:textId="77777777" w:rsidTr="00A96BF2">
        <w:tc>
          <w:tcPr>
            <w:tcW w:w="10348" w:type="dxa"/>
          </w:tcPr>
          <w:p w14:paraId="2A06694C" w14:textId="77777777" w:rsidR="005302DE" w:rsidRPr="00A96BF2" w:rsidRDefault="00A96BF2" w:rsidP="00A96BF2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A96BF2">
              <w:rPr>
                <w:rFonts w:cs="PT Bold Heading"/>
                <w:sz w:val="30"/>
                <w:szCs w:val="30"/>
                <w:rtl/>
              </w:rPr>
              <w:t xml:space="preserve">اسم </w:t>
            </w:r>
            <w:r w:rsidRPr="00A96BF2">
              <w:rPr>
                <w:rFonts w:cs="PT Bold Heading" w:hint="cs"/>
                <w:sz w:val="30"/>
                <w:szCs w:val="30"/>
                <w:rtl/>
              </w:rPr>
              <w:t>النموذج</w:t>
            </w:r>
            <w:r w:rsidRPr="00A96BF2">
              <w:rPr>
                <w:rFonts w:cs="PT Bold Heading"/>
                <w:sz w:val="30"/>
                <w:szCs w:val="30"/>
                <w:rtl/>
              </w:rPr>
              <w:t xml:space="preserve"> : كشف بموجودات المستودع العام للمدرسة</w:t>
            </w:r>
            <w:r w:rsidRPr="00A96BF2">
              <w:rPr>
                <w:rFonts w:cs="PT Bold Heading"/>
                <w:sz w:val="30"/>
                <w:szCs w:val="30"/>
                <w:rtl/>
              </w:rPr>
              <w:tab/>
            </w:r>
          </w:p>
        </w:tc>
      </w:tr>
    </w:tbl>
    <w:p w14:paraId="1C375695" w14:textId="77777777" w:rsidR="00A96BF2" w:rsidRPr="00A96BF2" w:rsidRDefault="00A96BF2" w:rsidP="00A96BF2">
      <w:pPr>
        <w:pStyle w:val="Headerorfooter0"/>
        <w:shd w:val="clear" w:color="auto" w:fill="auto"/>
        <w:tabs>
          <w:tab w:val="right" w:pos="5726"/>
        </w:tabs>
        <w:spacing w:line="240" w:lineRule="auto"/>
        <w:rPr>
          <w:rtl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5"/>
        <w:gridCol w:w="1327"/>
        <w:gridCol w:w="196"/>
        <w:gridCol w:w="598"/>
        <w:gridCol w:w="795"/>
        <w:gridCol w:w="845"/>
        <w:gridCol w:w="657"/>
        <w:gridCol w:w="658"/>
        <w:gridCol w:w="65"/>
        <w:gridCol w:w="1116"/>
        <w:gridCol w:w="1363"/>
        <w:gridCol w:w="569"/>
      </w:tblGrid>
      <w:tr w:rsidR="00A96BF2" w:rsidRPr="00BA1622" w14:paraId="6AE12749" w14:textId="77777777" w:rsidTr="00DB7372">
        <w:trPr>
          <w:trHeight w:hRule="exact" w:val="531"/>
          <w:jc w:val="center"/>
        </w:trPr>
        <w:tc>
          <w:tcPr>
            <w:tcW w:w="2095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2015AF6" w14:textId="77777777" w:rsidR="00A96BF2" w:rsidRPr="00A96BF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ملحوظات</w:t>
            </w:r>
          </w:p>
        </w:tc>
        <w:tc>
          <w:tcPr>
            <w:tcW w:w="132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90B581F" w14:textId="77777777" w:rsidR="00A96BF2" w:rsidRPr="00A96BF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التاريخ</w:t>
            </w:r>
          </w:p>
        </w:tc>
        <w:tc>
          <w:tcPr>
            <w:tcW w:w="1589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340856A" w14:textId="77777777" w:rsidR="00A96BF2" w:rsidRPr="00A96BF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نوعه</w:t>
            </w:r>
          </w:p>
        </w:tc>
        <w:tc>
          <w:tcPr>
            <w:tcW w:w="845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D4AF96A" w14:textId="77777777" w:rsidR="00A96BF2" w:rsidRPr="00A96BF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الكمية</w:t>
            </w:r>
          </w:p>
        </w:tc>
        <w:tc>
          <w:tcPr>
            <w:tcW w:w="131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04F4368" w14:textId="77777777" w:rsidR="00A96BF2" w:rsidRPr="00A96BF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الحالة</w:t>
            </w:r>
          </w:p>
        </w:tc>
        <w:tc>
          <w:tcPr>
            <w:tcW w:w="1181" w:type="dxa"/>
            <w:gridSpan w:val="2"/>
            <w:vMerge w:val="restart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BD9B5D6" w14:textId="77777777" w:rsidR="00A96BF2" w:rsidRPr="00A96BF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اوصافه</w:t>
            </w:r>
          </w:p>
        </w:tc>
        <w:tc>
          <w:tcPr>
            <w:tcW w:w="1363" w:type="dxa"/>
            <w:vMerge w:val="restart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A21B067" w14:textId="77777777" w:rsidR="00A96BF2" w:rsidRPr="00A96BF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رقم الصنف</w:t>
            </w:r>
          </w:p>
        </w:tc>
        <w:tc>
          <w:tcPr>
            <w:tcW w:w="56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793B34" w14:textId="77777777" w:rsidR="00A96BF2" w:rsidRPr="00BA162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b/>
                <w:bCs/>
                <w:rtl/>
              </w:rPr>
            </w:pPr>
            <w:r w:rsidRPr="00BA1622">
              <w:rPr>
                <w:rStyle w:val="Heading4"/>
                <w:b/>
                <w:bCs/>
                <w:rtl/>
              </w:rPr>
              <w:t>م</w:t>
            </w:r>
          </w:p>
        </w:tc>
      </w:tr>
      <w:tr w:rsidR="00A96BF2" w:rsidRPr="00BA1622" w14:paraId="2104D2AA" w14:textId="77777777" w:rsidTr="00DB7372">
        <w:trPr>
          <w:trHeight w:val="243"/>
          <w:jc w:val="center"/>
        </w:trPr>
        <w:tc>
          <w:tcPr>
            <w:tcW w:w="2095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ACFCDA" w14:textId="77777777" w:rsidR="00A96BF2" w:rsidRPr="00BA162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b/>
                <w:bCs/>
                <w:rtl/>
              </w:rPr>
            </w:pPr>
          </w:p>
        </w:tc>
        <w:tc>
          <w:tcPr>
            <w:tcW w:w="132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6D0F3D" w14:textId="77777777" w:rsidR="00A96BF2" w:rsidRPr="00BA162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b/>
                <w:bCs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E5B0C" w14:textId="77777777" w:rsidR="00A96BF2" w:rsidRPr="00A96BF2" w:rsidRDefault="00A96BF2" w:rsidP="00A96BF2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 w:hint="cs"/>
                <w:b/>
                <w:bCs/>
                <w:sz w:val="26"/>
                <w:szCs w:val="26"/>
                <w:rtl/>
              </w:rPr>
              <w:t>مستديم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27A490" w14:textId="77777777" w:rsidR="00A96BF2" w:rsidRPr="00A96BF2" w:rsidRDefault="00A96BF2" w:rsidP="00A96BF2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مستهلك</w:t>
            </w:r>
          </w:p>
        </w:tc>
        <w:tc>
          <w:tcPr>
            <w:tcW w:w="84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E113E9" w14:textId="77777777" w:rsidR="00A96BF2" w:rsidRPr="00A96BF2" w:rsidRDefault="00A96BF2" w:rsidP="00A96BF2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5A531" w14:textId="77777777" w:rsidR="00A96BF2" w:rsidRPr="00A96BF2" w:rsidRDefault="00A96BF2" w:rsidP="00A96BF2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تالف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F1095" w14:textId="77777777" w:rsidR="00A96BF2" w:rsidRPr="00A96BF2" w:rsidRDefault="00A96BF2" w:rsidP="00A96BF2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</w:pPr>
            <w:r w:rsidRPr="00A96BF2">
              <w:rPr>
                <w:rStyle w:val="Heading4"/>
                <w:rFonts w:ascii="Arial" w:hAnsi="Arial" w:cs="Arial"/>
                <w:b/>
                <w:bCs/>
                <w:sz w:val="26"/>
                <w:szCs w:val="26"/>
                <w:rtl/>
              </w:rPr>
              <w:t>سليم</w:t>
            </w:r>
          </w:p>
        </w:tc>
        <w:tc>
          <w:tcPr>
            <w:tcW w:w="1181" w:type="dxa"/>
            <w:gridSpan w:val="2"/>
            <w:vMerge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10BFE6A" w14:textId="77777777" w:rsidR="00A96BF2" w:rsidRPr="00BA162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b/>
                <w:bCs/>
                <w:rtl/>
              </w:rPr>
            </w:pPr>
          </w:p>
        </w:tc>
        <w:tc>
          <w:tcPr>
            <w:tcW w:w="1363" w:type="dxa"/>
            <w:vMerge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2C23FE" w14:textId="77777777" w:rsidR="00A96BF2" w:rsidRPr="00BA162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b/>
                <w:bCs/>
                <w:rtl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6D87F0" w14:textId="77777777" w:rsidR="00A96BF2" w:rsidRPr="00BA1622" w:rsidRDefault="00A96BF2" w:rsidP="000951E4">
            <w:pPr>
              <w:keepNext/>
              <w:keepLines/>
              <w:tabs>
                <w:tab w:val="left" w:pos="4978"/>
              </w:tabs>
              <w:spacing w:line="276" w:lineRule="auto"/>
              <w:jc w:val="center"/>
              <w:rPr>
                <w:rStyle w:val="Heading4"/>
                <w:b/>
                <w:bCs/>
                <w:rtl/>
              </w:rPr>
            </w:pPr>
          </w:p>
        </w:tc>
      </w:tr>
      <w:tr w:rsidR="00A96BF2" w:rsidRPr="00BA1622" w14:paraId="79A99849" w14:textId="77777777" w:rsidTr="00DB7372">
        <w:trPr>
          <w:trHeight w:hRule="exact" w:val="34"/>
          <w:jc w:val="center"/>
        </w:trPr>
        <w:tc>
          <w:tcPr>
            <w:tcW w:w="3618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127A61" w14:textId="77777777" w:rsidR="00A96BF2" w:rsidRPr="00BA1622" w:rsidRDefault="00A96BF2" w:rsidP="000951E4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3618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4CEDC509" w14:textId="77777777" w:rsidR="00A96BF2" w:rsidRPr="00BA1622" w:rsidRDefault="00A96BF2" w:rsidP="000951E4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3048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58ACD664" w14:textId="77777777" w:rsidR="00A96BF2" w:rsidRPr="00BA1622" w:rsidRDefault="00A96BF2" w:rsidP="000951E4">
            <w:pPr>
              <w:rPr>
                <w:b/>
                <w:bCs/>
                <w:sz w:val="10"/>
                <w:szCs w:val="10"/>
                <w:rtl/>
              </w:rPr>
            </w:pPr>
          </w:p>
        </w:tc>
      </w:tr>
      <w:tr w:rsidR="00A96BF2" w:rsidRPr="00BA1622" w14:paraId="6972A949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44202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29361B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B17D38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1B21DC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7EECEC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F7EE084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77DAFC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14:paraId="3E189D6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515B90E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D29388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30794514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D5506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87A551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81E11F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4A411B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547686C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F7DEF1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B43B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</w:tcPr>
          <w:p w14:paraId="3B7199F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102BCA4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FBFF2C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3D87180B" w14:textId="77777777" w:rsidTr="00DB7372">
        <w:trPr>
          <w:trHeight w:hRule="exact" w:val="427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5BE11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AD7EF00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8F8A83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6594DC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B0A577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6CA273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4FC25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72DFA7D8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09370FA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60D2E3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02182C12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B2461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C3705D8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5E7F920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4D204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CDCF2C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35B919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AED361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1940909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5CF76C8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0AA2E7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1346BD69" w14:textId="77777777" w:rsidTr="00DB7372">
        <w:trPr>
          <w:trHeight w:hRule="exact" w:val="427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5F723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CACE93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07AE57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5C249A4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9900DF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67594F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E019A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6B44DA4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4B77DCD8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6023B5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</w:pPr>
          </w:p>
        </w:tc>
      </w:tr>
      <w:tr w:rsidR="00A96BF2" w:rsidRPr="00BA1622" w14:paraId="7E743292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DD12C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B26278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1C7013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877EE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B1BC2BA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30A218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B413B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4565937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64D66430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CE753C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461D9F52" w14:textId="77777777" w:rsidTr="00DB7372">
        <w:trPr>
          <w:trHeight w:hRule="exact" w:val="427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C4F89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1815B8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AA1E78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3BB51C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D9F9F4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FAF4CA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1C69E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441878F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79E5B40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3987DA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54581499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75E0A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A378A8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FC9672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88344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049E58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DF82BC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4B3B400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5D0D4E0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627716D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B42E12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2CB36672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1B03E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1728CD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291E39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1D5808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6AFD4D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2851F3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0C268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252FBC5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3358927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F7E905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2F8624F9" w14:textId="77777777" w:rsidTr="00DB7372">
        <w:trPr>
          <w:trHeight w:hRule="exact" w:val="427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6DE00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7386ABA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A63108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57EC6CA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B9D1DD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58F38A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7DD75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70BB92BA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66F8CD2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E31414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05DAF392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84538E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2A4C498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616CA6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360447C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F302C2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61BA01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D9D28C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5B6F1B2D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507270C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5D5D8E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1ED7DD38" w14:textId="77777777" w:rsidTr="00DB7372">
        <w:trPr>
          <w:trHeight w:hRule="exact" w:val="427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BED97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3AA8C1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0CE307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262FB4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100EA8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B310FB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3573F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21AEAE7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4567B5A4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B02713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6195CF54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4E749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EDC07D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A24CEE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21E53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C63F18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136CEB8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A545A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656F001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6E62A6E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A9C921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5679A975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B3FA94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44DC18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605ABB0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98446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684BF24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DA5AA0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77F814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7074D99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4DCBD31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6DE868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21C2B496" w14:textId="77777777" w:rsidTr="00DB7372">
        <w:trPr>
          <w:trHeight w:hRule="exact" w:val="427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466D8E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89AEE6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AB7D36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352FC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876520A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E36096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1357A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1315C9E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45F06E6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C82F13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48DE8407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5969950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D845C18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9CDC9E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C6895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98EB45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2A8D46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EA589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7655E13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57ADC994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1B216F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02D0DBD1" w14:textId="77777777" w:rsidTr="00DB7372">
        <w:trPr>
          <w:trHeight w:hRule="exact" w:val="427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7BDF2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A2DAAF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505D6D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0F1C9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AC7BE31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BD83DA3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C155E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010967E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60E3820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00051D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6A4C8F8C" w14:textId="77777777" w:rsidTr="00DB7372">
        <w:trPr>
          <w:trHeight w:hRule="exact" w:val="43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18D8FD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ED3ACF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99FF86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09F58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E1D92B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F923965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B09309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5C0594B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5D26FF2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1770BB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074E3905" w14:textId="77777777" w:rsidTr="00DB7372">
        <w:trPr>
          <w:trHeight w:hRule="exact" w:val="427"/>
          <w:jc w:val="center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2BD0F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9FD5FAA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84BC9D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8BD33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533AE98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ABDB21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670BE0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0E3F8E8F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374CB2EE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792A08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  <w:tr w:rsidR="00A96BF2" w:rsidRPr="00BA1622" w14:paraId="36A72DCC" w14:textId="77777777" w:rsidTr="00DB7372">
        <w:trPr>
          <w:trHeight w:hRule="exact" w:val="442"/>
          <w:jc w:val="center"/>
        </w:trPr>
        <w:tc>
          <w:tcPr>
            <w:tcW w:w="209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EE2C90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2306F8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7342287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79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1D78C6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8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3AF14B4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BA0FE4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0050C8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181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14:paraId="0E27CFEB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36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286013E2" w14:textId="77777777" w:rsidR="00A96BF2" w:rsidRPr="00A96BF2" w:rsidRDefault="00A96BF2" w:rsidP="00A96BF2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8E790B5" w14:textId="77777777" w:rsidR="00A96BF2" w:rsidRPr="00A96BF2" w:rsidRDefault="00A96BF2" w:rsidP="00A96BF2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04" w:lineRule="exact"/>
              <w:ind w:left="587"/>
              <w:jc w:val="center"/>
              <w:rPr>
                <w:rtl/>
              </w:rPr>
            </w:pPr>
          </w:p>
        </w:tc>
      </w:tr>
    </w:tbl>
    <w:p w14:paraId="4694ADDF" w14:textId="77777777" w:rsidR="00A96BF2" w:rsidRDefault="00A96BF2" w:rsidP="00A96BF2">
      <w:pPr>
        <w:keepNext/>
        <w:keepLines/>
        <w:tabs>
          <w:tab w:val="left" w:pos="4978"/>
        </w:tabs>
        <w:spacing w:before="371" w:after="180" w:line="204" w:lineRule="exact"/>
        <w:ind w:left="515"/>
        <w:jc w:val="both"/>
        <w:rPr>
          <w:rtl/>
        </w:rPr>
      </w:pPr>
      <w:r>
        <w:rPr>
          <w:rStyle w:val="Heading4"/>
          <w:rtl/>
        </w:rPr>
        <w:t>المسؤول عن المستودع</w:t>
      </w:r>
      <w:r>
        <w:rPr>
          <w:rStyle w:val="Heading4"/>
          <w:rtl/>
        </w:rPr>
        <w:tab/>
        <w:t>وكيل الشؤون المدرسية</w:t>
      </w:r>
    </w:p>
    <w:p w14:paraId="50DF17C8" w14:textId="77777777" w:rsidR="00A96BF2" w:rsidRDefault="00A96BF2" w:rsidP="00A96BF2">
      <w:pPr>
        <w:keepNext/>
        <w:keepLines/>
        <w:tabs>
          <w:tab w:val="left" w:pos="4978"/>
        </w:tabs>
        <w:spacing w:after="146" w:line="204" w:lineRule="exact"/>
        <w:ind w:left="515"/>
        <w:jc w:val="both"/>
        <w:rPr>
          <w:rtl/>
        </w:rPr>
      </w:pPr>
      <w:bookmarkStart w:id="0" w:name="bookmark33"/>
      <w:r>
        <w:rPr>
          <w:rStyle w:val="Heading4"/>
          <w:rtl/>
        </w:rPr>
        <w:t>الاسم /</w:t>
      </w:r>
      <w:r>
        <w:rPr>
          <w:rStyle w:val="Heading4"/>
          <w:rtl/>
        </w:rPr>
        <w:tab/>
        <w:t>الاسم /</w:t>
      </w:r>
      <w:bookmarkEnd w:id="0"/>
    </w:p>
    <w:p w14:paraId="19A03058" w14:textId="77777777" w:rsidR="00A96BF2" w:rsidRPr="0016285A" w:rsidRDefault="00A96BF2" w:rsidP="00A96BF2">
      <w:pPr>
        <w:keepNext/>
        <w:keepLines/>
        <w:tabs>
          <w:tab w:val="left" w:pos="4978"/>
        </w:tabs>
        <w:spacing w:after="146" w:line="204" w:lineRule="exact"/>
        <w:ind w:left="515"/>
        <w:jc w:val="both"/>
        <w:rPr>
          <w:rStyle w:val="Heading4"/>
          <w:rtl/>
        </w:rPr>
      </w:pPr>
      <w:r w:rsidRPr="0016285A">
        <w:rPr>
          <w:rStyle w:val="Heading4"/>
          <w:rtl/>
        </w:rPr>
        <w:t>التوقيع/</w:t>
      </w:r>
      <w:r w:rsidRPr="0016285A">
        <w:rPr>
          <w:rStyle w:val="Heading4"/>
          <w:rtl/>
        </w:rPr>
        <w:tab/>
        <w:t>التوقيع</w:t>
      </w:r>
    </w:p>
    <w:p w14:paraId="316B6DE5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6706A" w14:textId="77777777" w:rsidR="00240E34" w:rsidRDefault="00240E34" w:rsidP="000B54C1">
      <w:r>
        <w:separator/>
      </w:r>
    </w:p>
  </w:endnote>
  <w:endnote w:type="continuationSeparator" w:id="0">
    <w:p w14:paraId="550E61EF" w14:textId="77777777" w:rsidR="00240E34" w:rsidRDefault="00240E34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E7EAD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06B29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BB80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E2867" w14:textId="77777777" w:rsidR="00240E34" w:rsidRDefault="00240E34" w:rsidP="000B54C1">
      <w:r>
        <w:separator/>
      </w:r>
    </w:p>
  </w:footnote>
  <w:footnote w:type="continuationSeparator" w:id="0">
    <w:p w14:paraId="538B4234" w14:textId="77777777" w:rsidR="00240E34" w:rsidRDefault="00240E34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2986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C9C8FEE" w14:textId="77777777" w:rsidTr="005302DE">
      <w:tc>
        <w:tcPr>
          <w:tcW w:w="3402" w:type="dxa"/>
          <w:vAlign w:val="center"/>
        </w:tcPr>
        <w:p w14:paraId="3F7E83E7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4E4762D7" wp14:editId="23A7AB0C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396FECB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2B9B5B3" w14:textId="2E102A15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4F7879">
            <w:rPr>
              <w:rFonts w:cs="AL-Mohanad" w:hint="cs"/>
              <w:sz w:val="22"/>
              <w:szCs w:val="22"/>
              <w:rtl/>
            </w:rPr>
            <w:t>.........</w:t>
          </w:r>
        </w:p>
        <w:p w14:paraId="297C428F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1F123A13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7259B623" wp14:editId="76AD4131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194AB86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290340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1290C1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EC1D1DB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D4A8156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A73F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545AB0"/>
    <w:multiLevelType w:val="hybridMultilevel"/>
    <w:tmpl w:val="995CFA10"/>
    <w:lvl w:ilvl="0" w:tplc="0409000F">
      <w:start w:val="1"/>
      <w:numFmt w:val="decimal"/>
      <w:lvlText w:val="%1."/>
      <w:lvlJc w:val="left"/>
      <w:pPr>
        <w:ind w:left="860" w:hanging="360"/>
      </w:pPr>
    </w:lvl>
    <w:lvl w:ilvl="1" w:tplc="04090019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num w:numId="1" w16cid:durableId="296565335">
    <w:abstractNumId w:val="0"/>
  </w:num>
  <w:num w:numId="2" w16cid:durableId="1983921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BF2"/>
    <w:rsid w:val="000168AB"/>
    <w:rsid w:val="000B54C1"/>
    <w:rsid w:val="0012662B"/>
    <w:rsid w:val="001D0A7D"/>
    <w:rsid w:val="00240E34"/>
    <w:rsid w:val="002F57A0"/>
    <w:rsid w:val="00332D9C"/>
    <w:rsid w:val="00341DA8"/>
    <w:rsid w:val="003942ED"/>
    <w:rsid w:val="003C2673"/>
    <w:rsid w:val="004050BF"/>
    <w:rsid w:val="004D4A0E"/>
    <w:rsid w:val="004F62EE"/>
    <w:rsid w:val="004F7879"/>
    <w:rsid w:val="00517D9E"/>
    <w:rsid w:val="005275B1"/>
    <w:rsid w:val="005302DE"/>
    <w:rsid w:val="00565997"/>
    <w:rsid w:val="005F5C8A"/>
    <w:rsid w:val="00674CBA"/>
    <w:rsid w:val="0068143D"/>
    <w:rsid w:val="006902E5"/>
    <w:rsid w:val="006E0A53"/>
    <w:rsid w:val="006E0D08"/>
    <w:rsid w:val="00726AB7"/>
    <w:rsid w:val="00726C3F"/>
    <w:rsid w:val="007A0ADD"/>
    <w:rsid w:val="00886A39"/>
    <w:rsid w:val="008A1DCE"/>
    <w:rsid w:val="008E6B73"/>
    <w:rsid w:val="009A49A3"/>
    <w:rsid w:val="009C0A5D"/>
    <w:rsid w:val="00A345C3"/>
    <w:rsid w:val="00A765CF"/>
    <w:rsid w:val="00A96BF2"/>
    <w:rsid w:val="00C47714"/>
    <w:rsid w:val="00D472F1"/>
    <w:rsid w:val="00DB7372"/>
    <w:rsid w:val="00EB5EB7"/>
    <w:rsid w:val="00F0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ED4CA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A96BF2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96BF2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Heading4">
    <w:name w:val="Heading #4"/>
    <w:rsid w:val="00A96BF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character" w:customStyle="1" w:styleId="Headerorfooter">
    <w:name w:val="Header or footer_"/>
    <w:link w:val="Headerorfooter0"/>
    <w:rsid w:val="00A96BF2"/>
    <w:rPr>
      <w:rFonts w:ascii="Microsoft Sans Serif" w:eastAsia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HeaderorfooterArial11ptBold">
    <w:name w:val="Header or footer + Arial;11 pt;Bold"/>
    <w:rsid w:val="00A96BF2"/>
    <w:rPr>
      <w:rFonts w:ascii="Arial" w:eastAsia="Arial" w:hAnsi="Arial" w:cs="Arial"/>
      <w:b/>
      <w:bCs/>
      <w:i w:val="0"/>
      <w:iCs w:val="0"/>
      <w:smallCaps w:val="0"/>
      <w:strike w:val="0"/>
      <w:color w:val="404142"/>
      <w:spacing w:val="0"/>
      <w:w w:val="100"/>
      <w:position w:val="0"/>
      <w:sz w:val="22"/>
      <w:szCs w:val="22"/>
      <w:u w:val="none"/>
      <w:lang w:val="ar-SA" w:eastAsia="ar-SA" w:bidi="ar-SA"/>
    </w:rPr>
  </w:style>
  <w:style w:type="character" w:customStyle="1" w:styleId="Headerorfooter65ptScale150">
    <w:name w:val="Header or footer + 6.5 pt;Scale 150%"/>
    <w:rsid w:val="00A96BF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404142"/>
      <w:spacing w:val="0"/>
      <w:w w:val="150"/>
      <w:position w:val="0"/>
      <w:sz w:val="13"/>
      <w:szCs w:val="13"/>
      <w:u w:val="none"/>
      <w:lang w:val="en-US" w:eastAsia="en-US" w:bidi="en-US"/>
    </w:rPr>
  </w:style>
  <w:style w:type="paragraph" w:customStyle="1" w:styleId="Headerorfooter0">
    <w:name w:val="Header or footer"/>
    <w:basedOn w:val="Normal"/>
    <w:link w:val="Headerorfooter"/>
    <w:rsid w:val="00A96BF2"/>
    <w:pPr>
      <w:widowControl w:val="0"/>
      <w:shd w:val="clear" w:color="auto" w:fill="FFFFFF"/>
      <w:spacing w:line="212" w:lineRule="exact"/>
    </w:pPr>
    <w:rPr>
      <w:rFonts w:ascii="Microsoft Sans Serif" w:eastAsia="Microsoft Sans Serif" w:hAnsi="Microsoft Sans Serif" w:cs="Microsoft Sans Seri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2017-04-28T12:04:00Z</dcterms:created>
  <dcterms:modified xsi:type="dcterms:W3CDTF">2025-05-16T23:05:00Z</dcterms:modified>
</cp:coreProperties>
</file>