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2D5431CB" w14:textId="77777777" w:rsidTr="00932889">
        <w:tc>
          <w:tcPr>
            <w:tcW w:w="10348" w:type="dxa"/>
          </w:tcPr>
          <w:p w14:paraId="735C0C63" w14:textId="77777777" w:rsidR="005302DE" w:rsidRPr="00932889" w:rsidRDefault="00932889" w:rsidP="00932889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( 37 ) </w:t>
            </w:r>
          </w:p>
        </w:tc>
      </w:tr>
      <w:tr w:rsidR="005302DE" w14:paraId="33B45DED" w14:textId="77777777" w:rsidTr="00932889">
        <w:tc>
          <w:tcPr>
            <w:tcW w:w="10348" w:type="dxa"/>
          </w:tcPr>
          <w:p w14:paraId="12070E18" w14:textId="77777777" w:rsidR="005302DE" w:rsidRPr="00932889" w:rsidRDefault="00932889" w:rsidP="0093288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93288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93288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93288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النمو</w:t>
            </w:r>
            <w:r w:rsidRPr="0093288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ذ</w:t>
            </w:r>
            <w:r w:rsidRPr="0093288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ج ا (و٠م٠ع٠ن-٦.-٢.)</w:t>
            </w:r>
          </w:p>
        </w:tc>
      </w:tr>
      <w:tr w:rsidR="005302DE" w14:paraId="4A94FC5D" w14:textId="77777777" w:rsidTr="00932889">
        <w:tc>
          <w:tcPr>
            <w:tcW w:w="10348" w:type="dxa"/>
          </w:tcPr>
          <w:p w14:paraId="29841136" w14:textId="77777777" w:rsidR="005302DE" w:rsidRDefault="00932889" w:rsidP="00932889">
            <w:pPr>
              <w:jc w:val="center"/>
              <w:rPr>
                <w:szCs w:val="36"/>
                <w:rtl/>
              </w:rPr>
            </w:pPr>
            <w:r w:rsidRPr="0093288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932889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93288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932889">
              <w:rPr>
                <w:rFonts w:cs="PT Bold Heading" w:hint="cs"/>
                <w:b/>
                <w:bCs/>
                <w:sz w:val="30"/>
                <w:szCs w:val="30"/>
                <w:rtl/>
              </w:rPr>
              <w:t>:</w:t>
            </w:r>
            <w:r w:rsidRPr="00932889">
              <w:rPr>
                <w:rFonts w:cs="PT Bold Heading"/>
                <w:b/>
                <w:bCs/>
                <w:sz w:val="30"/>
                <w:szCs w:val="30"/>
                <w:rtl/>
              </w:rPr>
              <w:t>سجل استلام عهدة</w:t>
            </w:r>
            <w:r w:rsidRPr="00BA1622">
              <w:rPr>
                <w:rFonts w:cs="AL-Mohanad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50A25B05" w14:textId="77777777" w:rsidR="00932889" w:rsidRPr="00932889" w:rsidRDefault="00932889" w:rsidP="00932889">
      <w:pPr>
        <w:tabs>
          <w:tab w:val="left" w:leader="dot" w:pos="3422"/>
          <w:tab w:val="left" w:leader="dot" w:pos="7387"/>
        </w:tabs>
        <w:ind w:left="283"/>
        <w:rPr>
          <w:rFonts w:ascii="Arabic Typesetting" w:hAnsi="Arabic Typesetting" w:cs="Arabic Typesetting"/>
          <w:b/>
          <w:bCs/>
          <w:sz w:val="58"/>
          <w:szCs w:val="60"/>
          <w:rtl/>
        </w:rPr>
      </w:pPr>
      <w:r w:rsidRPr="00932889">
        <w:rPr>
          <w:rStyle w:val="Heading4"/>
          <w:rFonts w:ascii="Arabic Typesetting" w:hAnsi="Arabic Typesetting" w:cs="Arabic Typesetting"/>
          <w:b/>
          <w:bCs/>
          <w:sz w:val="38"/>
          <w:szCs w:val="38"/>
          <w:rtl/>
        </w:rPr>
        <w:t>أنا الموقع أدناه استلمت العهدة المجدولة من تاريخه وأتعهد بال</w:t>
      </w:r>
      <w:r>
        <w:rPr>
          <w:rStyle w:val="Heading4"/>
          <w:rFonts w:ascii="Arabic Typesetting" w:hAnsi="Arabic Typesetting" w:cs="Arabic Typesetting"/>
          <w:b/>
          <w:bCs/>
          <w:sz w:val="38"/>
          <w:szCs w:val="38"/>
          <w:rtl/>
        </w:rPr>
        <w:t>محافظة عليها من الفقدان و التلف</w:t>
      </w:r>
    </w:p>
    <w:p w14:paraId="7F8AA37B" w14:textId="77777777" w:rsidR="00932889" w:rsidRDefault="00932889" w:rsidP="00932889">
      <w:pPr>
        <w:rPr>
          <w:sz w:val="2"/>
          <w:szCs w:val="2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2"/>
        <w:gridCol w:w="1550"/>
        <w:gridCol w:w="1309"/>
        <w:gridCol w:w="847"/>
        <w:gridCol w:w="1047"/>
        <w:gridCol w:w="896"/>
        <w:gridCol w:w="1801"/>
        <w:gridCol w:w="506"/>
      </w:tblGrid>
      <w:tr w:rsidR="006A5C22" w:rsidRPr="005B6084" w14:paraId="0EFFFED5" w14:textId="77777777" w:rsidTr="006238DE">
        <w:trPr>
          <w:trHeight w:hRule="exact" w:val="759"/>
          <w:jc w:val="center"/>
        </w:trPr>
        <w:tc>
          <w:tcPr>
            <w:tcW w:w="241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4AEAFA1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ملحوظات</w:t>
            </w:r>
          </w:p>
        </w:tc>
        <w:tc>
          <w:tcPr>
            <w:tcW w:w="155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C947666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6A5C22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توقيع مستلم العهد</w:t>
            </w:r>
            <w:r w:rsidRPr="006A5C22">
              <w:rPr>
                <w:rStyle w:val="Heading4"/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A5C22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المسترجعة</w:t>
            </w:r>
          </w:p>
        </w:tc>
        <w:tc>
          <w:tcPr>
            <w:tcW w:w="1309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68F08C3" w14:textId="77777777" w:rsidR="00932889" w:rsidRPr="006A5C22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</w:pPr>
            <w:r w:rsidRPr="006A5C22">
              <w:rPr>
                <w:rStyle w:val="Heading4"/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تا</w:t>
            </w:r>
            <w:r w:rsidRPr="006A5C22">
              <w:rPr>
                <w:rStyle w:val="Heading4"/>
                <w:rFonts w:ascii="Arabic Typesetting" w:hAnsi="Arabic Typesetting" w:cs="Arabic Typesetting" w:hint="cs"/>
                <w:b/>
                <w:bCs/>
                <w:sz w:val="34"/>
                <w:szCs w:val="34"/>
                <w:rtl/>
              </w:rPr>
              <w:t>ر</w:t>
            </w:r>
            <w:r w:rsidRPr="006A5C22">
              <w:rPr>
                <w:rStyle w:val="Heading4"/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يخ</w:t>
            </w:r>
            <w:r w:rsidRPr="006A5C22">
              <w:rPr>
                <w:rStyle w:val="Heading4"/>
                <w:rFonts w:ascii="Arabic Typesetting" w:hAnsi="Arabic Typesetting" w:cs="Arabic Typesetting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6A5C22">
              <w:rPr>
                <w:rStyle w:val="Heading4"/>
                <w:rFonts w:ascii="Arabic Typesetting" w:hAnsi="Arabic Typesetting" w:cs="Arabic Typesetting"/>
                <w:b/>
                <w:bCs/>
                <w:sz w:val="34"/>
                <w:szCs w:val="34"/>
                <w:rtl/>
              </w:rPr>
              <w:t>اعادة العهدة</w:t>
            </w:r>
          </w:p>
        </w:tc>
        <w:tc>
          <w:tcPr>
            <w:tcW w:w="84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84FF548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التوقيع</w:t>
            </w:r>
          </w:p>
        </w:tc>
        <w:tc>
          <w:tcPr>
            <w:tcW w:w="104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E81C033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تاريخ</w:t>
            </w:r>
            <w:r>
              <w:rPr>
                <w:rStyle w:val="Heading4"/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932889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الاستلام</w:t>
            </w:r>
          </w:p>
        </w:tc>
        <w:tc>
          <w:tcPr>
            <w:tcW w:w="896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2B70D5E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</w:rPr>
              <w:t>العدد</w:t>
            </w:r>
          </w:p>
        </w:tc>
        <w:tc>
          <w:tcPr>
            <w:tcW w:w="18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3888266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2"/>
                <w:szCs w:val="32"/>
                <w:rtl/>
              </w:rPr>
              <w:t>الصنف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6FF6630" w14:textId="77777777" w:rsidR="00932889" w:rsidRPr="00932889" w:rsidRDefault="00932889" w:rsidP="00932889">
            <w:pPr>
              <w:tabs>
                <w:tab w:val="left" w:leader="dot" w:pos="3422"/>
                <w:tab w:val="left" w:leader="dot" w:pos="7387"/>
              </w:tabs>
              <w:jc w:val="center"/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/>
                <w:b/>
                <w:bCs/>
                <w:sz w:val="32"/>
                <w:szCs w:val="32"/>
                <w:rtl/>
              </w:rPr>
              <w:t>م</w:t>
            </w:r>
          </w:p>
        </w:tc>
      </w:tr>
      <w:tr w:rsidR="00932889" w:rsidRPr="005B6084" w14:paraId="7864E085" w14:textId="77777777" w:rsidTr="006A5C22">
        <w:trPr>
          <w:trHeight w:hRule="exact" w:val="429"/>
          <w:jc w:val="center"/>
        </w:trPr>
        <w:tc>
          <w:tcPr>
            <w:tcW w:w="241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DFD81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2CD3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79A6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B896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33DC3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539A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A1B76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4B372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19FB0E5C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0652C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AA2EE9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A8F81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4187E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7A00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40B9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D2C7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4EED8AC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17CA4220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62AB0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747E99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CD8E24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676CAB6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4EF7AB4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0E7303D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65F27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12B582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78297A68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578FE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3784C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BEE930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A8C26B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DB7631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F619DB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EC0AA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062C4EC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250EB37A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49DE7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EE870A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636359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8B3D9C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76B63F9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48B1982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281C5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D30FB6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65C21A6E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081AA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F234A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3DAE44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4F744A1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3B4A329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883781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6A3BF4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2EE29AF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3DCF07A4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7CD17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7CA47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DBE21B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220B4C3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2BC36EB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037C109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95591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874782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4040EB19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A64E80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257A5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4D2CE0B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6375A8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1499DC4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6DA3FF0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7AD58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5F7CBB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64D01039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87FDC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1F205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4E27B4A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6449E30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0197492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3DE2D3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788A5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601345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036D45DD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0B4E3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C43433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13666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A4CBAD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CA884C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17FA827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6BBD5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4A74BD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43648EBC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1DEE0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40511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B749A9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35AFFD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5515163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5034B8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74347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0D46DF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3987DBCA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C4A53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A028CB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EDE082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66EA88D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4E8FA7EC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7829D51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E08A5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C28851E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29E9E156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07B30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E6B8A1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3E9DE5A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4A7F37B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0D8851D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41B8D5C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EE65B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C04A29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32B31447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765CF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D81B9C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4A800E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C372722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2AE52A4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3494BBD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F7083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802E90B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37B52C4E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1DB3F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D8F0D0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53F4E6F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54D8EDC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3B6E74C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17839F1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7AD4D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438795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53255916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71899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AB9781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840262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0056BCF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B05A76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52F43E5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0947A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20FCC82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22FD45FF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D7943B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5E833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3DC780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0BF63E8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00C87BB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63DB17B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CE8B6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C70450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0386CB6F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730A0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545F7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28DF6FE3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ED4238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4B6366C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3F6BBD3C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477CD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8C257C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5FC60F77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371C7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4B00F5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E706BA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69DFC04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47E094D9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0DBB2AF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6D03C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137ABC9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38B271EC" w14:textId="77777777" w:rsidTr="006A5C22">
        <w:trPr>
          <w:trHeight w:hRule="exact" w:val="419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4C331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25060DB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00A07C3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27C913FB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810562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55C616EE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6A9B41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D2CA94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19269622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0C942A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0DD070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1022A23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B17453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6C6901D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6A93998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75A696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B849A77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5B6084" w14:paraId="289DCD5C" w14:textId="77777777" w:rsidTr="006A5C22">
        <w:trPr>
          <w:trHeight w:hRule="exact" w:val="424"/>
          <w:jc w:val="center"/>
        </w:trPr>
        <w:tc>
          <w:tcPr>
            <w:tcW w:w="241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A541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58E9F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14B36C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341864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4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988C38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481CA7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02A7A" w14:textId="77777777" w:rsidR="00932889" w:rsidRPr="00932889" w:rsidRDefault="00932889" w:rsidP="000951E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0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7EA752A" w14:textId="77777777" w:rsidR="00932889" w:rsidRPr="006A5C22" w:rsidRDefault="00932889" w:rsidP="00932889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24" w:lineRule="exact"/>
              <w:ind w:left="530"/>
              <w:jc w:val="center"/>
              <w:rPr>
                <w:sz w:val="20"/>
                <w:szCs w:val="20"/>
                <w:rtl/>
              </w:rPr>
            </w:pPr>
          </w:p>
        </w:tc>
      </w:tr>
      <w:tr w:rsidR="00932889" w:rsidRPr="00932889" w14:paraId="3F042A36" w14:textId="77777777" w:rsidTr="00932889">
        <w:trPr>
          <w:trHeight w:hRule="exact" w:val="614"/>
          <w:jc w:val="center"/>
        </w:trPr>
        <w:tc>
          <w:tcPr>
            <w:tcW w:w="10368" w:type="dxa"/>
            <w:gridSpan w:val="8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DC1AFD" w14:textId="77777777" w:rsidR="00932889" w:rsidRPr="00932889" w:rsidRDefault="00932889" w:rsidP="00932889">
            <w:pPr>
              <w:pStyle w:val="Bodytext20"/>
              <w:shd w:val="clear" w:color="auto" w:fill="auto"/>
              <w:spacing w:after="0" w:line="240" w:lineRule="auto"/>
              <w:rPr>
                <w:rStyle w:val="Heading4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الاسم:                     </w:t>
            </w:r>
            <w:r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      </w:t>
            </w: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</w:t>
            </w:r>
            <w:r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</w:t>
            </w: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   الوظيفة</w:t>
            </w:r>
            <w:r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: </w:t>
            </w: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             </w:t>
            </w:r>
            <w:r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        </w:t>
            </w:r>
            <w:r w:rsidRPr="00932889">
              <w:rPr>
                <w:rStyle w:val="Heading4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 xml:space="preserve">         التوقيع:</w:t>
            </w:r>
          </w:p>
        </w:tc>
      </w:tr>
    </w:tbl>
    <w:p w14:paraId="1DD42C57" w14:textId="77777777" w:rsidR="003C2673" w:rsidRPr="008A1DCE" w:rsidRDefault="003C2673" w:rsidP="00932889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629E6" w14:textId="77777777" w:rsidR="00765D0E" w:rsidRDefault="00765D0E" w:rsidP="000B54C1">
      <w:r>
        <w:separator/>
      </w:r>
    </w:p>
  </w:endnote>
  <w:endnote w:type="continuationSeparator" w:id="0">
    <w:p w14:paraId="64FA9348" w14:textId="77777777" w:rsidR="00765D0E" w:rsidRDefault="00765D0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496FA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C20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1B068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E89FE" w14:textId="77777777" w:rsidR="00765D0E" w:rsidRDefault="00765D0E" w:rsidP="000B54C1">
      <w:r>
        <w:separator/>
      </w:r>
    </w:p>
  </w:footnote>
  <w:footnote w:type="continuationSeparator" w:id="0">
    <w:p w14:paraId="66100091" w14:textId="77777777" w:rsidR="00765D0E" w:rsidRDefault="00765D0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386D4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52EE261" w14:textId="77777777" w:rsidTr="005302DE">
      <w:tc>
        <w:tcPr>
          <w:tcW w:w="3402" w:type="dxa"/>
          <w:vAlign w:val="center"/>
        </w:tcPr>
        <w:p w14:paraId="4E3E720A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685A1E9B" wp14:editId="6455138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A9C4AC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7EAC890" w14:textId="1E70B162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238DE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751CFA2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3B49834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EDBC9A3" wp14:editId="40D33BA5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240096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DB4F69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265517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3F3A5DD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2AF8DF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76207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714CA"/>
    <w:multiLevelType w:val="hybridMultilevel"/>
    <w:tmpl w:val="76EA537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074613">
    <w:abstractNumId w:val="1"/>
  </w:num>
  <w:num w:numId="2" w16cid:durableId="1444304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889"/>
    <w:rsid w:val="000168AB"/>
    <w:rsid w:val="000B54C1"/>
    <w:rsid w:val="0012662B"/>
    <w:rsid w:val="001D0A7D"/>
    <w:rsid w:val="001E39DA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56FDD"/>
    <w:rsid w:val="00565997"/>
    <w:rsid w:val="005F5C8A"/>
    <w:rsid w:val="006238DE"/>
    <w:rsid w:val="00674CBA"/>
    <w:rsid w:val="0068143D"/>
    <w:rsid w:val="006A5C22"/>
    <w:rsid w:val="006E0A53"/>
    <w:rsid w:val="006E0D08"/>
    <w:rsid w:val="00726AB7"/>
    <w:rsid w:val="00726C3F"/>
    <w:rsid w:val="00765D0E"/>
    <w:rsid w:val="007A0ADD"/>
    <w:rsid w:val="00886A39"/>
    <w:rsid w:val="008A1DCE"/>
    <w:rsid w:val="008E6B73"/>
    <w:rsid w:val="00932889"/>
    <w:rsid w:val="009C0A5D"/>
    <w:rsid w:val="00A345C3"/>
    <w:rsid w:val="00A765CF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703CF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93288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932889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Heading4">
    <w:name w:val="Heading #4"/>
    <w:rsid w:val="0093288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Bodytext2Arial10pt">
    <w:name w:val="Body text (2) + Arial;10 pt"/>
    <w:rsid w:val="00932889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2017-04-28T12:12:00Z</dcterms:created>
  <dcterms:modified xsi:type="dcterms:W3CDTF">2025-05-16T22:56:00Z</dcterms:modified>
</cp:coreProperties>
</file>