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C3CC926" w14:textId="77777777" w:rsidTr="001430C6">
        <w:tc>
          <w:tcPr>
            <w:tcW w:w="10348" w:type="dxa"/>
          </w:tcPr>
          <w:p w14:paraId="0F1D907D" w14:textId="77777777" w:rsidR="005302DE" w:rsidRPr="00863063" w:rsidRDefault="00863063" w:rsidP="00863063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2"/>
                <w:szCs w:val="22"/>
              </w:rPr>
            </w:pPr>
            <w:r w:rsidRPr="00863063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( 41 ) </w:t>
            </w:r>
          </w:p>
        </w:tc>
      </w:tr>
      <w:tr w:rsidR="005302DE" w14:paraId="187FAF34" w14:textId="77777777" w:rsidTr="001430C6">
        <w:tc>
          <w:tcPr>
            <w:tcW w:w="10348" w:type="dxa"/>
          </w:tcPr>
          <w:p w14:paraId="42FDAA6B" w14:textId="77777777" w:rsidR="005302DE" w:rsidRPr="00863063" w:rsidRDefault="00863063" w:rsidP="00863063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6306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رمز النموذج :( و0م0ع0ن  - 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07</w:t>
            </w:r>
            <w:r w:rsidRPr="0086306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 - 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03</w:t>
            </w:r>
            <w:r w:rsidRPr="0086306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0EF32678" w14:textId="77777777" w:rsidTr="001430C6">
        <w:tc>
          <w:tcPr>
            <w:tcW w:w="10348" w:type="dxa"/>
          </w:tcPr>
          <w:p w14:paraId="757119AE" w14:textId="77777777" w:rsidR="005302DE" w:rsidRPr="00863063" w:rsidRDefault="00863063" w:rsidP="00863063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63063">
              <w:rPr>
                <w:rFonts w:cs="PT Bold Heading" w:hint="cs"/>
                <w:b/>
                <w:bCs/>
                <w:sz w:val="30"/>
                <w:szCs w:val="30"/>
                <w:rtl/>
              </w:rPr>
              <w:t>اسم النموذج : سجل  زيارات الفصول</w:t>
            </w:r>
            <w:r w:rsidRPr="00863063">
              <w:rPr>
                <w:rFonts w:cs="PT Bold Heading" w:hint="cs"/>
                <w:b/>
                <w:bCs/>
                <w:sz w:val="30"/>
                <w:szCs w:val="30"/>
                <w:rtl/>
              </w:rPr>
              <w:tab/>
              <w:t xml:space="preserve">            </w:t>
            </w:r>
          </w:p>
        </w:tc>
      </w:tr>
    </w:tbl>
    <w:p w14:paraId="21177F9F" w14:textId="77777777" w:rsidR="00863063" w:rsidRDefault="00863063" w:rsidP="001430C6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>
        <w:rPr>
          <w:rFonts w:cs="AL-Mohanad" w:hint="cs"/>
          <w:b/>
          <w:bCs/>
          <w:sz w:val="24"/>
          <w:szCs w:val="24"/>
          <w:rtl/>
        </w:rPr>
        <w:tab/>
      </w:r>
    </w:p>
    <w:p w14:paraId="1D87A8D1" w14:textId="77777777" w:rsidR="00863063" w:rsidRPr="00295737" w:rsidRDefault="00863063" w:rsidP="0079291F">
      <w:pPr>
        <w:pStyle w:val="Bodytext20"/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26" w:color="auto"/>
        </w:pBdr>
        <w:shd w:val="clear" w:color="auto" w:fill="FFFFFF" w:themeFill="background1"/>
        <w:tabs>
          <w:tab w:val="left" w:pos="5069"/>
        </w:tabs>
        <w:spacing w:after="0" w:line="240" w:lineRule="auto"/>
        <w:ind w:left="373"/>
        <w:jc w:val="center"/>
        <w:rPr>
          <w:rFonts w:cs="DecoType Naskh"/>
          <w:sz w:val="34"/>
          <w:szCs w:val="34"/>
          <w:rtl/>
        </w:rPr>
      </w:pPr>
      <w:r w:rsidRPr="00295737">
        <w:rPr>
          <w:rFonts w:cs="DecoType Naskh"/>
          <w:sz w:val="34"/>
          <w:szCs w:val="34"/>
          <w:rtl/>
        </w:rPr>
        <w:t xml:space="preserve">العام </w:t>
      </w:r>
      <w:r w:rsidRPr="00295737">
        <w:rPr>
          <w:rFonts w:cs="DecoType Naskh" w:hint="cs"/>
          <w:sz w:val="34"/>
          <w:szCs w:val="34"/>
          <w:rtl/>
        </w:rPr>
        <w:t>الدراسي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</w:t>
      </w:r>
      <w:r w:rsidRPr="00295737">
        <w:rPr>
          <w:rFonts w:cs="DecoType Naskh"/>
          <w:sz w:val="34"/>
          <w:szCs w:val="34"/>
          <w:rtl/>
        </w:rPr>
        <w:t>١٤</w:t>
      </w:r>
      <w:r w:rsidRPr="00295737">
        <w:rPr>
          <w:rFonts w:cs="DecoType Naskh" w:hint="cs"/>
          <w:sz w:val="34"/>
          <w:szCs w:val="34"/>
          <w:rtl/>
        </w:rPr>
        <w:t xml:space="preserve">هـ         14 هـ   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  </w:t>
      </w:r>
      <w:r w:rsidRPr="00295737">
        <w:rPr>
          <w:rFonts w:cs="DecoType Naskh"/>
          <w:sz w:val="34"/>
          <w:szCs w:val="34"/>
          <w:rtl/>
        </w:rPr>
        <w:t xml:space="preserve"> ال</w:t>
      </w:r>
      <w:r w:rsidRPr="00295737">
        <w:rPr>
          <w:rFonts w:cs="DecoType Naskh" w:hint="cs"/>
          <w:sz w:val="34"/>
          <w:szCs w:val="34"/>
          <w:rtl/>
        </w:rPr>
        <w:t>ف</w:t>
      </w:r>
      <w:r w:rsidRPr="00295737">
        <w:rPr>
          <w:rFonts w:cs="DecoType Naskh"/>
          <w:sz w:val="34"/>
          <w:szCs w:val="34"/>
          <w:rtl/>
        </w:rPr>
        <w:t>صل</w:t>
      </w:r>
      <w:r w:rsidRPr="00295737">
        <w:rPr>
          <w:rFonts w:cs="DecoType Naskh" w:hint="cs"/>
          <w:sz w:val="34"/>
          <w:szCs w:val="34"/>
          <w:rtl/>
        </w:rPr>
        <w:t xml:space="preserve"> الدراسي  </w:t>
      </w:r>
      <w:r w:rsidRPr="00295737">
        <w:rPr>
          <w:rFonts w:cs="DecoType Naskh" w:hint="cs"/>
          <w:sz w:val="34"/>
          <w:szCs w:val="34"/>
        </w:rPr>
        <w:sym w:font="Wingdings" w:char="F0A8"/>
      </w:r>
      <w:r w:rsidRPr="00295737">
        <w:rPr>
          <w:rFonts w:cs="DecoType Naskh" w:hint="cs"/>
          <w:sz w:val="34"/>
          <w:szCs w:val="34"/>
          <w:rtl/>
        </w:rPr>
        <w:t xml:space="preserve"> الأول    </w:t>
      </w:r>
      <w:r w:rsidRPr="00295737">
        <w:rPr>
          <w:rFonts w:cs="DecoType Naskh" w:hint="cs"/>
          <w:sz w:val="34"/>
          <w:szCs w:val="34"/>
        </w:rPr>
        <w:sym w:font="Wingdings" w:char="F0A8"/>
      </w:r>
      <w:r w:rsidRPr="00295737">
        <w:rPr>
          <w:rFonts w:cs="DecoType Naskh" w:hint="cs"/>
          <w:sz w:val="34"/>
          <w:szCs w:val="34"/>
          <w:rtl/>
        </w:rPr>
        <w:t xml:space="preserve"> الثاني</w:t>
      </w:r>
    </w:p>
    <w:p w14:paraId="78641A49" w14:textId="77777777" w:rsidR="00863063" w:rsidRDefault="00863063" w:rsidP="00863063">
      <w:pPr>
        <w:pStyle w:val="Bodytext20"/>
        <w:shd w:val="clear" w:color="auto" w:fill="auto"/>
        <w:tabs>
          <w:tab w:val="left" w:pos="5069"/>
        </w:tabs>
        <w:spacing w:after="0" w:line="480" w:lineRule="auto"/>
        <w:jc w:val="both"/>
        <w:rPr>
          <w:sz w:val="10"/>
          <w:szCs w:val="10"/>
          <w:rtl/>
        </w:rPr>
      </w:pPr>
    </w:p>
    <w:p w14:paraId="335163D9" w14:textId="77777777" w:rsidR="001430C6" w:rsidRDefault="001430C6" w:rsidP="00863063">
      <w:pPr>
        <w:pStyle w:val="Bodytext20"/>
        <w:shd w:val="clear" w:color="auto" w:fill="auto"/>
        <w:tabs>
          <w:tab w:val="left" w:pos="5069"/>
        </w:tabs>
        <w:spacing w:after="0" w:line="480" w:lineRule="auto"/>
        <w:jc w:val="both"/>
        <w:rPr>
          <w:sz w:val="10"/>
          <w:szCs w:val="10"/>
          <w:rtl/>
        </w:rPr>
      </w:pPr>
    </w:p>
    <w:p w14:paraId="54704317" w14:textId="77777777" w:rsidR="001430C6" w:rsidRDefault="001430C6" w:rsidP="00863063">
      <w:pPr>
        <w:pStyle w:val="Bodytext20"/>
        <w:shd w:val="clear" w:color="auto" w:fill="auto"/>
        <w:tabs>
          <w:tab w:val="left" w:pos="5069"/>
        </w:tabs>
        <w:spacing w:after="0" w:line="480" w:lineRule="auto"/>
        <w:jc w:val="both"/>
        <w:rPr>
          <w:sz w:val="10"/>
          <w:szCs w:val="10"/>
          <w:rtl/>
        </w:rPr>
      </w:pPr>
    </w:p>
    <w:p w14:paraId="71CA993A" w14:textId="77777777" w:rsidR="001430C6" w:rsidRPr="00863063" w:rsidRDefault="001430C6" w:rsidP="00863063">
      <w:pPr>
        <w:pStyle w:val="Bodytext20"/>
        <w:shd w:val="clear" w:color="auto" w:fill="auto"/>
        <w:tabs>
          <w:tab w:val="left" w:pos="5069"/>
        </w:tabs>
        <w:spacing w:after="0" w:line="480" w:lineRule="auto"/>
        <w:jc w:val="both"/>
        <w:rPr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5"/>
        <w:gridCol w:w="1939"/>
        <w:gridCol w:w="6292"/>
      </w:tblGrid>
      <w:tr w:rsidR="00863063" w14:paraId="3A632E55" w14:textId="77777777" w:rsidTr="0079291F">
        <w:trPr>
          <w:trHeight w:val="660"/>
          <w:jc w:val="center"/>
        </w:trPr>
        <w:tc>
          <w:tcPr>
            <w:tcW w:w="2025" w:type="dxa"/>
            <w:shd w:val="clear" w:color="auto" w:fill="FFFFFF" w:themeFill="background1"/>
            <w:vAlign w:val="center"/>
            <w:hideMark/>
          </w:tcPr>
          <w:p w14:paraId="0465380A" w14:textId="77777777" w:rsidR="00863063" w:rsidRPr="002862CF" w:rsidRDefault="0086306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30"/>
                <w:szCs w:val="30"/>
              </w:rPr>
            </w:pPr>
            <w:r w:rsidRPr="002862CF">
              <w:rPr>
                <w:rFonts w:cs="AL-Mohanad" w:hint="cs"/>
                <w:b/>
                <w:bCs/>
                <w:color w:val="000000"/>
                <w:sz w:val="30"/>
                <w:szCs w:val="30"/>
                <w:rtl/>
              </w:rPr>
              <w:t>الأسبوع</w:t>
            </w:r>
          </w:p>
        </w:tc>
        <w:tc>
          <w:tcPr>
            <w:tcW w:w="1939" w:type="dxa"/>
            <w:vAlign w:val="center"/>
          </w:tcPr>
          <w:p w14:paraId="3A2395C0" w14:textId="77777777" w:rsidR="00863063" w:rsidRPr="002862CF" w:rsidRDefault="0086306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292" w:type="dxa"/>
            <w:vAlign w:val="center"/>
            <w:hideMark/>
          </w:tcPr>
          <w:p w14:paraId="0234B07C" w14:textId="77777777" w:rsidR="00863063" w:rsidRPr="002862CF" w:rsidRDefault="00863063" w:rsidP="001430C6">
            <w:pPr>
              <w:tabs>
                <w:tab w:val="left" w:pos="515"/>
              </w:tabs>
              <w:spacing w:line="276" w:lineRule="auto"/>
              <w:rPr>
                <w:rFonts w:cs="AL-Mohanad"/>
                <w:color w:val="000000"/>
                <w:sz w:val="30"/>
                <w:szCs w:val="30"/>
              </w:rPr>
            </w:pPr>
            <w:r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من       </w:t>
            </w:r>
            <w:r w:rsidRPr="002862CF">
              <w:rPr>
                <w:rFonts w:cs="AL-Mohanad"/>
                <w:color w:val="000000"/>
                <w:sz w:val="30"/>
                <w:szCs w:val="30"/>
              </w:rPr>
              <w:t>/</w:t>
            </w:r>
            <w:r w:rsidR="002862CF" w:rsidRPr="002862CF">
              <w:rPr>
                <w:rFonts w:cs="AL-Mohanad"/>
                <w:color w:val="000000"/>
                <w:sz w:val="30"/>
                <w:szCs w:val="30"/>
              </w:rPr>
              <w:t xml:space="preserve"> </w:t>
            </w:r>
            <w:r w:rsidRPr="002862CF">
              <w:rPr>
                <w:rFonts w:cs="AL-Mohanad"/>
                <w:color w:val="000000"/>
                <w:sz w:val="30"/>
                <w:szCs w:val="30"/>
              </w:rPr>
              <w:t xml:space="preserve">       /</w:t>
            </w:r>
            <w:r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</w:t>
            </w:r>
            <w:r w:rsidR="002862CF"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</w:t>
            </w:r>
            <w:r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 </w:t>
            </w:r>
            <w:r w:rsidR="001430C6"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>14 هـ</w:t>
            </w:r>
            <w:r w:rsidR="002862CF"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 </w:t>
            </w:r>
            <w:r w:rsidR="001430C6"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إلى     </w:t>
            </w:r>
            <w:r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</w:t>
            </w:r>
            <w:r w:rsidRPr="002862CF">
              <w:rPr>
                <w:rFonts w:cs="AL-Mohanad"/>
                <w:color w:val="000000"/>
                <w:sz w:val="30"/>
                <w:szCs w:val="30"/>
              </w:rPr>
              <w:t>/        /</w:t>
            </w:r>
            <w:r w:rsidR="002862CF"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 </w:t>
            </w:r>
            <w:r w:rsidRPr="002862CF">
              <w:rPr>
                <w:rFonts w:cs="AL-Mohanad" w:hint="cs"/>
                <w:color w:val="000000"/>
                <w:sz w:val="30"/>
                <w:szCs w:val="30"/>
                <w:rtl/>
              </w:rPr>
              <w:t xml:space="preserve">    14 هـ</w:t>
            </w:r>
          </w:p>
        </w:tc>
      </w:tr>
    </w:tbl>
    <w:p w14:paraId="09F54FF2" w14:textId="77777777" w:rsidR="001430C6" w:rsidRDefault="001430C6" w:rsidP="00863063">
      <w:pPr>
        <w:tabs>
          <w:tab w:val="left" w:pos="515"/>
        </w:tabs>
        <w:spacing w:line="480" w:lineRule="auto"/>
        <w:rPr>
          <w:rFonts w:cs="AL-Mohanad"/>
          <w:color w:val="000000"/>
          <w:sz w:val="10"/>
          <w:szCs w:val="10"/>
          <w:rtl/>
        </w:rPr>
      </w:pPr>
    </w:p>
    <w:p w14:paraId="2308B1F6" w14:textId="77777777" w:rsidR="001430C6" w:rsidRPr="00863063" w:rsidRDefault="001430C6" w:rsidP="00863063">
      <w:pPr>
        <w:tabs>
          <w:tab w:val="left" w:pos="515"/>
        </w:tabs>
        <w:spacing w:line="480" w:lineRule="auto"/>
        <w:rPr>
          <w:rFonts w:cs="AL-Mohanad"/>
          <w:color w:val="000000"/>
          <w:sz w:val="10"/>
          <w:szCs w:val="10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1475"/>
        <w:gridCol w:w="1257"/>
        <w:gridCol w:w="1253"/>
        <w:gridCol w:w="1253"/>
        <w:gridCol w:w="1253"/>
        <w:gridCol w:w="1253"/>
        <w:gridCol w:w="1253"/>
        <w:gridCol w:w="1253"/>
      </w:tblGrid>
      <w:tr w:rsidR="00863063" w:rsidRPr="00863063" w14:paraId="5215674D" w14:textId="77777777" w:rsidTr="0079291F">
        <w:trPr>
          <w:trHeight w:val="20"/>
          <w:jc w:val="center"/>
        </w:trPr>
        <w:tc>
          <w:tcPr>
            <w:tcW w:w="14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9FE2F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اليوم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D1F05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الحصة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7FE5409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1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EA9E9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2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D3892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3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740BB9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4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96A3CF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5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B2B6A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6</w:t>
            </w:r>
          </w:p>
        </w:tc>
      </w:tr>
      <w:tr w:rsidR="001430C6" w:rsidRPr="00863063" w14:paraId="745A1A58" w14:textId="77777777" w:rsidTr="0079291F">
        <w:trPr>
          <w:trHeight w:val="299"/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A28D7E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السبت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BEEA39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المادة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D068AF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0DAE3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AE0A23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BCAB3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F00570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16CA4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56215405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FB1900A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9EFA30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الصف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4E23C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BE5F47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5A218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C4FFC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943C1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CD157C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1A2AC99F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7A11EC7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B26A5C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اسم المعلم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B2122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6EC2E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38BB77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7C951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6FF9B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5CC502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51D57AD2" w14:textId="77777777" w:rsidTr="0079291F">
        <w:trPr>
          <w:trHeight w:val="20"/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7685A51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الاحد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01C26E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المادة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0D059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59D63D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0C882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5D0E1FD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7A973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0870A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07A48019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5D5BC2F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73A10E2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الصف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A88EB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76C97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51C61D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E1DC4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CD717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86562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5F558BBC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4CD2F5B4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428E43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اسم المعلم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C6F18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2DD8E9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E733F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C0817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336EB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2A92F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3A44CB54" w14:textId="77777777" w:rsidTr="0079291F">
        <w:trPr>
          <w:trHeight w:val="20"/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FDEA25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الاثنين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4B076EF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المادة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383DB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A45C5D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782F5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BC97AA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1308A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40F6B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5F51E014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7C3925FC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77337E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الصف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A34361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0AF6E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AED5C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4B452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A89C3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7CF86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7ED09EB2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630E519B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75D883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اسم المعلم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3E945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CCE36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3DE46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9701D8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2ABE2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CCE74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47247336" w14:textId="77777777" w:rsidTr="0079291F">
        <w:trPr>
          <w:trHeight w:val="20"/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4651D0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الثلاثاء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6188EC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المادة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2B642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AF0F6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4EEC25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A1D72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C897D7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F75D976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5174CA7F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C64B54F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E8C779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الصف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DD5625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2A155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F82A3B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CFAB4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E9952F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A0D0B3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20C58540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88951D7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715679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اسم المعلم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3303F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2AD4F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3A071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2DD52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56A83D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80DDB0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430C6" w:rsidRPr="00863063" w14:paraId="72E48776" w14:textId="77777777" w:rsidTr="0079291F">
        <w:trPr>
          <w:trHeight w:val="20"/>
          <w:jc w:val="center"/>
        </w:trPr>
        <w:tc>
          <w:tcPr>
            <w:tcW w:w="147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5495B9B2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38"/>
                <w:szCs w:val="38"/>
              </w:rPr>
            </w:pPr>
            <w:r w:rsidRPr="00863063">
              <w:rPr>
                <w:rFonts w:cs="DecoType Naskh" w:hint="cs"/>
                <w:b/>
                <w:bCs/>
                <w:color w:val="000000"/>
                <w:sz w:val="38"/>
                <w:szCs w:val="38"/>
                <w:rtl/>
              </w:rPr>
              <w:t>الاربعاء</w:t>
            </w:r>
          </w:p>
        </w:tc>
        <w:tc>
          <w:tcPr>
            <w:tcW w:w="12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F01CC8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المادة</w:t>
            </w:r>
          </w:p>
        </w:tc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0F982D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4DE75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B0CB2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6E42C7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049B57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4C84AA5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7FF27172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442DACCF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74B4D41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الصف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EDF781B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0F4DD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2A2D7D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1FDBF8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467E79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96EEFCE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3063" w:rsidRPr="00863063" w14:paraId="6B28B1C1" w14:textId="77777777" w:rsidTr="0079291F">
        <w:trPr>
          <w:trHeight w:val="20"/>
          <w:jc w:val="center"/>
        </w:trPr>
        <w:tc>
          <w:tcPr>
            <w:tcW w:w="1475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12F72AC9" w14:textId="77777777" w:rsidR="00863063" w:rsidRPr="00863063" w:rsidRDefault="00863063" w:rsidP="00863063">
            <w:pPr>
              <w:bidi w:val="0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F312AFA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</w:pPr>
            <w:r w:rsidRPr="00863063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اسم المعلم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4A770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FC47ECA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040D6E9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818614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E019A83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9166FC" w14:textId="77777777" w:rsidR="00863063" w:rsidRPr="00863063" w:rsidRDefault="00863063" w:rsidP="00863063">
            <w:pPr>
              <w:tabs>
                <w:tab w:val="left" w:pos="515"/>
              </w:tabs>
              <w:jc w:val="center"/>
              <w:rPr>
                <w:rFonts w:cs="DecoType Naskh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3381BA6" w14:textId="77777777" w:rsidR="00863063" w:rsidRDefault="00863063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6A895D62" w14:textId="77777777" w:rsidR="00863063" w:rsidRDefault="00863063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32D06DA4" w14:textId="77777777" w:rsidR="001430C6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010AFBC8" w14:textId="77777777" w:rsidR="001430C6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1D69DAE9" w14:textId="77777777" w:rsidR="001430C6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00FFD96B" w14:textId="77777777" w:rsidR="001430C6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72448265" w14:textId="77777777" w:rsidR="001430C6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p w14:paraId="494B5ECE" w14:textId="77777777" w:rsidR="001430C6" w:rsidRPr="00863063" w:rsidRDefault="001430C6" w:rsidP="00863063">
      <w:pPr>
        <w:tabs>
          <w:tab w:val="left" w:pos="515"/>
        </w:tabs>
        <w:spacing w:line="360" w:lineRule="auto"/>
        <w:rPr>
          <w:rFonts w:cs="DecoType Naskh"/>
          <w:color w:val="000000"/>
          <w:sz w:val="2"/>
          <w:szCs w:val="2"/>
          <w:rtl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863063" w:rsidRPr="00863063" w14:paraId="254A6F9D" w14:textId="77777777" w:rsidTr="001430C6">
        <w:trPr>
          <w:trHeight w:val="523"/>
        </w:trPr>
        <w:tc>
          <w:tcPr>
            <w:tcW w:w="5140" w:type="dxa"/>
          </w:tcPr>
          <w:p w14:paraId="6B80E711" w14:textId="77777777" w:rsidR="00863063" w:rsidRPr="00863063" w:rsidRDefault="00863063" w:rsidP="00863063">
            <w:pPr>
              <w:tabs>
                <w:tab w:val="left" w:pos="515"/>
              </w:tabs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863063">
              <w:rPr>
                <w:rFonts w:ascii="Arabic Typesetting" w:hAnsi="Arabic Typesetting" w:cs="Arabic Typesetting" w:hint="cs"/>
                <w:b/>
                <w:bCs/>
                <w:color w:val="000000"/>
                <w:sz w:val="32"/>
                <w:szCs w:val="32"/>
                <w:rtl/>
              </w:rPr>
              <w:t>أمين مركز مصادر التعلم</w:t>
            </w:r>
            <w:r w:rsidR="005B53A1">
              <w:rPr>
                <w:rFonts w:ascii="Arabic Typesetting" w:hAnsi="Arabic Typesetting" w:cs="Arabic Typesetting" w:hint="cs"/>
                <w:b/>
                <w:bCs/>
                <w:color w:val="000000"/>
                <w:sz w:val="32"/>
                <w:szCs w:val="32"/>
                <w:rtl/>
              </w:rPr>
              <w:t>:</w:t>
            </w:r>
          </w:p>
        </w:tc>
        <w:tc>
          <w:tcPr>
            <w:tcW w:w="5140" w:type="dxa"/>
          </w:tcPr>
          <w:p w14:paraId="4B2D5609" w14:textId="77777777" w:rsidR="00863063" w:rsidRPr="00863063" w:rsidRDefault="00863063" w:rsidP="00863063">
            <w:pPr>
              <w:tabs>
                <w:tab w:val="left" w:pos="515"/>
              </w:tabs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863063">
              <w:rPr>
                <w:rFonts w:ascii="Arabic Typesetting" w:hAnsi="Arabic Typesetting" w:cs="Arabic Typesetting" w:hint="cs"/>
                <w:b/>
                <w:bCs/>
                <w:color w:val="000000"/>
                <w:sz w:val="32"/>
                <w:szCs w:val="32"/>
                <w:rtl/>
              </w:rPr>
              <w:t>التوقيع</w:t>
            </w:r>
            <w:r w:rsidR="005B53A1">
              <w:rPr>
                <w:rFonts w:ascii="Arabic Typesetting" w:hAnsi="Arabic Typesetting" w:cs="Arabic Typesetting" w:hint="cs"/>
                <w:b/>
                <w:bCs/>
                <w:color w:val="000000"/>
                <w:sz w:val="32"/>
                <w:szCs w:val="32"/>
                <w:rtl/>
              </w:rPr>
              <w:t>:</w:t>
            </w:r>
          </w:p>
        </w:tc>
      </w:tr>
    </w:tbl>
    <w:p w14:paraId="33A8936E" w14:textId="77777777" w:rsidR="003C2673" w:rsidRPr="008A1DCE" w:rsidRDefault="003C2673" w:rsidP="00863063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CFF6" w14:textId="77777777" w:rsidR="00F236DA" w:rsidRDefault="00F236DA" w:rsidP="000B54C1">
      <w:r>
        <w:separator/>
      </w:r>
    </w:p>
  </w:endnote>
  <w:endnote w:type="continuationSeparator" w:id="0">
    <w:p w14:paraId="045B13AC" w14:textId="77777777" w:rsidR="00F236DA" w:rsidRDefault="00F236DA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F659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AFDC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C4EE0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E64ED" w14:textId="77777777" w:rsidR="00F236DA" w:rsidRDefault="00F236DA" w:rsidP="000B54C1">
      <w:r>
        <w:separator/>
      </w:r>
    </w:p>
  </w:footnote>
  <w:footnote w:type="continuationSeparator" w:id="0">
    <w:p w14:paraId="3D3D17DF" w14:textId="77777777" w:rsidR="00F236DA" w:rsidRDefault="00F236DA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722BE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6CEB5CE" w14:textId="77777777" w:rsidTr="005302DE">
      <w:tc>
        <w:tcPr>
          <w:tcW w:w="3402" w:type="dxa"/>
          <w:vAlign w:val="center"/>
        </w:tcPr>
        <w:p w14:paraId="5AA6996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400BCD9" wp14:editId="4B599CA9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58AAE3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8A09A76" w14:textId="1939BEB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425DF">
            <w:rPr>
              <w:rFonts w:cs="AL-Mohanad" w:hint="cs"/>
              <w:sz w:val="22"/>
              <w:szCs w:val="22"/>
              <w:rtl/>
            </w:rPr>
            <w:t>.........</w:t>
          </w:r>
        </w:p>
        <w:p w14:paraId="64526C1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909BCA5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7DBD257" wp14:editId="5721305E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596DD5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7B4F19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3A5428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5F583D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321614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59B92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16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063"/>
    <w:rsid w:val="000168AB"/>
    <w:rsid w:val="000B54C1"/>
    <w:rsid w:val="0012662B"/>
    <w:rsid w:val="001430C6"/>
    <w:rsid w:val="001636DB"/>
    <w:rsid w:val="001D0A7D"/>
    <w:rsid w:val="002862CF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425DF"/>
    <w:rsid w:val="00565997"/>
    <w:rsid w:val="005B53A1"/>
    <w:rsid w:val="005F5C8A"/>
    <w:rsid w:val="00674CBA"/>
    <w:rsid w:val="0068143D"/>
    <w:rsid w:val="006E0A53"/>
    <w:rsid w:val="006E0D08"/>
    <w:rsid w:val="00726AB7"/>
    <w:rsid w:val="00726C3F"/>
    <w:rsid w:val="0079291F"/>
    <w:rsid w:val="007A0ADD"/>
    <w:rsid w:val="00811AAD"/>
    <w:rsid w:val="00863063"/>
    <w:rsid w:val="00886A39"/>
    <w:rsid w:val="008A1DCE"/>
    <w:rsid w:val="008E6B73"/>
    <w:rsid w:val="009C0A5D"/>
    <w:rsid w:val="00A345C3"/>
    <w:rsid w:val="00A765CF"/>
    <w:rsid w:val="00D472F1"/>
    <w:rsid w:val="00EB5EB7"/>
    <w:rsid w:val="00F236DA"/>
    <w:rsid w:val="00FA1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36871E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locked/>
    <w:rsid w:val="00863063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63063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2017-04-28T16:12:00Z</dcterms:created>
  <dcterms:modified xsi:type="dcterms:W3CDTF">2025-05-16T22:49:00Z</dcterms:modified>
</cp:coreProperties>
</file>