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bidiVisual/>
        <w:tblW w:w="10348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348"/>
      </w:tblGrid>
      <w:tr w:rsidR="005302DE" w14:paraId="7BDDA6F2" w14:textId="77777777" w:rsidTr="003E400F">
        <w:tc>
          <w:tcPr>
            <w:tcW w:w="10348" w:type="dxa"/>
          </w:tcPr>
          <w:p w14:paraId="0D150E98" w14:textId="77777777" w:rsidR="005302DE" w:rsidRPr="003E400F" w:rsidRDefault="003E400F" w:rsidP="003E400F">
            <w:pPr>
              <w:ind w:left="232" w:firstLine="181"/>
              <w:jc w:val="right"/>
              <w:rPr>
                <w:rFonts w:cs="AL-Mohanad"/>
                <w:b/>
                <w:bCs/>
                <w:sz w:val="22"/>
                <w:szCs w:val="22"/>
                <w:rtl/>
              </w:rPr>
            </w:pPr>
            <w:r w:rsidRPr="003E400F">
              <w:rPr>
                <w:rFonts w:cs="AL-Mohanad" w:hint="cs"/>
                <w:b/>
                <w:bCs/>
                <w:sz w:val="22"/>
                <w:szCs w:val="22"/>
                <w:rtl/>
              </w:rPr>
              <w:t xml:space="preserve">نموذج رقم ( 42 ) </w:t>
            </w:r>
          </w:p>
        </w:tc>
      </w:tr>
      <w:tr w:rsidR="005302DE" w14:paraId="091D6C3D" w14:textId="77777777" w:rsidTr="003E400F">
        <w:tc>
          <w:tcPr>
            <w:tcW w:w="10348" w:type="dxa"/>
          </w:tcPr>
          <w:p w14:paraId="015A87EE" w14:textId="77777777" w:rsidR="005302DE" w:rsidRPr="003E400F" w:rsidRDefault="003E400F" w:rsidP="003E400F">
            <w:pPr>
              <w:jc w:val="right"/>
              <w:rPr>
                <w:rFonts w:cs="AL-Mohanad"/>
                <w:b/>
                <w:bCs/>
                <w:color w:val="FF0000"/>
                <w:sz w:val="22"/>
                <w:szCs w:val="22"/>
                <w:rtl/>
              </w:rPr>
            </w:pPr>
            <w:r w:rsidRPr="003E400F">
              <w:rPr>
                <w:rFonts w:cs="AL-Mohanad" w:hint="cs"/>
                <w:b/>
                <w:bCs/>
                <w:color w:val="FF0000"/>
                <w:sz w:val="22"/>
                <w:szCs w:val="22"/>
                <w:rtl/>
              </w:rPr>
              <w:t>رمز النموذج : ( و0م0ع0ن  -07  -04)</w:t>
            </w:r>
          </w:p>
        </w:tc>
      </w:tr>
      <w:tr w:rsidR="005302DE" w14:paraId="238F6001" w14:textId="77777777" w:rsidTr="003E400F">
        <w:tc>
          <w:tcPr>
            <w:tcW w:w="10348" w:type="dxa"/>
          </w:tcPr>
          <w:p w14:paraId="48CE0B2C" w14:textId="77777777" w:rsidR="005302DE" w:rsidRPr="003E400F" w:rsidRDefault="003E400F" w:rsidP="003E400F">
            <w:pPr>
              <w:jc w:val="center"/>
              <w:rPr>
                <w:rFonts w:cs="PT Bold Heading"/>
                <w:b/>
                <w:bCs/>
                <w:sz w:val="30"/>
                <w:szCs w:val="30"/>
                <w:rtl/>
              </w:rPr>
            </w:pPr>
            <w:r w:rsidRPr="003E400F">
              <w:rPr>
                <w:rFonts w:cs="PT Bold Heading" w:hint="cs"/>
                <w:b/>
                <w:bCs/>
                <w:sz w:val="30"/>
                <w:szCs w:val="30"/>
                <w:rtl/>
              </w:rPr>
              <w:t>اسم النموذج : سجل التردد اليومي</w:t>
            </w:r>
          </w:p>
        </w:tc>
      </w:tr>
    </w:tbl>
    <w:p w14:paraId="4E62CD65" w14:textId="77777777" w:rsidR="003E400F" w:rsidRDefault="003E400F" w:rsidP="003E400F">
      <w:pPr>
        <w:tabs>
          <w:tab w:val="left" w:pos="1213"/>
        </w:tabs>
        <w:spacing w:line="360" w:lineRule="auto"/>
        <w:rPr>
          <w:rFonts w:cs="AL-Mohanad"/>
          <w:b/>
          <w:bCs/>
          <w:sz w:val="24"/>
          <w:szCs w:val="24"/>
          <w:rtl/>
        </w:rPr>
      </w:pPr>
      <w:r>
        <w:rPr>
          <w:rFonts w:cs="AL-Mohanad" w:hint="cs"/>
          <w:b/>
          <w:bCs/>
          <w:sz w:val="24"/>
          <w:szCs w:val="24"/>
          <w:rtl/>
        </w:rPr>
        <w:tab/>
      </w:r>
      <w:r>
        <w:rPr>
          <w:rFonts w:cs="AL-Mohanad" w:hint="cs"/>
          <w:b/>
          <w:bCs/>
          <w:sz w:val="24"/>
          <w:szCs w:val="24"/>
          <w:rtl/>
        </w:rPr>
        <w:tab/>
      </w:r>
      <w:r>
        <w:rPr>
          <w:rFonts w:cs="AL-Mohanad" w:hint="cs"/>
          <w:b/>
          <w:bCs/>
          <w:sz w:val="24"/>
          <w:szCs w:val="24"/>
          <w:rtl/>
        </w:rPr>
        <w:tab/>
      </w:r>
    </w:p>
    <w:p w14:paraId="3F6E7D06" w14:textId="655E0BF9" w:rsidR="003E400F" w:rsidRPr="00295737" w:rsidRDefault="003E400F" w:rsidP="002E3627">
      <w:pPr>
        <w:pStyle w:val="Bodytext20"/>
        <w:pBdr>
          <w:top w:val="single" w:sz="18" w:space="1" w:color="auto"/>
          <w:left w:val="single" w:sz="18" w:space="4" w:color="auto"/>
          <w:bottom w:val="single" w:sz="18" w:space="0" w:color="auto"/>
          <w:right w:val="single" w:sz="18" w:space="26" w:color="auto"/>
        </w:pBdr>
        <w:shd w:val="clear" w:color="auto" w:fill="FFFFFF" w:themeFill="background1"/>
        <w:tabs>
          <w:tab w:val="left" w:pos="5069"/>
        </w:tabs>
        <w:spacing w:after="0" w:line="240" w:lineRule="auto"/>
        <w:ind w:left="373"/>
        <w:jc w:val="center"/>
        <w:rPr>
          <w:rFonts w:cs="DecoType Naskh"/>
          <w:sz w:val="34"/>
          <w:szCs w:val="34"/>
          <w:rtl/>
        </w:rPr>
      </w:pPr>
      <w:r w:rsidRPr="00295737">
        <w:rPr>
          <w:rFonts w:cs="DecoType Naskh"/>
          <w:sz w:val="34"/>
          <w:szCs w:val="34"/>
          <w:rtl/>
        </w:rPr>
        <w:t xml:space="preserve">العام </w:t>
      </w:r>
      <w:r w:rsidRPr="00295737">
        <w:rPr>
          <w:rFonts w:cs="DecoType Naskh" w:hint="cs"/>
          <w:sz w:val="34"/>
          <w:szCs w:val="34"/>
          <w:rtl/>
        </w:rPr>
        <w:t>الدراسي</w:t>
      </w:r>
      <w:r w:rsidRPr="00295737">
        <w:rPr>
          <w:rFonts w:cs="DecoType Naskh"/>
          <w:sz w:val="34"/>
          <w:szCs w:val="34"/>
          <w:rtl/>
        </w:rPr>
        <w:t xml:space="preserve"> </w:t>
      </w:r>
      <w:r w:rsidRPr="00295737">
        <w:rPr>
          <w:rFonts w:cs="DecoType Naskh" w:hint="cs"/>
          <w:sz w:val="34"/>
          <w:szCs w:val="34"/>
          <w:rtl/>
        </w:rPr>
        <w:t xml:space="preserve">          </w:t>
      </w:r>
      <w:r w:rsidRPr="00295737">
        <w:rPr>
          <w:rFonts w:cs="DecoType Naskh"/>
          <w:sz w:val="34"/>
          <w:szCs w:val="34"/>
          <w:rtl/>
        </w:rPr>
        <w:t>١٤</w:t>
      </w:r>
      <w:r w:rsidRPr="00295737">
        <w:rPr>
          <w:rFonts w:cs="DecoType Naskh" w:hint="cs"/>
          <w:sz w:val="34"/>
          <w:szCs w:val="34"/>
          <w:rtl/>
        </w:rPr>
        <w:t xml:space="preserve">هـ         14 هـ   </w:t>
      </w:r>
      <w:r w:rsidRPr="00295737">
        <w:rPr>
          <w:rFonts w:cs="DecoType Naskh"/>
          <w:sz w:val="34"/>
          <w:szCs w:val="34"/>
          <w:rtl/>
        </w:rPr>
        <w:t xml:space="preserve"> </w:t>
      </w:r>
      <w:r w:rsidRPr="00295737">
        <w:rPr>
          <w:rFonts w:cs="DecoType Naskh" w:hint="cs"/>
          <w:sz w:val="34"/>
          <w:szCs w:val="34"/>
          <w:rtl/>
        </w:rPr>
        <w:t xml:space="preserve">            </w:t>
      </w:r>
      <w:r w:rsidRPr="00295737">
        <w:rPr>
          <w:rFonts w:cs="DecoType Naskh"/>
          <w:sz w:val="34"/>
          <w:szCs w:val="34"/>
          <w:rtl/>
        </w:rPr>
        <w:t xml:space="preserve"> ال</w:t>
      </w:r>
      <w:r w:rsidRPr="00295737">
        <w:rPr>
          <w:rFonts w:cs="DecoType Naskh" w:hint="cs"/>
          <w:sz w:val="34"/>
          <w:szCs w:val="34"/>
          <w:rtl/>
        </w:rPr>
        <w:t>ف</w:t>
      </w:r>
      <w:r w:rsidRPr="00295737">
        <w:rPr>
          <w:rFonts w:cs="DecoType Naskh"/>
          <w:sz w:val="34"/>
          <w:szCs w:val="34"/>
          <w:rtl/>
        </w:rPr>
        <w:t>صل</w:t>
      </w:r>
      <w:r w:rsidRPr="00295737">
        <w:rPr>
          <w:rFonts w:cs="DecoType Naskh" w:hint="cs"/>
          <w:sz w:val="34"/>
          <w:szCs w:val="34"/>
          <w:rtl/>
        </w:rPr>
        <w:t xml:space="preserve"> الدراسي</w:t>
      </w:r>
      <w:r w:rsidR="002E3627">
        <w:rPr>
          <w:rFonts w:cs="DecoType Naskh" w:hint="cs"/>
          <w:sz w:val="34"/>
          <w:szCs w:val="34"/>
          <w:rtl/>
        </w:rPr>
        <w:t>: (         )</w:t>
      </w:r>
    </w:p>
    <w:p w14:paraId="0CBF2726" w14:textId="77777777" w:rsidR="003E400F" w:rsidRPr="003E400F" w:rsidRDefault="003E400F" w:rsidP="003E400F">
      <w:pPr>
        <w:pStyle w:val="Bodytext20"/>
        <w:shd w:val="clear" w:color="auto" w:fill="auto"/>
        <w:tabs>
          <w:tab w:val="left" w:pos="5069"/>
        </w:tabs>
        <w:spacing w:after="0" w:line="480" w:lineRule="auto"/>
        <w:jc w:val="both"/>
        <w:rPr>
          <w:sz w:val="10"/>
          <w:szCs w:val="10"/>
          <w:rtl/>
        </w:rPr>
      </w:pPr>
    </w:p>
    <w:tbl>
      <w:tblPr>
        <w:bidiVisual/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0A0" w:firstRow="1" w:lastRow="0" w:firstColumn="1" w:lastColumn="0" w:noHBand="0" w:noVBand="0"/>
      </w:tblPr>
      <w:tblGrid>
        <w:gridCol w:w="580"/>
        <w:gridCol w:w="1515"/>
        <w:gridCol w:w="2403"/>
        <w:gridCol w:w="974"/>
        <w:gridCol w:w="990"/>
        <w:gridCol w:w="1270"/>
        <w:gridCol w:w="1287"/>
        <w:gridCol w:w="1261"/>
      </w:tblGrid>
      <w:tr w:rsidR="003E400F" w14:paraId="2861A408" w14:textId="77777777" w:rsidTr="002E3627">
        <w:trPr>
          <w:trHeight w:val="20"/>
          <w:jc w:val="center"/>
        </w:trPr>
        <w:tc>
          <w:tcPr>
            <w:tcW w:w="586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14:paraId="1C4D99B9" w14:textId="77777777" w:rsidR="003E400F" w:rsidRPr="003E400F" w:rsidRDefault="003E400F" w:rsidP="003E400F">
            <w:pPr>
              <w:tabs>
                <w:tab w:val="left" w:pos="515"/>
              </w:tabs>
              <w:rPr>
                <w:rFonts w:cs="DecoType Naskh"/>
                <w:b/>
                <w:bCs/>
                <w:color w:val="000000"/>
                <w:sz w:val="26"/>
                <w:szCs w:val="26"/>
              </w:rPr>
            </w:pPr>
            <w:r w:rsidRPr="003E400F">
              <w:rPr>
                <w:rFonts w:cs="DecoType Naskh" w:hint="cs"/>
                <w:b/>
                <w:bCs/>
                <w:color w:val="000000"/>
                <w:sz w:val="26"/>
                <w:szCs w:val="26"/>
                <w:rtl/>
              </w:rPr>
              <w:t>م</w:t>
            </w:r>
          </w:p>
        </w:tc>
        <w:tc>
          <w:tcPr>
            <w:tcW w:w="1532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14:paraId="680F1B88" w14:textId="77777777" w:rsidR="003E400F" w:rsidRPr="003E400F" w:rsidRDefault="003E400F" w:rsidP="003E400F">
            <w:pPr>
              <w:tabs>
                <w:tab w:val="left" w:pos="515"/>
              </w:tabs>
              <w:jc w:val="center"/>
              <w:rPr>
                <w:rFonts w:cs="DecoType Naskh"/>
                <w:b/>
                <w:bCs/>
                <w:color w:val="000000"/>
                <w:sz w:val="26"/>
                <w:szCs w:val="26"/>
                <w:rtl/>
              </w:rPr>
            </w:pPr>
            <w:r w:rsidRPr="003E400F">
              <w:rPr>
                <w:rFonts w:cs="DecoType Naskh" w:hint="cs"/>
                <w:b/>
                <w:bCs/>
                <w:color w:val="000000"/>
                <w:sz w:val="26"/>
                <w:szCs w:val="26"/>
                <w:rtl/>
              </w:rPr>
              <w:t>اليوم</w:t>
            </w:r>
          </w:p>
          <w:p w14:paraId="26A01BA1" w14:textId="77777777" w:rsidR="003E400F" w:rsidRPr="003E400F" w:rsidRDefault="003E400F" w:rsidP="003E400F">
            <w:pPr>
              <w:tabs>
                <w:tab w:val="left" w:pos="515"/>
              </w:tabs>
              <w:jc w:val="center"/>
              <w:rPr>
                <w:rFonts w:cs="DecoType Naskh"/>
                <w:b/>
                <w:bCs/>
                <w:color w:val="000000"/>
                <w:sz w:val="26"/>
                <w:szCs w:val="26"/>
              </w:rPr>
            </w:pPr>
            <w:r w:rsidRPr="003E400F">
              <w:rPr>
                <w:rFonts w:cs="DecoType Naskh" w:hint="cs"/>
                <w:b/>
                <w:bCs/>
                <w:color w:val="000000"/>
                <w:sz w:val="26"/>
                <w:szCs w:val="26"/>
                <w:rtl/>
              </w:rPr>
              <w:t>والتاريخ</w:t>
            </w:r>
          </w:p>
        </w:tc>
        <w:tc>
          <w:tcPr>
            <w:tcW w:w="243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14:paraId="6750C68E" w14:textId="77777777" w:rsidR="003E400F" w:rsidRPr="003E400F" w:rsidRDefault="003E400F" w:rsidP="003E400F">
            <w:pPr>
              <w:tabs>
                <w:tab w:val="left" w:pos="515"/>
              </w:tabs>
              <w:jc w:val="center"/>
              <w:rPr>
                <w:rFonts w:cs="DecoType Naskh"/>
                <w:b/>
                <w:bCs/>
                <w:color w:val="000000"/>
                <w:sz w:val="34"/>
                <w:szCs w:val="34"/>
              </w:rPr>
            </w:pPr>
            <w:r w:rsidRPr="003E400F">
              <w:rPr>
                <w:rFonts w:cs="DecoType Naskh" w:hint="cs"/>
                <w:b/>
                <w:bCs/>
                <w:color w:val="000000"/>
                <w:sz w:val="34"/>
                <w:szCs w:val="34"/>
                <w:rtl/>
              </w:rPr>
              <w:t>اسم الطالب</w:t>
            </w:r>
          </w:p>
        </w:tc>
        <w:tc>
          <w:tcPr>
            <w:tcW w:w="981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FFFFFF" w:themeFill="background1"/>
            <w:vAlign w:val="center"/>
            <w:hideMark/>
          </w:tcPr>
          <w:p w14:paraId="20DE11FA" w14:textId="77777777" w:rsidR="003E400F" w:rsidRPr="003E400F" w:rsidRDefault="003E400F" w:rsidP="003E400F">
            <w:pPr>
              <w:tabs>
                <w:tab w:val="left" w:pos="515"/>
              </w:tabs>
              <w:jc w:val="center"/>
              <w:rPr>
                <w:rFonts w:cs="DecoType Naskh"/>
                <w:b/>
                <w:bCs/>
                <w:color w:val="000000"/>
                <w:sz w:val="26"/>
                <w:szCs w:val="26"/>
              </w:rPr>
            </w:pPr>
            <w:r w:rsidRPr="003E400F">
              <w:rPr>
                <w:rFonts w:cs="DecoType Naskh" w:hint="cs"/>
                <w:b/>
                <w:bCs/>
                <w:color w:val="000000"/>
                <w:sz w:val="26"/>
                <w:szCs w:val="26"/>
                <w:rtl/>
              </w:rPr>
              <w:t>الصف</w:t>
            </w:r>
          </w:p>
        </w:tc>
        <w:tc>
          <w:tcPr>
            <w:tcW w:w="999" w:type="dxa"/>
            <w:tcBorders>
              <w:bottom w:val="single" w:sz="18" w:space="0" w:color="auto"/>
            </w:tcBorders>
            <w:shd w:val="clear" w:color="auto" w:fill="FFFFFF" w:themeFill="background1"/>
            <w:vAlign w:val="center"/>
            <w:hideMark/>
          </w:tcPr>
          <w:p w14:paraId="026455E0" w14:textId="77777777" w:rsidR="003E400F" w:rsidRPr="003E400F" w:rsidRDefault="003E400F" w:rsidP="003E400F">
            <w:pPr>
              <w:tabs>
                <w:tab w:val="left" w:pos="515"/>
              </w:tabs>
              <w:jc w:val="center"/>
              <w:rPr>
                <w:rFonts w:cs="DecoType Naskh"/>
                <w:b/>
                <w:bCs/>
                <w:color w:val="000000"/>
                <w:sz w:val="26"/>
                <w:szCs w:val="26"/>
              </w:rPr>
            </w:pPr>
            <w:r w:rsidRPr="003E400F">
              <w:rPr>
                <w:rFonts w:cs="DecoType Naskh" w:hint="cs"/>
                <w:b/>
                <w:bCs/>
                <w:color w:val="000000"/>
                <w:sz w:val="26"/>
                <w:szCs w:val="26"/>
                <w:rtl/>
              </w:rPr>
              <w:t>وقت الزيارة</w:t>
            </w:r>
          </w:p>
        </w:tc>
        <w:tc>
          <w:tcPr>
            <w:tcW w:w="1283" w:type="dxa"/>
            <w:tcBorders>
              <w:bottom w:val="single" w:sz="18" w:space="0" w:color="auto"/>
            </w:tcBorders>
            <w:shd w:val="clear" w:color="auto" w:fill="FFFFFF" w:themeFill="background1"/>
            <w:vAlign w:val="center"/>
            <w:hideMark/>
          </w:tcPr>
          <w:p w14:paraId="5E3F32BD" w14:textId="77777777" w:rsidR="003E400F" w:rsidRPr="003E400F" w:rsidRDefault="003E400F" w:rsidP="003E400F">
            <w:pPr>
              <w:tabs>
                <w:tab w:val="left" w:pos="515"/>
              </w:tabs>
              <w:jc w:val="center"/>
              <w:rPr>
                <w:rFonts w:cs="DecoType Naskh"/>
                <w:b/>
                <w:bCs/>
                <w:color w:val="000000"/>
                <w:sz w:val="26"/>
                <w:szCs w:val="26"/>
              </w:rPr>
            </w:pPr>
            <w:r w:rsidRPr="003E400F">
              <w:rPr>
                <w:rFonts w:cs="DecoType Naskh" w:hint="cs"/>
                <w:b/>
                <w:bCs/>
                <w:color w:val="000000"/>
                <w:sz w:val="26"/>
                <w:szCs w:val="26"/>
                <w:rtl/>
              </w:rPr>
              <w:t>الغرض من الزيارة</w:t>
            </w:r>
          </w:p>
        </w:tc>
        <w:tc>
          <w:tcPr>
            <w:tcW w:w="1295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14:paraId="398A57A0" w14:textId="77777777" w:rsidR="003E400F" w:rsidRPr="003E400F" w:rsidRDefault="003E400F" w:rsidP="003E400F">
            <w:pPr>
              <w:tabs>
                <w:tab w:val="left" w:pos="515"/>
              </w:tabs>
              <w:jc w:val="center"/>
              <w:rPr>
                <w:rFonts w:cs="DecoType Naskh"/>
                <w:b/>
                <w:bCs/>
                <w:color w:val="000000"/>
                <w:sz w:val="26"/>
                <w:szCs w:val="26"/>
              </w:rPr>
            </w:pPr>
            <w:r w:rsidRPr="003E400F">
              <w:rPr>
                <w:rFonts w:cs="DecoType Naskh" w:hint="cs"/>
                <w:b/>
                <w:bCs/>
                <w:color w:val="000000"/>
                <w:sz w:val="26"/>
                <w:szCs w:val="26"/>
                <w:rtl/>
              </w:rPr>
              <w:t>المواد والأجهزة المستخدمة</w:t>
            </w:r>
          </w:p>
        </w:tc>
        <w:tc>
          <w:tcPr>
            <w:tcW w:w="1273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FFFFFF" w:themeFill="background1"/>
            <w:vAlign w:val="center"/>
            <w:hideMark/>
          </w:tcPr>
          <w:p w14:paraId="0B50733D" w14:textId="77777777" w:rsidR="003E400F" w:rsidRPr="003E400F" w:rsidRDefault="003E400F" w:rsidP="003E400F">
            <w:pPr>
              <w:tabs>
                <w:tab w:val="left" w:pos="515"/>
              </w:tabs>
              <w:jc w:val="center"/>
              <w:rPr>
                <w:rFonts w:cs="DecoType Naskh"/>
                <w:b/>
                <w:bCs/>
                <w:color w:val="000000"/>
                <w:sz w:val="26"/>
                <w:szCs w:val="26"/>
              </w:rPr>
            </w:pPr>
            <w:r w:rsidRPr="003E400F">
              <w:rPr>
                <w:rFonts w:cs="DecoType Naskh" w:hint="cs"/>
                <w:b/>
                <w:bCs/>
                <w:color w:val="000000"/>
                <w:sz w:val="26"/>
                <w:szCs w:val="26"/>
                <w:rtl/>
              </w:rPr>
              <w:t>توقيع الطالب</w:t>
            </w:r>
          </w:p>
        </w:tc>
      </w:tr>
      <w:tr w:rsidR="003E400F" w14:paraId="0B7E8CCC" w14:textId="77777777" w:rsidTr="002E3627">
        <w:trPr>
          <w:trHeight w:val="20"/>
          <w:jc w:val="center"/>
        </w:trPr>
        <w:tc>
          <w:tcPr>
            <w:tcW w:w="586" w:type="dxa"/>
            <w:tcBorders>
              <w:top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44DE9B93" w14:textId="77777777" w:rsidR="003E400F" w:rsidRPr="003E400F" w:rsidRDefault="003E400F" w:rsidP="003E400F">
            <w:pPr>
              <w:pStyle w:val="ListParagraph"/>
              <w:numPr>
                <w:ilvl w:val="0"/>
                <w:numId w:val="2"/>
              </w:numPr>
              <w:tabs>
                <w:tab w:val="left" w:pos="515"/>
              </w:tabs>
              <w:jc w:val="center"/>
              <w:rPr>
                <w:rFonts w:cs="AL-Mohanad"/>
                <w:color w:val="000000"/>
                <w:sz w:val="32"/>
                <w:szCs w:val="32"/>
              </w:rPr>
            </w:pPr>
          </w:p>
        </w:tc>
        <w:tc>
          <w:tcPr>
            <w:tcW w:w="1532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2B0339FC" w14:textId="77777777" w:rsidR="003E400F" w:rsidRPr="003E400F" w:rsidRDefault="003E400F" w:rsidP="003E400F">
            <w:pPr>
              <w:tabs>
                <w:tab w:val="left" w:pos="515"/>
              </w:tabs>
              <w:jc w:val="center"/>
              <w:rPr>
                <w:rFonts w:cs="AL-Mohanad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2437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35D43B62" w14:textId="77777777" w:rsidR="003E400F" w:rsidRPr="003E400F" w:rsidRDefault="003E400F" w:rsidP="003E400F">
            <w:pPr>
              <w:tabs>
                <w:tab w:val="left" w:pos="515"/>
              </w:tabs>
              <w:jc w:val="center"/>
              <w:rPr>
                <w:rFonts w:cs="AL-Mohanad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981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9F6F957" w14:textId="77777777" w:rsidR="003E400F" w:rsidRPr="003E400F" w:rsidRDefault="003E400F" w:rsidP="003E400F">
            <w:pPr>
              <w:tabs>
                <w:tab w:val="left" w:pos="515"/>
              </w:tabs>
              <w:jc w:val="center"/>
              <w:rPr>
                <w:rFonts w:cs="AL-Mohanad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999" w:type="dxa"/>
            <w:tcBorders>
              <w:top w:val="single" w:sz="18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2C8572D" w14:textId="77777777" w:rsidR="003E400F" w:rsidRPr="003E400F" w:rsidRDefault="003E400F" w:rsidP="003E400F">
            <w:pPr>
              <w:tabs>
                <w:tab w:val="left" w:pos="515"/>
              </w:tabs>
              <w:jc w:val="center"/>
              <w:rPr>
                <w:rFonts w:cs="AL-Mohanad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283" w:type="dxa"/>
            <w:tcBorders>
              <w:top w:val="single" w:sz="18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AC50148" w14:textId="77777777" w:rsidR="003E400F" w:rsidRPr="003E400F" w:rsidRDefault="003E400F" w:rsidP="003E400F">
            <w:pPr>
              <w:tabs>
                <w:tab w:val="left" w:pos="515"/>
              </w:tabs>
              <w:jc w:val="center"/>
              <w:rPr>
                <w:rFonts w:cs="AL-Mohanad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295" w:type="dxa"/>
            <w:tcBorders>
              <w:top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52CF203E" w14:textId="77777777" w:rsidR="003E400F" w:rsidRPr="003E400F" w:rsidRDefault="003E400F" w:rsidP="003E400F">
            <w:pPr>
              <w:tabs>
                <w:tab w:val="left" w:pos="515"/>
              </w:tabs>
              <w:jc w:val="center"/>
              <w:rPr>
                <w:rFonts w:cs="AL-Mohanad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273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F14C961" w14:textId="77777777" w:rsidR="003E400F" w:rsidRPr="003E400F" w:rsidRDefault="003E400F" w:rsidP="003E400F">
            <w:pPr>
              <w:tabs>
                <w:tab w:val="left" w:pos="515"/>
              </w:tabs>
              <w:jc w:val="center"/>
              <w:rPr>
                <w:rFonts w:cs="AL-Mohanad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3E400F" w14:paraId="12DD9D65" w14:textId="77777777" w:rsidTr="002E3627">
        <w:trPr>
          <w:trHeight w:val="20"/>
          <w:jc w:val="center"/>
        </w:trPr>
        <w:tc>
          <w:tcPr>
            <w:tcW w:w="586" w:type="dxa"/>
            <w:tcBorders>
              <w:top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10EC19A5" w14:textId="77777777" w:rsidR="003E400F" w:rsidRPr="003E400F" w:rsidRDefault="003E400F" w:rsidP="003E400F">
            <w:pPr>
              <w:pStyle w:val="ListParagraph"/>
              <w:numPr>
                <w:ilvl w:val="0"/>
                <w:numId w:val="2"/>
              </w:numPr>
              <w:tabs>
                <w:tab w:val="left" w:pos="515"/>
              </w:tabs>
              <w:jc w:val="center"/>
              <w:rPr>
                <w:rFonts w:cs="AL-Mohanad"/>
                <w:color w:val="000000"/>
                <w:sz w:val="32"/>
                <w:szCs w:val="32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4CA096DF" w14:textId="77777777" w:rsidR="003E400F" w:rsidRPr="003E400F" w:rsidRDefault="003E400F" w:rsidP="003E400F">
            <w:pPr>
              <w:tabs>
                <w:tab w:val="left" w:pos="515"/>
              </w:tabs>
              <w:jc w:val="center"/>
              <w:rPr>
                <w:rFonts w:cs="AL-Mohanad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47C8D13D" w14:textId="77777777" w:rsidR="003E400F" w:rsidRPr="003E400F" w:rsidRDefault="003E400F" w:rsidP="003E400F">
            <w:pPr>
              <w:tabs>
                <w:tab w:val="left" w:pos="515"/>
              </w:tabs>
              <w:jc w:val="center"/>
              <w:rPr>
                <w:rFonts w:cs="AL-Mohanad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18" w:space="0" w:color="auto"/>
            </w:tcBorders>
            <w:shd w:val="clear" w:color="auto" w:fill="FFFFFF" w:themeFill="background1"/>
            <w:vAlign w:val="center"/>
          </w:tcPr>
          <w:p w14:paraId="7E0FDE08" w14:textId="77777777" w:rsidR="003E400F" w:rsidRPr="003E400F" w:rsidRDefault="003E400F" w:rsidP="003E400F">
            <w:pPr>
              <w:tabs>
                <w:tab w:val="left" w:pos="515"/>
              </w:tabs>
              <w:jc w:val="center"/>
              <w:rPr>
                <w:rFonts w:cs="AL-Mohanad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999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41C5E70C" w14:textId="77777777" w:rsidR="003E400F" w:rsidRPr="003E400F" w:rsidRDefault="003E400F" w:rsidP="003E400F">
            <w:pPr>
              <w:tabs>
                <w:tab w:val="left" w:pos="515"/>
              </w:tabs>
              <w:jc w:val="center"/>
              <w:rPr>
                <w:rFonts w:cs="AL-Mohanad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283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603D80DD" w14:textId="77777777" w:rsidR="003E400F" w:rsidRPr="003E400F" w:rsidRDefault="003E400F" w:rsidP="003E400F">
            <w:pPr>
              <w:tabs>
                <w:tab w:val="left" w:pos="515"/>
              </w:tabs>
              <w:jc w:val="center"/>
              <w:rPr>
                <w:rFonts w:cs="AL-Mohanad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295" w:type="dxa"/>
            <w:tcBorders>
              <w:top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32857F65" w14:textId="77777777" w:rsidR="003E400F" w:rsidRPr="003E400F" w:rsidRDefault="003E400F" w:rsidP="003E400F">
            <w:pPr>
              <w:tabs>
                <w:tab w:val="left" w:pos="515"/>
              </w:tabs>
              <w:jc w:val="center"/>
              <w:rPr>
                <w:rFonts w:cs="AL-Mohanad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18" w:space="0" w:color="auto"/>
            </w:tcBorders>
            <w:shd w:val="clear" w:color="auto" w:fill="FFFFFF" w:themeFill="background1"/>
            <w:vAlign w:val="center"/>
          </w:tcPr>
          <w:p w14:paraId="467508C1" w14:textId="77777777" w:rsidR="003E400F" w:rsidRPr="003E400F" w:rsidRDefault="003E400F" w:rsidP="003E400F">
            <w:pPr>
              <w:tabs>
                <w:tab w:val="left" w:pos="515"/>
              </w:tabs>
              <w:jc w:val="center"/>
              <w:rPr>
                <w:rFonts w:cs="AL-Mohanad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3E400F" w14:paraId="53619FC0" w14:textId="77777777" w:rsidTr="002E3627">
        <w:trPr>
          <w:trHeight w:val="20"/>
          <w:jc w:val="center"/>
        </w:trPr>
        <w:tc>
          <w:tcPr>
            <w:tcW w:w="586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5AEBF7E4" w14:textId="77777777" w:rsidR="003E400F" w:rsidRPr="003E400F" w:rsidRDefault="003E400F" w:rsidP="003E400F">
            <w:pPr>
              <w:pStyle w:val="ListParagraph"/>
              <w:numPr>
                <w:ilvl w:val="0"/>
                <w:numId w:val="2"/>
              </w:numPr>
              <w:tabs>
                <w:tab w:val="left" w:pos="515"/>
              </w:tabs>
              <w:jc w:val="center"/>
              <w:rPr>
                <w:rFonts w:cs="AL-Mohanad"/>
                <w:color w:val="000000"/>
                <w:sz w:val="32"/>
                <w:szCs w:val="32"/>
              </w:rPr>
            </w:pPr>
          </w:p>
        </w:tc>
        <w:tc>
          <w:tcPr>
            <w:tcW w:w="1532" w:type="dxa"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2991DB9E" w14:textId="77777777" w:rsidR="003E400F" w:rsidRPr="003E400F" w:rsidRDefault="003E400F" w:rsidP="003E400F">
            <w:pPr>
              <w:tabs>
                <w:tab w:val="left" w:pos="515"/>
              </w:tabs>
              <w:jc w:val="center"/>
              <w:rPr>
                <w:rFonts w:cs="AL-Mohanad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2437" w:type="dxa"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5BA3048E" w14:textId="77777777" w:rsidR="003E400F" w:rsidRPr="003E400F" w:rsidRDefault="003E400F" w:rsidP="003E400F">
            <w:pPr>
              <w:tabs>
                <w:tab w:val="left" w:pos="515"/>
              </w:tabs>
              <w:jc w:val="center"/>
              <w:rPr>
                <w:rFonts w:cs="AL-Mohanad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981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14:paraId="17F2925B" w14:textId="77777777" w:rsidR="003E400F" w:rsidRPr="003E400F" w:rsidRDefault="003E400F" w:rsidP="003E400F">
            <w:pPr>
              <w:tabs>
                <w:tab w:val="left" w:pos="515"/>
              </w:tabs>
              <w:jc w:val="center"/>
              <w:rPr>
                <w:rFonts w:cs="AL-Mohanad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999" w:type="dxa"/>
            <w:shd w:val="clear" w:color="auto" w:fill="FFFFFF" w:themeFill="background1"/>
            <w:vAlign w:val="center"/>
          </w:tcPr>
          <w:p w14:paraId="4FE56D92" w14:textId="77777777" w:rsidR="003E400F" w:rsidRPr="003E400F" w:rsidRDefault="003E400F" w:rsidP="003E400F">
            <w:pPr>
              <w:tabs>
                <w:tab w:val="left" w:pos="515"/>
              </w:tabs>
              <w:jc w:val="center"/>
              <w:rPr>
                <w:rFonts w:cs="AL-Mohanad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283" w:type="dxa"/>
            <w:shd w:val="clear" w:color="auto" w:fill="FFFFFF" w:themeFill="background1"/>
            <w:vAlign w:val="center"/>
          </w:tcPr>
          <w:p w14:paraId="2FA962F1" w14:textId="77777777" w:rsidR="003E400F" w:rsidRPr="003E400F" w:rsidRDefault="003E400F" w:rsidP="003E400F">
            <w:pPr>
              <w:tabs>
                <w:tab w:val="left" w:pos="515"/>
              </w:tabs>
              <w:jc w:val="center"/>
              <w:rPr>
                <w:rFonts w:cs="AL-Mohanad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295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1045766B" w14:textId="77777777" w:rsidR="003E400F" w:rsidRPr="003E400F" w:rsidRDefault="003E400F" w:rsidP="003E400F">
            <w:pPr>
              <w:tabs>
                <w:tab w:val="left" w:pos="515"/>
              </w:tabs>
              <w:jc w:val="center"/>
              <w:rPr>
                <w:rFonts w:cs="AL-Mohanad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273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14:paraId="53DCA98E" w14:textId="77777777" w:rsidR="003E400F" w:rsidRPr="003E400F" w:rsidRDefault="003E400F" w:rsidP="003E400F">
            <w:pPr>
              <w:tabs>
                <w:tab w:val="left" w:pos="515"/>
              </w:tabs>
              <w:jc w:val="center"/>
              <w:rPr>
                <w:rFonts w:cs="AL-Mohanad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3E400F" w14:paraId="0230A897" w14:textId="77777777" w:rsidTr="002E3627">
        <w:trPr>
          <w:trHeight w:val="20"/>
          <w:jc w:val="center"/>
        </w:trPr>
        <w:tc>
          <w:tcPr>
            <w:tcW w:w="586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633A698E" w14:textId="77777777" w:rsidR="003E400F" w:rsidRPr="003E400F" w:rsidRDefault="003E400F" w:rsidP="003E400F">
            <w:pPr>
              <w:pStyle w:val="ListParagraph"/>
              <w:numPr>
                <w:ilvl w:val="0"/>
                <w:numId w:val="2"/>
              </w:numPr>
              <w:tabs>
                <w:tab w:val="left" w:pos="515"/>
              </w:tabs>
              <w:jc w:val="center"/>
              <w:rPr>
                <w:rFonts w:cs="AL-Mohanad"/>
                <w:color w:val="000000"/>
                <w:sz w:val="32"/>
                <w:szCs w:val="32"/>
              </w:rPr>
            </w:pPr>
          </w:p>
        </w:tc>
        <w:tc>
          <w:tcPr>
            <w:tcW w:w="1532" w:type="dxa"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52F06080" w14:textId="77777777" w:rsidR="003E400F" w:rsidRPr="003E400F" w:rsidRDefault="003E400F" w:rsidP="003E400F">
            <w:pPr>
              <w:tabs>
                <w:tab w:val="left" w:pos="515"/>
              </w:tabs>
              <w:jc w:val="center"/>
              <w:rPr>
                <w:rFonts w:cs="AL-Mohanad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2437" w:type="dxa"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6AB2E843" w14:textId="77777777" w:rsidR="003E400F" w:rsidRPr="003E400F" w:rsidRDefault="003E400F" w:rsidP="003E400F">
            <w:pPr>
              <w:tabs>
                <w:tab w:val="left" w:pos="515"/>
              </w:tabs>
              <w:jc w:val="center"/>
              <w:rPr>
                <w:rFonts w:cs="AL-Mohanad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981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14:paraId="6C854367" w14:textId="77777777" w:rsidR="003E400F" w:rsidRPr="003E400F" w:rsidRDefault="003E400F" w:rsidP="003E400F">
            <w:pPr>
              <w:tabs>
                <w:tab w:val="left" w:pos="515"/>
              </w:tabs>
              <w:jc w:val="center"/>
              <w:rPr>
                <w:rFonts w:cs="AL-Mohanad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999" w:type="dxa"/>
            <w:shd w:val="clear" w:color="auto" w:fill="FFFFFF" w:themeFill="background1"/>
            <w:vAlign w:val="center"/>
          </w:tcPr>
          <w:p w14:paraId="4F77CA4B" w14:textId="77777777" w:rsidR="003E400F" w:rsidRPr="003E400F" w:rsidRDefault="003E400F" w:rsidP="003E400F">
            <w:pPr>
              <w:tabs>
                <w:tab w:val="left" w:pos="515"/>
              </w:tabs>
              <w:jc w:val="center"/>
              <w:rPr>
                <w:rFonts w:cs="AL-Mohanad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283" w:type="dxa"/>
            <w:shd w:val="clear" w:color="auto" w:fill="FFFFFF" w:themeFill="background1"/>
            <w:vAlign w:val="center"/>
          </w:tcPr>
          <w:p w14:paraId="41986D19" w14:textId="77777777" w:rsidR="003E400F" w:rsidRPr="003E400F" w:rsidRDefault="003E400F" w:rsidP="003E400F">
            <w:pPr>
              <w:tabs>
                <w:tab w:val="left" w:pos="515"/>
              </w:tabs>
              <w:jc w:val="center"/>
              <w:rPr>
                <w:rFonts w:cs="AL-Mohanad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295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0F9E275C" w14:textId="77777777" w:rsidR="003E400F" w:rsidRPr="003E400F" w:rsidRDefault="003E400F" w:rsidP="003E400F">
            <w:pPr>
              <w:tabs>
                <w:tab w:val="left" w:pos="515"/>
              </w:tabs>
              <w:jc w:val="center"/>
              <w:rPr>
                <w:rFonts w:cs="AL-Mohanad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273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14:paraId="4158AEA4" w14:textId="77777777" w:rsidR="003E400F" w:rsidRPr="003E400F" w:rsidRDefault="003E400F" w:rsidP="003E400F">
            <w:pPr>
              <w:tabs>
                <w:tab w:val="left" w:pos="515"/>
              </w:tabs>
              <w:jc w:val="center"/>
              <w:rPr>
                <w:rFonts w:cs="AL-Mohanad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3E400F" w14:paraId="57CC5BCA" w14:textId="77777777" w:rsidTr="002E3627">
        <w:trPr>
          <w:trHeight w:val="20"/>
          <w:jc w:val="center"/>
        </w:trPr>
        <w:tc>
          <w:tcPr>
            <w:tcW w:w="586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1FC0689F" w14:textId="77777777" w:rsidR="003E400F" w:rsidRPr="003E400F" w:rsidRDefault="003E400F" w:rsidP="003E400F">
            <w:pPr>
              <w:pStyle w:val="ListParagraph"/>
              <w:numPr>
                <w:ilvl w:val="0"/>
                <w:numId w:val="2"/>
              </w:numPr>
              <w:tabs>
                <w:tab w:val="left" w:pos="515"/>
              </w:tabs>
              <w:jc w:val="center"/>
              <w:rPr>
                <w:rFonts w:cs="AL-Mohanad"/>
                <w:color w:val="000000"/>
                <w:sz w:val="32"/>
                <w:szCs w:val="32"/>
              </w:rPr>
            </w:pPr>
          </w:p>
        </w:tc>
        <w:tc>
          <w:tcPr>
            <w:tcW w:w="1532" w:type="dxa"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337A6558" w14:textId="77777777" w:rsidR="003E400F" w:rsidRPr="003E400F" w:rsidRDefault="003E400F" w:rsidP="003E400F">
            <w:pPr>
              <w:tabs>
                <w:tab w:val="left" w:pos="515"/>
              </w:tabs>
              <w:jc w:val="center"/>
              <w:rPr>
                <w:rFonts w:cs="AL-Mohanad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2437" w:type="dxa"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798EB9AE" w14:textId="77777777" w:rsidR="003E400F" w:rsidRPr="003E400F" w:rsidRDefault="003E400F" w:rsidP="003E400F">
            <w:pPr>
              <w:tabs>
                <w:tab w:val="left" w:pos="515"/>
              </w:tabs>
              <w:jc w:val="center"/>
              <w:rPr>
                <w:rFonts w:cs="AL-Mohanad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981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14:paraId="73764ACF" w14:textId="77777777" w:rsidR="003E400F" w:rsidRPr="003E400F" w:rsidRDefault="003E400F" w:rsidP="003E400F">
            <w:pPr>
              <w:tabs>
                <w:tab w:val="left" w:pos="515"/>
              </w:tabs>
              <w:jc w:val="center"/>
              <w:rPr>
                <w:rFonts w:cs="AL-Mohanad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999" w:type="dxa"/>
            <w:shd w:val="clear" w:color="auto" w:fill="FFFFFF" w:themeFill="background1"/>
            <w:vAlign w:val="center"/>
          </w:tcPr>
          <w:p w14:paraId="1C20D81E" w14:textId="77777777" w:rsidR="003E400F" w:rsidRPr="003E400F" w:rsidRDefault="003E400F" w:rsidP="003E400F">
            <w:pPr>
              <w:tabs>
                <w:tab w:val="left" w:pos="515"/>
              </w:tabs>
              <w:jc w:val="center"/>
              <w:rPr>
                <w:rFonts w:cs="AL-Mohanad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283" w:type="dxa"/>
            <w:shd w:val="clear" w:color="auto" w:fill="FFFFFF" w:themeFill="background1"/>
            <w:vAlign w:val="center"/>
          </w:tcPr>
          <w:p w14:paraId="330FC68C" w14:textId="77777777" w:rsidR="003E400F" w:rsidRPr="003E400F" w:rsidRDefault="003E400F" w:rsidP="003E400F">
            <w:pPr>
              <w:tabs>
                <w:tab w:val="left" w:pos="515"/>
              </w:tabs>
              <w:jc w:val="center"/>
              <w:rPr>
                <w:rFonts w:cs="AL-Mohanad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295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7F40C5EB" w14:textId="77777777" w:rsidR="003E400F" w:rsidRPr="003E400F" w:rsidRDefault="003E400F" w:rsidP="003E400F">
            <w:pPr>
              <w:tabs>
                <w:tab w:val="left" w:pos="515"/>
              </w:tabs>
              <w:jc w:val="center"/>
              <w:rPr>
                <w:rFonts w:cs="AL-Mohanad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273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14:paraId="72F5B923" w14:textId="77777777" w:rsidR="003E400F" w:rsidRPr="003E400F" w:rsidRDefault="003E400F" w:rsidP="003E400F">
            <w:pPr>
              <w:tabs>
                <w:tab w:val="left" w:pos="515"/>
              </w:tabs>
              <w:jc w:val="center"/>
              <w:rPr>
                <w:rFonts w:cs="AL-Mohanad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3E400F" w14:paraId="2E052B24" w14:textId="77777777" w:rsidTr="002E3627">
        <w:trPr>
          <w:trHeight w:val="20"/>
          <w:jc w:val="center"/>
        </w:trPr>
        <w:tc>
          <w:tcPr>
            <w:tcW w:w="586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55EA39C3" w14:textId="77777777" w:rsidR="003E400F" w:rsidRPr="003E400F" w:rsidRDefault="003E400F" w:rsidP="003E400F">
            <w:pPr>
              <w:pStyle w:val="ListParagraph"/>
              <w:numPr>
                <w:ilvl w:val="0"/>
                <w:numId w:val="2"/>
              </w:numPr>
              <w:tabs>
                <w:tab w:val="left" w:pos="515"/>
              </w:tabs>
              <w:jc w:val="center"/>
              <w:rPr>
                <w:rFonts w:cs="AL-Mohanad"/>
                <w:color w:val="000000"/>
                <w:sz w:val="32"/>
                <w:szCs w:val="32"/>
              </w:rPr>
            </w:pPr>
          </w:p>
        </w:tc>
        <w:tc>
          <w:tcPr>
            <w:tcW w:w="1532" w:type="dxa"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15B6BE77" w14:textId="77777777" w:rsidR="003E400F" w:rsidRPr="003E400F" w:rsidRDefault="003E400F" w:rsidP="003E400F">
            <w:pPr>
              <w:tabs>
                <w:tab w:val="left" w:pos="515"/>
              </w:tabs>
              <w:jc w:val="center"/>
              <w:rPr>
                <w:rFonts w:cs="AL-Mohanad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2437" w:type="dxa"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1EB59FCB" w14:textId="77777777" w:rsidR="003E400F" w:rsidRPr="003E400F" w:rsidRDefault="003E400F" w:rsidP="003E400F">
            <w:pPr>
              <w:tabs>
                <w:tab w:val="left" w:pos="515"/>
              </w:tabs>
              <w:jc w:val="center"/>
              <w:rPr>
                <w:rFonts w:cs="AL-Mohanad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981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14:paraId="38BFE9F1" w14:textId="77777777" w:rsidR="003E400F" w:rsidRPr="003E400F" w:rsidRDefault="003E400F" w:rsidP="003E400F">
            <w:pPr>
              <w:tabs>
                <w:tab w:val="left" w:pos="515"/>
              </w:tabs>
              <w:jc w:val="center"/>
              <w:rPr>
                <w:rFonts w:cs="AL-Mohanad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999" w:type="dxa"/>
            <w:shd w:val="clear" w:color="auto" w:fill="FFFFFF" w:themeFill="background1"/>
            <w:vAlign w:val="center"/>
          </w:tcPr>
          <w:p w14:paraId="357E890F" w14:textId="77777777" w:rsidR="003E400F" w:rsidRPr="003E400F" w:rsidRDefault="003E400F" w:rsidP="003E400F">
            <w:pPr>
              <w:tabs>
                <w:tab w:val="left" w:pos="515"/>
              </w:tabs>
              <w:jc w:val="center"/>
              <w:rPr>
                <w:rFonts w:cs="AL-Mohanad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283" w:type="dxa"/>
            <w:shd w:val="clear" w:color="auto" w:fill="FFFFFF" w:themeFill="background1"/>
            <w:vAlign w:val="center"/>
          </w:tcPr>
          <w:p w14:paraId="525CDB5E" w14:textId="77777777" w:rsidR="003E400F" w:rsidRPr="003E400F" w:rsidRDefault="003E400F" w:rsidP="003E400F">
            <w:pPr>
              <w:tabs>
                <w:tab w:val="left" w:pos="515"/>
              </w:tabs>
              <w:jc w:val="center"/>
              <w:rPr>
                <w:rFonts w:cs="AL-Mohanad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295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4F587399" w14:textId="77777777" w:rsidR="003E400F" w:rsidRPr="003E400F" w:rsidRDefault="003E400F" w:rsidP="003E400F">
            <w:pPr>
              <w:tabs>
                <w:tab w:val="left" w:pos="515"/>
              </w:tabs>
              <w:jc w:val="center"/>
              <w:rPr>
                <w:rFonts w:cs="AL-Mohanad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273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14:paraId="0F57953E" w14:textId="77777777" w:rsidR="003E400F" w:rsidRPr="003E400F" w:rsidRDefault="003E400F" w:rsidP="003E400F">
            <w:pPr>
              <w:tabs>
                <w:tab w:val="left" w:pos="515"/>
              </w:tabs>
              <w:jc w:val="center"/>
              <w:rPr>
                <w:rFonts w:cs="AL-Mohanad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3E400F" w14:paraId="771DDCB0" w14:textId="77777777" w:rsidTr="002E3627">
        <w:trPr>
          <w:trHeight w:val="20"/>
          <w:jc w:val="center"/>
        </w:trPr>
        <w:tc>
          <w:tcPr>
            <w:tcW w:w="586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1754BFB9" w14:textId="77777777" w:rsidR="003E400F" w:rsidRPr="003E400F" w:rsidRDefault="003E400F" w:rsidP="003E400F">
            <w:pPr>
              <w:pStyle w:val="ListParagraph"/>
              <w:numPr>
                <w:ilvl w:val="0"/>
                <w:numId w:val="2"/>
              </w:numPr>
              <w:tabs>
                <w:tab w:val="left" w:pos="515"/>
              </w:tabs>
              <w:jc w:val="center"/>
              <w:rPr>
                <w:rFonts w:cs="AL-Mohanad"/>
                <w:color w:val="000000"/>
                <w:sz w:val="32"/>
                <w:szCs w:val="32"/>
              </w:rPr>
            </w:pPr>
          </w:p>
        </w:tc>
        <w:tc>
          <w:tcPr>
            <w:tcW w:w="1532" w:type="dxa"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294BE62A" w14:textId="77777777" w:rsidR="003E400F" w:rsidRPr="003E400F" w:rsidRDefault="003E400F" w:rsidP="003E400F">
            <w:pPr>
              <w:tabs>
                <w:tab w:val="left" w:pos="515"/>
              </w:tabs>
              <w:jc w:val="center"/>
              <w:rPr>
                <w:rFonts w:cs="AL-Mohanad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2437" w:type="dxa"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5FC99772" w14:textId="77777777" w:rsidR="003E400F" w:rsidRPr="003E400F" w:rsidRDefault="003E400F" w:rsidP="003E400F">
            <w:pPr>
              <w:tabs>
                <w:tab w:val="left" w:pos="515"/>
              </w:tabs>
              <w:jc w:val="center"/>
              <w:rPr>
                <w:rFonts w:cs="AL-Mohanad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981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14:paraId="53C3E779" w14:textId="77777777" w:rsidR="003E400F" w:rsidRPr="003E400F" w:rsidRDefault="003E400F" w:rsidP="003E400F">
            <w:pPr>
              <w:tabs>
                <w:tab w:val="left" w:pos="515"/>
              </w:tabs>
              <w:jc w:val="center"/>
              <w:rPr>
                <w:rFonts w:cs="AL-Mohanad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999" w:type="dxa"/>
            <w:shd w:val="clear" w:color="auto" w:fill="FFFFFF" w:themeFill="background1"/>
            <w:vAlign w:val="center"/>
          </w:tcPr>
          <w:p w14:paraId="1D93FEDA" w14:textId="77777777" w:rsidR="003E400F" w:rsidRPr="003E400F" w:rsidRDefault="003E400F" w:rsidP="003E400F">
            <w:pPr>
              <w:tabs>
                <w:tab w:val="left" w:pos="515"/>
              </w:tabs>
              <w:jc w:val="center"/>
              <w:rPr>
                <w:rFonts w:cs="AL-Mohanad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283" w:type="dxa"/>
            <w:shd w:val="clear" w:color="auto" w:fill="FFFFFF" w:themeFill="background1"/>
            <w:vAlign w:val="center"/>
          </w:tcPr>
          <w:p w14:paraId="51A4A844" w14:textId="77777777" w:rsidR="003E400F" w:rsidRPr="003E400F" w:rsidRDefault="003E400F" w:rsidP="003E400F">
            <w:pPr>
              <w:tabs>
                <w:tab w:val="left" w:pos="515"/>
              </w:tabs>
              <w:jc w:val="center"/>
              <w:rPr>
                <w:rFonts w:cs="AL-Mohanad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295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34D825F3" w14:textId="77777777" w:rsidR="003E400F" w:rsidRPr="003E400F" w:rsidRDefault="003E400F" w:rsidP="003E400F">
            <w:pPr>
              <w:tabs>
                <w:tab w:val="left" w:pos="515"/>
              </w:tabs>
              <w:jc w:val="center"/>
              <w:rPr>
                <w:rFonts w:cs="AL-Mohanad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273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14:paraId="6334AEAC" w14:textId="77777777" w:rsidR="003E400F" w:rsidRPr="003E400F" w:rsidRDefault="003E400F" w:rsidP="003E400F">
            <w:pPr>
              <w:tabs>
                <w:tab w:val="left" w:pos="515"/>
              </w:tabs>
              <w:jc w:val="center"/>
              <w:rPr>
                <w:rFonts w:cs="AL-Mohanad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3E400F" w14:paraId="30D2945B" w14:textId="77777777" w:rsidTr="002E3627">
        <w:trPr>
          <w:trHeight w:val="20"/>
          <w:jc w:val="center"/>
        </w:trPr>
        <w:tc>
          <w:tcPr>
            <w:tcW w:w="586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4FA854D5" w14:textId="77777777" w:rsidR="003E400F" w:rsidRPr="003E400F" w:rsidRDefault="003E400F" w:rsidP="003E400F">
            <w:pPr>
              <w:pStyle w:val="ListParagraph"/>
              <w:numPr>
                <w:ilvl w:val="0"/>
                <w:numId w:val="2"/>
              </w:numPr>
              <w:tabs>
                <w:tab w:val="left" w:pos="515"/>
              </w:tabs>
              <w:jc w:val="center"/>
              <w:rPr>
                <w:rFonts w:cs="AL-Mohanad"/>
                <w:color w:val="000000"/>
                <w:sz w:val="32"/>
                <w:szCs w:val="32"/>
              </w:rPr>
            </w:pPr>
          </w:p>
        </w:tc>
        <w:tc>
          <w:tcPr>
            <w:tcW w:w="1532" w:type="dxa"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07CB43D4" w14:textId="77777777" w:rsidR="003E400F" w:rsidRPr="003E400F" w:rsidRDefault="003E400F" w:rsidP="003E400F">
            <w:pPr>
              <w:tabs>
                <w:tab w:val="left" w:pos="515"/>
              </w:tabs>
              <w:jc w:val="center"/>
              <w:rPr>
                <w:rFonts w:cs="AL-Mohanad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2437" w:type="dxa"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1BF5C454" w14:textId="77777777" w:rsidR="003E400F" w:rsidRPr="003E400F" w:rsidRDefault="003E400F" w:rsidP="003E400F">
            <w:pPr>
              <w:tabs>
                <w:tab w:val="left" w:pos="515"/>
              </w:tabs>
              <w:jc w:val="center"/>
              <w:rPr>
                <w:rFonts w:cs="AL-Mohanad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981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14:paraId="3E7999B7" w14:textId="77777777" w:rsidR="003E400F" w:rsidRPr="003E400F" w:rsidRDefault="003E400F" w:rsidP="003E400F">
            <w:pPr>
              <w:tabs>
                <w:tab w:val="left" w:pos="515"/>
              </w:tabs>
              <w:jc w:val="center"/>
              <w:rPr>
                <w:rFonts w:cs="AL-Mohanad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999" w:type="dxa"/>
            <w:shd w:val="clear" w:color="auto" w:fill="FFFFFF" w:themeFill="background1"/>
            <w:vAlign w:val="center"/>
          </w:tcPr>
          <w:p w14:paraId="5A0ADB18" w14:textId="77777777" w:rsidR="003E400F" w:rsidRPr="003E400F" w:rsidRDefault="003E400F" w:rsidP="003E400F">
            <w:pPr>
              <w:tabs>
                <w:tab w:val="left" w:pos="515"/>
              </w:tabs>
              <w:jc w:val="center"/>
              <w:rPr>
                <w:rFonts w:cs="AL-Mohanad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283" w:type="dxa"/>
            <w:shd w:val="clear" w:color="auto" w:fill="FFFFFF" w:themeFill="background1"/>
            <w:vAlign w:val="center"/>
          </w:tcPr>
          <w:p w14:paraId="6D840AD9" w14:textId="77777777" w:rsidR="003E400F" w:rsidRPr="003E400F" w:rsidRDefault="003E400F" w:rsidP="003E400F">
            <w:pPr>
              <w:tabs>
                <w:tab w:val="left" w:pos="515"/>
              </w:tabs>
              <w:jc w:val="center"/>
              <w:rPr>
                <w:rFonts w:cs="AL-Mohanad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295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7DA10C95" w14:textId="77777777" w:rsidR="003E400F" w:rsidRPr="003E400F" w:rsidRDefault="003E400F" w:rsidP="003E400F">
            <w:pPr>
              <w:tabs>
                <w:tab w:val="left" w:pos="515"/>
              </w:tabs>
              <w:jc w:val="center"/>
              <w:rPr>
                <w:rFonts w:cs="AL-Mohanad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273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14:paraId="266CA3BF" w14:textId="77777777" w:rsidR="003E400F" w:rsidRPr="003E400F" w:rsidRDefault="003E400F" w:rsidP="003E400F">
            <w:pPr>
              <w:tabs>
                <w:tab w:val="left" w:pos="515"/>
              </w:tabs>
              <w:jc w:val="center"/>
              <w:rPr>
                <w:rFonts w:cs="AL-Mohanad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3E400F" w14:paraId="2A39B025" w14:textId="77777777" w:rsidTr="002E3627">
        <w:trPr>
          <w:trHeight w:val="20"/>
          <w:jc w:val="center"/>
        </w:trPr>
        <w:tc>
          <w:tcPr>
            <w:tcW w:w="586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199222DB" w14:textId="77777777" w:rsidR="003E400F" w:rsidRPr="003E400F" w:rsidRDefault="003E400F" w:rsidP="003E400F">
            <w:pPr>
              <w:pStyle w:val="ListParagraph"/>
              <w:numPr>
                <w:ilvl w:val="0"/>
                <w:numId w:val="2"/>
              </w:numPr>
              <w:tabs>
                <w:tab w:val="left" w:pos="515"/>
              </w:tabs>
              <w:jc w:val="center"/>
              <w:rPr>
                <w:rFonts w:cs="AL-Mohanad"/>
                <w:color w:val="000000"/>
                <w:sz w:val="32"/>
                <w:szCs w:val="32"/>
              </w:rPr>
            </w:pPr>
          </w:p>
        </w:tc>
        <w:tc>
          <w:tcPr>
            <w:tcW w:w="1532" w:type="dxa"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164FDD17" w14:textId="77777777" w:rsidR="003E400F" w:rsidRPr="003E400F" w:rsidRDefault="003E400F" w:rsidP="003E400F">
            <w:pPr>
              <w:tabs>
                <w:tab w:val="left" w:pos="515"/>
              </w:tabs>
              <w:jc w:val="center"/>
              <w:rPr>
                <w:rFonts w:cs="AL-Mohanad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2437" w:type="dxa"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10E1714F" w14:textId="77777777" w:rsidR="003E400F" w:rsidRPr="003E400F" w:rsidRDefault="003E400F" w:rsidP="003E400F">
            <w:pPr>
              <w:tabs>
                <w:tab w:val="left" w:pos="515"/>
              </w:tabs>
              <w:jc w:val="center"/>
              <w:rPr>
                <w:rFonts w:cs="AL-Mohanad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981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14:paraId="33C48EC9" w14:textId="77777777" w:rsidR="003E400F" w:rsidRPr="003E400F" w:rsidRDefault="003E400F" w:rsidP="003E400F">
            <w:pPr>
              <w:tabs>
                <w:tab w:val="left" w:pos="515"/>
              </w:tabs>
              <w:jc w:val="center"/>
              <w:rPr>
                <w:rFonts w:cs="AL-Mohanad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999" w:type="dxa"/>
            <w:shd w:val="clear" w:color="auto" w:fill="FFFFFF" w:themeFill="background1"/>
            <w:vAlign w:val="center"/>
          </w:tcPr>
          <w:p w14:paraId="16A67982" w14:textId="77777777" w:rsidR="003E400F" w:rsidRPr="003E400F" w:rsidRDefault="003E400F" w:rsidP="003E400F">
            <w:pPr>
              <w:tabs>
                <w:tab w:val="left" w:pos="515"/>
              </w:tabs>
              <w:jc w:val="center"/>
              <w:rPr>
                <w:rFonts w:cs="AL-Mohanad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283" w:type="dxa"/>
            <w:shd w:val="clear" w:color="auto" w:fill="FFFFFF" w:themeFill="background1"/>
            <w:vAlign w:val="center"/>
          </w:tcPr>
          <w:p w14:paraId="0B902475" w14:textId="77777777" w:rsidR="003E400F" w:rsidRPr="003E400F" w:rsidRDefault="003E400F" w:rsidP="003E400F">
            <w:pPr>
              <w:tabs>
                <w:tab w:val="left" w:pos="515"/>
              </w:tabs>
              <w:jc w:val="center"/>
              <w:rPr>
                <w:rFonts w:cs="AL-Mohanad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295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33D340C5" w14:textId="77777777" w:rsidR="003E400F" w:rsidRPr="003E400F" w:rsidRDefault="003E400F" w:rsidP="003E400F">
            <w:pPr>
              <w:tabs>
                <w:tab w:val="left" w:pos="515"/>
              </w:tabs>
              <w:jc w:val="center"/>
              <w:rPr>
                <w:rFonts w:cs="AL-Mohanad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273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14:paraId="4A689C1C" w14:textId="77777777" w:rsidR="003E400F" w:rsidRPr="003E400F" w:rsidRDefault="003E400F" w:rsidP="003E400F">
            <w:pPr>
              <w:tabs>
                <w:tab w:val="left" w:pos="515"/>
              </w:tabs>
              <w:jc w:val="center"/>
              <w:rPr>
                <w:rFonts w:cs="AL-Mohanad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3E400F" w14:paraId="32B49E43" w14:textId="77777777" w:rsidTr="002E3627">
        <w:trPr>
          <w:trHeight w:val="20"/>
          <w:jc w:val="center"/>
        </w:trPr>
        <w:tc>
          <w:tcPr>
            <w:tcW w:w="586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02274A58" w14:textId="77777777" w:rsidR="003E400F" w:rsidRPr="003E400F" w:rsidRDefault="003E400F" w:rsidP="003E400F">
            <w:pPr>
              <w:pStyle w:val="ListParagraph"/>
              <w:numPr>
                <w:ilvl w:val="0"/>
                <w:numId w:val="2"/>
              </w:numPr>
              <w:tabs>
                <w:tab w:val="left" w:pos="515"/>
              </w:tabs>
              <w:jc w:val="center"/>
              <w:rPr>
                <w:rFonts w:cs="AL-Mohanad"/>
                <w:color w:val="000000"/>
                <w:sz w:val="32"/>
                <w:szCs w:val="32"/>
              </w:rPr>
            </w:pPr>
          </w:p>
        </w:tc>
        <w:tc>
          <w:tcPr>
            <w:tcW w:w="1532" w:type="dxa"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385BCFB6" w14:textId="77777777" w:rsidR="003E400F" w:rsidRPr="003E400F" w:rsidRDefault="003E400F" w:rsidP="003E400F">
            <w:pPr>
              <w:tabs>
                <w:tab w:val="left" w:pos="515"/>
              </w:tabs>
              <w:jc w:val="center"/>
              <w:rPr>
                <w:rFonts w:cs="AL-Mohanad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2437" w:type="dxa"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353C465F" w14:textId="77777777" w:rsidR="003E400F" w:rsidRPr="003E400F" w:rsidRDefault="003E400F" w:rsidP="003E400F">
            <w:pPr>
              <w:tabs>
                <w:tab w:val="left" w:pos="515"/>
              </w:tabs>
              <w:jc w:val="center"/>
              <w:rPr>
                <w:rFonts w:cs="AL-Mohanad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981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14:paraId="64647F67" w14:textId="77777777" w:rsidR="003E400F" w:rsidRPr="003E400F" w:rsidRDefault="003E400F" w:rsidP="003E400F">
            <w:pPr>
              <w:tabs>
                <w:tab w:val="left" w:pos="515"/>
              </w:tabs>
              <w:jc w:val="center"/>
              <w:rPr>
                <w:rFonts w:cs="AL-Mohanad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999" w:type="dxa"/>
            <w:shd w:val="clear" w:color="auto" w:fill="FFFFFF" w:themeFill="background1"/>
            <w:vAlign w:val="center"/>
          </w:tcPr>
          <w:p w14:paraId="7E788AE6" w14:textId="77777777" w:rsidR="003E400F" w:rsidRPr="003E400F" w:rsidRDefault="003E400F" w:rsidP="003E400F">
            <w:pPr>
              <w:tabs>
                <w:tab w:val="left" w:pos="515"/>
              </w:tabs>
              <w:jc w:val="center"/>
              <w:rPr>
                <w:rFonts w:cs="AL-Mohanad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283" w:type="dxa"/>
            <w:shd w:val="clear" w:color="auto" w:fill="FFFFFF" w:themeFill="background1"/>
            <w:vAlign w:val="center"/>
          </w:tcPr>
          <w:p w14:paraId="71759CC0" w14:textId="77777777" w:rsidR="003E400F" w:rsidRPr="003E400F" w:rsidRDefault="003E400F" w:rsidP="003E400F">
            <w:pPr>
              <w:tabs>
                <w:tab w:val="left" w:pos="515"/>
              </w:tabs>
              <w:jc w:val="center"/>
              <w:rPr>
                <w:rFonts w:cs="AL-Mohanad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295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480B740D" w14:textId="77777777" w:rsidR="003E400F" w:rsidRPr="003E400F" w:rsidRDefault="003E400F" w:rsidP="003E400F">
            <w:pPr>
              <w:tabs>
                <w:tab w:val="left" w:pos="515"/>
              </w:tabs>
              <w:jc w:val="center"/>
              <w:rPr>
                <w:rFonts w:cs="AL-Mohanad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273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14:paraId="7A6FEBC3" w14:textId="77777777" w:rsidR="003E400F" w:rsidRPr="003E400F" w:rsidRDefault="003E400F" w:rsidP="003E400F">
            <w:pPr>
              <w:tabs>
                <w:tab w:val="left" w:pos="515"/>
              </w:tabs>
              <w:jc w:val="center"/>
              <w:rPr>
                <w:rFonts w:cs="AL-Mohanad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3E400F" w14:paraId="7F493119" w14:textId="77777777" w:rsidTr="002E3627">
        <w:trPr>
          <w:trHeight w:val="20"/>
          <w:jc w:val="center"/>
        </w:trPr>
        <w:tc>
          <w:tcPr>
            <w:tcW w:w="586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56284515" w14:textId="77777777" w:rsidR="003E400F" w:rsidRPr="003E400F" w:rsidRDefault="003E400F" w:rsidP="003E400F">
            <w:pPr>
              <w:pStyle w:val="ListParagraph"/>
              <w:numPr>
                <w:ilvl w:val="0"/>
                <w:numId w:val="2"/>
              </w:numPr>
              <w:tabs>
                <w:tab w:val="left" w:pos="515"/>
              </w:tabs>
              <w:jc w:val="center"/>
              <w:rPr>
                <w:rFonts w:cs="AL-Mohanad"/>
                <w:color w:val="000000"/>
                <w:sz w:val="32"/>
                <w:szCs w:val="32"/>
              </w:rPr>
            </w:pPr>
          </w:p>
        </w:tc>
        <w:tc>
          <w:tcPr>
            <w:tcW w:w="1532" w:type="dxa"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61EF212D" w14:textId="77777777" w:rsidR="003E400F" w:rsidRPr="003E400F" w:rsidRDefault="003E400F" w:rsidP="003E400F">
            <w:pPr>
              <w:tabs>
                <w:tab w:val="left" w:pos="515"/>
              </w:tabs>
              <w:jc w:val="center"/>
              <w:rPr>
                <w:rFonts w:cs="AL-Mohanad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2437" w:type="dxa"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2DD8A06D" w14:textId="77777777" w:rsidR="003E400F" w:rsidRPr="003E400F" w:rsidRDefault="003E400F" w:rsidP="003E400F">
            <w:pPr>
              <w:tabs>
                <w:tab w:val="left" w:pos="515"/>
              </w:tabs>
              <w:jc w:val="center"/>
              <w:rPr>
                <w:rFonts w:cs="AL-Mohanad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981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14:paraId="6A8F50B5" w14:textId="77777777" w:rsidR="003E400F" w:rsidRPr="003E400F" w:rsidRDefault="003E400F" w:rsidP="003E400F">
            <w:pPr>
              <w:tabs>
                <w:tab w:val="left" w:pos="515"/>
              </w:tabs>
              <w:jc w:val="center"/>
              <w:rPr>
                <w:rFonts w:cs="AL-Mohanad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999" w:type="dxa"/>
            <w:shd w:val="clear" w:color="auto" w:fill="FFFFFF" w:themeFill="background1"/>
            <w:vAlign w:val="center"/>
          </w:tcPr>
          <w:p w14:paraId="17182B2A" w14:textId="77777777" w:rsidR="003E400F" w:rsidRPr="003E400F" w:rsidRDefault="003E400F" w:rsidP="003E400F">
            <w:pPr>
              <w:tabs>
                <w:tab w:val="left" w:pos="515"/>
              </w:tabs>
              <w:jc w:val="center"/>
              <w:rPr>
                <w:rFonts w:cs="AL-Mohanad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283" w:type="dxa"/>
            <w:shd w:val="clear" w:color="auto" w:fill="FFFFFF" w:themeFill="background1"/>
            <w:vAlign w:val="center"/>
          </w:tcPr>
          <w:p w14:paraId="153CA3F5" w14:textId="77777777" w:rsidR="003E400F" w:rsidRPr="003E400F" w:rsidRDefault="003E400F" w:rsidP="003E400F">
            <w:pPr>
              <w:tabs>
                <w:tab w:val="left" w:pos="515"/>
              </w:tabs>
              <w:jc w:val="center"/>
              <w:rPr>
                <w:rFonts w:cs="AL-Mohanad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295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526A9C3C" w14:textId="77777777" w:rsidR="003E400F" w:rsidRPr="003E400F" w:rsidRDefault="003E400F" w:rsidP="003E400F">
            <w:pPr>
              <w:tabs>
                <w:tab w:val="left" w:pos="515"/>
              </w:tabs>
              <w:jc w:val="center"/>
              <w:rPr>
                <w:rFonts w:cs="AL-Mohanad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273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14:paraId="5EF88668" w14:textId="77777777" w:rsidR="003E400F" w:rsidRPr="003E400F" w:rsidRDefault="003E400F" w:rsidP="003E400F">
            <w:pPr>
              <w:tabs>
                <w:tab w:val="left" w:pos="515"/>
              </w:tabs>
              <w:jc w:val="center"/>
              <w:rPr>
                <w:rFonts w:cs="AL-Mohanad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3E400F" w14:paraId="2983C907" w14:textId="77777777" w:rsidTr="002E3627">
        <w:trPr>
          <w:trHeight w:val="20"/>
          <w:jc w:val="center"/>
        </w:trPr>
        <w:tc>
          <w:tcPr>
            <w:tcW w:w="586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35ED8CCF" w14:textId="77777777" w:rsidR="003E400F" w:rsidRPr="003E400F" w:rsidRDefault="003E400F" w:rsidP="003E400F">
            <w:pPr>
              <w:pStyle w:val="ListParagraph"/>
              <w:numPr>
                <w:ilvl w:val="0"/>
                <w:numId w:val="2"/>
              </w:numPr>
              <w:tabs>
                <w:tab w:val="left" w:pos="515"/>
              </w:tabs>
              <w:jc w:val="center"/>
              <w:rPr>
                <w:rFonts w:cs="AL-Mohanad"/>
                <w:color w:val="000000"/>
                <w:sz w:val="32"/>
                <w:szCs w:val="32"/>
              </w:rPr>
            </w:pPr>
          </w:p>
        </w:tc>
        <w:tc>
          <w:tcPr>
            <w:tcW w:w="1532" w:type="dxa"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753FBD6F" w14:textId="77777777" w:rsidR="003E400F" w:rsidRPr="003E400F" w:rsidRDefault="003E400F" w:rsidP="003E400F">
            <w:pPr>
              <w:tabs>
                <w:tab w:val="left" w:pos="515"/>
              </w:tabs>
              <w:jc w:val="center"/>
              <w:rPr>
                <w:rFonts w:cs="AL-Mohanad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2437" w:type="dxa"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29533C2B" w14:textId="77777777" w:rsidR="003E400F" w:rsidRPr="003E400F" w:rsidRDefault="003E400F" w:rsidP="003E400F">
            <w:pPr>
              <w:tabs>
                <w:tab w:val="left" w:pos="515"/>
              </w:tabs>
              <w:jc w:val="center"/>
              <w:rPr>
                <w:rFonts w:cs="AL-Mohanad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981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14:paraId="79380660" w14:textId="77777777" w:rsidR="003E400F" w:rsidRPr="003E400F" w:rsidRDefault="003E400F" w:rsidP="003E400F">
            <w:pPr>
              <w:tabs>
                <w:tab w:val="left" w:pos="515"/>
              </w:tabs>
              <w:jc w:val="center"/>
              <w:rPr>
                <w:rFonts w:cs="AL-Mohanad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999" w:type="dxa"/>
            <w:shd w:val="clear" w:color="auto" w:fill="FFFFFF" w:themeFill="background1"/>
            <w:vAlign w:val="center"/>
          </w:tcPr>
          <w:p w14:paraId="75597906" w14:textId="77777777" w:rsidR="003E400F" w:rsidRPr="003E400F" w:rsidRDefault="003E400F" w:rsidP="003E400F">
            <w:pPr>
              <w:tabs>
                <w:tab w:val="left" w:pos="515"/>
              </w:tabs>
              <w:jc w:val="center"/>
              <w:rPr>
                <w:rFonts w:cs="AL-Mohanad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283" w:type="dxa"/>
            <w:shd w:val="clear" w:color="auto" w:fill="FFFFFF" w:themeFill="background1"/>
            <w:vAlign w:val="center"/>
          </w:tcPr>
          <w:p w14:paraId="0484C79B" w14:textId="77777777" w:rsidR="003E400F" w:rsidRPr="003E400F" w:rsidRDefault="003E400F" w:rsidP="003E400F">
            <w:pPr>
              <w:tabs>
                <w:tab w:val="left" w:pos="515"/>
              </w:tabs>
              <w:jc w:val="center"/>
              <w:rPr>
                <w:rFonts w:cs="AL-Mohanad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295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74EA327D" w14:textId="77777777" w:rsidR="003E400F" w:rsidRPr="003E400F" w:rsidRDefault="003E400F" w:rsidP="003E400F">
            <w:pPr>
              <w:tabs>
                <w:tab w:val="left" w:pos="515"/>
              </w:tabs>
              <w:jc w:val="center"/>
              <w:rPr>
                <w:rFonts w:cs="AL-Mohanad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273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14:paraId="579FD38E" w14:textId="77777777" w:rsidR="003E400F" w:rsidRPr="003E400F" w:rsidRDefault="003E400F" w:rsidP="003E400F">
            <w:pPr>
              <w:tabs>
                <w:tab w:val="left" w:pos="515"/>
              </w:tabs>
              <w:jc w:val="center"/>
              <w:rPr>
                <w:rFonts w:cs="AL-Mohanad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3E400F" w14:paraId="79497C19" w14:textId="77777777" w:rsidTr="002E3627">
        <w:trPr>
          <w:trHeight w:val="20"/>
          <w:jc w:val="center"/>
        </w:trPr>
        <w:tc>
          <w:tcPr>
            <w:tcW w:w="586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3FC3CE3C" w14:textId="77777777" w:rsidR="003E400F" w:rsidRPr="003E400F" w:rsidRDefault="003E400F" w:rsidP="003E400F">
            <w:pPr>
              <w:pStyle w:val="ListParagraph"/>
              <w:numPr>
                <w:ilvl w:val="0"/>
                <w:numId w:val="2"/>
              </w:numPr>
              <w:tabs>
                <w:tab w:val="left" w:pos="515"/>
              </w:tabs>
              <w:jc w:val="center"/>
              <w:rPr>
                <w:rFonts w:cs="AL-Mohanad"/>
                <w:color w:val="000000"/>
                <w:sz w:val="32"/>
                <w:szCs w:val="32"/>
              </w:rPr>
            </w:pPr>
          </w:p>
        </w:tc>
        <w:tc>
          <w:tcPr>
            <w:tcW w:w="1532" w:type="dxa"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55CBB295" w14:textId="77777777" w:rsidR="003E400F" w:rsidRPr="003E400F" w:rsidRDefault="003E400F" w:rsidP="003E400F">
            <w:pPr>
              <w:tabs>
                <w:tab w:val="left" w:pos="515"/>
              </w:tabs>
              <w:jc w:val="center"/>
              <w:rPr>
                <w:rFonts w:cs="AL-Mohanad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2437" w:type="dxa"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028ECF5B" w14:textId="77777777" w:rsidR="003E400F" w:rsidRPr="003E400F" w:rsidRDefault="003E400F" w:rsidP="003E400F">
            <w:pPr>
              <w:tabs>
                <w:tab w:val="left" w:pos="515"/>
              </w:tabs>
              <w:jc w:val="center"/>
              <w:rPr>
                <w:rFonts w:cs="AL-Mohanad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981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14:paraId="3BB585A3" w14:textId="77777777" w:rsidR="003E400F" w:rsidRPr="003E400F" w:rsidRDefault="003E400F" w:rsidP="003E400F">
            <w:pPr>
              <w:tabs>
                <w:tab w:val="left" w:pos="515"/>
              </w:tabs>
              <w:jc w:val="center"/>
              <w:rPr>
                <w:rFonts w:cs="AL-Mohanad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999" w:type="dxa"/>
            <w:shd w:val="clear" w:color="auto" w:fill="FFFFFF" w:themeFill="background1"/>
            <w:vAlign w:val="center"/>
          </w:tcPr>
          <w:p w14:paraId="3DD4A52B" w14:textId="77777777" w:rsidR="003E400F" w:rsidRPr="003E400F" w:rsidRDefault="003E400F" w:rsidP="003E400F">
            <w:pPr>
              <w:tabs>
                <w:tab w:val="left" w:pos="515"/>
              </w:tabs>
              <w:jc w:val="center"/>
              <w:rPr>
                <w:rFonts w:cs="AL-Mohanad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283" w:type="dxa"/>
            <w:shd w:val="clear" w:color="auto" w:fill="FFFFFF" w:themeFill="background1"/>
            <w:vAlign w:val="center"/>
          </w:tcPr>
          <w:p w14:paraId="21D14322" w14:textId="77777777" w:rsidR="003E400F" w:rsidRPr="003E400F" w:rsidRDefault="003E400F" w:rsidP="003E400F">
            <w:pPr>
              <w:tabs>
                <w:tab w:val="left" w:pos="515"/>
              </w:tabs>
              <w:jc w:val="center"/>
              <w:rPr>
                <w:rFonts w:cs="AL-Mohanad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295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74092107" w14:textId="77777777" w:rsidR="003E400F" w:rsidRPr="003E400F" w:rsidRDefault="003E400F" w:rsidP="003E400F">
            <w:pPr>
              <w:tabs>
                <w:tab w:val="left" w:pos="515"/>
              </w:tabs>
              <w:jc w:val="center"/>
              <w:rPr>
                <w:rFonts w:cs="AL-Mohanad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273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14:paraId="1D44F3CB" w14:textId="77777777" w:rsidR="003E400F" w:rsidRPr="003E400F" w:rsidRDefault="003E400F" w:rsidP="003E400F">
            <w:pPr>
              <w:tabs>
                <w:tab w:val="left" w:pos="515"/>
              </w:tabs>
              <w:jc w:val="center"/>
              <w:rPr>
                <w:rFonts w:cs="AL-Mohanad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3E400F" w14:paraId="497B30FD" w14:textId="77777777" w:rsidTr="002E3627">
        <w:trPr>
          <w:trHeight w:val="20"/>
          <w:jc w:val="center"/>
        </w:trPr>
        <w:tc>
          <w:tcPr>
            <w:tcW w:w="586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132AC49E" w14:textId="77777777" w:rsidR="003E400F" w:rsidRPr="003E400F" w:rsidRDefault="003E400F" w:rsidP="003E400F">
            <w:pPr>
              <w:pStyle w:val="ListParagraph"/>
              <w:numPr>
                <w:ilvl w:val="0"/>
                <w:numId w:val="2"/>
              </w:numPr>
              <w:tabs>
                <w:tab w:val="left" w:pos="515"/>
              </w:tabs>
              <w:jc w:val="center"/>
              <w:rPr>
                <w:rFonts w:cs="AL-Mohanad"/>
                <w:color w:val="000000"/>
                <w:sz w:val="32"/>
                <w:szCs w:val="32"/>
              </w:rPr>
            </w:pPr>
          </w:p>
        </w:tc>
        <w:tc>
          <w:tcPr>
            <w:tcW w:w="1532" w:type="dxa"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6AC5ACD9" w14:textId="77777777" w:rsidR="003E400F" w:rsidRPr="003E400F" w:rsidRDefault="003E400F" w:rsidP="003E400F">
            <w:pPr>
              <w:tabs>
                <w:tab w:val="left" w:pos="515"/>
              </w:tabs>
              <w:jc w:val="center"/>
              <w:rPr>
                <w:rFonts w:cs="AL-Mohanad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2437" w:type="dxa"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3C84FDAA" w14:textId="77777777" w:rsidR="003E400F" w:rsidRPr="003E400F" w:rsidRDefault="003E400F" w:rsidP="003E400F">
            <w:pPr>
              <w:tabs>
                <w:tab w:val="left" w:pos="515"/>
              </w:tabs>
              <w:jc w:val="center"/>
              <w:rPr>
                <w:rFonts w:cs="AL-Mohanad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981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14:paraId="55042DE9" w14:textId="77777777" w:rsidR="003E400F" w:rsidRPr="003E400F" w:rsidRDefault="003E400F" w:rsidP="003E400F">
            <w:pPr>
              <w:tabs>
                <w:tab w:val="left" w:pos="515"/>
              </w:tabs>
              <w:jc w:val="center"/>
              <w:rPr>
                <w:rFonts w:cs="AL-Mohanad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999" w:type="dxa"/>
            <w:shd w:val="clear" w:color="auto" w:fill="FFFFFF" w:themeFill="background1"/>
            <w:vAlign w:val="center"/>
          </w:tcPr>
          <w:p w14:paraId="1C62249B" w14:textId="77777777" w:rsidR="003E400F" w:rsidRPr="003E400F" w:rsidRDefault="003E400F" w:rsidP="003E400F">
            <w:pPr>
              <w:tabs>
                <w:tab w:val="left" w:pos="515"/>
              </w:tabs>
              <w:jc w:val="center"/>
              <w:rPr>
                <w:rFonts w:cs="AL-Mohanad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283" w:type="dxa"/>
            <w:shd w:val="clear" w:color="auto" w:fill="FFFFFF" w:themeFill="background1"/>
            <w:vAlign w:val="center"/>
          </w:tcPr>
          <w:p w14:paraId="7C23036E" w14:textId="77777777" w:rsidR="003E400F" w:rsidRPr="003E400F" w:rsidRDefault="003E400F" w:rsidP="003E400F">
            <w:pPr>
              <w:tabs>
                <w:tab w:val="left" w:pos="515"/>
              </w:tabs>
              <w:jc w:val="center"/>
              <w:rPr>
                <w:rFonts w:cs="AL-Mohanad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295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66478AD8" w14:textId="77777777" w:rsidR="003E400F" w:rsidRPr="003E400F" w:rsidRDefault="003E400F" w:rsidP="003E400F">
            <w:pPr>
              <w:tabs>
                <w:tab w:val="left" w:pos="515"/>
              </w:tabs>
              <w:jc w:val="center"/>
              <w:rPr>
                <w:rFonts w:cs="AL-Mohanad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273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14:paraId="61A67248" w14:textId="77777777" w:rsidR="003E400F" w:rsidRPr="003E400F" w:rsidRDefault="003E400F" w:rsidP="003E400F">
            <w:pPr>
              <w:tabs>
                <w:tab w:val="left" w:pos="515"/>
              </w:tabs>
              <w:jc w:val="center"/>
              <w:rPr>
                <w:rFonts w:cs="AL-Mohanad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3E400F" w14:paraId="3214D71D" w14:textId="77777777" w:rsidTr="002E3627">
        <w:trPr>
          <w:trHeight w:val="20"/>
          <w:jc w:val="center"/>
        </w:trPr>
        <w:tc>
          <w:tcPr>
            <w:tcW w:w="586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161324EB" w14:textId="77777777" w:rsidR="003E400F" w:rsidRPr="003E400F" w:rsidRDefault="003E400F" w:rsidP="003E400F">
            <w:pPr>
              <w:pStyle w:val="ListParagraph"/>
              <w:numPr>
                <w:ilvl w:val="0"/>
                <w:numId w:val="2"/>
              </w:numPr>
              <w:tabs>
                <w:tab w:val="left" w:pos="515"/>
              </w:tabs>
              <w:jc w:val="center"/>
              <w:rPr>
                <w:rFonts w:cs="AL-Mohanad"/>
                <w:color w:val="000000"/>
                <w:sz w:val="32"/>
                <w:szCs w:val="32"/>
              </w:rPr>
            </w:pPr>
          </w:p>
        </w:tc>
        <w:tc>
          <w:tcPr>
            <w:tcW w:w="1532" w:type="dxa"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777BF806" w14:textId="77777777" w:rsidR="003E400F" w:rsidRPr="003E400F" w:rsidRDefault="003E400F" w:rsidP="003E400F">
            <w:pPr>
              <w:tabs>
                <w:tab w:val="left" w:pos="515"/>
              </w:tabs>
              <w:jc w:val="center"/>
              <w:rPr>
                <w:rFonts w:cs="AL-Mohanad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2437" w:type="dxa"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69E70845" w14:textId="77777777" w:rsidR="003E400F" w:rsidRPr="003E400F" w:rsidRDefault="003E400F" w:rsidP="003E400F">
            <w:pPr>
              <w:tabs>
                <w:tab w:val="left" w:pos="515"/>
              </w:tabs>
              <w:jc w:val="center"/>
              <w:rPr>
                <w:rFonts w:cs="AL-Mohanad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981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14:paraId="5F353647" w14:textId="77777777" w:rsidR="003E400F" w:rsidRPr="003E400F" w:rsidRDefault="003E400F" w:rsidP="003E400F">
            <w:pPr>
              <w:tabs>
                <w:tab w:val="left" w:pos="515"/>
              </w:tabs>
              <w:jc w:val="center"/>
              <w:rPr>
                <w:rFonts w:cs="AL-Mohanad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999" w:type="dxa"/>
            <w:shd w:val="clear" w:color="auto" w:fill="FFFFFF" w:themeFill="background1"/>
            <w:vAlign w:val="center"/>
          </w:tcPr>
          <w:p w14:paraId="17701B43" w14:textId="77777777" w:rsidR="003E400F" w:rsidRPr="003E400F" w:rsidRDefault="003E400F" w:rsidP="003E400F">
            <w:pPr>
              <w:tabs>
                <w:tab w:val="left" w:pos="515"/>
              </w:tabs>
              <w:jc w:val="center"/>
              <w:rPr>
                <w:rFonts w:cs="AL-Mohanad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283" w:type="dxa"/>
            <w:shd w:val="clear" w:color="auto" w:fill="FFFFFF" w:themeFill="background1"/>
            <w:vAlign w:val="center"/>
          </w:tcPr>
          <w:p w14:paraId="42D2882C" w14:textId="77777777" w:rsidR="003E400F" w:rsidRPr="003E400F" w:rsidRDefault="003E400F" w:rsidP="003E400F">
            <w:pPr>
              <w:tabs>
                <w:tab w:val="left" w:pos="515"/>
              </w:tabs>
              <w:jc w:val="center"/>
              <w:rPr>
                <w:rFonts w:cs="AL-Mohanad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295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21BEC79E" w14:textId="77777777" w:rsidR="003E400F" w:rsidRPr="003E400F" w:rsidRDefault="003E400F" w:rsidP="003E400F">
            <w:pPr>
              <w:tabs>
                <w:tab w:val="left" w:pos="515"/>
              </w:tabs>
              <w:jc w:val="center"/>
              <w:rPr>
                <w:rFonts w:cs="AL-Mohanad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273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14:paraId="2EFCC4C0" w14:textId="77777777" w:rsidR="003E400F" w:rsidRPr="003E400F" w:rsidRDefault="003E400F" w:rsidP="003E400F">
            <w:pPr>
              <w:tabs>
                <w:tab w:val="left" w:pos="515"/>
              </w:tabs>
              <w:jc w:val="center"/>
              <w:rPr>
                <w:rFonts w:cs="AL-Mohanad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3E400F" w14:paraId="29BA3E14" w14:textId="77777777" w:rsidTr="002E3627">
        <w:trPr>
          <w:trHeight w:val="20"/>
          <w:jc w:val="center"/>
        </w:trPr>
        <w:tc>
          <w:tcPr>
            <w:tcW w:w="586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648D3372" w14:textId="77777777" w:rsidR="003E400F" w:rsidRPr="003E400F" w:rsidRDefault="003E400F" w:rsidP="003E400F">
            <w:pPr>
              <w:pStyle w:val="ListParagraph"/>
              <w:numPr>
                <w:ilvl w:val="0"/>
                <w:numId w:val="2"/>
              </w:numPr>
              <w:tabs>
                <w:tab w:val="left" w:pos="515"/>
              </w:tabs>
              <w:jc w:val="center"/>
              <w:rPr>
                <w:rFonts w:cs="AL-Mohanad"/>
                <w:color w:val="000000"/>
                <w:sz w:val="32"/>
                <w:szCs w:val="32"/>
              </w:rPr>
            </w:pPr>
          </w:p>
        </w:tc>
        <w:tc>
          <w:tcPr>
            <w:tcW w:w="1532" w:type="dxa"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17FB9A4C" w14:textId="77777777" w:rsidR="003E400F" w:rsidRPr="003E400F" w:rsidRDefault="003E400F" w:rsidP="003E400F">
            <w:pPr>
              <w:tabs>
                <w:tab w:val="left" w:pos="515"/>
              </w:tabs>
              <w:jc w:val="center"/>
              <w:rPr>
                <w:rFonts w:cs="AL-Mohanad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2437" w:type="dxa"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2A5B0F15" w14:textId="77777777" w:rsidR="003E400F" w:rsidRPr="003E400F" w:rsidRDefault="003E400F" w:rsidP="003E400F">
            <w:pPr>
              <w:tabs>
                <w:tab w:val="left" w:pos="515"/>
              </w:tabs>
              <w:jc w:val="center"/>
              <w:rPr>
                <w:rFonts w:cs="AL-Mohanad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981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14:paraId="025E5852" w14:textId="77777777" w:rsidR="003E400F" w:rsidRPr="003E400F" w:rsidRDefault="003E400F" w:rsidP="003E400F">
            <w:pPr>
              <w:tabs>
                <w:tab w:val="left" w:pos="515"/>
              </w:tabs>
              <w:jc w:val="center"/>
              <w:rPr>
                <w:rFonts w:cs="AL-Mohanad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999" w:type="dxa"/>
            <w:shd w:val="clear" w:color="auto" w:fill="FFFFFF" w:themeFill="background1"/>
            <w:vAlign w:val="center"/>
          </w:tcPr>
          <w:p w14:paraId="786F0466" w14:textId="77777777" w:rsidR="003E400F" w:rsidRPr="003E400F" w:rsidRDefault="003E400F" w:rsidP="003E400F">
            <w:pPr>
              <w:tabs>
                <w:tab w:val="left" w:pos="515"/>
              </w:tabs>
              <w:jc w:val="center"/>
              <w:rPr>
                <w:rFonts w:cs="AL-Mohanad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283" w:type="dxa"/>
            <w:shd w:val="clear" w:color="auto" w:fill="FFFFFF" w:themeFill="background1"/>
            <w:vAlign w:val="center"/>
          </w:tcPr>
          <w:p w14:paraId="5608A941" w14:textId="77777777" w:rsidR="003E400F" w:rsidRPr="003E400F" w:rsidRDefault="003E400F" w:rsidP="003E400F">
            <w:pPr>
              <w:tabs>
                <w:tab w:val="left" w:pos="515"/>
              </w:tabs>
              <w:jc w:val="center"/>
              <w:rPr>
                <w:rFonts w:cs="AL-Mohanad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295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2551F842" w14:textId="77777777" w:rsidR="003E400F" w:rsidRPr="003E400F" w:rsidRDefault="003E400F" w:rsidP="003E400F">
            <w:pPr>
              <w:tabs>
                <w:tab w:val="left" w:pos="515"/>
              </w:tabs>
              <w:jc w:val="center"/>
              <w:rPr>
                <w:rFonts w:cs="AL-Mohanad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273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14:paraId="54ADC70E" w14:textId="77777777" w:rsidR="003E400F" w:rsidRPr="003E400F" w:rsidRDefault="003E400F" w:rsidP="003E400F">
            <w:pPr>
              <w:tabs>
                <w:tab w:val="left" w:pos="515"/>
              </w:tabs>
              <w:jc w:val="center"/>
              <w:rPr>
                <w:rFonts w:cs="AL-Mohanad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3E400F" w14:paraId="4A79E259" w14:textId="77777777" w:rsidTr="002E3627">
        <w:trPr>
          <w:trHeight w:val="20"/>
          <w:jc w:val="center"/>
        </w:trPr>
        <w:tc>
          <w:tcPr>
            <w:tcW w:w="586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68EC3E82" w14:textId="77777777" w:rsidR="003E400F" w:rsidRPr="003E400F" w:rsidRDefault="003E400F" w:rsidP="003E400F">
            <w:pPr>
              <w:pStyle w:val="ListParagraph"/>
              <w:numPr>
                <w:ilvl w:val="0"/>
                <w:numId w:val="2"/>
              </w:numPr>
              <w:tabs>
                <w:tab w:val="left" w:pos="515"/>
              </w:tabs>
              <w:jc w:val="center"/>
              <w:rPr>
                <w:rFonts w:cs="AL-Mohanad"/>
                <w:color w:val="000000"/>
                <w:sz w:val="32"/>
                <w:szCs w:val="32"/>
              </w:rPr>
            </w:pPr>
          </w:p>
        </w:tc>
        <w:tc>
          <w:tcPr>
            <w:tcW w:w="1532" w:type="dxa"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4A26F8BD" w14:textId="77777777" w:rsidR="003E400F" w:rsidRPr="003E400F" w:rsidRDefault="003E400F" w:rsidP="003E400F">
            <w:pPr>
              <w:tabs>
                <w:tab w:val="left" w:pos="515"/>
              </w:tabs>
              <w:jc w:val="center"/>
              <w:rPr>
                <w:rFonts w:cs="AL-Mohanad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2437" w:type="dxa"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542139A2" w14:textId="77777777" w:rsidR="003E400F" w:rsidRPr="003E400F" w:rsidRDefault="003E400F" w:rsidP="003E400F">
            <w:pPr>
              <w:tabs>
                <w:tab w:val="left" w:pos="515"/>
              </w:tabs>
              <w:jc w:val="center"/>
              <w:rPr>
                <w:rFonts w:cs="AL-Mohanad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981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14:paraId="19ACE6ED" w14:textId="77777777" w:rsidR="003E400F" w:rsidRPr="003E400F" w:rsidRDefault="003E400F" w:rsidP="003E400F">
            <w:pPr>
              <w:tabs>
                <w:tab w:val="left" w:pos="515"/>
              </w:tabs>
              <w:jc w:val="center"/>
              <w:rPr>
                <w:rFonts w:cs="AL-Mohanad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999" w:type="dxa"/>
            <w:shd w:val="clear" w:color="auto" w:fill="FFFFFF" w:themeFill="background1"/>
            <w:vAlign w:val="center"/>
          </w:tcPr>
          <w:p w14:paraId="1923DB3B" w14:textId="77777777" w:rsidR="003E400F" w:rsidRPr="003E400F" w:rsidRDefault="003E400F" w:rsidP="003E400F">
            <w:pPr>
              <w:tabs>
                <w:tab w:val="left" w:pos="515"/>
              </w:tabs>
              <w:jc w:val="center"/>
              <w:rPr>
                <w:rFonts w:cs="AL-Mohanad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283" w:type="dxa"/>
            <w:shd w:val="clear" w:color="auto" w:fill="FFFFFF" w:themeFill="background1"/>
            <w:vAlign w:val="center"/>
          </w:tcPr>
          <w:p w14:paraId="0F9E24B4" w14:textId="77777777" w:rsidR="003E400F" w:rsidRPr="003E400F" w:rsidRDefault="003E400F" w:rsidP="003E400F">
            <w:pPr>
              <w:tabs>
                <w:tab w:val="left" w:pos="515"/>
              </w:tabs>
              <w:jc w:val="center"/>
              <w:rPr>
                <w:rFonts w:cs="AL-Mohanad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295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40F2BEB2" w14:textId="77777777" w:rsidR="003E400F" w:rsidRPr="003E400F" w:rsidRDefault="003E400F" w:rsidP="003E400F">
            <w:pPr>
              <w:tabs>
                <w:tab w:val="left" w:pos="515"/>
              </w:tabs>
              <w:jc w:val="center"/>
              <w:rPr>
                <w:rFonts w:cs="AL-Mohanad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273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14:paraId="3B8A7A12" w14:textId="77777777" w:rsidR="003E400F" w:rsidRPr="003E400F" w:rsidRDefault="003E400F" w:rsidP="003E400F">
            <w:pPr>
              <w:tabs>
                <w:tab w:val="left" w:pos="515"/>
              </w:tabs>
              <w:jc w:val="center"/>
              <w:rPr>
                <w:rFonts w:cs="AL-Mohanad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3E400F" w14:paraId="0C7C1A25" w14:textId="77777777" w:rsidTr="002E3627">
        <w:trPr>
          <w:trHeight w:val="20"/>
          <w:jc w:val="center"/>
        </w:trPr>
        <w:tc>
          <w:tcPr>
            <w:tcW w:w="586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40ED5A0E" w14:textId="77777777" w:rsidR="003E400F" w:rsidRPr="003E400F" w:rsidRDefault="003E400F" w:rsidP="003E400F">
            <w:pPr>
              <w:pStyle w:val="ListParagraph"/>
              <w:numPr>
                <w:ilvl w:val="0"/>
                <w:numId w:val="2"/>
              </w:numPr>
              <w:tabs>
                <w:tab w:val="left" w:pos="515"/>
              </w:tabs>
              <w:jc w:val="center"/>
              <w:rPr>
                <w:rFonts w:cs="AL-Mohanad"/>
                <w:color w:val="000000"/>
                <w:sz w:val="32"/>
                <w:szCs w:val="32"/>
              </w:rPr>
            </w:pPr>
          </w:p>
        </w:tc>
        <w:tc>
          <w:tcPr>
            <w:tcW w:w="1532" w:type="dxa"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6CA4B03D" w14:textId="77777777" w:rsidR="003E400F" w:rsidRPr="003E400F" w:rsidRDefault="003E400F" w:rsidP="003E400F">
            <w:pPr>
              <w:tabs>
                <w:tab w:val="left" w:pos="515"/>
              </w:tabs>
              <w:jc w:val="center"/>
              <w:rPr>
                <w:rFonts w:cs="AL-Mohanad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2437" w:type="dxa"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0509F63F" w14:textId="77777777" w:rsidR="003E400F" w:rsidRPr="003E400F" w:rsidRDefault="003E400F" w:rsidP="003E400F">
            <w:pPr>
              <w:tabs>
                <w:tab w:val="left" w:pos="515"/>
              </w:tabs>
              <w:jc w:val="center"/>
              <w:rPr>
                <w:rFonts w:cs="AL-Mohanad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981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14:paraId="6A387985" w14:textId="77777777" w:rsidR="003E400F" w:rsidRPr="003E400F" w:rsidRDefault="003E400F" w:rsidP="003E400F">
            <w:pPr>
              <w:tabs>
                <w:tab w:val="left" w:pos="515"/>
              </w:tabs>
              <w:jc w:val="center"/>
              <w:rPr>
                <w:rFonts w:cs="AL-Mohanad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999" w:type="dxa"/>
            <w:shd w:val="clear" w:color="auto" w:fill="FFFFFF" w:themeFill="background1"/>
            <w:vAlign w:val="center"/>
          </w:tcPr>
          <w:p w14:paraId="139ACAB8" w14:textId="77777777" w:rsidR="003E400F" w:rsidRPr="003E400F" w:rsidRDefault="003E400F" w:rsidP="003E400F">
            <w:pPr>
              <w:tabs>
                <w:tab w:val="left" w:pos="515"/>
              </w:tabs>
              <w:jc w:val="center"/>
              <w:rPr>
                <w:rFonts w:cs="AL-Mohanad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283" w:type="dxa"/>
            <w:shd w:val="clear" w:color="auto" w:fill="FFFFFF" w:themeFill="background1"/>
            <w:vAlign w:val="center"/>
          </w:tcPr>
          <w:p w14:paraId="345FC1CC" w14:textId="77777777" w:rsidR="003E400F" w:rsidRPr="003E400F" w:rsidRDefault="003E400F" w:rsidP="003E400F">
            <w:pPr>
              <w:tabs>
                <w:tab w:val="left" w:pos="515"/>
              </w:tabs>
              <w:jc w:val="center"/>
              <w:rPr>
                <w:rFonts w:cs="AL-Mohanad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295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589A777D" w14:textId="77777777" w:rsidR="003E400F" w:rsidRPr="003E400F" w:rsidRDefault="003E400F" w:rsidP="003E400F">
            <w:pPr>
              <w:tabs>
                <w:tab w:val="left" w:pos="515"/>
              </w:tabs>
              <w:jc w:val="center"/>
              <w:rPr>
                <w:rFonts w:cs="AL-Mohanad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273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14:paraId="38E6E215" w14:textId="77777777" w:rsidR="003E400F" w:rsidRPr="003E400F" w:rsidRDefault="003E400F" w:rsidP="003E400F">
            <w:pPr>
              <w:tabs>
                <w:tab w:val="left" w:pos="515"/>
              </w:tabs>
              <w:jc w:val="center"/>
              <w:rPr>
                <w:rFonts w:cs="AL-Mohanad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3E400F" w14:paraId="6B1E7774" w14:textId="77777777" w:rsidTr="002E3627">
        <w:trPr>
          <w:trHeight w:val="20"/>
          <w:jc w:val="center"/>
        </w:trPr>
        <w:tc>
          <w:tcPr>
            <w:tcW w:w="586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1003C11B" w14:textId="77777777" w:rsidR="003E400F" w:rsidRPr="003E400F" w:rsidRDefault="003E400F" w:rsidP="003E400F">
            <w:pPr>
              <w:pStyle w:val="ListParagraph"/>
              <w:numPr>
                <w:ilvl w:val="0"/>
                <w:numId w:val="2"/>
              </w:numPr>
              <w:tabs>
                <w:tab w:val="left" w:pos="515"/>
              </w:tabs>
              <w:jc w:val="center"/>
              <w:rPr>
                <w:rFonts w:cs="AL-Mohanad"/>
                <w:color w:val="000000"/>
                <w:sz w:val="32"/>
                <w:szCs w:val="32"/>
              </w:rPr>
            </w:pPr>
          </w:p>
        </w:tc>
        <w:tc>
          <w:tcPr>
            <w:tcW w:w="1532" w:type="dxa"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7B13DD1B" w14:textId="77777777" w:rsidR="003E400F" w:rsidRPr="003E400F" w:rsidRDefault="003E400F" w:rsidP="003E400F">
            <w:pPr>
              <w:tabs>
                <w:tab w:val="left" w:pos="515"/>
              </w:tabs>
              <w:jc w:val="center"/>
              <w:rPr>
                <w:rFonts w:cs="AL-Mohanad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2437" w:type="dxa"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44164CC5" w14:textId="77777777" w:rsidR="003E400F" w:rsidRPr="003E400F" w:rsidRDefault="003E400F" w:rsidP="003E400F">
            <w:pPr>
              <w:tabs>
                <w:tab w:val="left" w:pos="515"/>
              </w:tabs>
              <w:jc w:val="center"/>
              <w:rPr>
                <w:rFonts w:cs="AL-Mohanad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981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14:paraId="268BF410" w14:textId="77777777" w:rsidR="003E400F" w:rsidRPr="003E400F" w:rsidRDefault="003E400F" w:rsidP="003E400F">
            <w:pPr>
              <w:tabs>
                <w:tab w:val="left" w:pos="515"/>
              </w:tabs>
              <w:jc w:val="center"/>
              <w:rPr>
                <w:rFonts w:cs="AL-Mohanad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999" w:type="dxa"/>
            <w:shd w:val="clear" w:color="auto" w:fill="FFFFFF" w:themeFill="background1"/>
            <w:vAlign w:val="center"/>
          </w:tcPr>
          <w:p w14:paraId="621EE320" w14:textId="77777777" w:rsidR="003E400F" w:rsidRPr="003E400F" w:rsidRDefault="003E400F" w:rsidP="003E400F">
            <w:pPr>
              <w:tabs>
                <w:tab w:val="left" w:pos="515"/>
              </w:tabs>
              <w:jc w:val="center"/>
              <w:rPr>
                <w:rFonts w:cs="AL-Mohanad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283" w:type="dxa"/>
            <w:shd w:val="clear" w:color="auto" w:fill="FFFFFF" w:themeFill="background1"/>
            <w:vAlign w:val="center"/>
          </w:tcPr>
          <w:p w14:paraId="55FC303E" w14:textId="77777777" w:rsidR="003E400F" w:rsidRPr="003E400F" w:rsidRDefault="003E400F" w:rsidP="003E400F">
            <w:pPr>
              <w:tabs>
                <w:tab w:val="left" w:pos="515"/>
              </w:tabs>
              <w:jc w:val="center"/>
              <w:rPr>
                <w:rFonts w:cs="AL-Mohanad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295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46D3B0C3" w14:textId="77777777" w:rsidR="003E400F" w:rsidRPr="003E400F" w:rsidRDefault="003E400F" w:rsidP="003E400F">
            <w:pPr>
              <w:tabs>
                <w:tab w:val="left" w:pos="515"/>
              </w:tabs>
              <w:jc w:val="center"/>
              <w:rPr>
                <w:rFonts w:cs="AL-Mohanad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273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14:paraId="4230F471" w14:textId="77777777" w:rsidR="003E400F" w:rsidRPr="003E400F" w:rsidRDefault="003E400F" w:rsidP="003E400F">
            <w:pPr>
              <w:tabs>
                <w:tab w:val="left" w:pos="515"/>
              </w:tabs>
              <w:jc w:val="center"/>
              <w:rPr>
                <w:rFonts w:cs="AL-Mohanad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3E400F" w14:paraId="3B2FE333" w14:textId="77777777" w:rsidTr="002E3627">
        <w:trPr>
          <w:trHeight w:val="20"/>
          <w:jc w:val="center"/>
        </w:trPr>
        <w:tc>
          <w:tcPr>
            <w:tcW w:w="586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0AD98645" w14:textId="77777777" w:rsidR="003E400F" w:rsidRPr="003E400F" w:rsidRDefault="003E400F" w:rsidP="003E400F">
            <w:pPr>
              <w:pStyle w:val="ListParagraph"/>
              <w:numPr>
                <w:ilvl w:val="0"/>
                <w:numId w:val="2"/>
              </w:numPr>
              <w:tabs>
                <w:tab w:val="left" w:pos="515"/>
              </w:tabs>
              <w:jc w:val="center"/>
              <w:rPr>
                <w:rFonts w:cs="AL-Mohanad"/>
                <w:color w:val="000000"/>
                <w:sz w:val="32"/>
                <w:szCs w:val="32"/>
              </w:rPr>
            </w:pPr>
          </w:p>
        </w:tc>
        <w:tc>
          <w:tcPr>
            <w:tcW w:w="1532" w:type="dxa"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5600B28C" w14:textId="77777777" w:rsidR="003E400F" w:rsidRPr="003E400F" w:rsidRDefault="003E400F" w:rsidP="003E400F">
            <w:pPr>
              <w:tabs>
                <w:tab w:val="left" w:pos="515"/>
              </w:tabs>
              <w:jc w:val="center"/>
              <w:rPr>
                <w:rFonts w:cs="AL-Mohanad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2437" w:type="dxa"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73CE8883" w14:textId="77777777" w:rsidR="003E400F" w:rsidRPr="003E400F" w:rsidRDefault="003E400F" w:rsidP="003E400F">
            <w:pPr>
              <w:tabs>
                <w:tab w:val="left" w:pos="515"/>
              </w:tabs>
              <w:jc w:val="center"/>
              <w:rPr>
                <w:rFonts w:cs="AL-Mohanad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981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14:paraId="5557F9C2" w14:textId="77777777" w:rsidR="003E400F" w:rsidRPr="003E400F" w:rsidRDefault="003E400F" w:rsidP="003E400F">
            <w:pPr>
              <w:tabs>
                <w:tab w:val="left" w:pos="515"/>
              </w:tabs>
              <w:jc w:val="center"/>
              <w:rPr>
                <w:rFonts w:cs="AL-Mohanad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999" w:type="dxa"/>
            <w:shd w:val="clear" w:color="auto" w:fill="FFFFFF" w:themeFill="background1"/>
            <w:vAlign w:val="center"/>
          </w:tcPr>
          <w:p w14:paraId="2B155E2C" w14:textId="77777777" w:rsidR="003E400F" w:rsidRPr="003E400F" w:rsidRDefault="003E400F" w:rsidP="003E400F">
            <w:pPr>
              <w:tabs>
                <w:tab w:val="left" w:pos="515"/>
              </w:tabs>
              <w:jc w:val="center"/>
              <w:rPr>
                <w:rFonts w:cs="AL-Mohanad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283" w:type="dxa"/>
            <w:shd w:val="clear" w:color="auto" w:fill="FFFFFF" w:themeFill="background1"/>
            <w:vAlign w:val="center"/>
          </w:tcPr>
          <w:p w14:paraId="6DCA7787" w14:textId="77777777" w:rsidR="003E400F" w:rsidRPr="003E400F" w:rsidRDefault="003E400F" w:rsidP="003E400F">
            <w:pPr>
              <w:tabs>
                <w:tab w:val="left" w:pos="515"/>
              </w:tabs>
              <w:jc w:val="center"/>
              <w:rPr>
                <w:rFonts w:cs="AL-Mohanad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295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0B586311" w14:textId="77777777" w:rsidR="003E400F" w:rsidRPr="003E400F" w:rsidRDefault="003E400F" w:rsidP="003E400F">
            <w:pPr>
              <w:tabs>
                <w:tab w:val="left" w:pos="515"/>
              </w:tabs>
              <w:jc w:val="center"/>
              <w:rPr>
                <w:rFonts w:cs="AL-Mohanad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273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14:paraId="58DD41BD" w14:textId="77777777" w:rsidR="003E400F" w:rsidRPr="003E400F" w:rsidRDefault="003E400F" w:rsidP="003E400F">
            <w:pPr>
              <w:tabs>
                <w:tab w:val="left" w:pos="515"/>
              </w:tabs>
              <w:jc w:val="center"/>
              <w:rPr>
                <w:rFonts w:cs="AL-Mohanad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3E400F" w14:paraId="4B62FF72" w14:textId="77777777" w:rsidTr="002E3627">
        <w:trPr>
          <w:trHeight w:val="20"/>
          <w:jc w:val="center"/>
        </w:trPr>
        <w:tc>
          <w:tcPr>
            <w:tcW w:w="586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372BF8D0" w14:textId="77777777" w:rsidR="003E400F" w:rsidRPr="003E400F" w:rsidRDefault="003E400F" w:rsidP="003E400F">
            <w:pPr>
              <w:pStyle w:val="ListParagraph"/>
              <w:numPr>
                <w:ilvl w:val="0"/>
                <w:numId w:val="2"/>
              </w:numPr>
              <w:tabs>
                <w:tab w:val="left" w:pos="515"/>
              </w:tabs>
              <w:jc w:val="center"/>
              <w:rPr>
                <w:rFonts w:cs="AL-Mohanad"/>
                <w:color w:val="000000"/>
                <w:sz w:val="32"/>
                <w:szCs w:val="32"/>
              </w:rPr>
            </w:pPr>
          </w:p>
        </w:tc>
        <w:tc>
          <w:tcPr>
            <w:tcW w:w="1532" w:type="dxa"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2CF522DF" w14:textId="77777777" w:rsidR="003E400F" w:rsidRPr="003E400F" w:rsidRDefault="003E400F" w:rsidP="003E400F">
            <w:pPr>
              <w:tabs>
                <w:tab w:val="left" w:pos="515"/>
              </w:tabs>
              <w:jc w:val="center"/>
              <w:rPr>
                <w:rFonts w:cs="AL-Mohanad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2437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5347A0A6" w14:textId="77777777" w:rsidR="003E400F" w:rsidRPr="003E400F" w:rsidRDefault="003E400F" w:rsidP="003E400F">
            <w:pPr>
              <w:tabs>
                <w:tab w:val="left" w:pos="515"/>
              </w:tabs>
              <w:jc w:val="center"/>
              <w:rPr>
                <w:rFonts w:cs="AL-Mohanad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981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14:paraId="7DEADFC3" w14:textId="77777777" w:rsidR="003E400F" w:rsidRPr="003E400F" w:rsidRDefault="003E400F" w:rsidP="003E400F">
            <w:pPr>
              <w:tabs>
                <w:tab w:val="left" w:pos="515"/>
              </w:tabs>
              <w:jc w:val="center"/>
              <w:rPr>
                <w:rFonts w:cs="AL-Mohanad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999" w:type="dxa"/>
            <w:shd w:val="clear" w:color="auto" w:fill="FFFFFF" w:themeFill="background1"/>
            <w:vAlign w:val="center"/>
          </w:tcPr>
          <w:p w14:paraId="3697256A" w14:textId="77777777" w:rsidR="003E400F" w:rsidRPr="003E400F" w:rsidRDefault="003E400F" w:rsidP="003E400F">
            <w:pPr>
              <w:tabs>
                <w:tab w:val="left" w:pos="515"/>
              </w:tabs>
              <w:jc w:val="center"/>
              <w:rPr>
                <w:rFonts w:cs="AL-Mohanad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283" w:type="dxa"/>
            <w:shd w:val="clear" w:color="auto" w:fill="FFFFFF" w:themeFill="background1"/>
            <w:vAlign w:val="center"/>
          </w:tcPr>
          <w:p w14:paraId="5F832ACC" w14:textId="77777777" w:rsidR="003E400F" w:rsidRPr="003E400F" w:rsidRDefault="003E400F" w:rsidP="003E400F">
            <w:pPr>
              <w:tabs>
                <w:tab w:val="left" w:pos="515"/>
              </w:tabs>
              <w:jc w:val="center"/>
              <w:rPr>
                <w:rFonts w:cs="AL-Mohanad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295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460DC567" w14:textId="77777777" w:rsidR="003E400F" w:rsidRPr="003E400F" w:rsidRDefault="003E400F" w:rsidP="003E400F">
            <w:pPr>
              <w:tabs>
                <w:tab w:val="left" w:pos="515"/>
              </w:tabs>
              <w:jc w:val="center"/>
              <w:rPr>
                <w:rFonts w:cs="AL-Mohanad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273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14:paraId="195ACC79" w14:textId="77777777" w:rsidR="003E400F" w:rsidRPr="003E400F" w:rsidRDefault="003E400F" w:rsidP="003E400F">
            <w:pPr>
              <w:tabs>
                <w:tab w:val="left" w:pos="515"/>
              </w:tabs>
              <w:jc w:val="center"/>
              <w:rPr>
                <w:rFonts w:cs="AL-Mohanad"/>
                <w:b/>
                <w:bCs/>
                <w:color w:val="000000"/>
                <w:sz w:val="32"/>
                <w:szCs w:val="32"/>
              </w:rPr>
            </w:pPr>
          </w:p>
        </w:tc>
      </w:tr>
    </w:tbl>
    <w:p w14:paraId="2FEE88D0" w14:textId="77777777" w:rsidR="003E400F" w:rsidRPr="003E400F" w:rsidRDefault="003E400F">
      <w:pPr>
        <w:rPr>
          <w:sz w:val="10"/>
          <w:szCs w:val="10"/>
        </w:rPr>
      </w:pPr>
    </w:p>
    <w:tbl>
      <w:tblPr>
        <w:bidiVisual/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140"/>
        <w:gridCol w:w="5140"/>
      </w:tblGrid>
      <w:tr w:rsidR="003E400F" w14:paraId="201C6566" w14:textId="77777777" w:rsidTr="00C07AE7">
        <w:trPr>
          <w:trHeight w:val="20"/>
          <w:jc w:val="center"/>
        </w:trPr>
        <w:tc>
          <w:tcPr>
            <w:tcW w:w="5193" w:type="dxa"/>
            <w:vAlign w:val="center"/>
          </w:tcPr>
          <w:p w14:paraId="6D036994" w14:textId="77777777" w:rsidR="003E400F" w:rsidRPr="003E400F" w:rsidRDefault="003E400F" w:rsidP="003E400F">
            <w:pPr>
              <w:tabs>
                <w:tab w:val="left" w:pos="515"/>
              </w:tabs>
              <w:rPr>
                <w:rFonts w:cs="DecoType Naskh"/>
                <w:b/>
                <w:bCs/>
                <w:color w:val="000000"/>
                <w:sz w:val="26"/>
                <w:szCs w:val="26"/>
              </w:rPr>
            </w:pPr>
            <w:r w:rsidRPr="003E400F">
              <w:rPr>
                <w:rFonts w:cs="DecoType Naskh" w:hint="cs"/>
                <w:b/>
                <w:bCs/>
                <w:color w:val="000000"/>
                <w:sz w:val="26"/>
                <w:szCs w:val="26"/>
                <w:rtl/>
              </w:rPr>
              <w:t>أمين مركز مصادر التعلم</w:t>
            </w:r>
            <w:r w:rsidR="00D83EAF">
              <w:rPr>
                <w:rFonts w:cs="DecoType Naskh" w:hint="cs"/>
                <w:b/>
                <w:bCs/>
                <w:color w:val="000000"/>
                <w:sz w:val="26"/>
                <w:szCs w:val="26"/>
                <w:rtl/>
              </w:rPr>
              <w:t>:</w:t>
            </w:r>
          </w:p>
        </w:tc>
        <w:tc>
          <w:tcPr>
            <w:tcW w:w="5193" w:type="dxa"/>
            <w:vAlign w:val="center"/>
          </w:tcPr>
          <w:p w14:paraId="36F640B0" w14:textId="77777777" w:rsidR="003E400F" w:rsidRPr="003E400F" w:rsidRDefault="003E400F" w:rsidP="003E400F">
            <w:pPr>
              <w:tabs>
                <w:tab w:val="left" w:pos="515"/>
              </w:tabs>
              <w:rPr>
                <w:rFonts w:cs="DecoType Naskh"/>
                <w:b/>
                <w:bCs/>
                <w:color w:val="000000"/>
                <w:sz w:val="26"/>
                <w:szCs w:val="26"/>
              </w:rPr>
            </w:pPr>
            <w:r w:rsidRPr="003E400F">
              <w:rPr>
                <w:rFonts w:cs="DecoType Naskh" w:hint="cs"/>
                <w:b/>
                <w:bCs/>
                <w:color w:val="000000"/>
                <w:sz w:val="26"/>
                <w:szCs w:val="26"/>
                <w:rtl/>
              </w:rPr>
              <w:t>التوقيع</w:t>
            </w:r>
            <w:r w:rsidR="00D83EAF">
              <w:rPr>
                <w:rFonts w:cs="DecoType Naskh" w:hint="cs"/>
                <w:b/>
                <w:bCs/>
                <w:color w:val="000000"/>
                <w:sz w:val="26"/>
                <w:szCs w:val="26"/>
                <w:rtl/>
              </w:rPr>
              <w:t>:</w:t>
            </w:r>
          </w:p>
        </w:tc>
      </w:tr>
    </w:tbl>
    <w:p w14:paraId="7C6ABC23" w14:textId="77777777" w:rsidR="003C2673" w:rsidRPr="008A1DCE" w:rsidRDefault="003C2673" w:rsidP="003E400F">
      <w:pPr>
        <w:ind w:right="-851"/>
        <w:rPr>
          <w:szCs w:val="36"/>
          <w:rtl/>
        </w:rPr>
      </w:pPr>
    </w:p>
    <w:sectPr w:rsidR="003C2673" w:rsidRPr="008A1DCE" w:rsidSect="005302D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849" w:bottom="1440" w:left="993" w:header="708" w:footer="708" w:gutter="0"/>
      <w:pgBorders w:offsetFrom="page">
        <w:top w:val="twistedLines2" w:sz="10" w:space="24" w:color="auto"/>
        <w:left w:val="twistedLines2" w:sz="10" w:space="24" w:color="auto"/>
        <w:bottom w:val="twistedLines2" w:sz="10" w:space="24" w:color="auto"/>
        <w:right w:val="twistedLines2" w:sz="10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D53CA2" w14:textId="77777777" w:rsidR="004E4997" w:rsidRDefault="004E4997" w:rsidP="000B54C1">
      <w:r>
        <w:separator/>
      </w:r>
    </w:p>
  </w:endnote>
  <w:endnote w:type="continuationSeparator" w:id="0">
    <w:p w14:paraId="71A712D3" w14:textId="77777777" w:rsidR="004E4997" w:rsidRDefault="004E4997" w:rsidP="000B54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abic Transparent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AL-Mohanad">
    <w:altName w:val="Times New Roman"/>
    <w:panose1 w:val="00000000000000000000"/>
    <w:charset w:val="B2"/>
    <w:family w:val="auto"/>
    <w:notTrueType/>
    <w:pitch w:val="variable"/>
    <w:sig w:usb0="00002001" w:usb1="00000000" w:usb2="00000000" w:usb3="00000000" w:csb0="00000040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DecoType Naskh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GESSTwoMedium-Medium">
    <w:altName w:val="Arial"/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ECCEFF" w14:textId="77777777" w:rsidR="006E0D08" w:rsidRDefault="006E0D0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BE7D92" w14:textId="77777777" w:rsidR="0012662B" w:rsidRPr="00726C3F" w:rsidRDefault="006E0D08" w:rsidP="00726C3F">
    <w:pPr>
      <w:pStyle w:val="Footer"/>
      <w:rPr>
        <w:sz w:val="42"/>
        <w:szCs w:val="46"/>
      </w:rPr>
    </w:pPr>
    <w:r>
      <w:rPr>
        <w:rFonts w:ascii="GESSTwoMedium-Medium" w:eastAsiaTheme="minorHAnsi" w:hAnsiTheme="minorHAnsi" w:cs="GESSTwoMedium-Medium" w:hint="cs"/>
        <w:color w:val="484848"/>
        <w:sz w:val="22"/>
        <w:szCs w:val="22"/>
        <w:rtl/>
      </w:rPr>
      <w:t xml:space="preserve">الحازمي                      </w:t>
    </w:r>
    <w:r w:rsidR="00726C3F" w:rsidRPr="00CE762A">
      <w:rPr>
        <w:rFonts w:ascii="GESSTwoMedium-Medium" w:eastAsiaTheme="minorHAnsi" w:hAnsiTheme="minorHAnsi" w:cs="GESSTwoMedium-Medium" w:hint="cs"/>
        <w:color w:val="484848"/>
        <w:sz w:val="22"/>
        <w:szCs w:val="22"/>
        <w:rtl/>
      </w:rPr>
      <w:t>الدليل</w:t>
    </w:r>
    <w:r w:rsidR="00726C3F" w:rsidRPr="00CE762A">
      <w:rPr>
        <w:rFonts w:ascii="GESSTwoMedium-Medium" w:eastAsiaTheme="minorHAnsi" w:hAnsiTheme="minorHAnsi" w:cs="GESSTwoMedium-Medium"/>
        <w:color w:val="484848"/>
        <w:sz w:val="22"/>
        <w:szCs w:val="22"/>
      </w:rPr>
      <w:t xml:space="preserve">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الإجرائي</w:t>
    </w:r>
    <w:r w:rsidR="00726C3F"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لمدارس</w:t>
    </w:r>
    <w:r w:rsidR="00726C3F"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التعليم</w:t>
    </w:r>
    <w:r w:rsidR="00726C3F"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العام</w:t>
    </w:r>
    <w:r w:rsidR="00726C3F"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للعام</w:t>
    </w:r>
    <w:r w:rsidR="00726C3F"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الدراسي</w:t>
    </w:r>
    <w:r w:rsidR="00726C3F"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1436 - 1437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 xml:space="preserve">هـ </w:t>
    </w:r>
    <w:r w:rsidR="00726C3F"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-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الإصدار</w:t>
    </w:r>
    <w:r w:rsidR="00726C3F"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الثالث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2DA543" w14:textId="77777777" w:rsidR="006E0D08" w:rsidRDefault="006E0D0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D652FC" w14:textId="77777777" w:rsidR="004E4997" w:rsidRDefault="004E4997" w:rsidP="000B54C1">
      <w:r>
        <w:separator/>
      </w:r>
    </w:p>
  </w:footnote>
  <w:footnote w:type="continuationSeparator" w:id="0">
    <w:p w14:paraId="5FF2755B" w14:textId="77777777" w:rsidR="004E4997" w:rsidRDefault="004E4997" w:rsidP="000B54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59217C" w14:textId="77777777" w:rsidR="006E0D08" w:rsidRDefault="006E0D0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eGrid"/>
      <w:bidiVisual/>
      <w:tblW w:w="10349" w:type="dxa"/>
      <w:tblInd w:w="-25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402"/>
      <w:gridCol w:w="3470"/>
      <w:gridCol w:w="3477"/>
    </w:tblGrid>
    <w:tr w:rsidR="000B54C1" w:rsidRPr="00C22210" w14:paraId="3C8FF5DF" w14:textId="77777777" w:rsidTr="005302DE">
      <w:tc>
        <w:tcPr>
          <w:tcW w:w="3402" w:type="dxa"/>
          <w:vAlign w:val="center"/>
        </w:tcPr>
        <w:p w14:paraId="0D937D29" w14:textId="77777777" w:rsidR="000B54C1" w:rsidRPr="00C22210" w:rsidRDefault="000B54C1" w:rsidP="000B54C1">
          <w:pPr>
            <w:jc w:val="center"/>
            <w:rPr>
              <w:rFonts w:cs="AL-Mohanad"/>
              <w:sz w:val="26"/>
              <w:szCs w:val="26"/>
              <w:rtl/>
            </w:rPr>
          </w:pPr>
          <w:r w:rsidRPr="00B32575">
            <w:rPr>
              <w:rFonts w:cs="AL-Mohanad"/>
              <w:noProof/>
              <w:sz w:val="26"/>
              <w:szCs w:val="26"/>
            </w:rPr>
            <w:drawing>
              <wp:inline distT="0" distB="0" distL="0" distR="0" wp14:anchorId="18FCE8A0" wp14:editId="3974F8F9">
                <wp:extent cx="1295400" cy="276225"/>
                <wp:effectExtent l="0" t="0" r="0" b="0"/>
                <wp:docPr id="3" name="صورة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صورة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95400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6E3533E1" w14:textId="77777777" w:rsidR="000B54C1" w:rsidRPr="00C22210" w:rsidRDefault="0012662B" w:rsidP="0012662B">
          <w:pPr>
            <w:rPr>
              <w:rFonts w:cs="AL-Mohanad"/>
              <w:sz w:val="26"/>
              <w:szCs w:val="26"/>
              <w:rtl/>
            </w:rPr>
          </w:pPr>
          <w:r>
            <w:rPr>
              <w:rFonts w:cs="AL-Mohanad" w:hint="cs"/>
              <w:sz w:val="26"/>
              <w:szCs w:val="26"/>
              <w:rtl/>
            </w:rPr>
            <w:t xml:space="preserve">                 </w:t>
          </w:r>
          <w:r w:rsidR="000B54C1" w:rsidRPr="00C22210">
            <w:rPr>
              <w:rFonts w:cs="AL-Mohanad"/>
              <w:sz w:val="26"/>
              <w:szCs w:val="26"/>
              <w:rtl/>
            </w:rPr>
            <w:t>وزارة التعليم</w:t>
          </w:r>
        </w:p>
        <w:p w14:paraId="0A144277" w14:textId="2B395912" w:rsidR="000B54C1" w:rsidRPr="00A765CF" w:rsidRDefault="000B54C1" w:rsidP="00A765CF">
          <w:pPr>
            <w:jc w:val="center"/>
            <w:rPr>
              <w:rFonts w:cs="AL-Mohanad"/>
              <w:sz w:val="22"/>
              <w:szCs w:val="22"/>
              <w:rtl/>
            </w:rPr>
          </w:pPr>
          <w:r w:rsidRPr="00A765CF">
            <w:rPr>
              <w:rFonts w:cs="AL-Mohanad"/>
              <w:sz w:val="22"/>
              <w:szCs w:val="22"/>
              <w:rtl/>
            </w:rPr>
            <w:t xml:space="preserve">الإدارة العامة للتعليم بمنطقة </w:t>
          </w:r>
          <w:r w:rsidR="00566563">
            <w:rPr>
              <w:rFonts w:cs="AL-Mohanad" w:hint="cs"/>
              <w:sz w:val="22"/>
              <w:szCs w:val="22"/>
              <w:rtl/>
            </w:rPr>
            <w:t>............</w:t>
          </w:r>
        </w:p>
        <w:p w14:paraId="46468F4B" w14:textId="77777777" w:rsidR="00A765CF" w:rsidRPr="00C22210" w:rsidRDefault="00A765CF" w:rsidP="000B54C1">
          <w:pPr>
            <w:jc w:val="center"/>
            <w:rPr>
              <w:rFonts w:cs="AL-Mohanad"/>
              <w:sz w:val="26"/>
              <w:szCs w:val="26"/>
              <w:rtl/>
            </w:rPr>
          </w:pPr>
          <w:r>
            <w:rPr>
              <w:rFonts w:cs="AL-Mohanad" w:hint="cs"/>
              <w:sz w:val="26"/>
              <w:szCs w:val="26"/>
              <w:rtl/>
            </w:rPr>
            <w:t>مدرسة</w:t>
          </w:r>
          <w:r w:rsidR="005302DE">
            <w:rPr>
              <w:rFonts w:cs="AL-Mohanad" w:hint="cs"/>
              <w:sz w:val="26"/>
              <w:szCs w:val="26"/>
              <w:rtl/>
            </w:rPr>
            <w:t xml:space="preserve"> </w:t>
          </w:r>
        </w:p>
      </w:tc>
      <w:tc>
        <w:tcPr>
          <w:tcW w:w="3470" w:type="dxa"/>
          <w:vAlign w:val="center"/>
        </w:tcPr>
        <w:p w14:paraId="1BF415B4" w14:textId="77777777" w:rsidR="000B54C1" w:rsidRPr="00C22210" w:rsidRDefault="008A1DCE" w:rsidP="000B54C1">
          <w:pPr>
            <w:jc w:val="center"/>
            <w:rPr>
              <w:rFonts w:cs="AL-Mohanad"/>
              <w:sz w:val="26"/>
              <w:szCs w:val="26"/>
              <w:rtl/>
            </w:rPr>
          </w:pPr>
          <w:r>
            <w:rPr>
              <w:rFonts w:cs="AL-Mohanad"/>
              <w:sz w:val="26"/>
              <w:szCs w:val="26"/>
            </w:rPr>
            <w:t xml:space="preserve"> </w:t>
          </w:r>
          <w:r w:rsidR="000B54C1" w:rsidRPr="00B32575">
            <w:rPr>
              <w:noProof/>
              <w:sz w:val="26"/>
              <w:szCs w:val="26"/>
            </w:rPr>
            <w:drawing>
              <wp:inline distT="0" distB="0" distL="0" distR="0" wp14:anchorId="578040CC" wp14:editId="6E42B1DD">
                <wp:extent cx="1705427" cy="870857"/>
                <wp:effectExtent l="0" t="0" r="0" b="5715"/>
                <wp:docPr id="4" name="صورة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صورة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10626" cy="87351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477" w:type="dxa"/>
          <w:vAlign w:val="center"/>
        </w:tcPr>
        <w:p w14:paraId="7DF14B9D" w14:textId="77777777" w:rsidR="000B54C1" w:rsidRPr="00C22210" w:rsidRDefault="005302DE" w:rsidP="000B54C1">
          <w:pPr>
            <w:rPr>
              <w:rFonts w:cs="AL-Mohanad"/>
              <w:sz w:val="26"/>
              <w:szCs w:val="26"/>
              <w:rtl/>
            </w:rPr>
          </w:pPr>
          <w:r>
            <w:rPr>
              <w:rFonts w:cs="AL-Mohanad" w:hint="cs"/>
              <w:sz w:val="26"/>
              <w:szCs w:val="26"/>
              <w:rtl/>
            </w:rPr>
            <w:t xml:space="preserve">               </w:t>
          </w:r>
          <w:r w:rsidR="000B54C1" w:rsidRPr="00C22210">
            <w:rPr>
              <w:rFonts w:cs="AL-Mohanad"/>
              <w:sz w:val="26"/>
              <w:szCs w:val="26"/>
              <w:rtl/>
            </w:rPr>
            <w:t>الرق</w:t>
          </w:r>
          <w:r w:rsidR="00A765CF">
            <w:rPr>
              <w:rFonts w:cs="AL-Mohanad"/>
              <w:sz w:val="26"/>
              <w:szCs w:val="26"/>
              <w:rtl/>
            </w:rPr>
            <w:t>ـــ</w:t>
          </w:r>
          <w:r w:rsidR="008A1DCE">
            <w:rPr>
              <w:rFonts w:cs="AL-Mohanad" w:hint="cs"/>
              <w:sz w:val="26"/>
              <w:szCs w:val="26"/>
              <w:rtl/>
            </w:rPr>
            <w:t>ـ</w:t>
          </w:r>
          <w:r w:rsidR="00A765CF">
            <w:rPr>
              <w:rFonts w:cs="AL-Mohanad"/>
              <w:sz w:val="26"/>
              <w:szCs w:val="26"/>
              <w:rtl/>
            </w:rPr>
            <w:t>ـ</w:t>
          </w:r>
          <w:r w:rsidR="000B54C1">
            <w:rPr>
              <w:rFonts w:cs="AL-Mohanad"/>
              <w:sz w:val="26"/>
              <w:szCs w:val="26"/>
              <w:rtl/>
            </w:rPr>
            <w:t>ـــــ</w:t>
          </w:r>
          <w:r w:rsidR="000B54C1" w:rsidRPr="00C22210">
            <w:rPr>
              <w:rFonts w:cs="AL-Mohanad"/>
              <w:sz w:val="26"/>
              <w:szCs w:val="26"/>
              <w:rtl/>
            </w:rPr>
            <w:t>م:</w:t>
          </w:r>
        </w:p>
        <w:p w14:paraId="2CEED334" w14:textId="77777777" w:rsidR="000B54C1" w:rsidRPr="00C22210" w:rsidRDefault="005302DE" w:rsidP="000B54C1">
          <w:pPr>
            <w:rPr>
              <w:rFonts w:cs="AL-Mohanad"/>
              <w:sz w:val="26"/>
              <w:szCs w:val="26"/>
              <w:rtl/>
            </w:rPr>
          </w:pPr>
          <w:r>
            <w:rPr>
              <w:rFonts w:cs="AL-Mohanad" w:hint="cs"/>
              <w:sz w:val="26"/>
              <w:szCs w:val="26"/>
              <w:rtl/>
            </w:rPr>
            <w:t xml:space="preserve">               </w:t>
          </w:r>
          <w:r w:rsidR="000B54C1" w:rsidRPr="00C22210">
            <w:rPr>
              <w:rFonts w:cs="AL-Mohanad"/>
              <w:sz w:val="26"/>
              <w:szCs w:val="26"/>
              <w:rtl/>
            </w:rPr>
            <w:t>الت</w:t>
          </w:r>
          <w:r w:rsidR="00A765CF">
            <w:rPr>
              <w:rFonts w:cs="AL-Mohanad"/>
              <w:sz w:val="26"/>
              <w:szCs w:val="26"/>
              <w:rtl/>
            </w:rPr>
            <w:t>ـــ</w:t>
          </w:r>
          <w:r w:rsidR="000B54C1">
            <w:rPr>
              <w:rFonts w:cs="AL-Mohanad"/>
              <w:sz w:val="26"/>
              <w:szCs w:val="26"/>
              <w:rtl/>
            </w:rPr>
            <w:t>ـ</w:t>
          </w:r>
          <w:r w:rsidR="008A1DCE">
            <w:rPr>
              <w:rFonts w:cs="AL-Mohanad" w:hint="cs"/>
              <w:sz w:val="26"/>
              <w:szCs w:val="26"/>
              <w:rtl/>
            </w:rPr>
            <w:t>ـ</w:t>
          </w:r>
          <w:r w:rsidR="000B54C1">
            <w:rPr>
              <w:rFonts w:cs="AL-Mohanad"/>
              <w:sz w:val="26"/>
              <w:szCs w:val="26"/>
              <w:rtl/>
            </w:rPr>
            <w:t>ــ</w:t>
          </w:r>
          <w:r w:rsidR="00A765CF">
            <w:rPr>
              <w:rFonts w:cs="AL-Mohanad"/>
              <w:sz w:val="26"/>
              <w:szCs w:val="26"/>
              <w:rtl/>
            </w:rPr>
            <w:t>ار</w:t>
          </w:r>
          <w:r w:rsidR="00A765CF">
            <w:rPr>
              <w:rFonts w:cs="AL-Mohanad" w:hint="cs"/>
              <w:sz w:val="26"/>
              <w:szCs w:val="26"/>
              <w:rtl/>
            </w:rPr>
            <w:t>ي</w:t>
          </w:r>
          <w:r w:rsidR="000B54C1" w:rsidRPr="00C22210">
            <w:rPr>
              <w:rFonts w:cs="AL-Mohanad"/>
              <w:sz w:val="26"/>
              <w:szCs w:val="26"/>
              <w:rtl/>
            </w:rPr>
            <w:t>خ:</w:t>
          </w:r>
        </w:p>
        <w:p w14:paraId="61292D75" w14:textId="77777777" w:rsidR="000B54C1" w:rsidRPr="00C22210" w:rsidRDefault="005302DE" w:rsidP="000B54C1">
          <w:pPr>
            <w:rPr>
              <w:rFonts w:cs="AL-Mohanad"/>
              <w:sz w:val="26"/>
              <w:szCs w:val="26"/>
              <w:rtl/>
            </w:rPr>
          </w:pPr>
          <w:r>
            <w:rPr>
              <w:rFonts w:cs="AL-Mohanad" w:hint="cs"/>
              <w:sz w:val="26"/>
              <w:szCs w:val="26"/>
              <w:rtl/>
            </w:rPr>
            <w:t xml:space="preserve">               </w:t>
          </w:r>
          <w:r w:rsidR="000B54C1" w:rsidRPr="00C22210">
            <w:rPr>
              <w:rFonts w:cs="AL-Mohanad"/>
              <w:sz w:val="26"/>
              <w:szCs w:val="26"/>
              <w:rtl/>
            </w:rPr>
            <w:t>المشفوعات:</w:t>
          </w:r>
        </w:p>
        <w:p w14:paraId="03C1CADB" w14:textId="77777777" w:rsidR="000B54C1" w:rsidRPr="00C22210" w:rsidRDefault="000B54C1" w:rsidP="000B54C1">
          <w:pPr>
            <w:rPr>
              <w:rFonts w:cs="AL-Mohanad"/>
              <w:sz w:val="26"/>
              <w:szCs w:val="26"/>
              <w:rtl/>
            </w:rPr>
          </w:pPr>
        </w:p>
      </w:tc>
    </w:tr>
  </w:tbl>
  <w:p w14:paraId="79D83C55" w14:textId="77777777" w:rsidR="000B54C1" w:rsidRDefault="000B54C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96CE7D" w14:textId="77777777" w:rsidR="006E0D08" w:rsidRDefault="006E0D0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55864B4"/>
    <w:multiLevelType w:val="hybridMultilevel"/>
    <w:tmpl w:val="1D280E98"/>
    <w:lvl w:ilvl="0" w:tplc="04090009">
      <w:start w:val="1"/>
      <w:numFmt w:val="bullet"/>
      <w:lvlText w:val=""/>
      <w:lvlJc w:val="left"/>
      <w:pPr>
        <w:ind w:left="900" w:hanging="5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5E02C80"/>
    <w:multiLevelType w:val="hybridMultilevel"/>
    <w:tmpl w:val="B3F67C5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304163529">
    <w:abstractNumId w:val="0"/>
  </w:num>
  <w:num w:numId="2" w16cid:durableId="168605237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defaultTabStop w:val="72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E400F"/>
    <w:rsid w:val="000168AB"/>
    <w:rsid w:val="000B54C1"/>
    <w:rsid w:val="00120ED9"/>
    <w:rsid w:val="0012662B"/>
    <w:rsid w:val="001D0A7D"/>
    <w:rsid w:val="002E3627"/>
    <w:rsid w:val="002F57A0"/>
    <w:rsid w:val="00332D9C"/>
    <w:rsid w:val="00341DA8"/>
    <w:rsid w:val="003942ED"/>
    <w:rsid w:val="003B5030"/>
    <w:rsid w:val="003C2673"/>
    <w:rsid w:val="003E400F"/>
    <w:rsid w:val="004050BF"/>
    <w:rsid w:val="004D4A0E"/>
    <w:rsid w:val="004E4997"/>
    <w:rsid w:val="004F62EE"/>
    <w:rsid w:val="005275B1"/>
    <w:rsid w:val="005302DE"/>
    <w:rsid w:val="00565997"/>
    <w:rsid w:val="00566563"/>
    <w:rsid w:val="005955F6"/>
    <w:rsid w:val="005F5C8A"/>
    <w:rsid w:val="00674CBA"/>
    <w:rsid w:val="0068143D"/>
    <w:rsid w:val="006E0A53"/>
    <w:rsid w:val="006E0D08"/>
    <w:rsid w:val="006F1D4E"/>
    <w:rsid w:val="00726AB7"/>
    <w:rsid w:val="00726C3F"/>
    <w:rsid w:val="007A0ADD"/>
    <w:rsid w:val="00886A39"/>
    <w:rsid w:val="008A1DCE"/>
    <w:rsid w:val="008B4C62"/>
    <w:rsid w:val="008E6B73"/>
    <w:rsid w:val="009C0A5D"/>
    <w:rsid w:val="00A345C3"/>
    <w:rsid w:val="00A765CF"/>
    <w:rsid w:val="00AD7A85"/>
    <w:rsid w:val="00D472F1"/>
    <w:rsid w:val="00D83EAF"/>
    <w:rsid w:val="00EB5E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227A31B"/>
  <w15:docId w15:val="{C5574536-0FD2-4BED-AD7A-6733A06DD4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54C1"/>
    <w:pPr>
      <w:bidi/>
      <w:spacing w:after="0" w:line="240" w:lineRule="auto"/>
    </w:pPr>
    <w:rPr>
      <w:rFonts w:ascii="Times New Roman" w:eastAsia="Times New Roman" w:hAnsi="Times New Roman" w:cs="Arabic Transparent"/>
      <w:sz w:val="36"/>
      <w:szCs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B54C1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B54C1"/>
    <w:rPr>
      <w:rFonts w:ascii="Times New Roman" w:eastAsia="Times New Roman" w:hAnsi="Times New Roman" w:cs="Arabic Transparent"/>
      <w:sz w:val="36"/>
      <w:szCs w:val="40"/>
    </w:rPr>
  </w:style>
  <w:style w:type="paragraph" w:styleId="Footer">
    <w:name w:val="footer"/>
    <w:basedOn w:val="Normal"/>
    <w:link w:val="FooterChar"/>
    <w:uiPriority w:val="99"/>
    <w:unhideWhenUsed/>
    <w:rsid w:val="000B54C1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B54C1"/>
    <w:rPr>
      <w:rFonts w:ascii="Times New Roman" w:eastAsia="Times New Roman" w:hAnsi="Times New Roman" w:cs="Arabic Transparent"/>
      <w:sz w:val="36"/>
      <w:szCs w:val="40"/>
    </w:rPr>
  </w:style>
  <w:style w:type="table" w:styleId="TableGrid">
    <w:name w:val="Table Grid"/>
    <w:basedOn w:val="TableNormal"/>
    <w:uiPriority w:val="99"/>
    <w:rsid w:val="000B54C1"/>
    <w:pPr>
      <w:bidi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ediumList2-Accent6">
    <w:name w:val="Medium List 2 Accent 6"/>
    <w:basedOn w:val="TableNormal"/>
    <w:uiPriority w:val="66"/>
    <w:rsid w:val="003942ED"/>
    <w:pPr>
      <w:spacing w:after="0" w:line="240" w:lineRule="auto"/>
    </w:pPr>
    <w:rPr>
      <w:rFonts w:asciiTheme="majorHAnsi" w:eastAsiaTheme="majorEastAsia" w:hAnsiTheme="majorHAnsi" w:cs="Times New Roman"/>
      <w:color w:val="000000" w:themeColor="text1"/>
      <w:sz w:val="20"/>
      <w:szCs w:val="20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rPr>
        <w:rFonts w:cs="Times New Roman"/>
        <w:sz w:val="24"/>
        <w:szCs w:val="24"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rFonts w:cs="Times New Roman"/>
      </w:rPr>
      <w:tblPr/>
      <w:tcPr>
        <w:tcBorders>
          <w:top w:val="single" w:sz="8" w:space="0" w:color="70AD47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rFonts w:cs="Times New Roman"/>
      </w:rPr>
      <w:tblPr/>
      <w:tcPr>
        <w:tcBorders>
          <w:top w:val="nil"/>
          <w:left w:val="nil"/>
          <w:bottom w:val="nil"/>
          <w:right w:val="single" w:sz="8" w:space="0" w:color="70AD47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rFonts w:cs="Times New Roman"/>
      </w:rPr>
      <w:tblPr/>
      <w:tcPr>
        <w:tcBorders>
          <w:top w:val="nil"/>
          <w:left w:val="single" w:sz="8" w:space="0" w:color="70AD47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rPr>
        <w:rFonts w:cs="Times New Roman"/>
      </w:rPr>
      <w:tblPr/>
      <w:tcPr>
        <w:tcBorders>
          <w:top w:val="nil"/>
          <w:bottom w:val="nil"/>
          <w:insideH w:val="nil"/>
          <w:insideV w:val="nil"/>
        </w:tcBorders>
        <w:shd w:val="clear" w:color="auto" w:fill="DBEBD0" w:themeFill="accent6" w:themeFillTint="3F"/>
      </w:tcPr>
    </w:tblStylePr>
    <w:tblStylePr w:type="nwCell">
      <w:rPr>
        <w:rFonts w:cs="Times New Roman"/>
      </w:rPr>
      <w:tblPr/>
      <w:tcPr>
        <w:shd w:val="clear" w:color="auto" w:fill="FFFFFF" w:themeFill="background1"/>
      </w:tcPr>
    </w:tblStylePr>
    <w:tblStylePr w:type="swCell">
      <w:rPr>
        <w:rFonts w:cs="Times New Roman"/>
      </w:rPr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3942ED"/>
    <w:pPr>
      <w:spacing w:after="0" w:line="240" w:lineRule="auto"/>
    </w:pPr>
    <w:rPr>
      <w:rFonts w:asciiTheme="majorHAnsi" w:eastAsiaTheme="majorEastAsia" w:hAnsiTheme="majorHAnsi" w:cs="Times New Roman"/>
      <w:color w:val="000000" w:themeColor="text1"/>
      <w:sz w:val="20"/>
      <w:szCs w:val="20"/>
    </w:rPr>
    <w:tblPr>
      <w:tblStyleRowBandSize w:val="1"/>
      <w:tblStyleColBandSize w:val="1"/>
      <w:tblBorders>
        <w:top w:val="single" w:sz="8" w:space="0" w:color="5B9BD5" w:themeColor="accent5"/>
        <w:left w:val="single" w:sz="8" w:space="0" w:color="5B9BD5" w:themeColor="accent5"/>
        <w:bottom w:val="single" w:sz="8" w:space="0" w:color="5B9BD5" w:themeColor="accent5"/>
        <w:right w:val="single" w:sz="8" w:space="0" w:color="5B9BD5" w:themeColor="accent5"/>
      </w:tblBorders>
    </w:tblPr>
    <w:tblStylePr w:type="firstRow">
      <w:rPr>
        <w:rFonts w:cs="Times New Roman"/>
        <w:sz w:val="24"/>
        <w:szCs w:val="24"/>
      </w:rPr>
      <w:tblPr/>
      <w:tcPr>
        <w:tcBorders>
          <w:top w:val="nil"/>
          <w:left w:val="nil"/>
          <w:bottom w:val="single" w:sz="24" w:space="0" w:color="5B9BD5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rFonts w:cs="Times New Roman"/>
      </w:rPr>
      <w:tblPr/>
      <w:tcPr>
        <w:tcBorders>
          <w:top w:val="single" w:sz="8" w:space="0" w:color="5B9BD5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rFonts w:cs="Times New Roman"/>
      </w:rPr>
      <w:tblPr/>
      <w:tcPr>
        <w:tcBorders>
          <w:top w:val="nil"/>
          <w:left w:val="nil"/>
          <w:bottom w:val="nil"/>
          <w:right w:val="single" w:sz="8" w:space="0" w:color="5B9BD5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rFonts w:cs="Times New Roman"/>
      </w:rPr>
      <w:tblPr/>
      <w:tcPr>
        <w:tcBorders>
          <w:top w:val="nil"/>
          <w:left w:val="single" w:sz="8" w:space="0" w:color="5B9BD5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5" w:themeFillTint="3F"/>
      </w:tcPr>
    </w:tblStylePr>
    <w:tblStylePr w:type="band1Horz">
      <w:rPr>
        <w:rFonts w:cs="Times New Roman"/>
      </w:rPr>
      <w:tblPr/>
      <w:tcPr>
        <w:tcBorders>
          <w:top w:val="nil"/>
          <w:bottom w:val="nil"/>
          <w:insideH w:val="nil"/>
          <w:insideV w:val="nil"/>
        </w:tcBorders>
        <w:shd w:val="clear" w:color="auto" w:fill="D6E6F4" w:themeFill="accent5" w:themeFillTint="3F"/>
      </w:tcPr>
    </w:tblStylePr>
    <w:tblStylePr w:type="nwCell">
      <w:rPr>
        <w:rFonts w:cs="Times New Roman"/>
      </w:rPr>
      <w:tblPr/>
      <w:tcPr>
        <w:shd w:val="clear" w:color="auto" w:fill="FFFFFF" w:themeFill="background1"/>
      </w:tcPr>
    </w:tblStylePr>
    <w:tblStylePr w:type="swCell">
      <w:rPr>
        <w:rFonts w:cs="Times New Roman"/>
      </w:rPr>
      <w:tblPr/>
      <w:tcPr>
        <w:tcBorders>
          <w:top w:val="nil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6E0A5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0A53"/>
    <w:rPr>
      <w:rFonts w:ascii="Tahoma" w:eastAsia="Times New Roman" w:hAnsi="Tahoma" w:cs="Tahoma"/>
      <w:sz w:val="16"/>
      <w:szCs w:val="16"/>
    </w:rPr>
  </w:style>
  <w:style w:type="character" w:customStyle="1" w:styleId="Bodytext2">
    <w:name w:val="Body text (2)_"/>
    <w:link w:val="Bodytext20"/>
    <w:locked/>
    <w:rsid w:val="003E400F"/>
    <w:rPr>
      <w:rFonts w:ascii="Microsoft Sans Serif" w:eastAsia="Microsoft Sans Serif" w:hAnsi="Microsoft Sans Serif" w:cs="Microsoft Sans Serif"/>
      <w:sz w:val="18"/>
      <w:szCs w:val="18"/>
      <w:shd w:val="clear" w:color="auto" w:fill="FFFFFF"/>
    </w:rPr>
  </w:style>
  <w:style w:type="paragraph" w:customStyle="1" w:styleId="Bodytext20">
    <w:name w:val="Body text (2)"/>
    <w:basedOn w:val="Normal"/>
    <w:link w:val="Bodytext2"/>
    <w:rsid w:val="003E400F"/>
    <w:pPr>
      <w:widowControl w:val="0"/>
      <w:shd w:val="clear" w:color="auto" w:fill="FFFFFF"/>
      <w:spacing w:after="120" w:line="389" w:lineRule="exact"/>
    </w:pPr>
    <w:rPr>
      <w:rFonts w:ascii="Microsoft Sans Serif" w:eastAsia="Microsoft Sans Serif" w:hAnsi="Microsoft Sans Serif" w:cs="Microsoft Sans Serif"/>
      <w:sz w:val="18"/>
      <w:szCs w:val="18"/>
    </w:rPr>
  </w:style>
  <w:style w:type="paragraph" w:styleId="ListParagraph">
    <w:name w:val="List Paragraph"/>
    <w:basedOn w:val="Normal"/>
    <w:uiPriority w:val="34"/>
    <w:qFormat/>
    <w:rsid w:val="003E400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8776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Desktop\&#1578;&#1580;&#1605;&#1610;&#1593;&#1575;&#1578;%202\&#1575;&#1604;&#1583;&#1604;&#1610;&#1604;%20&#1575;&#1604;&#1575;&#1580;&#1585;&#1575;&#1574;&#1610;\&#1575;&#1604;&#1606;&#1605;&#1575;&#1584;&#1580;%20&#1605;&#1593;&#1583;&#1604;&#1577;%20&#1576;&#1608;&#1575;&#1587;&#1591;&#1578;&#1610;\&#1606;&#1605;&#1608;&#1584;&#1580;.dotx" TargetMode="Externa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نموذج.dotx</Template>
  <TotalTime>8</TotalTime>
  <Pages>1</Pages>
  <Words>75</Words>
  <Characters>431</Characters>
  <Application>Microsoft Office Word</Application>
  <DocSecurity>0</DocSecurity>
  <Lines>3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فهد الحازمي</cp:lastModifiedBy>
  <cp:revision>4</cp:revision>
  <dcterms:created xsi:type="dcterms:W3CDTF">2017-04-28T16:33:00Z</dcterms:created>
  <dcterms:modified xsi:type="dcterms:W3CDTF">2025-05-16T23:02:00Z</dcterms:modified>
</cp:coreProperties>
</file>