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81B05" w:rsidRPr="00581B05" w14:paraId="4B6C51F1" w14:textId="77777777" w:rsidTr="00917BBA">
        <w:tc>
          <w:tcPr>
            <w:tcW w:w="10348" w:type="dxa"/>
          </w:tcPr>
          <w:p w14:paraId="0FD3CD01" w14:textId="77777777" w:rsidR="005302DE" w:rsidRPr="00581B05" w:rsidRDefault="00917BBA" w:rsidP="00917BBA">
            <w:pPr>
              <w:ind w:left="232" w:firstLine="181"/>
              <w:jc w:val="right"/>
              <w:rPr>
                <w:rFonts w:cs="AL-Mohanad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581B05">
              <w:rPr>
                <w:rFonts w:cs="AL-Mohanad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نموذج رقم ( 43 ) </w:t>
            </w:r>
          </w:p>
        </w:tc>
      </w:tr>
      <w:tr w:rsidR="00581B05" w:rsidRPr="00581B05" w14:paraId="5D265BFE" w14:textId="77777777" w:rsidTr="00917BBA">
        <w:tc>
          <w:tcPr>
            <w:tcW w:w="10348" w:type="dxa"/>
          </w:tcPr>
          <w:p w14:paraId="15905555" w14:textId="77777777" w:rsidR="005302DE" w:rsidRPr="00581B05" w:rsidRDefault="00917BBA" w:rsidP="00917BBA">
            <w:pPr>
              <w:jc w:val="right"/>
              <w:rPr>
                <w:rFonts w:cs="AL-Mohanad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581B05">
              <w:rPr>
                <w:rFonts w:cs="AL-Mohanad" w:hint="cs"/>
                <w:b/>
                <w:bCs/>
                <w:color w:val="ED0000"/>
                <w:sz w:val="22"/>
                <w:szCs w:val="22"/>
                <w:rtl/>
              </w:rPr>
              <w:t>رمز النموذج : (و.م.ع.ن  - 08  - 01)</w:t>
            </w:r>
          </w:p>
        </w:tc>
      </w:tr>
      <w:tr w:rsidR="00581B05" w:rsidRPr="00581B05" w14:paraId="67EE58CC" w14:textId="77777777" w:rsidTr="00917BBA">
        <w:tc>
          <w:tcPr>
            <w:tcW w:w="10348" w:type="dxa"/>
          </w:tcPr>
          <w:p w14:paraId="23A40F5E" w14:textId="77777777" w:rsidR="005302DE" w:rsidRPr="00581B05" w:rsidRDefault="00917BBA" w:rsidP="00917BBA">
            <w:pPr>
              <w:jc w:val="center"/>
              <w:rPr>
                <w:rFonts w:cs="PT Bold Heading"/>
                <w:b/>
                <w:bCs/>
                <w:color w:val="000000" w:themeColor="text1"/>
                <w:sz w:val="30"/>
                <w:szCs w:val="30"/>
                <w:rtl/>
              </w:rPr>
            </w:pPr>
            <w:r w:rsidRPr="00581B05">
              <w:rPr>
                <w:rFonts w:cs="PT Bold Heading" w:hint="cs"/>
                <w:b/>
                <w:bCs/>
                <w:color w:val="000000" w:themeColor="text1"/>
                <w:sz w:val="30"/>
                <w:szCs w:val="30"/>
                <w:rtl/>
              </w:rPr>
              <w:t>اسم النموذج : سجل جرد المختبر والمواد الكيميائية</w:t>
            </w:r>
          </w:p>
        </w:tc>
      </w:tr>
    </w:tbl>
    <w:p w14:paraId="3DD1672C" w14:textId="77777777" w:rsidR="00917BBA" w:rsidRPr="00581B05" w:rsidRDefault="00917BBA" w:rsidP="00917BBA">
      <w:pPr>
        <w:tabs>
          <w:tab w:val="left" w:pos="1213"/>
        </w:tabs>
        <w:spacing w:line="360" w:lineRule="auto"/>
        <w:rPr>
          <w:rFonts w:cs="AL-Mohanad"/>
          <w:color w:val="000000" w:themeColor="text1"/>
          <w:sz w:val="30"/>
          <w:szCs w:val="30"/>
          <w:u w:val="single"/>
          <w:rtl/>
        </w:rPr>
      </w:pPr>
      <w:r w:rsidRPr="00581B05">
        <w:rPr>
          <w:rFonts w:cs="AL-Mohanad" w:hint="cs"/>
          <w:color w:val="000000" w:themeColor="text1"/>
          <w:sz w:val="30"/>
          <w:szCs w:val="30"/>
          <w:u w:val="single"/>
          <w:rtl/>
        </w:rPr>
        <w:t>اولاً: جرد المختبر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278"/>
        <w:gridCol w:w="2771"/>
        <w:gridCol w:w="1349"/>
        <w:gridCol w:w="1236"/>
        <w:gridCol w:w="2112"/>
      </w:tblGrid>
      <w:tr w:rsidR="00581B05" w:rsidRPr="00581B05" w14:paraId="66A43CD0" w14:textId="77777777" w:rsidTr="00581B05">
        <w:trPr>
          <w:trHeight w:hRule="exact" w:val="624"/>
          <w:jc w:val="center"/>
        </w:trPr>
        <w:tc>
          <w:tcPr>
            <w:tcW w:w="5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56FCD64" w14:textId="77777777" w:rsidR="00917BBA" w:rsidRPr="00581B05" w:rsidRDefault="00917BBA" w:rsidP="00917BBA">
            <w:pPr>
              <w:tabs>
                <w:tab w:val="left" w:pos="515"/>
              </w:tabs>
              <w:contextualSpacing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م</w:t>
            </w:r>
          </w:p>
        </w:tc>
        <w:tc>
          <w:tcPr>
            <w:tcW w:w="227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D2736F7" w14:textId="77777777" w:rsidR="00917BBA" w:rsidRPr="00581B05" w:rsidRDefault="00917BBA" w:rsidP="00917BBA">
            <w:pPr>
              <w:tabs>
                <w:tab w:val="left" w:pos="515"/>
              </w:tabs>
              <w:contextualSpacing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رقم الصنف</w:t>
            </w:r>
          </w:p>
        </w:tc>
        <w:tc>
          <w:tcPr>
            <w:tcW w:w="2772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4748010" w14:textId="77777777" w:rsidR="00917BBA" w:rsidRPr="00581B05" w:rsidRDefault="00917BBA" w:rsidP="00917BBA">
            <w:pPr>
              <w:tabs>
                <w:tab w:val="left" w:pos="515"/>
              </w:tabs>
              <w:contextualSpacing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اسم الصنف</w:t>
            </w:r>
          </w:p>
        </w:tc>
        <w:tc>
          <w:tcPr>
            <w:tcW w:w="134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461D9F4" w14:textId="77777777" w:rsidR="00917BBA" w:rsidRPr="00581B05" w:rsidRDefault="00917BBA" w:rsidP="00917BBA">
            <w:pPr>
              <w:tabs>
                <w:tab w:val="left" w:pos="515"/>
              </w:tabs>
              <w:contextualSpacing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الوحدة</w:t>
            </w:r>
          </w:p>
        </w:tc>
        <w:tc>
          <w:tcPr>
            <w:tcW w:w="1236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8F32E19" w14:textId="77777777" w:rsidR="00917BBA" w:rsidRPr="00581B05" w:rsidRDefault="00917BBA" w:rsidP="00917BBA">
            <w:pPr>
              <w:tabs>
                <w:tab w:val="left" w:pos="515"/>
              </w:tabs>
              <w:contextualSpacing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الكمية</w:t>
            </w:r>
          </w:p>
        </w:tc>
        <w:tc>
          <w:tcPr>
            <w:tcW w:w="211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43C415D" w14:textId="77777777" w:rsidR="00917BBA" w:rsidRPr="00581B05" w:rsidRDefault="00917BBA" w:rsidP="00917BBA">
            <w:pPr>
              <w:tabs>
                <w:tab w:val="left" w:pos="515"/>
              </w:tabs>
              <w:contextualSpacing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ملاحظات</w:t>
            </w:r>
          </w:p>
        </w:tc>
      </w:tr>
      <w:tr w:rsidR="00581B05" w:rsidRPr="00581B05" w14:paraId="54ED0D70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BDE1F6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92718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D196B9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341076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0C6A15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F2837A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580C29F8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296BDD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411BBF8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</w:tcBorders>
            <w:vAlign w:val="center"/>
          </w:tcPr>
          <w:p w14:paraId="608F410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center"/>
          </w:tcPr>
          <w:p w14:paraId="72BEC97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vAlign w:val="center"/>
          </w:tcPr>
          <w:p w14:paraId="1C42BF5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14:paraId="47B3CEA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18942E93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B3039B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1F9E3C7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482249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5FC3087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5828222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16B428F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1D82C2D4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CB82A4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255F7AC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5AF5529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106F780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1F5D5FD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5C32A22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6D869D09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78F5A4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0774580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561573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525B909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1DC64F1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5BD3F5B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0FCF9AFB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435283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11C1495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3F26D7E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5035C88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A5BD14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6F78FEB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564AA512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79382C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076CB12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6FD5BFD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762EB48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8CFF20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5C8430A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62DC6602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AB84CD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3712571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55A48E3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24F07A9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89AFB6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2CAC238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0DD71BEC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4244C0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5554546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F37381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2470363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FDD47C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67178F0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0B05142A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56E36F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705FE3B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29B03E9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695D455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A3B41A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0E526BF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519567E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CE34787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163BEFB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467377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56C8763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636D45C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721B871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144E671E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17E5FB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27DEAF9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250312C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01F4AE8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22D8D83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73EADDD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8A95D80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D698E1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29B3C54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70A52BC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0B8E825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529EFE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64E6787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74995D7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74EEA4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64F3B5D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7494A02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04D19D5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88EC97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18D4659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670ABAE0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061FFD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7F06004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2446908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4224070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B2E6BE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3EEEB7B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39CEE027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B00396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78864DA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535E20C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5D1BC70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0DB06BB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4420CFC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AC5A026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7A051E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74233EA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0727054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7F0142D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6E6DFCB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0C858ED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3868E811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9DCE0A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62F60F6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4B9BDF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34BA1EA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63379A2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6722AD8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3553DD30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9BB8F5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10134E3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4FAD860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4EFC7F4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47ABCFD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2551270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4C4BFEA8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594E81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1625A36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3CFB4A1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0F57193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1B70502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3EBF4F2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CBB5FAF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75400F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1F274EC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4206CFA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1A59614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71F5EDA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02AB327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02722B89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52AAB9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6D6C463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6DCE58A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202B48F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379A3CC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3319DE4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5AC26925" w14:textId="77777777" w:rsidTr="00581B05">
        <w:trPr>
          <w:trHeight w:hRule="exact" w:val="378"/>
          <w:jc w:val="center"/>
        </w:trPr>
        <w:tc>
          <w:tcPr>
            <w:tcW w:w="53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FCC809" w14:textId="77777777" w:rsidR="00917BBA" w:rsidRPr="00581B05" w:rsidRDefault="00917BBA" w:rsidP="00917BBA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14:paraId="2C92F3F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1CA6FEE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14:paraId="4D8E0DD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14:paraId="5DB662E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13" w:type="dxa"/>
            <w:vAlign w:val="center"/>
          </w:tcPr>
          <w:p w14:paraId="38FCF15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F489D89" w14:textId="77777777" w:rsidR="00917BBA" w:rsidRPr="00581B05" w:rsidRDefault="00917BBA" w:rsidP="00917BBA">
      <w:pPr>
        <w:tabs>
          <w:tab w:val="left" w:pos="515"/>
        </w:tabs>
        <w:rPr>
          <w:rFonts w:cs="AL-Mohanad"/>
          <w:color w:val="000000" w:themeColor="text1"/>
          <w:sz w:val="10"/>
          <w:szCs w:val="10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33"/>
        <w:gridCol w:w="5115"/>
      </w:tblGrid>
      <w:tr w:rsidR="00581B05" w:rsidRPr="00581B05" w14:paraId="579792FD" w14:textId="77777777" w:rsidTr="00581B05">
        <w:trPr>
          <w:trHeight w:val="352"/>
        </w:trPr>
        <w:tc>
          <w:tcPr>
            <w:tcW w:w="5233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FD07C97" w14:textId="77777777" w:rsidR="00917BBA" w:rsidRPr="00581B05" w:rsidRDefault="00917BBA" w:rsidP="00D1125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محضر المختبر</w:t>
            </w:r>
          </w:p>
        </w:tc>
        <w:tc>
          <w:tcPr>
            <w:tcW w:w="51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C489562" w14:textId="77777777" w:rsidR="00917BBA" w:rsidRPr="00581B05" w:rsidRDefault="00917BBA" w:rsidP="00D1125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وكيل الشؤون المدرسية</w:t>
            </w:r>
          </w:p>
        </w:tc>
      </w:tr>
      <w:tr w:rsidR="00581B05" w:rsidRPr="00581B05" w14:paraId="4820C857" w14:textId="77777777" w:rsidTr="00D11259">
        <w:trPr>
          <w:trHeight w:val="352"/>
        </w:trPr>
        <w:tc>
          <w:tcPr>
            <w:tcW w:w="5233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6CEECB33" w14:textId="77777777" w:rsidR="00917BBA" w:rsidRPr="00581B05" w:rsidRDefault="00917BBA" w:rsidP="00917BB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الاسم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</w:p>
        </w:tc>
        <w:tc>
          <w:tcPr>
            <w:tcW w:w="5115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1FF654D2" w14:textId="77777777" w:rsidR="00917BBA" w:rsidRPr="00581B05" w:rsidRDefault="00917BB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الاسم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581B05" w:rsidRPr="00581B05" w14:paraId="10748CF0" w14:textId="77777777" w:rsidTr="00D11259">
        <w:trPr>
          <w:trHeight w:val="376"/>
        </w:trPr>
        <w:tc>
          <w:tcPr>
            <w:tcW w:w="5233" w:type="dxa"/>
            <w:tcBorders>
              <w:top w:val="single" w:sz="4" w:space="0" w:color="auto"/>
            </w:tcBorders>
            <w:vAlign w:val="center"/>
            <w:hideMark/>
          </w:tcPr>
          <w:p w14:paraId="2CB29975" w14:textId="77777777" w:rsidR="00917BBA" w:rsidRPr="00581B05" w:rsidRDefault="00917BBA" w:rsidP="00917BB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5115" w:type="dxa"/>
            <w:tcBorders>
              <w:top w:val="single" w:sz="4" w:space="0" w:color="auto"/>
            </w:tcBorders>
            <w:vAlign w:val="center"/>
            <w:hideMark/>
          </w:tcPr>
          <w:p w14:paraId="5AB5EDE7" w14:textId="77777777" w:rsidR="00917BBA" w:rsidRPr="00581B05" w:rsidRDefault="00917BB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</w:tbl>
    <w:p w14:paraId="624F9ABE" w14:textId="77777777" w:rsidR="00917BBA" w:rsidRPr="00581B05" w:rsidRDefault="00917BBA" w:rsidP="00917BBA">
      <w:pPr>
        <w:tabs>
          <w:tab w:val="left" w:pos="515"/>
        </w:tabs>
        <w:spacing w:line="480" w:lineRule="auto"/>
        <w:rPr>
          <w:rFonts w:cs="AL-Mohanad"/>
          <w:color w:val="000000" w:themeColor="text1"/>
          <w:sz w:val="20"/>
          <w:szCs w:val="20"/>
          <w:rtl/>
        </w:rPr>
      </w:pPr>
    </w:p>
    <w:p w14:paraId="22F056C6" w14:textId="77777777" w:rsidR="00917BBA" w:rsidRPr="00581B05" w:rsidRDefault="00917BBA" w:rsidP="00D11259">
      <w:pPr>
        <w:tabs>
          <w:tab w:val="left" w:pos="1213"/>
        </w:tabs>
        <w:spacing w:line="360" w:lineRule="auto"/>
        <w:rPr>
          <w:rFonts w:cs="AL-Mohanad"/>
          <w:color w:val="000000" w:themeColor="text1"/>
          <w:sz w:val="30"/>
          <w:szCs w:val="30"/>
          <w:u w:val="single"/>
          <w:rtl/>
        </w:rPr>
      </w:pPr>
      <w:r w:rsidRPr="00581B05">
        <w:rPr>
          <w:rFonts w:cs="AL-Mohanad" w:hint="cs"/>
          <w:color w:val="000000" w:themeColor="text1"/>
          <w:sz w:val="30"/>
          <w:szCs w:val="30"/>
          <w:u w:val="single"/>
          <w:rtl/>
        </w:rPr>
        <w:lastRenderedPageBreak/>
        <w:t>ثانياً : بيان بعهدة خزانة المواد الكيميائية رقم الخزانة (</w:t>
      </w:r>
      <w:r w:rsidRPr="00581B05">
        <w:rPr>
          <w:rFonts w:cs="AL-Mohanad" w:hint="cs"/>
          <w:color w:val="000000" w:themeColor="text1"/>
          <w:sz w:val="30"/>
          <w:szCs w:val="30"/>
          <w:u w:val="single"/>
          <w:rtl/>
        </w:rPr>
        <w:tab/>
      </w:r>
      <w:r w:rsidRPr="00581B05">
        <w:rPr>
          <w:rFonts w:cs="AL-Mohanad" w:hint="cs"/>
          <w:color w:val="000000" w:themeColor="text1"/>
          <w:sz w:val="30"/>
          <w:szCs w:val="30"/>
          <w:u w:val="single"/>
          <w:rtl/>
        </w:rPr>
        <w:tab/>
        <w:t>)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2159"/>
        <w:gridCol w:w="2709"/>
        <w:gridCol w:w="1319"/>
        <w:gridCol w:w="1208"/>
        <w:gridCol w:w="2140"/>
      </w:tblGrid>
      <w:tr w:rsidR="00581B05" w:rsidRPr="00581B05" w14:paraId="20954AF1" w14:textId="77777777" w:rsidTr="00581B05">
        <w:trPr>
          <w:trHeight w:hRule="exact" w:val="662"/>
          <w:jc w:val="center"/>
        </w:trPr>
        <w:tc>
          <w:tcPr>
            <w:tcW w:w="6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3DA50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م</w:t>
            </w:r>
          </w:p>
        </w:tc>
        <w:tc>
          <w:tcPr>
            <w:tcW w:w="215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CF1A34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رقم الصنف</w:t>
            </w:r>
          </w:p>
        </w:tc>
        <w:tc>
          <w:tcPr>
            <w:tcW w:w="270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6D111C6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اسم الصنف</w:t>
            </w:r>
          </w:p>
        </w:tc>
        <w:tc>
          <w:tcPr>
            <w:tcW w:w="131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47A835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الوحدة</w:t>
            </w:r>
          </w:p>
        </w:tc>
        <w:tc>
          <w:tcPr>
            <w:tcW w:w="120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2B0C786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الكمية</w:t>
            </w:r>
          </w:p>
        </w:tc>
        <w:tc>
          <w:tcPr>
            <w:tcW w:w="2140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873767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DecoType Naskh"/>
                <w:b/>
                <w:bCs/>
                <w:color w:val="000000" w:themeColor="text1"/>
                <w:sz w:val="30"/>
                <w:szCs w:val="30"/>
              </w:rPr>
            </w:pPr>
            <w:r w:rsidRPr="00581B05">
              <w:rPr>
                <w:rFonts w:cs="DecoType Naskh" w:hint="cs"/>
                <w:b/>
                <w:bCs/>
                <w:color w:val="000000" w:themeColor="text1"/>
                <w:sz w:val="30"/>
                <w:szCs w:val="30"/>
                <w:rtl/>
              </w:rPr>
              <w:t>ملاحظات</w:t>
            </w:r>
          </w:p>
        </w:tc>
      </w:tr>
      <w:tr w:rsidR="00581B05" w:rsidRPr="00581B05" w14:paraId="45D1F907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68B580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E07C0F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A81EEC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5B1896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6F20B9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EB3766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EAF5E72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4B5098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1B5FA2E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  <w:vAlign w:val="center"/>
          </w:tcPr>
          <w:p w14:paraId="3EF9169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74E3775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center"/>
          </w:tcPr>
          <w:p w14:paraId="5565329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</w:tcBorders>
            <w:vAlign w:val="center"/>
          </w:tcPr>
          <w:p w14:paraId="2651E44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EFB5F8C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C70F69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27A6FA6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4BDFF67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69FDFE0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00830F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654BFB7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3A7C0560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C8D4ABC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5378F61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6285006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236D76E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3976CBE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1D78B31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0F56B9A7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E7034D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3376692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60ABEDC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3ECCEBF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68631C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7531B76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E3C5870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1CE242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2820C65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0C667CB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52CBEC7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743ABB6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0C35925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8FEC921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19C768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3403D16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1185103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38CB155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1FEC03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0521B3E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6662999A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76E3A2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2907A66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258699A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37C0666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B25E1C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2754418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5EB77F3A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ABA6AC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27260CB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79C3C36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662BC28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37D2577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1B71257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6C9F3939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98BFF8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3F09562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643ACD7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3EE92A0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11FDC8D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00F0E2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67A0DD06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36322FD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7D42114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6A9EF5E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6F4BFEC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179CEB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48FB315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1F71BA84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4C2A24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01F95D5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567E267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4096CA5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73DC9EE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71C7F79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A4DA573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0D1405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35C5FB4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0744B4A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71D2009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206D8FF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26392BA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1A2CED50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D1148E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630E551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37E3347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22607C4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A8D128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410C913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4590015A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98DE38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2B91E11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1675D60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41A1734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9CF903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ADC03F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348AAEFD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90BA81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0B4FB46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0BC9204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3DE7E82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04C13DD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046F152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94409D8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68007E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7BE7C0C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04DB9EC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78674EAC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2E420B8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36C11B60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121AB958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3A6063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0490834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3709991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064377E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55AA8C2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6209194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4DE04DB2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6451992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43F2BD25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524F1CB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400E78DE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063FC04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6C13A24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33029DC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1117E9B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0732CB1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42A5EF79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72E0BEAF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33003596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2A1498A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70E728F7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9C2C0CE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5F6B5741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33FF503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64B48A78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7D31048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C88385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2E7595E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1B7C1F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0C759CC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170C97AD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5923745B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40339CDA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1715303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81B05" w:rsidRPr="00581B05" w14:paraId="22D252AE" w14:textId="77777777" w:rsidTr="00581B05">
        <w:trPr>
          <w:trHeight w:hRule="exact" w:val="415"/>
          <w:jc w:val="center"/>
        </w:trPr>
        <w:tc>
          <w:tcPr>
            <w:tcW w:w="60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45E056" w14:textId="77777777" w:rsidR="00917BBA" w:rsidRPr="00581B05" w:rsidRDefault="00917BBA" w:rsidP="00D11259">
            <w:pPr>
              <w:pStyle w:val="ListParagraph"/>
              <w:numPr>
                <w:ilvl w:val="0"/>
                <w:numId w:val="3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9" w:type="dxa"/>
            <w:tcBorders>
              <w:left w:val="single" w:sz="18" w:space="0" w:color="auto"/>
            </w:tcBorders>
            <w:vAlign w:val="center"/>
          </w:tcPr>
          <w:p w14:paraId="50BC2DB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vAlign w:val="center"/>
          </w:tcPr>
          <w:p w14:paraId="5E32A39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14:paraId="57BAB71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310EC207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1E3643C3" w14:textId="77777777" w:rsidR="00917BBA" w:rsidRPr="00581B05" w:rsidRDefault="00917BBA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9BA9195" w14:textId="77777777" w:rsidR="00917BBA" w:rsidRPr="00581B05" w:rsidRDefault="00917BBA" w:rsidP="00917BBA">
      <w:pPr>
        <w:tabs>
          <w:tab w:val="left" w:pos="515"/>
        </w:tabs>
        <w:spacing w:line="480" w:lineRule="auto"/>
        <w:rPr>
          <w:rFonts w:cs="AL-Mohanad"/>
          <w:color w:val="000000" w:themeColor="text1"/>
          <w:sz w:val="8"/>
          <w:szCs w:val="8"/>
          <w:rtl/>
        </w:rPr>
      </w:pPr>
    </w:p>
    <w:tbl>
      <w:tblPr>
        <w:tblStyle w:val="TableGrid"/>
        <w:bidiVisual/>
        <w:tblW w:w="0" w:type="auto"/>
        <w:tblInd w:w="4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18"/>
        <w:gridCol w:w="4921"/>
      </w:tblGrid>
      <w:tr w:rsidR="00581B05" w:rsidRPr="00581B05" w14:paraId="20851137" w14:textId="77777777" w:rsidTr="00581B05">
        <w:trPr>
          <w:trHeight w:val="352"/>
        </w:trPr>
        <w:tc>
          <w:tcPr>
            <w:tcW w:w="471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05700010" w14:textId="77777777" w:rsidR="00D11259" w:rsidRPr="00581B05" w:rsidRDefault="00D11259" w:rsidP="00D1125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محضر المختبر</w:t>
            </w:r>
          </w:p>
        </w:tc>
        <w:tc>
          <w:tcPr>
            <w:tcW w:w="4921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4BF0DE6" w14:textId="77777777" w:rsidR="00D11259" w:rsidRPr="00581B05" w:rsidRDefault="00D11259" w:rsidP="00D1125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وكيل الشؤون المدرسية</w:t>
            </w:r>
          </w:p>
        </w:tc>
      </w:tr>
      <w:tr w:rsidR="00581B05" w:rsidRPr="00581B05" w14:paraId="6244DA06" w14:textId="77777777" w:rsidTr="00D11259">
        <w:trPr>
          <w:trHeight w:val="352"/>
        </w:trPr>
        <w:tc>
          <w:tcPr>
            <w:tcW w:w="4718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2BF22A99" w14:textId="77777777" w:rsidR="00D11259" w:rsidRPr="00581B05" w:rsidRDefault="00D11259" w:rsidP="00B154C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الاسم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</w:p>
        </w:tc>
        <w:tc>
          <w:tcPr>
            <w:tcW w:w="4921" w:type="dxa"/>
            <w:tcBorders>
              <w:top w:val="single" w:sz="18" w:space="0" w:color="auto"/>
              <w:bottom w:val="single" w:sz="4" w:space="0" w:color="auto"/>
            </w:tcBorders>
            <w:vAlign w:val="center"/>
            <w:hideMark/>
          </w:tcPr>
          <w:p w14:paraId="0458EB3B" w14:textId="77777777" w:rsidR="00D11259" w:rsidRPr="00581B05" w:rsidRDefault="00D11259" w:rsidP="00B154C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الاسم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581B05" w:rsidRPr="00581B05" w14:paraId="141C6A2B" w14:textId="77777777" w:rsidTr="00D11259">
        <w:trPr>
          <w:trHeight w:val="376"/>
        </w:trPr>
        <w:tc>
          <w:tcPr>
            <w:tcW w:w="4718" w:type="dxa"/>
            <w:tcBorders>
              <w:top w:val="single" w:sz="4" w:space="0" w:color="auto"/>
            </w:tcBorders>
            <w:vAlign w:val="center"/>
            <w:hideMark/>
          </w:tcPr>
          <w:p w14:paraId="066CFCBD" w14:textId="77777777" w:rsidR="00D11259" w:rsidRPr="00581B05" w:rsidRDefault="00D11259" w:rsidP="00B154C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4921" w:type="dxa"/>
            <w:tcBorders>
              <w:top w:val="single" w:sz="4" w:space="0" w:color="auto"/>
            </w:tcBorders>
            <w:vAlign w:val="center"/>
            <w:hideMark/>
          </w:tcPr>
          <w:p w14:paraId="1E2888FF" w14:textId="77777777" w:rsidR="00D11259" w:rsidRPr="00581B05" w:rsidRDefault="00D11259" w:rsidP="00B154CA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  <w:r w:rsidR="00E4614B" w:rsidRPr="00581B05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581B05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</w:tbl>
    <w:p w14:paraId="239E358C" w14:textId="77777777" w:rsidR="003C2673" w:rsidRPr="00581B05" w:rsidRDefault="003C2673" w:rsidP="00581B05">
      <w:pPr>
        <w:ind w:left="-1" w:right="-851"/>
        <w:rPr>
          <w:color w:val="000000" w:themeColor="text1"/>
          <w:szCs w:val="36"/>
          <w:rtl/>
        </w:rPr>
      </w:pPr>
    </w:p>
    <w:sectPr w:rsidR="003C2673" w:rsidRPr="00581B05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771C2" w14:textId="77777777" w:rsidR="008D069B" w:rsidRDefault="008D069B" w:rsidP="000B54C1">
      <w:r>
        <w:separator/>
      </w:r>
    </w:p>
  </w:endnote>
  <w:endnote w:type="continuationSeparator" w:id="0">
    <w:p w14:paraId="10AD1D7E" w14:textId="77777777" w:rsidR="008D069B" w:rsidRDefault="008D069B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D973C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9E5C9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44FAA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C5716" w14:textId="77777777" w:rsidR="008D069B" w:rsidRDefault="008D069B" w:rsidP="000B54C1">
      <w:r>
        <w:separator/>
      </w:r>
    </w:p>
  </w:footnote>
  <w:footnote w:type="continuationSeparator" w:id="0">
    <w:p w14:paraId="1BFC1336" w14:textId="77777777" w:rsidR="008D069B" w:rsidRDefault="008D069B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A8431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BBCB347" w14:textId="77777777" w:rsidTr="005302DE">
      <w:tc>
        <w:tcPr>
          <w:tcW w:w="3402" w:type="dxa"/>
          <w:vAlign w:val="center"/>
        </w:tcPr>
        <w:p w14:paraId="35433DF0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66243015" wp14:editId="155581AE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FABF21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272FDED" w14:textId="48FCD4F0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0A07FB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00842EF7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A0A603E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C5CA0D8" wp14:editId="58932D86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B1B124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4899E8D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3875EC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B4B8868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1369F28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95A6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963B2"/>
    <w:multiLevelType w:val="hybridMultilevel"/>
    <w:tmpl w:val="A0C66A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26EDA"/>
    <w:multiLevelType w:val="hybridMultilevel"/>
    <w:tmpl w:val="A0C66A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3128821">
    <w:abstractNumId w:val="1"/>
  </w:num>
  <w:num w:numId="2" w16cid:durableId="1774091034">
    <w:abstractNumId w:val="2"/>
  </w:num>
  <w:num w:numId="3" w16cid:durableId="99988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BBA"/>
    <w:rsid w:val="000168AB"/>
    <w:rsid w:val="000A07FB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81B05"/>
    <w:rsid w:val="00674CBA"/>
    <w:rsid w:val="0068143D"/>
    <w:rsid w:val="006E0A53"/>
    <w:rsid w:val="006E0D08"/>
    <w:rsid w:val="00726AB7"/>
    <w:rsid w:val="00726C3F"/>
    <w:rsid w:val="007A0ADD"/>
    <w:rsid w:val="00886A39"/>
    <w:rsid w:val="008A1DCE"/>
    <w:rsid w:val="008C4306"/>
    <w:rsid w:val="008C7CCC"/>
    <w:rsid w:val="008D069B"/>
    <w:rsid w:val="008E6B73"/>
    <w:rsid w:val="00917BBA"/>
    <w:rsid w:val="009C0A5D"/>
    <w:rsid w:val="00A345C3"/>
    <w:rsid w:val="00A765CF"/>
    <w:rsid w:val="00BB4144"/>
    <w:rsid w:val="00D11259"/>
    <w:rsid w:val="00D472F1"/>
    <w:rsid w:val="00E4614B"/>
    <w:rsid w:val="00EB5EB7"/>
    <w:rsid w:val="00EC7798"/>
    <w:rsid w:val="00EF4712"/>
    <w:rsid w:val="00F54F92"/>
    <w:rsid w:val="00FC2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9A0656"/>
  <w15:docId w15:val="{79A4C785-C20D-4BE6-AB15-849D0BC2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6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18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2017-04-28T16:42:00Z</dcterms:created>
  <dcterms:modified xsi:type="dcterms:W3CDTF">2025-05-16T17:58:00Z</dcterms:modified>
</cp:coreProperties>
</file>