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79A7CFF6" w14:textId="77777777" w:rsidTr="000970CE">
        <w:tc>
          <w:tcPr>
            <w:tcW w:w="10348" w:type="dxa"/>
          </w:tcPr>
          <w:p w14:paraId="36E13B2C" w14:textId="77777777" w:rsidR="005302DE" w:rsidRPr="008F24DF" w:rsidRDefault="008F24DF" w:rsidP="008F24DF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( 44 ) </w:t>
            </w:r>
          </w:p>
        </w:tc>
      </w:tr>
      <w:tr w:rsidR="005302DE" w14:paraId="3C29C838" w14:textId="77777777" w:rsidTr="000970CE">
        <w:tc>
          <w:tcPr>
            <w:tcW w:w="10348" w:type="dxa"/>
          </w:tcPr>
          <w:p w14:paraId="35E20D6C" w14:textId="77777777" w:rsidR="005302DE" w:rsidRPr="008F24DF" w:rsidRDefault="008F24DF" w:rsidP="008F24DF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8F24DF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رمز النموذج : ( و0م0ع0ن  -  08  -  02)</w:t>
            </w:r>
          </w:p>
        </w:tc>
      </w:tr>
      <w:tr w:rsidR="005302DE" w14:paraId="64A0DFD3" w14:textId="77777777" w:rsidTr="000970CE">
        <w:tc>
          <w:tcPr>
            <w:tcW w:w="10348" w:type="dxa"/>
          </w:tcPr>
          <w:p w14:paraId="29F2D9F9" w14:textId="77777777" w:rsidR="005302DE" w:rsidRPr="008F24DF" w:rsidRDefault="008F24DF" w:rsidP="008F24DF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8F24DF">
              <w:rPr>
                <w:rFonts w:cs="PT Bold Heading" w:hint="cs"/>
                <w:b/>
                <w:bCs/>
                <w:sz w:val="30"/>
                <w:szCs w:val="30"/>
                <w:rtl/>
              </w:rPr>
              <w:t>اسم النموذج : سجل حصر الناقص والزائد والتالف في المختبر</w:t>
            </w:r>
          </w:p>
        </w:tc>
      </w:tr>
    </w:tbl>
    <w:p w14:paraId="0AB78E9A" w14:textId="77777777" w:rsidR="008F24DF" w:rsidRDefault="008F24DF" w:rsidP="008F24DF">
      <w:pPr>
        <w:tabs>
          <w:tab w:val="left" w:pos="1213"/>
        </w:tabs>
        <w:spacing w:line="360" w:lineRule="auto"/>
        <w:jc w:val="center"/>
        <w:rPr>
          <w:rFonts w:cs="AL-Mohanad"/>
          <w:b/>
          <w:bCs/>
          <w:sz w:val="6"/>
          <w:szCs w:val="8"/>
          <w:rtl/>
        </w:rPr>
      </w:pPr>
    </w:p>
    <w:p w14:paraId="3EE66178" w14:textId="7CD6ECB5" w:rsidR="008F24DF" w:rsidRPr="000970CE" w:rsidRDefault="008F24DF" w:rsidP="000970CE">
      <w:pPr>
        <w:pStyle w:val="Bodytext20"/>
        <w:shd w:val="clear" w:color="auto" w:fill="auto"/>
        <w:tabs>
          <w:tab w:val="left" w:pos="5069"/>
        </w:tabs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  <w:rtl/>
        </w:rPr>
      </w:pPr>
      <w:r w:rsidRPr="000970CE">
        <w:rPr>
          <w:rFonts w:ascii="Arial" w:hAnsi="Arial" w:cs="Arial"/>
          <w:b/>
          <w:bCs/>
          <w:sz w:val="24"/>
          <w:szCs w:val="24"/>
          <w:rtl/>
        </w:rPr>
        <w:t>أس</w:t>
      </w:r>
      <w:r w:rsidR="000970CE" w:rsidRPr="000970CE">
        <w:rPr>
          <w:rFonts w:ascii="Arial" w:hAnsi="Arial" w:cs="Arial"/>
          <w:b/>
          <w:bCs/>
          <w:sz w:val="24"/>
          <w:szCs w:val="24"/>
          <w:rtl/>
        </w:rPr>
        <w:t xml:space="preserve">ماء المواد والأدوات </w:t>
      </w:r>
      <w:r w:rsidR="000970CE" w:rsidRPr="000970CE">
        <w:rPr>
          <w:rFonts w:ascii="Arial" w:hAnsi="Arial" w:cs="PT Bold Heading"/>
          <w:b/>
          <w:bCs/>
          <w:sz w:val="24"/>
          <w:szCs w:val="24"/>
          <w:u w:val="single"/>
          <w:rtl/>
        </w:rPr>
        <w:t>الناقصة</w:t>
      </w:r>
      <w:r w:rsidR="000970CE" w:rsidRPr="000970CE">
        <w:rPr>
          <w:rFonts w:ascii="Arial" w:hAnsi="Arial" w:cs="Arial"/>
          <w:b/>
          <w:bCs/>
          <w:sz w:val="24"/>
          <w:szCs w:val="24"/>
          <w:rtl/>
        </w:rPr>
        <w:t xml:space="preserve"> في</w:t>
      </w:r>
      <w:r w:rsidR="000970CE" w:rsidRPr="000970CE">
        <w:rPr>
          <w:rFonts w:ascii="Arial" w:hAnsi="Arial" w:cs="Arial" w:hint="cs"/>
          <w:b/>
          <w:bCs/>
          <w:sz w:val="24"/>
          <w:szCs w:val="24"/>
          <w:rtl/>
        </w:rPr>
        <w:t xml:space="preserve"> </w:t>
      </w:r>
      <w:r w:rsidRPr="000970CE">
        <w:rPr>
          <w:rFonts w:ascii="Arial" w:hAnsi="Arial" w:cs="Arial"/>
          <w:b/>
          <w:bCs/>
          <w:sz w:val="24"/>
          <w:szCs w:val="24"/>
          <w:rtl/>
        </w:rPr>
        <w:t xml:space="preserve">مختبر المدرسة للعام الدراسي </w:t>
      </w:r>
      <w:r w:rsidR="006D350C" w:rsidRPr="000970CE">
        <w:rPr>
          <w:rFonts w:ascii="Arial" w:hAnsi="Arial" w:cs="Arial" w:hint="cs"/>
          <w:b/>
          <w:bCs/>
          <w:sz w:val="24"/>
          <w:szCs w:val="24"/>
          <w:rtl/>
        </w:rPr>
        <w:t xml:space="preserve">    14 هـ       14 هـ </w:t>
      </w:r>
      <w:r w:rsidR="006D350C" w:rsidRPr="000970CE">
        <w:rPr>
          <w:rFonts w:ascii="Arial" w:hAnsi="Arial" w:cs="Arial"/>
          <w:b/>
          <w:bCs/>
          <w:sz w:val="24"/>
          <w:szCs w:val="24"/>
          <w:rtl/>
        </w:rPr>
        <w:t>الفصل</w:t>
      </w:r>
      <w:r w:rsidR="006D350C" w:rsidRPr="000970CE">
        <w:rPr>
          <w:rFonts w:ascii="Arial" w:hAnsi="Arial" w:cs="Arial" w:hint="cs"/>
          <w:b/>
          <w:bCs/>
          <w:sz w:val="24"/>
          <w:szCs w:val="24"/>
          <w:rtl/>
        </w:rPr>
        <w:t xml:space="preserve"> </w:t>
      </w:r>
      <w:r w:rsidRPr="000970CE">
        <w:rPr>
          <w:rFonts w:ascii="Arial" w:hAnsi="Arial" w:cs="Arial"/>
          <w:b/>
          <w:bCs/>
          <w:sz w:val="24"/>
          <w:szCs w:val="24"/>
          <w:rtl/>
        </w:rPr>
        <w:t>الدراسي</w:t>
      </w:r>
      <w:r w:rsidR="007B61EA">
        <w:rPr>
          <w:rFonts w:ascii="Arial" w:hAnsi="Arial" w:cs="Arial" w:hint="cs"/>
          <w:b/>
          <w:bCs/>
          <w:sz w:val="24"/>
          <w:szCs w:val="24"/>
          <w:rtl/>
        </w:rPr>
        <w:t>: (             )</w:t>
      </w:r>
    </w:p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1"/>
        <w:gridCol w:w="1276"/>
        <w:gridCol w:w="3895"/>
        <w:gridCol w:w="1797"/>
        <w:gridCol w:w="2615"/>
      </w:tblGrid>
      <w:tr w:rsidR="000970CE" w14:paraId="0BB67023" w14:textId="77777777" w:rsidTr="007B61EA">
        <w:trPr>
          <w:trHeight w:hRule="exact" w:val="355"/>
          <w:jc w:val="center"/>
        </w:trPr>
        <w:tc>
          <w:tcPr>
            <w:tcW w:w="651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273602ED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م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5E1AF8C4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رقم الصنف</w:t>
            </w:r>
          </w:p>
        </w:tc>
        <w:tc>
          <w:tcPr>
            <w:tcW w:w="3895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4BC659A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اسم الصنف</w:t>
            </w:r>
          </w:p>
        </w:tc>
        <w:tc>
          <w:tcPr>
            <w:tcW w:w="1797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136A75CC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الكمية المطلوبة</w:t>
            </w:r>
          </w:p>
        </w:tc>
        <w:tc>
          <w:tcPr>
            <w:tcW w:w="2615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7635DEEF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ملاحظات</w:t>
            </w:r>
          </w:p>
        </w:tc>
      </w:tr>
      <w:tr w:rsidR="008F24DF" w14:paraId="0F872D09" w14:textId="77777777" w:rsidTr="007B61EA">
        <w:trPr>
          <w:trHeight w:hRule="exact" w:val="355"/>
          <w:jc w:val="center"/>
        </w:trPr>
        <w:tc>
          <w:tcPr>
            <w:tcW w:w="6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F8A52F" w14:textId="77777777" w:rsidR="008F24DF" w:rsidRPr="000970CE" w:rsidRDefault="008F24DF" w:rsidP="000970CE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DE5FE4E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B599E1F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813F66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0E0EA3E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53B92513" w14:textId="77777777" w:rsidTr="007B61EA">
        <w:trPr>
          <w:trHeight w:hRule="exact" w:val="355"/>
          <w:jc w:val="center"/>
        </w:trPr>
        <w:tc>
          <w:tcPr>
            <w:tcW w:w="6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D763F2" w14:textId="77777777" w:rsidR="008F24DF" w:rsidRPr="000970CE" w:rsidRDefault="008F24DF" w:rsidP="000970CE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1522252A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tcBorders>
              <w:top w:val="single" w:sz="4" w:space="0" w:color="auto"/>
            </w:tcBorders>
            <w:vAlign w:val="center"/>
          </w:tcPr>
          <w:p w14:paraId="59F88576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4" w:space="0" w:color="auto"/>
            </w:tcBorders>
            <w:vAlign w:val="center"/>
          </w:tcPr>
          <w:p w14:paraId="2E24EB77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tcBorders>
              <w:top w:val="single" w:sz="4" w:space="0" w:color="auto"/>
            </w:tcBorders>
            <w:vAlign w:val="center"/>
          </w:tcPr>
          <w:p w14:paraId="596A07C6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1BEB6E9E" w14:textId="77777777" w:rsidTr="007B61EA">
        <w:trPr>
          <w:trHeight w:hRule="exact" w:val="35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00D02432" w14:textId="77777777" w:rsidR="008F24DF" w:rsidRPr="000970CE" w:rsidRDefault="008F24DF" w:rsidP="000970CE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C0940EB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vAlign w:val="center"/>
          </w:tcPr>
          <w:p w14:paraId="1A0C5E67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vAlign w:val="center"/>
          </w:tcPr>
          <w:p w14:paraId="678E4AFD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58DFC73E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58CDF6C8" w14:textId="77777777" w:rsidTr="007B61EA">
        <w:trPr>
          <w:trHeight w:hRule="exact" w:val="35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31FF55C0" w14:textId="77777777" w:rsidR="008F24DF" w:rsidRPr="000970CE" w:rsidRDefault="008F24DF" w:rsidP="000970CE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B8982FD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vAlign w:val="center"/>
          </w:tcPr>
          <w:p w14:paraId="5572EE63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vAlign w:val="center"/>
          </w:tcPr>
          <w:p w14:paraId="35303AEF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1651BD0A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7177CE2B" w14:textId="77777777" w:rsidTr="007B61EA">
        <w:trPr>
          <w:trHeight w:hRule="exact" w:val="35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708141CD" w14:textId="77777777" w:rsidR="008F24DF" w:rsidRPr="000970CE" w:rsidRDefault="008F24DF" w:rsidP="000970CE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9C64BF0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vAlign w:val="center"/>
          </w:tcPr>
          <w:p w14:paraId="375BF068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vAlign w:val="center"/>
          </w:tcPr>
          <w:p w14:paraId="5D22A4CA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1518BF83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0E7116D8" w14:textId="77777777" w:rsidTr="007B61EA">
        <w:trPr>
          <w:trHeight w:hRule="exact" w:val="35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1C2D2FB3" w14:textId="77777777" w:rsidR="008F24DF" w:rsidRPr="000970CE" w:rsidRDefault="008F24DF" w:rsidP="000970CE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C8BA50C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vAlign w:val="center"/>
          </w:tcPr>
          <w:p w14:paraId="6447679E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vAlign w:val="center"/>
          </w:tcPr>
          <w:p w14:paraId="225F0353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320F425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75163EB1" w14:textId="77777777" w:rsidTr="007B61EA">
        <w:trPr>
          <w:trHeight w:hRule="exact" w:val="35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23860D06" w14:textId="77777777" w:rsidR="008F24DF" w:rsidRPr="000970CE" w:rsidRDefault="008F24DF" w:rsidP="000970CE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AE6DA1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vAlign w:val="center"/>
          </w:tcPr>
          <w:p w14:paraId="06B09A26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vAlign w:val="center"/>
          </w:tcPr>
          <w:p w14:paraId="4016636B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35F0E1E1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0F623CCA" w14:textId="77777777" w:rsidTr="007B61EA">
        <w:trPr>
          <w:trHeight w:hRule="exact" w:val="35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716FF0DA" w14:textId="77777777" w:rsidR="008F24DF" w:rsidRPr="000970CE" w:rsidRDefault="008F24DF" w:rsidP="000970CE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E77D267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vAlign w:val="center"/>
          </w:tcPr>
          <w:p w14:paraId="05CFB953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vAlign w:val="center"/>
          </w:tcPr>
          <w:p w14:paraId="0D055B07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2181E606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7BC51335" w14:textId="77777777" w:rsidTr="007B61EA">
        <w:trPr>
          <w:trHeight w:hRule="exact" w:val="35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46C2C53C" w14:textId="77777777" w:rsidR="008F24DF" w:rsidRPr="000970CE" w:rsidRDefault="008F24DF" w:rsidP="000970CE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9155CF3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vAlign w:val="center"/>
          </w:tcPr>
          <w:p w14:paraId="039B9B11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vAlign w:val="center"/>
          </w:tcPr>
          <w:p w14:paraId="039884EA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0D2FBF28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687D6078" w14:textId="77777777" w:rsidTr="007B61EA">
        <w:trPr>
          <w:trHeight w:hRule="exact" w:val="35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527EC280" w14:textId="77777777" w:rsidR="008F24DF" w:rsidRPr="000970CE" w:rsidRDefault="008F24DF" w:rsidP="000970CE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3F89837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vAlign w:val="center"/>
          </w:tcPr>
          <w:p w14:paraId="52F46F83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vAlign w:val="center"/>
          </w:tcPr>
          <w:p w14:paraId="0666E643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349C3A82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0C85BB30" w14:textId="77777777" w:rsidTr="007B61EA">
        <w:trPr>
          <w:trHeight w:hRule="exact" w:val="35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2CEAD43B" w14:textId="77777777" w:rsidR="008F24DF" w:rsidRPr="000970CE" w:rsidRDefault="008F24DF" w:rsidP="000970CE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7DC9FD8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vAlign w:val="center"/>
          </w:tcPr>
          <w:p w14:paraId="75ECF516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vAlign w:val="center"/>
          </w:tcPr>
          <w:p w14:paraId="1E83421C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2C8BDC0D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461F70C4" w14:textId="77777777" w:rsidTr="007B61EA">
        <w:trPr>
          <w:trHeight w:hRule="exact" w:val="35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016AD976" w14:textId="77777777" w:rsidR="008F24DF" w:rsidRPr="000970CE" w:rsidRDefault="008F24DF" w:rsidP="000970CE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B25401B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vAlign w:val="center"/>
          </w:tcPr>
          <w:p w14:paraId="5F194D82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vAlign w:val="center"/>
          </w:tcPr>
          <w:p w14:paraId="68BF69C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124A4400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21665651" w14:textId="77777777" w:rsidTr="007B61EA">
        <w:trPr>
          <w:trHeight w:hRule="exact" w:val="35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3F35F4F5" w14:textId="77777777" w:rsidR="008F24DF" w:rsidRPr="000970CE" w:rsidRDefault="008F24DF" w:rsidP="000970CE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403281C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vAlign w:val="center"/>
          </w:tcPr>
          <w:p w14:paraId="58266A20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vAlign w:val="center"/>
          </w:tcPr>
          <w:p w14:paraId="54C2310E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38E0C15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60903496" w14:textId="77777777" w:rsidTr="007B61EA">
        <w:trPr>
          <w:trHeight w:hRule="exact" w:val="35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6E0A12E0" w14:textId="77777777" w:rsidR="008F24DF" w:rsidRPr="000970CE" w:rsidRDefault="008F24DF" w:rsidP="000970CE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3831716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vAlign w:val="center"/>
          </w:tcPr>
          <w:p w14:paraId="27195646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vAlign w:val="center"/>
          </w:tcPr>
          <w:p w14:paraId="120F8683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78A80336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704A06A5" w14:textId="77777777" w:rsidTr="007B61EA">
        <w:trPr>
          <w:trHeight w:hRule="exact" w:val="35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173E5601" w14:textId="77777777" w:rsidR="008F24DF" w:rsidRPr="000970CE" w:rsidRDefault="008F24DF" w:rsidP="000970CE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D763356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vAlign w:val="center"/>
          </w:tcPr>
          <w:p w14:paraId="4A9C5550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vAlign w:val="center"/>
          </w:tcPr>
          <w:p w14:paraId="6A81CD8E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10B7A538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4C9997CB" w14:textId="77777777" w:rsidTr="007B61EA">
        <w:trPr>
          <w:trHeight w:hRule="exact" w:val="35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62EDD5B6" w14:textId="77777777" w:rsidR="008F24DF" w:rsidRPr="000970CE" w:rsidRDefault="008F24DF" w:rsidP="000970CE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92C8500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vAlign w:val="center"/>
          </w:tcPr>
          <w:p w14:paraId="1BF741B2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vAlign w:val="center"/>
          </w:tcPr>
          <w:p w14:paraId="77A00454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50D31356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1DC5E4D7" w14:textId="77777777" w:rsidTr="007B61EA">
        <w:trPr>
          <w:trHeight w:hRule="exact" w:val="35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3B612083" w14:textId="77777777" w:rsidR="008F24DF" w:rsidRPr="000970CE" w:rsidRDefault="008F24DF" w:rsidP="000970CE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8290C4C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vAlign w:val="center"/>
          </w:tcPr>
          <w:p w14:paraId="79C976C1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vAlign w:val="center"/>
          </w:tcPr>
          <w:p w14:paraId="40DDBE54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15DB6BDE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126466A4" w14:textId="77777777" w:rsidTr="007B61EA">
        <w:trPr>
          <w:trHeight w:hRule="exact" w:val="35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4BE8C0A1" w14:textId="77777777" w:rsidR="008F24DF" w:rsidRPr="000970CE" w:rsidRDefault="008F24DF" w:rsidP="000970CE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B32C6FE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vAlign w:val="center"/>
          </w:tcPr>
          <w:p w14:paraId="2608C455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vAlign w:val="center"/>
          </w:tcPr>
          <w:p w14:paraId="3960C45A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50597182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5A153567" w14:textId="77777777" w:rsidTr="007B61EA">
        <w:trPr>
          <w:trHeight w:hRule="exact" w:val="35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30C24FF6" w14:textId="77777777" w:rsidR="008F24DF" w:rsidRPr="000970CE" w:rsidRDefault="008F24DF" w:rsidP="000970CE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982548E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vAlign w:val="center"/>
          </w:tcPr>
          <w:p w14:paraId="07F28A4E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vAlign w:val="center"/>
          </w:tcPr>
          <w:p w14:paraId="7EB08715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553B2C0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5DD2BF3B" w14:textId="77777777" w:rsidTr="007B61EA">
        <w:trPr>
          <w:trHeight w:hRule="exact" w:val="35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7AAE8BFA" w14:textId="77777777" w:rsidR="008F24DF" w:rsidRPr="000970CE" w:rsidRDefault="008F24DF" w:rsidP="000970CE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53CF4AD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vAlign w:val="center"/>
          </w:tcPr>
          <w:p w14:paraId="5E835841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vAlign w:val="center"/>
          </w:tcPr>
          <w:p w14:paraId="6FDD936C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226D7FF6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1CA2E9EA" w14:textId="77777777" w:rsidTr="007B61EA">
        <w:trPr>
          <w:trHeight w:hRule="exact" w:val="35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78FF237B" w14:textId="77777777" w:rsidR="008F24DF" w:rsidRPr="000970CE" w:rsidRDefault="008F24DF" w:rsidP="000970CE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F0118D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vAlign w:val="center"/>
          </w:tcPr>
          <w:p w14:paraId="18231DB8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vAlign w:val="center"/>
          </w:tcPr>
          <w:p w14:paraId="1637CA14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75501783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1E92C40E" w14:textId="77777777" w:rsidTr="007B61EA">
        <w:trPr>
          <w:trHeight w:hRule="exact" w:val="35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30F46A16" w14:textId="77777777" w:rsidR="008F24DF" w:rsidRPr="000970CE" w:rsidRDefault="008F24DF" w:rsidP="000970CE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B968AB0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vAlign w:val="center"/>
          </w:tcPr>
          <w:p w14:paraId="49533A5C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vAlign w:val="center"/>
          </w:tcPr>
          <w:p w14:paraId="18F2ACA6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30D60BE3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172F10D0" w14:textId="77777777" w:rsidTr="007B61EA">
        <w:trPr>
          <w:trHeight w:hRule="exact" w:val="35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7F781696" w14:textId="77777777" w:rsidR="008F24DF" w:rsidRPr="000970CE" w:rsidRDefault="008F24DF" w:rsidP="000970CE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D077FF7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vAlign w:val="center"/>
          </w:tcPr>
          <w:p w14:paraId="63C4E9CA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vAlign w:val="center"/>
          </w:tcPr>
          <w:p w14:paraId="1449DA07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703E0ABE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3E697B71" w14:textId="77777777" w:rsidTr="007B61EA">
        <w:trPr>
          <w:trHeight w:hRule="exact" w:val="35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03A4C3B9" w14:textId="77777777" w:rsidR="008F24DF" w:rsidRPr="000970CE" w:rsidRDefault="008F24DF" w:rsidP="000970CE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2F5409C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vAlign w:val="center"/>
          </w:tcPr>
          <w:p w14:paraId="75BC878C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vAlign w:val="center"/>
          </w:tcPr>
          <w:p w14:paraId="5CA8EEC2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57DC6DB4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4429F4FA" w14:textId="77777777" w:rsidTr="007B61EA">
        <w:trPr>
          <w:trHeight w:hRule="exact" w:val="35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6FB16ADA" w14:textId="77777777" w:rsidR="008F24DF" w:rsidRPr="000970CE" w:rsidRDefault="008F24DF" w:rsidP="000970CE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45D0E02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vAlign w:val="center"/>
          </w:tcPr>
          <w:p w14:paraId="00EF09EB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vAlign w:val="center"/>
          </w:tcPr>
          <w:p w14:paraId="6D5C2FC5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vAlign w:val="center"/>
          </w:tcPr>
          <w:p w14:paraId="04A189A3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18A7EE98" w14:textId="77777777" w:rsidR="008F24DF" w:rsidRDefault="008F24DF" w:rsidP="008F24DF">
      <w:pPr>
        <w:tabs>
          <w:tab w:val="left" w:pos="515"/>
        </w:tabs>
        <w:rPr>
          <w:rFonts w:cs="AL-Mohanad"/>
          <w:color w:val="000000"/>
          <w:sz w:val="20"/>
          <w:szCs w:val="20"/>
        </w:rPr>
      </w:pPr>
      <w:r>
        <w:rPr>
          <w:rFonts w:cs="AL-Mohanad" w:hint="cs"/>
          <w:color w:val="000000"/>
          <w:sz w:val="20"/>
          <w:szCs w:val="20"/>
          <w:rtl/>
        </w:rPr>
        <w:tab/>
      </w:r>
    </w:p>
    <w:tbl>
      <w:tblPr>
        <w:tblStyle w:val="TableGrid"/>
        <w:bidiVisual/>
        <w:tblW w:w="10073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5100"/>
        <w:gridCol w:w="4973"/>
      </w:tblGrid>
      <w:tr w:rsidR="008F24DF" w14:paraId="10BEAA7B" w14:textId="77777777" w:rsidTr="005F07F3">
        <w:trPr>
          <w:trHeight w:val="352"/>
        </w:trPr>
        <w:tc>
          <w:tcPr>
            <w:tcW w:w="51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D78F38A" w14:textId="77777777" w:rsidR="008F24DF" w:rsidRPr="000970CE" w:rsidRDefault="008F24DF" w:rsidP="000970CE">
            <w:pPr>
              <w:jc w:val="center"/>
              <w:rPr>
                <w:rFonts w:cs="AL-Mohanad"/>
                <w:b/>
                <w:bCs/>
                <w:color w:val="000000"/>
                <w:sz w:val="26"/>
                <w:szCs w:val="26"/>
              </w:rPr>
            </w:pPr>
            <w:r w:rsidRPr="000970CE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محضر المختبر</w:t>
            </w:r>
          </w:p>
        </w:tc>
        <w:tc>
          <w:tcPr>
            <w:tcW w:w="497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2423E96C" w14:textId="77777777" w:rsidR="008F24DF" w:rsidRPr="000970CE" w:rsidRDefault="008F24DF" w:rsidP="000970CE">
            <w:pPr>
              <w:jc w:val="center"/>
              <w:rPr>
                <w:rFonts w:cs="AL-Mohanad"/>
                <w:b/>
                <w:bCs/>
                <w:color w:val="000000"/>
                <w:sz w:val="26"/>
                <w:szCs w:val="26"/>
              </w:rPr>
            </w:pPr>
            <w:r w:rsidRPr="000970CE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وكيل الشؤون المدرسية</w:t>
            </w:r>
          </w:p>
        </w:tc>
      </w:tr>
      <w:tr w:rsidR="00E065F9" w14:paraId="613F7050" w14:textId="77777777" w:rsidTr="005F07F3">
        <w:trPr>
          <w:trHeight w:val="352"/>
        </w:trPr>
        <w:tc>
          <w:tcPr>
            <w:tcW w:w="510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7D9EE6C7" w14:textId="77777777" w:rsidR="00E065F9" w:rsidRPr="000970CE" w:rsidRDefault="00E065F9" w:rsidP="00741DB5">
            <w:pPr>
              <w:rPr>
                <w:rFonts w:cs="AL-Mohanad"/>
                <w:b/>
                <w:bCs/>
                <w:color w:val="000000"/>
                <w:sz w:val="26"/>
                <w:szCs w:val="26"/>
                <w:rtl/>
              </w:rPr>
            </w:pPr>
            <w:r w:rsidRPr="000970CE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الاسم</w:t>
            </w:r>
            <w:r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:</w:t>
            </w:r>
            <w:r w:rsidRPr="000970CE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49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  <w:hideMark/>
          </w:tcPr>
          <w:p w14:paraId="5408660A" w14:textId="77777777" w:rsidR="00E065F9" w:rsidRPr="000970CE" w:rsidRDefault="00E065F9" w:rsidP="00741DB5">
            <w:pPr>
              <w:rPr>
                <w:rFonts w:cs="AL-Mohanad"/>
                <w:b/>
                <w:bCs/>
                <w:color w:val="000000"/>
                <w:sz w:val="26"/>
                <w:szCs w:val="26"/>
              </w:rPr>
            </w:pPr>
            <w:r w:rsidRPr="000970CE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الاسم</w:t>
            </w:r>
            <w:r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:</w:t>
            </w:r>
            <w:r w:rsidRPr="000970CE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</w:p>
        </w:tc>
      </w:tr>
      <w:tr w:rsidR="00E065F9" w14:paraId="3F28C0E4" w14:textId="77777777" w:rsidTr="005F07F3">
        <w:trPr>
          <w:trHeight w:val="376"/>
        </w:trPr>
        <w:tc>
          <w:tcPr>
            <w:tcW w:w="51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59C48F5E" w14:textId="77777777" w:rsidR="00E065F9" w:rsidRPr="000970CE" w:rsidRDefault="00E065F9" w:rsidP="00741DB5">
            <w:pPr>
              <w:rPr>
                <w:rFonts w:cs="AL-Mohanad"/>
                <w:b/>
                <w:bCs/>
                <w:color w:val="000000"/>
                <w:sz w:val="26"/>
                <w:szCs w:val="26"/>
                <w:rtl/>
              </w:rPr>
            </w:pPr>
            <w:r w:rsidRPr="000970CE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التوقيع</w:t>
            </w:r>
            <w:r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:</w:t>
            </w:r>
            <w:r w:rsidRPr="000970CE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18" w:space="0" w:color="auto"/>
            </w:tcBorders>
            <w:vAlign w:val="center"/>
            <w:hideMark/>
          </w:tcPr>
          <w:p w14:paraId="64BCEEF9" w14:textId="77777777" w:rsidR="00E065F9" w:rsidRPr="000970CE" w:rsidRDefault="00E065F9" w:rsidP="00741DB5">
            <w:pPr>
              <w:rPr>
                <w:rFonts w:cs="AL-Mohanad"/>
                <w:b/>
                <w:bCs/>
                <w:color w:val="000000"/>
                <w:sz w:val="26"/>
                <w:szCs w:val="26"/>
              </w:rPr>
            </w:pPr>
            <w:r w:rsidRPr="000970CE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التوقيع</w:t>
            </w:r>
            <w:r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:</w:t>
            </w:r>
          </w:p>
        </w:tc>
      </w:tr>
    </w:tbl>
    <w:p w14:paraId="197CBD07" w14:textId="77777777" w:rsidR="008F24DF" w:rsidRDefault="008F24DF" w:rsidP="008F24DF">
      <w:pPr>
        <w:tabs>
          <w:tab w:val="left" w:pos="515"/>
        </w:tabs>
        <w:spacing w:line="480" w:lineRule="auto"/>
        <w:rPr>
          <w:rFonts w:cs="AL-Mohanad"/>
          <w:color w:val="000000"/>
          <w:sz w:val="20"/>
          <w:szCs w:val="20"/>
          <w:rtl/>
        </w:rPr>
      </w:pPr>
    </w:p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0970CE" w14:paraId="1884054A" w14:textId="77777777" w:rsidTr="009D1E76">
        <w:tc>
          <w:tcPr>
            <w:tcW w:w="10348" w:type="dxa"/>
          </w:tcPr>
          <w:p w14:paraId="616C72FC" w14:textId="77777777" w:rsidR="000970CE" w:rsidRPr="008F24DF" w:rsidRDefault="000970CE" w:rsidP="009D1E76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lastRenderedPageBreak/>
              <w:t xml:space="preserve">نموذج رقم ( 44 ) </w:t>
            </w:r>
          </w:p>
        </w:tc>
      </w:tr>
      <w:tr w:rsidR="000970CE" w14:paraId="711BDBAA" w14:textId="77777777" w:rsidTr="009D1E76">
        <w:tc>
          <w:tcPr>
            <w:tcW w:w="10348" w:type="dxa"/>
          </w:tcPr>
          <w:p w14:paraId="1BCBB643" w14:textId="77777777" w:rsidR="000970CE" w:rsidRPr="008F24DF" w:rsidRDefault="000970CE" w:rsidP="009D1E76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8F24DF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رمز النموذج : ( و0م0ع0ن  -  08  -  02)</w:t>
            </w:r>
          </w:p>
        </w:tc>
      </w:tr>
      <w:tr w:rsidR="000970CE" w14:paraId="6F5F9D30" w14:textId="77777777" w:rsidTr="009D1E76">
        <w:tc>
          <w:tcPr>
            <w:tcW w:w="10348" w:type="dxa"/>
          </w:tcPr>
          <w:p w14:paraId="54C6F2DB" w14:textId="77777777" w:rsidR="000970CE" w:rsidRPr="008F24DF" w:rsidRDefault="000970CE" w:rsidP="009D1E76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8F24DF">
              <w:rPr>
                <w:rFonts w:cs="PT Bold Heading" w:hint="cs"/>
                <w:b/>
                <w:bCs/>
                <w:sz w:val="30"/>
                <w:szCs w:val="30"/>
                <w:rtl/>
              </w:rPr>
              <w:t>اسم النموذج : سجل حصر الناقص والزائد والتالف في المختبر</w:t>
            </w:r>
          </w:p>
        </w:tc>
      </w:tr>
    </w:tbl>
    <w:p w14:paraId="421E2E47" w14:textId="77777777" w:rsidR="000970CE" w:rsidRPr="000970CE" w:rsidRDefault="000970CE" w:rsidP="000970CE">
      <w:pPr>
        <w:pStyle w:val="Bodytext20"/>
        <w:shd w:val="clear" w:color="auto" w:fill="auto"/>
        <w:tabs>
          <w:tab w:val="left" w:pos="5069"/>
        </w:tabs>
        <w:spacing w:after="0" w:line="276" w:lineRule="auto"/>
        <w:jc w:val="both"/>
        <w:rPr>
          <w:sz w:val="8"/>
          <w:szCs w:val="8"/>
          <w:rtl/>
        </w:rPr>
      </w:pPr>
    </w:p>
    <w:p w14:paraId="1AE22CBE" w14:textId="77777777" w:rsidR="008F24DF" w:rsidRPr="000970CE" w:rsidRDefault="000970CE" w:rsidP="000970CE">
      <w:pPr>
        <w:pStyle w:val="Bodytext20"/>
        <w:shd w:val="clear" w:color="auto" w:fill="auto"/>
        <w:tabs>
          <w:tab w:val="left" w:pos="5069"/>
        </w:tabs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970CE">
        <w:rPr>
          <w:rFonts w:ascii="Arial" w:hAnsi="Arial" w:cs="Arial"/>
          <w:b/>
          <w:bCs/>
          <w:sz w:val="24"/>
          <w:szCs w:val="24"/>
          <w:rtl/>
        </w:rPr>
        <w:t xml:space="preserve">أسماء المواد والأدوات </w:t>
      </w:r>
      <w:r w:rsidRPr="000970CE">
        <w:rPr>
          <w:rFonts w:ascii="Arial" w:hAnsi="Arial" w:cs="PT Bold Heading" w:hint="cs"/>
          <w:b/>
          <w:bCs/>
          <w:sz w:val="24"/>
          <w:szCs w:val="24"/>
          <w:u w:val="single"/>
          <w:rtl/>
        </w:rPr>
        <w:t>الزائدة</w:t>
      </w:r>
      <w:r w:rsidRPr="000970CE">
        <w:rPr>
          <w:rFonts w:ascii="Arial" w:hAnsi="Arial" w:cs="Arial"/>
          <w:b/>
          <w:bCs/>
          <w:sz w:val="24"/>
          <w:szCs w:val="24"/>
          <w:rtl/>
        </w:rPr>
        <w:t xml:space="preserve"> في</w:t>
      </w:r>
      <w:r w:rsidRPr="000970CE">
        <w:rPr>
          <w:rFonts w:ascii="Arial" w:hAnsi="Arial" w:cs="Arial" w:hint="cs"/>
          <w:b/>
          <w:bCs/>
          <w:sz w:val="24"/>
          <w:szCs w:val="24"/>
          <w:rtl/>
        </w:rPr>
        <w:t xml:space="preserve"> </w:t>
      </w:r>
      <w:r w:rsidRPr="000970CE">
        <w:rPr>
          <w:rFonts w:ascii="Arial" w:hAnsi="Arial" w:cs="Arial"/>
          <w:b/>
          <w:bCs/>
          <w:sz w:val="24"/>
          <w:szCs w:val="24"/>
          <w:rtl/>
        </w:rPr>
        <w:t xml:space="preserve">مختبر المدرسة للعام الدراسي </w:t>
      </w:r>
      <w:r w:rsidRPr="000970CE">
        <w:rPr>
          <w:rFonts w:ascii="Arial" w:hAnsi="Arial" w:cs="Arial" w:hint="cs"/>
          <w:b/>
          <w:bCs/>
          <w:sz w:val="24"/>
          <w:szCs w:val="24"/>
          <w:rtl/>
        </w:rPr>
        <w:t xml:space="preserve">    14 هـ       14 هـ </w:t>
      </w:r>
      <w:r w:rsidRPr="000970CE">
        <w:rPr>
          <w:rFonts w:ascii="Arial" w:hAnsi="Arial" w:cs="Arial"/>
          <w:b/>
          <w:bCs/>
          <w:sz w:val="24"/>
          <w:szCs w:val="24"/>
          <w:rtl/>
        </w:rPr>
        <w:t>الفصل</w:t>
      </w:r>
      <w:r w:rsidRPr="000970CE">
        <w:rPr>
          <w:rFonts w:ascii="Arial" w:hAnsi="Arial" w:cs="Arial" w:hint="cs"/>
          <w:b/>
          <w:bCs/>
          <w:sz w:val="24"/>
          <w:szCs w:val="24"/>
          <w:rtl/>
        </w:rPr>
        <w:t xml:space="preserve"> </w:t>
      </w:r>
      <w:r w:rsidRPr="000970CE">
        <w:rPr>
          <w:rFonts w:ascii="Arial" w:hAnsi="Arial" w:cs="Arial"/>
          <w:b/>
          <w:bCs/>
          <w:sz w:val="24"/>
          <w:szCs w:val="24"/>
          <w:rtl/>
        </w:rPr>
        <w:t>الدراسي</w:t>
      </w:r>
      <w:r w:rsidRPr="000970CE">
        <w:rPr>
          <w:rFonts w:ascii="Arial" w:hAnsi="Arial" w:cs="Arial" w:hint="cs"/>
          <w:b/>
          <w:bCs/>
          <w:sz w:val="24"/>
          <w:szCs w:val="24"/>
          <w:rtl/>
        </w:rPr>
        <w:t xml:space="preserve"> </w:t>
      </w:r>
      <w:r w:rsidRPr="000970CE">
        <w:rPr>
          <w:rFonts w:ascii="Arial" w:hAnsi="Arial" w:cs="Arial" w:hint="cs"/>
          <w:b/>
          <w:bCs/>
          <w:sz w:val="24"/>
          <w:szCs w:val="24"/>
        </w:rPr>
        <w:sym w:font="Wingdings" w:char="F0A8"/>
      </w:r>
      <w:r w:rsidRPr="000970CE">
        <w:rPr>
          <w:rFonts w:ascii="Arial" w:hAnsi="Arial" w:cs="Arial" w:hint="cs"/>
          <w:b/>
          <w:bCs/>
          <w:sz w:val="24"/>
          <w:szCs w:val="24"/>
          <w:rtl/>
        </w:rPr>
        <w:t xml:space="preserve">الاول   </w:t>
      </w:r>
      <w:r w:rsidRPr="000970CE">
        <w:rPr>
          <w:rFonts w:ascii="Arial" w:hAnsi="Arial" w:cs="Arial" w:hint="cs"/>
          <w:b/>
          <w:bCs/>
          <w:sz w:val="24"/>
          <w:szCs w:val="24"/>
        </w:rPr>
        <w:sym w:font="Wingdings" w:char="F0A8"/>
      </w:r>
      <w:r w:rsidRPr="000970CE">
        <w:rPr>
          <w:rFonts w:ascii="Arial" w:hAnsi="Arial" w:cs="Arial" w:hint="cs"/>
          <w:b/>
          <w:bCs/>
          <w:sz w:val="24"/>
          <w:szCs w:val="24"/>
          <w:rtl/>
        </w:rPr>
        <w:t>الثاني</w:t>
      </w:r>
    </w:p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1372"/>
        <w:gridCol w:w="2480"/>
        <w:gridCol w:w="1477"/>
        <w:gridCol w:w="1925"/>
        <w:gridCol w:w="2365"/>
      </w:tblGrid>
      <w:tr w:rsidR="000970CE" w14:paraId="537313E5" w14:textId="77777777" w:rsidTr="007B61EA">
        <w:trPr>
          <w:trHeight w:hRule="exact" w:val="366"/>
          <w:jc w:val="center"/>
        </w:trPr>
        <w:tc>
          <w:tcPr>
            <w:tcW w:w="562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71DB2B6B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م</w:t>
            </w:r>
          </w:p>
        </w:tc>
        <w:tc>
          <w:tcPr>
            <w:tcW w:w="1372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001DA322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رقم الصنف</w:t>
            </w:r>
          </w:p>
        </w:tc>
        <w:tc>
          <w:tcPr>
            <w:tcW w:w="2480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0C07FB30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اسم الصنف</w:t>
            </w:r>
          </w:p>
        </w:tc>
        <w:tc>
          <w:tcPr>
            <w:tcW w:w="1477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293C1DE2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الكمية و الوحدة</w:t>
            </w:r>
          </w:p>
        </w:tc>
        <w:tc>
          <w:tcPr>
            <w:tcW w:w="1925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025326DC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 xml:space="preserve">حالة الصنف </w:t>
            </w:r>
          </w:p>
        </w:tc>
        <w:tc>
          <w:tcPr>
            <w:tcW w:w="2365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4B068041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ملاحظات</w:t>
            </w:r>
          </w:p>
        </w:tc>
      </w:tr>
      <w:tr w:rsidR="008F24DF" w14:paraId="36AC4198" w14:textId="77777777" w:rsidTr="007B61EA">
        <w:trPr>
          <w:trHeight w:hRule="exact" w:val="366"/>
          <w:jc w:val="center"/>
        </w:trPr>
        <w:tc>
          <w:tcPr>
            <w:tcW w:w="56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CF1BED" w14:textId="77777777" w:rsidR="008F24DF" w:rsidRPr="000970CE" w:rsidRDefault="008F24DF" w:rsidP="000970CE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46EFD82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10036B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0403C07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B4B880D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BAF1457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459A55EC" w14:textId="77777777" w:rsidTr="007B61EA">
        <w:trPr>
          <w:trHeight w:hRule="exact" w:val="366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5D44F4" w14:textId="77777777" w:rsidR="008F24DF" w:rsidRPr="000970CE" w:rsidRDefault="008F24DF" w:rsidP="000970CE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vAlign w:val="center"/>
          </w:tcPr>
          <w:p w14:paraId="5A2B0B3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</w:tcBorders>
            <w:vAlign w:val="center"/>
          </w:tcPr>
          <w:p w14:paraId="405A6798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  <w:vAlign w:val="center"/>
          </w:tcPr>
          <w:p w14:paraId="6744FC8C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</w:tcBorders>
            <w:vAlign w:val="center"/>
          </w:tcPr>
          <w:p w14:paraId="5C9967E4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auto"/>
            </w:tcBorders>
            <w:vAlign w:val="center"/>
          </w:tcPr>
          <w:p w14:paraId="0433784A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71CA81CA" w14:textId="77777777" w:rsidTr="007B61EA">
        <w:trPr>
          <w:trHeight w:hRule="exact" w:val="36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DF0A90" w14:textId="77777777" w:rsidR="008F24DF" w:rsidRPr="000970CE" w:rsidRDefault="008F24DF" w:rsidP="000970CE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23A50943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0D6105BE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5E25F88D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14:paraId="71BD31B4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vAlign w:val="center"/>
          </w:tcPr>
          <w:p w14:paraId="0228C998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549C3D43" w14:textId="77777777" w:rsidTr="007B61EA">
        <w:trPr>
          <w:trHeight w:hRule="exact" w:val="36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0E21DB9" w14:textId="77777777" w:rsidR="008F24DF" w:rsidRPr="000970CE" w:rsidRDefault="008F24DF" w:rsidP="000970CE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7D9AE5A5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3A68E7EC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65962D36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14:paraId="4D5160B6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vAlign w:val="center"/>
          </w:tcPr>
          <w:p w14:paraId="45F7F5C4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415C14A7" w14:textId="77777777" w:rsidTr="007B61EA">
        <w:trPr>
          <w:trHeight w:hRule="exact" w:val="36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E7241C" w14:textId="77777777" w:rsidR="008F24DF" w:rsidRPr="000970CE" w:rsidRDefault="008F24DF" w:rsidP="000970CE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266107D0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73756E88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7B1E4B8B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14:paraId="54450250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vAlign w:val="center"/>
          </w:tcPr>
          <w:p w14:paraId="7676A9C6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60D152E3" w14:textId="77777777" w:rsidTr="007B61EA">
        <w:trPr>
          <w:trHeight w:hRule="exact" w:val="36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4913119" w14:textId="77777777" w:rsidR="008F24DF" w:rsidRPr="000970CE" w:rsidRDefault="008F24DF" w:rsidP="000970CE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51154B2C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38F1AE94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2AC32435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14:paraId="1B50C0D3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vAlign w:val="center"/>
          </w:tcPr>
          <w:p w14:paraId="040221A4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323AD368" w14:textId="77777777" w:rsidTr="007B61EA">
        <w:trPr>
          <w:trHeight w:hRule="exact" w:val="36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965C526" w14:textId="77777777" w:rsidR="008F24DF" w:rsidRPr="000970CE" w:rsidRDefault="008F24DF" w:rsidP="000970CE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30493838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03FE8806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56B51330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14:paraId="7BADFD70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vAlign w:val="center"/>
          </w:tcPr>
          <w:p w14:paraId="5CE0AC32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5F78E2FE" w14:textId="77777777" w:rsidTr="007B61EA">
        <w:trPr>
          <w:trHeight w:hRule="exact" w:val="36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5CCFD13" w14:textId="77777777" w:rsidR="008F24DF" w:rsidRPr="000970CE" w:rsidRDefault="008F24DF" w:rsidP="000970CE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74156F88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7564A5FF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31410F90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14:paraId="27FEDEC1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vAlign w:val="center"/>
          </w:tcPr>
          <w:p w14:paraId="77B46AFA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43C99DA9" w14:textId="77777777" w:rsidTr="007B61EA">
        <w:trPr>
          <w:trHeight w:hRule="exact" w:val="36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A912F3" w14:textId="77777777" w:rsidR="008F24DF" w:rsidRPr="000970CE" w:rsidRDefault="008F24DF" w:rsidP="000970CE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6048C49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62AB16FE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589E0050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14:paraId="407EE86F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vAlign w:val="center"/>
          </w:tcPr>
          <w:p w14:paraId="5FA7CF53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1ABC52B8" w14:textId="77777777" w:rsidTr="007B61EA">
        <w:trPr>
          <w:trHeight w:hRule="exact" w:val="36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8B23590" w14:textId="77777777" w:rsidR="008F24DF" w:rsidRPr="000970CE" w:rsidRDefault="008F24DF" w:rsidP="000970CE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57BD8EA2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1E15B4F8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41CC58F3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14:paraId="577D275C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vAlign w:val="center"/>
          </w:tcPr>
          <w:p w14:paraId="775BE064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4EEF1F81" w14:textId="77777777" w:rsidTr="007B61EA">
        <w:trPr>
          <w:trHeight w:hRule="exact" w:val="36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5BE1005" w14:textId="77777777" w:rsidR="008F24DF" w:rsidRPr="000970CE" w:rsidRDefault="008F24DF" w:rsidP="000970CE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27796BFB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78303FB1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6E085C63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14:paraId="51CD422B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vAlign w:val="center"/>
          </w:tcPr>
          <w:p w14:paraId="4A703D5E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22171179" w14:textId="77777777" w:rsidTr="007B61EA">
        <w:trPr>
          <w:trHeight w:hRule="exact" w:val="36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988855" w14:textId="77777777" w:rsidR="008F24DF" w:rsidRPr="000970CE" w:rsidRDefault="008F24DF" w:rsidP="000970CE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64B2F101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3FD4A22F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5B5EB15A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14:paraId="5AC6A016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vAlign w:val="center"/>
          </w:tcPr>
          <w:p w14:paraId="10F85665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2F5F8872" w14:textId="77777777" w:rsidTr="007B61EA">
        <w:trPr>
          <w:trHeight w:hRule="exact" w:val="36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060BF2" w14:textId="77777777" w:rsidR="008F24DF" w:rsidRPr="000970CE" w:rsidRDefault="008F24DF" w:rsidP="000970CE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05053D93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3517F124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728AC984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14:paraId="5161CC2E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vAlign w:val="center"/>
          </w:tcPr>
          <w:p w14:paraId="2FE2EB0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73AF76D5" w14:textId="77777777" w:rsidTr="007B61EA">
        <w:trPr>
          <w:trHeight w:hRule="exact" w:val="36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023E86" w14:textId="77777777" w:rsidR="008F24DF" w:rsidRPr="000970CE" w:rsidRDefault="008F24DF" w:rsidP="000970CE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142594F7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00D08BFF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5B9754F5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14:paraId="57A311FF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vAlign w:val="center"/>
          </w:tcPr>
          <w:p w14:paraId="25F64485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5FF96BF1" w14:textId="77777777" w:rsidTr="007B61EA">
        <w:trPr>
          <w:trHeight w:hRule="exact" w:val="36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6EC563" w14:textId="77777777" w:rsidR="008F24DF" w:rsidRPr="000970CE" w:rsidRDefault="008F24DF" w:rsidP="000970CE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0D97321F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7C6A89DA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1E37720C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14:paraId="501F07F5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vAlign w:val="center"/>
          </w:tcPr>
          <w:p w14:paraId="5181146D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108780CE" w14:textId="77777777" w:rsidTr="007B61EA">
        <w:trPr>
          <w:trHeight w:hRule="exact" w:val="36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EAEEE4A" w14:textId="77777777" w:rsidR="008F24DF" w:rsidRPr="000970CE" w:rsidRDefault="008F24DF" w:rsidP="000970CE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17F882BF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33BCA896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679C5C1B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14:paraId="74865AF0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vAlign w:val="center"/>
          </w:tcPr>
          <w:p w14:paraId="615B8EF0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7D672786" w14:textId="77777777" w:rsidTr="007B61EA">
        <w:trPr>
          <w:trHeight w:hRule="exact" w:val="36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651CBA" w14:textId="77777777" w:rsidR="008F24DF" w:rsidRPr="000970CE" w:rsidRDefault="008F24DF" w:rsidP="000970CE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770BE6C1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1EA07C7E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0DD4A35A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14:paraId="318B624D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vAlign w:val="center"/>
          </w:tcPr>
          <w:p w14:paraId="4B46FD10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748E0488" w14:textId="77777777" w:rsidTr="007B61EA">
        <w:trPr>
          <w:trHeight w:hRule="exact" w:val="36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644247" w14:textId="77777777" w:rsidR="008F24DF" w:rsidRPr="000970CE" w:rsidRDefault="008F24DF" w:rsidP="000970CE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164F8EB6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0522ABC5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1E245B44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14:paraId="73CE0A1B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vAlign w:val="center"/>
          </w:tcPr>
          <w:p w14:paraId="426695CF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0312516E" w14:textId="77777777" w:rsidTr="007B61EA">
        <w:trPr>
          <w:trHeight w:hRule="exact" w:val="36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50C98D" w14:textId="77777777" w:rsidR="008F24DF" w:rsidRPr="000970CE" w:rsidRDefault="008F24DF" w:rsidP="000970CE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4150C851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532197B4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4AC5AAC8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14:paraId="1C35A50F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vAlign w:val="center"/>
          </w:tcPr>
          <w:p w14:paraId="5109E13A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3C241D84" w14:textId="77777777" w:rsidTr="007B61EA">
        <w:trPr>
          <w:trHeight w:hRule="exact" w:val="36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CA96E4" w14:textId="77777777" w:rsidR="008F24DF" w:rsidRPr="000970CE" w:rsidRDefault="008F24DF" w:rsidP="000970CE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270B8FEF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019D8BFC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140FF2F4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14:paraId="42E83B28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vAlign w:val="center"/>
          </w:tcPr>
          <w:p w14:paraId="62323B91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0A39978E" w14:textId="77777777" w:rsidTr="007B61EA">
        <w:trPr>
          <w:trHeight w:hRule="exact" w:val="36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08D23C0" w14:textId="77777777" w:rsidR="008F24DF" w:rsidRPr="000970CE" w:rsidRDefault="008F24DF" w:rsidP="000970CE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51A14B93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33DD238A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45A93681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14:paraId="079CD6BF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vAlign w:val="center"/>
          </w:tcPr>
          <w:p w14:paraId="26E715BC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2B023046" w14:textId="77777777" w:rsidTr="007B61EA">
        <w:trPr>
          <w:trHeight w:hRule="exact" w:val="36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77D649" w14:textId="77777777" w:rsidR="008F24DF" w:rsidRPr="000970CE" w:rsidRDefault="008F24DF" w:rsidP="000970CE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3664951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4BB8AD1C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06D5DA86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14:paraId="552D07DE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vAlign w:val="center"/>
          </w:tcPr>
          <w:p w14:paraId="3B93AA8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61736535" w14:textId="77777777" w:rsidTr="007B61EA">
        <w:trPr>
          <w:trHeight w:hRule="exact" w:val="36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E02B37E" w14:textId="77777777" w:rsidR="008F24DF" w:rsidRPr="000970CE" w:rsidRDefault="008F24DF" w:rsidP="000970CE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18AC95E2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2FFEBFEA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5B15526B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14:paraId="5C07A79D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vAlign w:val="center"/>
          </w:tcPr>
          <w:p w14:paraId="2CB61C96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20596938" w14:textId="77777777" w:rsidTr="007B61EA">
        <w:trPr>
          <w:trHeight w:hRule="exact" w:val="36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2FE7D5E" w14:textId="77777777" w:rsidR="008F24DF" w:rsidRPr="000970CE" w:rsidRDefault="008F24DF" w:rsidP="000970CE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181C5432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11D6BBDD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75F1BB83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14:paraId="55B39390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vAlign w:val="center"/>
          </w:tcPr>
          <w:p w14:paraId="6530E8A2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340EF12B" w14:textId="77777777" w:rsidTr="007B61EA">
        <w:trPr>
          <w:trHeight w:hRule="exact" w:val="36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263F12" w14:textId="77777777" w:rsidR="008F24DF" w:rsidRPr="000970CE" w:rsidRDefault="008F24DF" w:rsidP="000970CE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534E5215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7EAFC07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3777E1C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14:paraId="0D1DB15E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vAlign w:val="center"/>
          </w:tcPr>
          <w:p w14:paraId="472A125A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C46DCBB" w14:textId="77777777" w:rsidR="008F24DF" w:rsidRPr="000970CE" w:rsidRDefault="008F24DF" w:rsidP="000970CE">
      <w:pPr>
        <w:tabs>
          <w:tab w:val="left" w:pos="515"/>
        </w:tabs>
        <w:rPr>
          <w:rFonts w:cs="AL-Mohanad"/>
          <w:color w:val="000000"/>
          <w:sz w:val="10"/>
          <w:szCs w:val="10"/>
          <w:rtl/>
        </w:rPr>
      </w:pPr>
    </w:p>
    <w:tbl>
      <w:tblPr>
        <w:tblStyle w:val="TableGrid"/>
        <w:bidiVisual/>
        <w:tblW w:w="10206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5233"/>
        <w:gridCol w:w="4973"/>
      </w:tblGrid>
      <w:tr w:rsidR="000970CE" w14:paraId="09EB8177" w14:textId="77777777" w:rsidTr="007B61EA">
        <w:trPr>
          <w:trHeight w:val="352"/>
        </w:trPr>
        <w:tc>
          <w:tcPr>
            <w:tcW w:w="523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58ED12C" w14:textId="77777777" w:rsidR="000970CE" w:rsidRPr="000970CE" w:rsidRDefault="000970CE" w:rsidP="009D1E76">
            <w:pPr>
              <w:jc w:val="center"/>
              <w:rPr>
                <w:rFonts w:cs="AL-Mohanad"/>
                <w:b/>
                <w:bCs/>
                <w:color w:val="000000"/>
                <w:sz w:val="26"/>
                <w:szCs w:val="26"/>
              </w:rPr>
            </w:pPr>
            <w:r w:rsidRPr="000970CE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محضر المختبر</w:t>
            </w:r>
          </w:p>
        </w:tc>
        <w:tc>
          <w:tcPr>
            <w:tcW w:w="497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52FB334A" w14:textId="77777777" w:rsidR="000970CE" w:rsidRPr="000970CE" w:rsidRDefault="000970CE" w:rsidP="009D1E76">
            <w:pPr>
              <w:jc w:val="center"/>
              <w:rPr>
                <w:rFonts w:cs="AL-Mohanad"/>
                <w:b/>
                <w:bCs/>
                <w:color w:val="000000"/>
                <w:sz w:val="26"/>
                <w:szCs w:val="26"/>
              </w:rPr>
            </w:pPr>
            <w:r w:rsidRPr="000970CE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وكيل الشؤون المدرسية</w:t>
            </w:r>
          </w:p>
        </w:tc>
      </w:tr>
      <w:tr w:rsidR="00E065F9" w14:paraId="038AD494" w14:textId="77777777" w:rsidTr="00A303A2">
        <w:trPr>
          <w:trHeight w:val="352"/>
        </w:trPr>
        <w:tc>
          <w:tcPr>
            <w:tcW w:w="5233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2AD27511" w14:textId="77777777" w:rsidR="00E065F9" w:rsidRPr="000970CE" w:rsidRDefault="00E065F9" w:rsidP="00741DB5">
            <w:pPr>
              <w:rPr>
                <w:rFonts w:cs="AL-Mohanad"/>
                <w:b/>
                <w:bCs/>
                <w:color w:val="000000"/>
                <w:sz w:val="26"/>
                <w:szCs w:val="26"/>
                <w:rtl/>
              </w:rPr>
            </w:pPr>
            <w:r w:rsidRPr="000970CE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الاسم</w:t>
            </w:r>
            <w:r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:</w:t>
            </w:r>
            <w:r w:rsidRPr="000970CE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49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  <w:hideMark/>
          </w:tcPr>
          <w:p w14:paraId="66E1E7E9" w14:textId="77777777" w:rsidR="00E065F9" w:rsidRPr="000970CE" w:rsidRDefault="00E065F9" w:rsidP="00741DB5">
            <w:pPr>
              <w:rPr>
                <w:rFonts w:cs="AL-Mohanad"/>
                <w:b/>
                <w:bCs/>
                <w:color w:val="000000"/>
                <w:sz w:val="26"/>
                <w:szCs w:val="26"/>
              </w:rPr>
            </w:pPr>
            <w:r w:rsidRPr="000970CE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الاسم</w:t>
            </w:r>
            <w:r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:</w:t>
            </w:r>
            <w:r w:rsidRPr="000970CE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</w:p>
        </w:tc>
      </w:tr>
      <w:tr w:rsidR="00E065F9" w14:paraId="14BE9D65" w14:textId="77777777" w:rsidTr="00A303A2">
        <w:trPr>
          <w:trHeight w:val="376"/>
        </w:trPr>
        <w:tc>
          <w:tcPr>
            <w:tcW w:w="523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009D9B5" w14:textId="77777777" w:rsidR="00E065F9" w:rsidRPr="000970CE" w:rsidRDefault="00E065F9" w:rsidP="00741DB5">
            <w:pPr>
              <w:rPr>
                <w:rFonts w:cs="AL-Mohanad"/>
                <w:b/>
                <w:bCs/>
                <w:color w:val="000000"/>
                <w:sz w:val="26"/>
                <w:szCs w:val="26"/>
                <w:rtl/>
              </w:rPr>
            </w:pPr>
            <w:r w:rsidRPr="000970CE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التوقيع</w:t>
            </w:r>
            <w:r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:</w:t>
            </w:r>
            <w:r w:rsidRPr="000970CE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18" w:space="0" w:color="auto"/>
            </w:tcBorders>
            <w:vAlign w:val="center"/>
            <w:hideMark/>
          </w:tcPr>
          <w:p w14:paraId="14F1A11D" w14:textId="77777777" w:rsidR="00E065F9" w:rsidRPr="000970CE" w:rsidRDefault="00E065F9" w:rsidP="00741DB5">
            <w:pPr>
              <w:rPr>
                <w:rFonts w:cs="AL-Mohanad"/>
                <w:b/>
                <w:bCs/>
                <w:color w:val="000000"/>
                <w:sz w:val="26"/>
                <w:szCs w:val="26"/>
              </w:rPr>
            </w:pPr>
            <w:r w:rsidRPr="000970CE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التوقيع</w:t>
            </w:r>
            <w:r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:</w:t>
            </w:r>
          </w:p>
        </w:tc>
      </w:tr>
    </w:tbl>
    <w:p w14:paraId="6FA8F43D" w14:textId="77777777" w:rsidR="000970CE" w:rsidRDefault="000970CE" w:rsidP="008F24DF">
      <w:pPr>
        <w:tabs>
          <w:tab w:val="left" w:pos="515"/>
        </w:tabs>
        <w:spacing w:line="480" w:lineRule="auto"/>
        <w:rPr>
          <w:rFonts w:cs="AL-Mohanad"/>
          <w:color w:val="000000"/>
          <w:sz w:val="20"/>
          <w:szCs w:val="20"/>
          <w:rtl/>
        </w:rPr>
      </w:pPr>
    </w:p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0970CE" w14:paraId="2D1F5A71" w14:textId="77777777" w:rsidTr="009D1E76">
        <w:tc>
          <w:tcPr>
            <w:tcW w:w="10348" w:type="dxa"/>
          </w:tcPr>
          <w:p w14:paraId="3FAEB9EC" w14:textId="77777777" w:rsidR="000970CE" w:rsidRPr="008F24DF" w:rsidRDefault="000970CE" w:rsidP="009D1E76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( 44 ) </w:t>
            </w:r>
          </w:p>
        </w:tc>
      </w:tr>
      <w:tr w:rsidR="000970CE" w14:paraId="18C639C1" w14:textId="77777777" w:rsidTr="009D1E76">
        <w:tc>
          <w:tcPr>
            <w:tcW w:w="10348" w:type="dxa"/>
          </w:tcPr>
          <w:p w14:paraId="26DD745F" w14:textId="77777777" w:rsidR="000970CE" w:rsidRPr="008F24DF" w:rsidRDefault="000970CE" w:rsidP="009D1E76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8F24DF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رمز النموذج : ( و0م0ع0ن  -  08  -  02)</w:t>
            </w:r>
          </w:p>
        </w:tc>
      </w:tr>
      <w:tr w:rsidR="000970CE" w14:paraId="7B7F8069" w14:textId="77777777" w:rsidTr="009D1E76">
        <w:tc>
          <w:tcPr>
            <w:tcW w:w="10348" w:type="dxa"/>
          </w:tcPr>
          <w:p w14:paraId="07A26168" w14:textId="77777777" w:rsidR="000970CE" w:rsidRPr="008F24DF" w:rsidRDefault="000970CE" w:rsidP="009D1E76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8F24DF">
              <w:rPr>
                <w:rFonts w:cs="PT Bold Heading" w:hint="cs"/>
                <w:b/>
                <w:bCs/>
                <w:sz w:val="30"/>
                <w:szCs w:val="30"/>
                <w:rtl/>
              </w:rPr>
              <w:t>اسم النموذج : سجل حصر الناقص والزائد والتالف في المختبر</w:t>
            </w:r>
          </w:p>
        </w:tc>
      </w:tr>
      <w:tr w:rsidR="00A303A2" w14:paraId="4EDD6D39" w14:textId="77777777" w:rsidTr="009D1E76">
        <w:tc>
          <w:tcPr>
            <w:tcW w:w="10348" w:type="dxa"/>
          </w:tcPr>
          <w:p w14:paraId="656E2DBC" w14:textId="77777777" w:rsidR="00A303A2" w:rsidRPr="00A303A2" w:rsidRDefault="00A303A2" w:rsidP="00A303A2">
            <w:pPr>
              <w:pStyle w:val="Bodytext20"/>
              <w:shd w:val="clear" w:color="auto" w:fill="auto"/>
              <w:tabs>
                <w:tab w:val="left" w:pos="5069"/>
              </w:tabs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0970CE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 xml:space="preserve">أسماء المواد والأدوات </w:t>
            </w:r>
            <w:r>
              <w:rPr>
                <w:rFonts w:ascii="Arial" w:hAnsi="Arial" w:cs="PT Bold Heading" w:hint="cs"/>
                <w:b/>
                <w:bCs/>
                <w:sz w:val="24"/>
                <w:szCs w:val="24"/>
                <w:u w:val="single"/>
                <w:rtl/>
              </w:rPr>
              <w:t>التالفة</w:t>
            </w:r>
            <w:r w:rsidRPr="000970CE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 xml:space="preserve"> في</w:t>
            </w:r>
            <w:r w:rsidRPr="000970CE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970CE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 xml:space="preserve">مختبر المدرسة للعام الدراسي </w:t>
            </w:r>
            <w:r w:rsidRPr="000970CE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    14 هـ       14 هـ </w:t>
            </w:r>
            <w:r w:rsidRPr="000970CE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الفصل</w:t>
            </w:r>
            <w:r w:rsidRPr="000970CE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970CE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الدراسي</w:t>
            </w:r>
            <w:r w:rsidRPr="000970CE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970CE">
              <w:rPr>
                <w:rFonts w:ascii="Arial" w:hAnsi="Arial" w:cs="Arial" w:hint="cs"/>
                <w:b/>
                <w:bCs/>
                <w:sz w:val="24"/>
                <w:szCs w:val="24"/>
              </w:rPr>
              <w:sym w:font="Wingdings" w:char="F0A8"/>
            </w:r>
            <w:r w:rsidRPr="000970CE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الاول   </w:t>
            </w:r>
            <w:r w:rsidRPr="000970CE">
              <w:rPr>
                <w:rFonts w:ascii="Arial" w:hAnsi="Arial" w:cs="Arial" w:hint="cs"/>
                <w:b/>
                <w:bCs/>
                <w:sz w:val="24"/>
                <w:szCs w:val="24"/>
              </w:rPr>
              <w:sym w:font="Wingdings" w:char="F0A8"/>
            </w:r>
            <w:r w:rsidRPr="000970CE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الثاني</w:t>
            </w:r>
          </w:p>
        </w:tc>
      </w:tr>
    </w:tbl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415"/>
        <w:gridCol w:w="2480"/>
        <w:gridCol w:w="1477"/>
        <w:gridCol w:w="2198"/>
      </w:tblGrid>
      <w:tr w:rsidR="000970CE" w14:paraId="7129DFB3" w14:textId="77777777" w:rsidTr="007B61EA">
        <w:trPr>
          <w:trHeight w:hRule="exact" w:val="366"/>
          <w:jc w:val="center"/>
        </w:trPr>
        <w:tc>
          <w:tcPr>
            <w:tcW w:w="639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1FB3FB13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م</w:t>
            </w:r>
          </w:p>
        </w:tc>
        <w:tc>
          <w:tcPr>
            <w:tcW w:w="3415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56B3D9CC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رقم الصنف</w:t>
            </w:r>
          </w:p>
        </w:tc>
        <w:tc>
          <w:tcPr>
            <w:tcW w:w="2480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4CB75567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اسم الصنف</w:t>
            </w:r>
          </w:p>
        </w:tc>
        <w:tc>
          <w:tcPr>
            <w:tcW w:w="1477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305438A5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الكمية المطلوبة</w:t>
            </w:r>
          </w:p>
        </w:tc>
        <w:tc>
          <w:tcPr>
            <w:tcW w:w="2198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2A0DDED2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ملاحظات</w:t>
            </w:r>
          </w:p>
        </w:tc>
      </w:tr>
      <w:tr w:rsidR="008F24DF" w14:paraId="4E8BB151" w14:textId="77777777" w:rsidTr="007B61EA">
        <w:trPr>
          <w:trHeight w:hRule="exact" w:val="366"/>
          <w:jc w:val="center"/>
        </w:trPr>
        <w:tc>
          <w:tcPr>
            <w:tcW w:w="63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77C5D1" w14:textId="77777777" w:rsidR="008F24DF" w:rsidRPr="000970CE" w:rsidRDefault="008F24DF" w:rsidP="000970CE">
            <w:pPr>
              <w:pStyle w:val="ListParagraph"/>
              <w:numPr>
                <w:ilvl w:val="0"/>
                <w:numId w:val="4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3ECE36F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1DDBA38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23DC638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6EA1DF3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07A5F6E0" w14:textId="77777777" w:rsidTr="007B61EA">
        <w:trPr>
          <w:trHeight w:hRule="exact" w:val="366"/>
          <w:jc w:val="center"/>
        </w:trPr>
        <w:tc>
          <w:tcPr>
            <w:tcW w:w="6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1E598C" w14:textId="77777777" w:rsidR="008F24DF" w:rsidRPr="000970CE" w:rsidRDefault="008F24DF" w:rsidP="000970CE">
            <w:pPr>
              <w:pStyle w:val="ListParagraph"/>
              <w:numPr>
                <w:ilvl w:val="0"/>
                <w:numId w:val="4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5" w:type="dxa"/>
            <w:tcBorders>
              <w:top w:val="single" w:sz="4" w:space="0" w:color="auto"/>
            </w:tcBorders>
            <w:vAlign w:val="center"/>
          </w:tcPr>
          <w:p w14:paraId="075E49FF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</w:tcBorders>
            <w:vAlign w:val="center"/>
          </w:tcPr>
          <w:p w14:paraId="474971F6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  <w:vAlign w:val="center"/>
          </w:tcPr>
          <w:p w14:paraId="67A5B84A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auto"/>
            </w:tcBorders>
            <w:vAlign w:val="center"/>
          </w:tcPr>
          <w:p w14:paraId="5B9BEB7D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68D891CA" w14:textId="77777777" w:rsidTr="007B61EA">
        <w:trPr>
          <w:trHeight w:hRule="exact" w:val="366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04FCA866" w14:textId="77777777" w:rsidR="008F24DF" w:rsidRPr="000970CE" w:rsidRDefault="008F24DF" w:rsidP="000970CE">
            <w:pPr>
              <w:pStyle w:val="ListParagraph"/>
              <w:numPr>
                <w:ilvl w:val="0"/>
                <w:numId w:val="4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5" w:type="dxa"/>
            <w:vAlign w:val="center"/>
          </w:tcPr>
          <w:p w14:paraId="6BD50D4B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676BF7F2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3413E8F0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vAlign w:val="center"/>
          </w:tcPr>
          <w:p w14:paraId="7ADC19D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7E4FD4C7" w14:textId="77777777" w:rsidTr="007B61EA">
        <w:trPr>
          <w:trHeight w:hRule="exact" w:val="366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575DEB3E" w14:textId="77777777" w:rsidR="008F24DF" w:rsidRPr="000970CE" w:rsidRDefault="008F24DF" w:rsidP="000970CE">
            <w:pPr>
              <w:pStyle w:val="ListParagraph"/>
              <w:numPr>
                <w:ilvl w:val="0"/>
                <w:numId w:val="4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5" w:type="dxa"/>
            <w:vAlign w:val="center"/>
          </w:tcPr>
          <w:p w14:paraId="491682D6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7FA6395C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26F374A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vAlign w:val="center"/>
          </w:tcPr>
          <w:p w14:paraId="64CF4325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3A213527" w14:textId="77777777" w:rsidTr="007B61EA">
        <w:trPr>
          <w:trHeight w:hRule="exact" w:val="366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57A2DD8A" w14:textId="77777777" w:rsidR="008F24DF" w:rsidRPr="000970CE" w:rsidRDefault="008F24DF" w:rsidP="000970CE">
            <w:pPr>
              <w:pStyle w:val="ListParagraph"/>
              <w:numPr>
                <w:ilvl w:val="0"/>
                <w:numId w:val="4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5" w:type="dxa"/>
            <w:vAlign w:val="center"/>
          </w:tcPr>
          <w:p w14:paraId="1E19CBBB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5EA97B2E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26E78108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vAlign w:val="center"/>
          </w:tcPr>
          <w:p w14:paraId="1A4DEA46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6DF0D950" w14:textId="77777777" w:rsidTr="007B61EA">
        <w:trPr>
          <w:trHeight w:hRule="exact" w:val="366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2700FC13" w14:textId="77777777" w:rsidR="008F24DF" w:rsidRPr="000970CE" w:rsidRDefault="008F24DF" w:rsidP="000970CE">
            <w:pPr>
              <w:pStyle w:val="ListParagraph"/>
              <w:numPr>
                <w:ilvl w:val="0"/>
                <w:numId w:val="4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5" w:type="dxa"/>
            <w:vAlign w:val="center"/>
          </w:tcPr>
          <w:p w14:paraId="6BD335BF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20C1E037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48C37353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vAlign w:val="center"/>
          </w:tcPr>
          <w:p w14:paraId="0D2C0CB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7E4E739F" w14:textId="77777777" w:rsidTr="007B61EA">
        <w:trPr>
          <w:trHeight w:hRule="exact" w:val="366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4BCDD689" w14:textId="77777777" w:rsidR="008F24DF" w:rsidRPr="000970CE" w:rsidRDefault="008F24DF" w:rsidP="000970CE">
            <w:pPr>
              <w:pStyle w:val="ListParagraph"/>
              <w:numPr>
                <w:ilvl w:val="0"/>
                <w:numId w:val="4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5" w:type="dxa"/>
            <w:vAlign w:val="center"/>
          </w:tcPr>
          <w:p w14:paraId="32AC2501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11146C0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5781527C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vAlign w:val="center"/>
          </w:tcPr>
          <w:p w14:paraId="17464840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63900D00" w14:textId="77777777" w:rsidTr="007B61EA">
        <w:trPr>
          <w:trHeight w:hRule="exact" w:val="366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22B699B1" w14:textId="77777777" w:rsidR="008F24DF" w:rsidRPr="000970CE" w:rsidRDefault="008F24DF" w:rsidP="000970CE">
            <w:pPr>
              <w:pStyle w:val="ListParagraph"/>
              <w:numPr>
                <w:ilvl w:val="0"/>
                <w:numId w:val="4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5" w:type="dxa"/>
            <w:vAlign w:val="center"/>
          </w:tcPr>
          <w:p w14:paraId="5232E9C0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063E4B6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1EDFBAC3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vAlign w:val="center"/>
          </w:tcPr>
          <w:p w14:paraId="080C867D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751E29AA" w14:textId="77777777" w:rsidTr="007B61EA">
        <w:trPr>
          <w:trHeight w:hRule="exact" w:val="366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284F9D8E" w14:textId="77777777" w:rsidR="008F24DF" w:rsidRPr="000970CE" w:rsidRDefault="008F24DF" w:rsidP="000970CE">
            <w:pPr>
              <w:pStyle w:val="ListParagraph"/>
              <w:numPr>
                <w:ilvl w:val="0"/>
                <w:numId w:val="4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5" w:type="dxa"/>
            <w:vAlign w:val="center"/>
          </w:tcPr>
          <w:p w14:paraId="115C214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1675B90D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3D48DECC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vAlign w:val="center"/>
          </w:tcPr>
          <w:p w14:paraId="2F97FEFE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418291BA" w14:textId="77777777" w:rsidTr="007B61EA">
        <w:trPr>
          <w:trHeight w:hRule="exact" w:val="366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21316555" w14:textId="77777777" w:rsidR="008F24DF" w:rsidRPr="000970CE" w:rsidRDefault="008F24DF" w:rsidP="000970CE">
            <w:pPr>
              <w:pStyle w:val="ListParagraph"/>
              <w:numPr>
                <w:ilvl w:val="0"/>
                <w:numId w:val="4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5" w:type="dxa"/>
            <w:vAlign w:val="center"/>
          </w:tcPr>
          <w:p w14:paraId="7F092A0B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1D9EE2BB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736CE7C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vAlign w:val="center"/>
          </w:tcPr>
          <w:p w14:paraId="340511A4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673DDAA5" w14:textId="77777777" w:rsidTr="007B61EA">
        <w:trPr>
          <w:trHeight w:hRule="exact" w:val="366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491D5B8B" w14:textId="77777777" w:rsidR="008F24DF" w:rsidRPr="000970CE" w:rsidRDefault="008F24DF" w:rsidP="000970CE">
            <w:pPr>
              <w:pStyle w:val="ListParagraph"/>
              <w:numPr>
                <w:ilvl w:val="0"/>
                <w:numId w:val="4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5" w:type="dxa"/>
            <w:vAlign w:val="center"/>
          </w:tcPr>
          <w:p w14:paraId="064DCE93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71FA802B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3213D640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vAlign w:val="center"/>
          </w:tcPr>
          <w:p w14:paraId="3E0F2CFE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13C6A357" w14:textId="77777777" w:rsidTr="007B61EA">
        <w:trPr>
          <w:trHeight w:hRule="exact" w:val="366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4AF9EBFE" w14:textId="77777777" w:rsidR="008F24DF" w:rsidRPr="000970CE" w:rsidRDefault="008F24DF" w:rsidP="000970CE">
            <w:pPr>
              <w:pStyle w:val="ListParagraph"/>
              <w:numPr>
                <w:ilvl w:val="0"/>
                <w:numId w:val="4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5" w:type="dxa"/>
            <w:vAlign w:val="center"/>
          </w:tcPr>
          <w:p w14:paraId="70DF595F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43747325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65721FFD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vAlign w:val="center"/>
          </w:tcPr>
          <w:p w14:paraId="66422D0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11BA26DD" w14:textId="77777777" w:rsidTr="007B61EA">
        <w:trPr>
          <w:trHeight w:hRule="exact" w:val="366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4674F7C1" w14:textId="77777777" w:rsidR="008F24DF" w:rsidRPr="000970CE" w:rsidRDefault="008F24DF" w:rsidP="000970CE">
            <w:pPr>
              <w:pStyle w:val="ListParagraph"/>
              <w:numPr>
                <w:ilvl w:val="0"/>
                <w:numId w:val="4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5" w:type="dxa"/>
            <w:vAlign w:val="center"/>
          </w:tcPr>
          <w:p w14:paraId="105174F8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2000F702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6010C1F2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vAlign w:val="center"/>
          </w:tcPr>
          <w:p w14:paraId="7DED3FEB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1EEDD6BB" w14:textId="77777777" w:rsidTr="007B61EA">
        <w:trPr>
          <w:trHeight w:hRule="exact" w:val="366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2D71B5F1" w14:textId="77777777" w:rsidR="008F24DF" w:rsidRPr="000970CE" w:rsidRDefault="008F24DF" w:rsidP="000970CE">
            <w:pPr>
              <w:pStyle w:val="ListParagraph"/>
              <w:numPr>
                <w:ilvl w:val="0"/>
                <w:numId w:val="4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5" w:type="dxa"/>
            <w:vAlign w:val="center"/>
          </w:tcPr>
          <w:p w14:paraId="7E5DA73A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69E5639D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202B6E81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vAlign w:val="center"/>
          </w:tcPr>
          <w:p w14:paraId="3D3B16FE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25EBFF1E" w14:textId="77777777" w:rsidTr="007B61EA">
        <w:trPr>
          <w:trHeight w:hRule="exact" w:val="366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25539036" w14:textId="77777777" w:rsidR="008F24DF" w:rsidRPr="000970CE" w:rsidRDefault="008F24DF" w:rsidP="000970CE">
            <w:pPr>
              <w:pStyle w:val="ListParagraph"/>
              <w:numPr>
                <w:ilvl w:val="0"/>
                <w:numId w:val="4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5" w:type="dxa"/>
            <w:vAlign w:val="center"/>
          </w:tcPr>
          <w:p w14:paraId="11D03E03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7CE7BD1F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614F4BC4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vAlign w:val="center"/>
          </w:tcPr>
          <w:p w14:paraId="3A1A81A2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197DE178" w14:textId="77777777" w:rsidTr="007B61EA">
        <w:trPr>
          <w:trHeight w:hRule="exact" w:val="366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69A6DE83" w14:textId="77777777" w:rsidR="008F24DF" w:rsidRPr="000970CE" w:rsidRDefault="008F24DF" w:rsidP="000970CE">
            <w:pPr>
              <w:pStyle w:val="ListParagraph"/>
              <w:numPr>
                <w:ilvl w:val="0"/>
                <w:numId w:val="4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5" w:type="dxa"/>
            <w:vAlign w:val="center"/>
          </w:tcPr>
          <w:p w14:paraId="41B345C5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15886BEA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2DA09F37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vAlign w:val="center"/>
          </w:tcPr>
          <w:p w14:paraId="0608C518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176F0B03" w14:textId="77777777" w:rsidTr="007B61EA">
        <w:trPr>
          <w:trHeight w:hRule="exact" w:val="366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0D3F7178" w14:textId="77777777" w:rsidR="008F24DF" w:rsidRPr="000970CE" w:rsidRDefault="008F24DF" w:rsidP="000970CE">
            <w:pPr>
              <w:pStyle w:val="ListParagraph"/>
              <w:numPr>
                <w:ilvl w:val="0"/>
                <w:numId w:val="4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5" w:type="dxa"/>
            <w:vAlign w:val="center"/>
          </w:tcPr>
          <w:p w14:paraId="55F0B6E6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0EA57923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7D24F68C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vAlign w:val="center"/>
          </w:tcPr>
          <w:p w14:paraId="0E1359F7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11D346F4" w14:textId="77777777" w:rsidTr="007B61EA">
        <w:trPr>
          <w:trHeight w:hRule="exact" w:val="366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1A0620FF" w14:textId="77777777" w:rsidR="008F24DF" w:rsidRPr="000970CE" w:rsidRDefault="008F24DF" w:rsidP="000970CE">
            <w:pPr>
              <w:pStyle w:val="ListParagraph"/>
              <w:numPr>
                <w:ilvl w:val="0"/>
                <w:numId w:val="4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5" w:type="dxa"/>
            <w:vAlign w:val="center"/>
          </w:tcPr>
          <w:p w14:paraId="782CA53C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63CBDD64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1EF92311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vAlign w:val="center"/>
          </w:tcPr>
          <w:p w14:paraId="56C2FF91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1DD9705F" w14:textId="77777777" w:rsidTr="007B61EA">
        <w:trPr>
          <w:trHeight w:hRule="exact" w:val="366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7155B9FB" w14:textId="77777777" w:rsidR="008F24DF" w:rsidRPr="000970CE" w:rsidRDefault="008F24DF" w:rsidP="000970CE">
            <w:pPr>
              <w:pStyle w:val="ListParagraph"/>
              <w:numPr>
                <w:ilvl w:val="0"/>
                <w:numId w:val="4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5" w:type="dxa"/>
            <w:vAlign w:val="center"/>
          </w:tcPr>
          <w:p w14:paraId="00CCCCFF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4BE0FB06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110AEB5A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vAlign w:val="center"/>
          </w:tcPr>
          <w:p w14:paraId="6AF3964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7C9A3860" w14:textId="77777777" w:rsidTr="007B61EA">
        <w:trPr>
          <w:trHeight w:hRule="exact" w:val="366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39B8BE1C" w14:textId="77777777" w:rsidR="008F24DF" w:rsidRPr="000970CE" w:rsidRDefault="008F24DF" w:rsidP="000970CE">
            <w:pPr>
              <w:pStyle w:val="ListParagraph"/>
              <w:numPr>
                <w:ilvl w:val="0"/>
                <w:numId w:val="4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5" w:type="dxa"/>
            <w:vAlign w:val="center"/>
          </w:tcPr>
          <w:p w14:paraId="7F620A97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6F3D3B90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1B22F522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vAlign w:val="center"/>
          </w:tcPr>
          <w:p w14:paraId="2722C988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4AEF858C" w14:textId="77777777" w:rsidTr="007B61EA">
        <w:trPr>
          <w:trHeight w:hRule="exact" w:val="366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4371B023" w14:textId="77777777" w:rsidR="008F24DF" w:rsidRPr="000970CE" w:rsidRDefault="008F24DF" w:rsidP="000970CE">
            <w:pPr>
              <w:pStyle w:val="ListParagraph"/>
              <w:numPr>
                <w:ilvl w:val="0"/>
                <w:numId w:val="4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5" w:type="dxa"/>
            <w:vAlign w:val="center"/>
          </w:tcPr>
          <w:p w14:paraId="7B7F12E4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5504AF6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2FCA2F47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vAlign w:val="center"/>
          </w:tcPr>
          <w:p w14:paraId="7A84925A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1940D4D6" w14:textId="77777777" w:rsidTr="007B61EA">
        <w:trPr>
          <w:trHeight w:hRule="exact" w:val="366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61E339A1" w14:textId="77777777" w:rsidR="008F24DF" w:rsidRPr="000970CE" w:rsidRDefault="008F24DF" w:rsidP="000970CE">
            <w:pPr>
              <w:pStyle w:val="ListParagraph"/>
              <w:numPr>
                <w:ilvl w:val="0"/>
                <w:numId w:val="4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5" w:type="dxa"/>
            <w:vAlign w:val="center"/>
          </w:tcPr>
          <w:p w14:paraId="6526B34C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18B95456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18E5260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vAlign w:val="center"/>
          </w:tcPr>
          <w:p w14:paraId="29F0E2FD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43B5C782" w14:textId="77777777" w:rsidTr="007B61EA">
        <w:trPr>
          <w:trHeight w:hRule="exact" w:val="366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6731CFCF" w14:textId="77777777" w:rsidR="008F24DF" w:rsidRPr="000970CE" w:rsidRDefault="008F24DF" w:rsidP="000970CE">
            <w:pPr>
              <w:pStyle w:val="ListParagraph"/>
              <w:numPr>
                <w:ilvl w:val="0"/>
                <w:numId w:val="4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5" w:type="dxa"/>
            <w:vAlign w:val="center"/>
          </w:tcPr>
          <w:p w14:paraId="7CFE2FA2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3E76483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5ABD7B9C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vAlign w:val="center"/>
          </w:tcPr>
          <w:p w14:paraId="323C05C3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3C7F6A50" w14:textId="77777777" w:rsidTr="007B61EA">
        <w:trPr>
          <w:trHeight w:hRule="exact" w:val="366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2FB38C83" w14:textId="77777777" w:rsidR="008F24DF" w:rsidRPr="000970CE" w:rsidRDefault="008F24DF" w:rsidP="000970CE">
            <w:pPr>
              <w:pStyle w:val="ListParagraph"/>
              <w:numPr>
                <w:ilvl w:val="0"/>
                <w:numId w:val="4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5" w:type="dxa"/>
            <w:vAlign w:val="center"/>
          </w:tcPr>
          <w:p w14:paraId="16223F9B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3AEED1C2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76F1DF02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vAlign w:val="center"/>
          </w:tcPr>
          <w:p w14:paraId="38054045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24DF" w14:paraId="5CB3D183" w14:textId="77777777" w:rsidTr="007B61EA">
        <w:trPr>
          <w:trHeight w:hRule="exact" w:val="366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7F1E5155" w14:textId="77777777" w:rsidR="008F24DF" w:rsidRPr="000970CE" w:rsidRDefault="008F24DF" w:rsidP="000970CE">
            <w:pPr>
              <w:pStyle w:val="ListParagraph"/>
              <w:numPr>
                <w:ilvl w:val="0"/>
                <w:numId w:val="4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5" w:type="dxa"/>
            <w:vAlign w:val="center"/>
          </w:tcPr>
          <w:p w14:paraId="492314A7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0" w:type="dxa"/>
            <w:vAlign w:val="center"/>
          </w:tcPr>
          <w:p w14:paraId="61DC1E5C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5485AB81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vAlign w:val="center"/>
          </w:tcPr>
          <w:p w14:paraId="271145E9" w14:textId="77777777" w:rsidR="008F24DF" w:rsidRDefault="008F24DF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9796E92" w14:textId="77777777" w:rsidR="003C2673" w:rsidRPr="00A303A2" w:rsidRDefault="003C2673" w:rsidP="00A303A2">
      <w:pPr>
        <w:ind w:right="-851"/>
        <w:rPr>
          <w:sz w:val="8"/>
          <w:szCs w:val="8"/>
          <w:rtl/>
        </w:rPr>
      </w:pPr>
    </w:p>
    <w:tbl>
      <w:tblPr>
        <w:tblStyle w:val="TableGrid"/>
        <w:bidiVisual/>
        <w:tblW w:w="10206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5233"/>
        <w:gridCol w:w="4973"/>
      </w:tblGrid>
      <w:tr w:rsidR="00A303A2" w14:paraId="583DE660" w14:textId="77777777" w:rsidTr="007B61EA">
        <w:trPr>
          <w:trHeight w:val="352"/>
        </w:trPr>
        <w:tc>
          <w:tcPr>
            <w:tcW w:w="523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293CB07" w14:textId="77777777" w:rsidR="00A303A2" w:rsidRPr="000970CE" w:rsidRDefault="00A303A2" w:rsidP="009D1E76">
            <w:pPr>
              <w:jc w:val="center"/>
              <w:rPr>
                <w:rFonts w:cs="AL-Mohanad"/>
                <w:b/>
                <w:bCs/>
                <w:color w:val="000000"/>
                <w:sz w:val="26"/>
                <w:szCs w:val="26"/>
              </w:rPr>
            </w:pPr>
            <w:r w:rsidRPr="000970CE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محضر المختبر</w:t>
            </w:r>
          </w:p>
        </w:tc>
        <w:tc>
          <w:tcPr>
            <w:tcW w:w="497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3AE0AC47" w14:textId="77777777" w:rsidR="00A303A2" w:rsidRPr="000970CE" w:rsidRDefault="00A303A2" w:rsidP="009D1E76">
            <w:pPr>
              <w:jc w:val="center"/>
              <w:rPr>
                <w:rFonts w:cs="AL-Mohanad"/>
                <w:b/>
                <w:bCs/>
                <w:color w:val="000000"/>
                <w:sz w:val="26"/>
                <w:szCs w:val="26"/>
              </w:rPr>
            </w:pPr>
            <w:r w:rsidRPr="000970CE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وكيل الشؤون المدرسية</w:t>
            </w:r>
          </w:p>
        </w:tc>
      </w:tr>
      <w:tr w:rsidR="00A303A2" w14:paraId="035327A8" w14:textId="77777777" w:rsidTr="00A303A2">
        <w:trPr>
          <w:trHeight w:val="352"/>
        </w:trPr>
        <w:tc>
          <w:tcPr>
            <w:tcW w:w="5233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59BBCEC2" w14:textId="77777777" w:rsidR="00A303A2" w:rsidRPr="000970CE" w:rsidRDefault="00A303A2" w:rsidP="009D1E76">
            <w:pPr>
              <w:rPr>
                <w:rFonts w:cs="AL-Mohanad"/>
                <w:b/>
                <w:bCs/>
                <w:color w:val="000000"/>
                <w:sz w:val="26"/>
                <w:szCs w:val="26"/>
                <w:rtl/>
              </w:rPr>
            </w:pPr>
            <w:r w:rsidRPr="000970CE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الاسم</w:t>
            </w:r>
            <w:r w:rsidR="00E065F9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:</w:t>
            </w:r>
            <w:r w:rsidRPr="000970CE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49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  <w:hideMark/>
          </w:tcPr>
          <w:p w14:paraId="14F7D92C" w14:textId="77777777" w:rsidR="00A303A2" w:rsidRPr="000970CE" w:rsidRDefault="00A303A2" w:rsidP="009D1E76">
            <w:pPr>
              <w:rPr>
                <w:rFonts w:cs="AL-Mohanad"/>
                <w:b/>
                <w:bCs/>
                <w:color w:val="000000"/>
                <w:sz w:val="26"/>
                <w:szCs w:val="26"/>
              </w:rPr>
            </w:pPr>
            <w:r w:rsidRPr="000970CE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الاسم</w:t>
            </w:r>
            <w:r w:rsidR="00E065F9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:</w:t>
            </w:r>
            <w:r w:rsidRPr="000970CE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</w:p>
        </w:tc>
      </w:tr>
      <w:tr w:rsidR="00A303A2" w14:paraId="5E09385F" w14:textId="77777777" w:rsidTr="00A303A2">
        <w:trPr>
          <w:trHeight w:val="376"/>
        </w:trPr>
        <w:tc>
          <w:tcPr>
            <w:tcW w:w="523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28251420" w14:textId="77777777" w:rsidR="00A303A2" w:rsidRPr="000970CE" w:rsidRDefault="00A303A2" w:rsidP="009D1E76">
            <w:pPr>
              <w:rPr>
                <w:rFonts w:cs="AL-Mohanad"/>
                <w:b/>
                <w:bCs/>
                <w:color w:val="000000"/>
                <w:sz w:val="26"/>
                <w:szCs w:val="26"/>
                <w:rtl/>
              </w:rPr>
            </w:pPr>
            <w:r w:rsidRPr="000970CE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التوقيع</w:t>
            </w:r>
            <w:r w:rsidR="00E065F9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:</w:t>
            </w:r>
            <w:r w:rsidRPr="000970CE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18" w:space="0" w:color="auto"/>
            </w:tcBorders>
            <w:vAlign w:val="center"/>
            <w:hideMark/>
          </w:tcPr>
          <w:p w14:paraId="3181DD08" w14:textId="77777777" w:rsidR="00A303A2" w:rsidRPr="000970CE" w:rsidRDefault="00A303A2" w:rsidP="009D1E76">
            <w:pPr>
              <w:rPr>
                <w:rFonts w:cs="AL-Mohanad"/>
                <w:b/>
                <w:bCs/>
                <w:color w:val="000000"/>
                <w:sz w:val="26"/>
                <w:szCs w:val="26"/>
              </w:rPr>
            </w:pPr>
            <w:r w:rsidRPr="000970CE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التوقيع</w:t>
            </w:r>
            <w:r w:rsidR="00E065F9">
              <w:rPr>
                <w:rFonts w:cs="AL-Mohanad" w:hint="cs"/>
                <w:b/>
                <w:bCs/>
                <w:color w:val="000000"/>
                <w:sz w:val="26"/>
                <w:szCs w:val="26"/>
                <w:rtl/>
              </w:rPr>
              <w:t>:</w:t>
            </w:r>
          </w:p>
        </w:tc>
      </w:tr>
    </w:tbl>
    <w:p w14:paraId="22C484C2" w14:textId="77777777" w:rsidR="00A303A2" w:rsidRPr="008A1DCE" w:rsidRDefault="00A303A2" w:rsidP="00A303A2">
      <w:pPr>
        <w:ind w:right="-851"/>
        <w:rPr>
          <w:szCs w:val="36"/>
          <w:rtl/>
        </w:rPr>
      </w:pPr>
    </w:p>
    <w:sectPr w:rsidR="00A303A2" w:rsidRPr="008A1DCE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70265" w14:textId="77777777" w:rsidR="00B80980" w:rsidRDefault="00B80980" w:rsidP="000B54C1">
      <w:r>
        <w:separator/>
      </w:r>
    </w:p>
  </w:endnote>
  <w:endnote w:type="continuationSeparator" w:id="0">
    <w:p w14:paraId="1856D1C9" w14:textId="77777777" w:rsidR="00B80980" w:rsidRDefault="00B80980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B1601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D6D84" w14:textId="77777777" w:rsidR="00B80980" w:rsidRDefault="00B80980" w:rsidP="000B54C1">
      <w:r>
        <w:separator/>
      </w:r>
    </w:p>
  </w:footnote>
  <w:footnote w:type="continuationSeparator" w:id="0">
    <w:p w14:paraId="3D4E5CD0" w14:textId="77777777" w:rsidR="00B80980" w:rsidRDefault="00B80980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5BE96063" w14:textId="77777777" w:rsidTr="005302DE">
      <w:tc>
        <w:tcPr>
          <w:tcW w:w="3402" w:type="dxa"/>
          <w:vAlign w:val="center"/>
        </w:tcPr>
        <w:p w14:paraId="5B0AB679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6F064C21" wp14:editId="5FA38772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507239D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3DEE07D7" w14:textId="713C9653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6049F3">
            <w:rPr>
              <w:rFonts w:cs="AL-Mohanad" w:hint="cs"/>
              <w:sz w:val="22"/>
              <w:szCs w:val="22"/>
              <w:rtl/>
            </w:rPr>
            <w:t>......</w:t>
          </w:r>
        </w:p>
        <w:p w14:paraId="6FAF99B8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3EA92726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1F900B30" wp14:editId="740A040E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7A4FA7A8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5CDFC37A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0F5B0B72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32D2CC03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232392E1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D1C42"/>
    <w:multiLevelType w:val="hybridMultilevel"/>
    <w:tmpl w:val="3184EF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2613CF"/>
    <w:multiLevelType w:val="hybridMultilevel"/>
    <w:tmpl w:val="3184EF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AD2A7A"/>
    <w:multiLevelType w:val="hybridMultilevel"/>
    <w:tmpl w:val="A2066D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195501">
    <w:abstractNumId w:val="0"/>
  </w:num>
  <w:num w:numId="2" w16cid:durableId="735669569">
    <w:abstractNumId w:val="2"/>
  </w:num>
  <w:num w:numId="3" w16cid:durableId="1215195048">
    <w:abstractNumId w:val="3"/>
  </w:num>
  <w:num w:numId="4" w16cid:durableId="1529559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24DF"/>
    <w:rsid w:val="000168AB"/>
    <w:rsid w:val="000970CE"/>
    <w:rsid w:val="000B54C1"/>
    <w:rsid w:val="0012662B"/>
    <w:rsid w:val="0017045D"/>
    <w:rsid w:val="001D0A7D"/>
    <w:rsid w:val="002F57A0"/>
    <w:rsid w:val="00332D9C"/>
    <w:rsid w:val="00341DA8"/>
    <w:rsid w:val="003942ED"/>
    <w:rsid w:val="003C2673"/>
    <w:rsid w:val="004050BF"/>
    <w:rsid w:val="004C1CB6"/>
    <w:rsid w:val="004D4A0E"/>
    <w:rsid w:val="004F62EE"/>
    <w:rsid w:val="005275B1"/>
    <w:rsid w:val="005302DE"/>
    <w:rsid w:val="00565997"/>
    <w:rsid w:val="005F07F3"/>
    <w:rsid w:val="006049F3"/>
    <w:rsid w:val="00674CBA"/>
    <w:rsid w:val="0068143D"/>
    <w:rsid w:val="006D350C"/>
    <w:rsid w:val="006E0A53"/>
    <w:rsid w:val="006E0D08"/>
    <w:rsid w:val="00726AB7"/>
    <w:rsid w:val="00726C3F"/>
    <w:rsid w:val="007A0ADD"/>
    <w:rsid w:val="007B61EA"/>
    <w:rsid w:val="00886A39"/>
    <w:rsid w:val="008A1DCE"/>
    <w:rsid w:val="008C7CCC"/>
    <w:rsid w:val="008E6B73"/>
    <w:rsid w:val="008F24DF"/>
    <w:rsid w:val="009C0A5D"/>
    <w:rsid w:val="00A303A2"/>
    <w:rsid w:val="00A345C3"/>
    <w:rsid w:val="00A765CF"/>
    <w:rsid w:val="00AF670E"/>
    <w:rsid w:val="00B80980"/>
    <w:rsid w:val="00D472F1"/>
    <w:rsid w:val="00E065F9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71B4C6"/>
  <w15:docId w15:val="{79A4C785-C20D-4BE6-AB15-849D0BC23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character" w:customStyle="1" w:styleId="Bodytext2">
    <w:name w:val="Body text (2)_"/>
    <w:link w:val="Bodytext20"/>
    <w:locked/>
    <w:rsid w:val="008F24DF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8F24DF"/>
    <w:pPr>
      <w:widowControl w:val="0"/>
      <w:shd w:val="clear" w:color="auto" w:fill="FFFFFF"/>
      <w:spacing w:after="120" w:line="389" w:lineRule="exact"/>
    </w:pPr>
    <w:rPr>
      <w:rFonts w:ascii="Microsoft Sans Serif" w:eastAsia="Microsoft Sans Serif" w:hAnsi="Microsoft Sans Serif" w:cs="Microsoft Sans Serif"/>
      <w:sz w:val="18"/>
      <w:szCs w:val="18"/>
    </w:rPr>
  </w:style>
  <w:style w:type="paragraph" w:styleId="ListParagraph">
    <w:name w:val="List Paragraph"/>
    <w:basedOn w:val="Normal"/>
    <w:uiPriority w:val="34"/>
    <w:qFormat/>
    <w:rsid w:val="000970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9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57</TotalTime>
  <Pages>3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5</cp:revision>
  <dcterms:created xsi:type="dcterms:W3CDTF">2017-04-28T17:03:00Z</dcterms:created>
  <dcterms:modified xsi:type="dcterms:W3CDTF">2025-05-16T15:25:00Z</dcterms:modified>
</cp:coreProperties>
</file>