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48726777" w14:textId="77777777" w:rsidTr="00B70F80">
        <w:tc>
          <w:tcPr>
            <w:tcW w:w="10348" w:type="dxa"/>
          </w:tcPr>
          <w:p w14:paraId="711B8962" w14:textId="77777777" w:rsidR="005302DE" w:rsidRPr="00B70F80" w:rsidRDefault="00B70F80" w:rsidP="00B70F80">
            <w:pPr>
              <w:ind w:left="232" w:firstLine="181"/>
              <w:jc w:val="right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B70F80"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نموذج رقم ( 45 ) </w:t>
            </w:r>
          </w:p>
        </w:tc>
      </w:tr>
      <w:tr w:rsidR="005302DE" w14:paraId="36AD97F3" w14:textId="77777777" w:rsidTr="00B70F80">
        <w:tc>
          <w:tcPr>
            <w:tcW w:w="10348" w:type="dxa"/>
          </w:tcPr>
          <w:p w14:paraId="67F82B9A" w14:textId="77777777" w:rsidR="005302DE" w:rsidRPr="00B70F80" w:rsidRDefault="00B70F80" w:rsidP="00B70F80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B70F80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رمز النموذج : ( و0م0ع0ن  -  08 - 03)</w:t>
            </w:r>
          </w:p>
        </w:tc>
      </w:tr>
      <w:tr w:rsidR="005302DE" w14:paraId="0AFB1D67" w14:textId="77777777" w:rsidTr="00B70F80">
        <w:tc>
          <w:tcPr>
            <w:tcW w:w="10348" w:type="dxa"/>
          </w:tcPr>
          <w:p w14:paraId="3CAB196C" w14:textId="77777777" w:rsidR="005302DE" w:rsidRPr="00B70F80" w:rsidRDefault="00B70F80" w:rsidP="00B70F80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B70F80">
              <w:rPr>
                <w:rFonts w:cs="PT Bold Heading" w:hint="cs"/>
                <w:b/>
                <w:bCs/>
                <w:sz w:val="30"/>
                <w:szCs w:val="30"/>
                <w:rtl/>
              </w:rPr>
              <w:t>اسم النموذج : الخطة الفصلية للتجارب العلمية</w:t>
            </w:r>
            <w:r w:rsidRPr="00B70F80">
              <w:rPr>
                <w:rFonts w:cs="PT Bold Heading" w:hint="cs"/>
                <w:b/>
                <w:bCs/>
                <w:sz w:val="30"/>
                <w:szCs w:val="30"/>
                <w:rtl/>
              </w:rPr>
              <w:tab/>
            </w:r>
          </w:p>
        </w:tc>
      </w:tr>
    </w:tbl>
    <w:p w14:paraId="5EA3B1BD" w14:textId="77777777" w:rsidR="00B70F80" w:rsidRPr="00B70F80" w:rsidRDefault="00B70F80" w:rsidP="00B70F80">
      <w:pPr>
        <w:tabs>
          <w:tab w:val="left" w:pos="1153"/>
        </w:tabs>
        <w:jc w:val="center"/>
        <w:rPr>
          <w:rFonts w:ascii="Arial" w:hAnsi="Arial" w:cs="Arial"/>
          <w:color w:val="003300"/>
          <w:sz w:val="32"/>
          <w:szCs w:val="32"/>
          <w:rtl/>
        </w:rPr>
      </w:pPr>
      <w:r w:rsidRPr="00B70F80">
        <w:rPr>
          <w:rStyle w:val="Tablecaption"/>
          <w:rFonts w:ascii="Arial" w:hAnsi="Arial" w:cs="Arial"/>
          <w:sz w:val="30"/>
          <w:szCs w:val="30"/>
          <w:rtl/>
        </w:rPr>
        <w:t>العام الدراسي            14 هـ  /           14   هـ</w:t>
      </w:r>
    </w:p>
    <w:tbl>
      <w:tblPr>
        <w:bidiVisual/>
        <w:tblW w:w="1017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9"/>
        <w:gridCol w:w="813"/>
        <w:gridCol w:w="812"/>
        <w:gridCol w:w="1354"/>
        <w:gridCol w:w="2302"/>
        <w:gridCol w:w="1217"/>
        <w:gridCol w:w="2031"/>
        <w:gridCol w:w="1185"/>
      </w:tblGrid>
      <w:tr w:rsidR="00B70F80" w14:paraId="51495FF1" w14:textId="77777777" w:rsidTr="00E02047">
        <w:trPr>
          <w:trHeight w:hRule="exact" w:val="391"/>
          <w:jc w:val="center"/>
        </w:trPr>
        <w:tc>
          <w:tcPr>
            <w:tcW w:w="459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48E677C7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>م</w:t>
            </w:r>
          </w:p>
        </w:tc>
        <w:tc>
          <w:tcPr>
            <w:tcW w:w="813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4C8DD825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>الفصل</w:t>
            </w:r>
          </w:p>
        </w:tc>
        <w:tc>
          <w:tcPr>
            <w:tcW w:w="812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78A9EEE3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>المادة</w:t>
            </w:r>
          </w:p>
        </w:tc>
        <w:tc>
          <w:tcPr>
            <w:tcW w:w="1354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2A3E6670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>اسم التجربة</w:t>
            </w:r>
          </w:p>
        </w:tc>
        <w:tc>
          <w:tcPr>
            <w:tcW w:w="2302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36ECA6C9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>اسم الكتاب و رقم الصفحة</w:t>
            </w:r>
          </w:p>
        </w:tc>
        <w:tc>
          <w:tcPr>
            <w:tcW w:w="1217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2FC74D87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>أسبوع التجربة</w:t>
            </w:r>
          </w:p>
        </w:tc>
        <w:tc>
          <w:tcPr>
            <w:tcW w:w="2031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0BF60C16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>أدوات التجربة</w:t>
            </w:r>
          </w:p>
        </w:tc>
        <w:tc>
          <w:tcPr>
            <w:tcW w:w="1185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793A6BE0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>معلم المادة</w:t>
            </w:r>
          </w:p>
        </w:tc>
      </w:tr>
      <w:tr w:rsidR="00B70F80" w14:paraId="32EFC133" w14:textId="77777777" w:rsidTr="00E02047">
        <w:trPr>
          <w:trHeight w:hRule="exact" w:val="643"/>
          <w:jc w:val="center"/>
        </w:trPr>
        <w:tc>
          <w:tcPr>
            <w:tcW w:w="45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F28C3A" w14:textId="77777777" w:rsidR="00B70F80" w:rsidRPr="00B70F80" w:rsidRDefault="00B70F80" w:rsidP="00B70F80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1FA4139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8A4EB5F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9E64FD1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390B028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0C2E751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030E0C6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E2BD74F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70F80" w14:paraId="39135D28" w14:textId="77777777" w:rsidTr="00E02047">
        <w:trPr>
          <w:trHeight w:hRule="exact" w:val="643"/>
          <w:jc w:val="center"/>
        </w:trPr>
        <w:tc>
          <w:tcPr>
            <w:tcW w:w="4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D390A7" w14:textId="77777777" w:rsidR="00B70F80" w:rsidRPr="00B70F80" w:rsidRDefault="00B70F80" w:rsidP="00B70F80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</w:tcBorders>
            <w:vAlign w:val="center"/>
          </w:tcPr>
          <w:p w14:paraId="79612950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  <w:vAlign w:val="center"/>
          </w:tcPr>
          <w:p w14:paraId="1F7AC951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</w:tcBorders>
            <w:vAlign w:val="center"/>
          </w:tcPr>
          <w:p w14:paraId="4489E797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</w:tcBorders>
            <w:vAlign w:val="center"/>
          </w:tcPr>
          <w:p w14:paraId="79866A69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</w:tcBorders>
            <w:vAlign w:val="center"/>
          </w:tcPr>
          <w:p w14:paraId="34AD4730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tcBorders>
              <w:top w:val="single" w:sz="4" w:space="0" w:color="auto"/>
            </w:tcBorders>
            <w:vAlign w:val="center"/>
          </w:tcPr>
          <w:p w14:paraId="7690DED1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</w:tcBorders>
            <w:vAlign w:val="center"/>
          </w:tcPr>
          <w:p w14:paraId="2EC0E4B9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70F80" w14:paraId="76F556C7" w14:textId="77777777" w:rsidTr="00E02047">
        <w:trPr>
          <w:trHeight w:hRule="exact" w:val="643"/>
          <w:jc w:val="center"/>
        </w:trPr>
        <w:tc>
          <w:tcPr>
            <w:tcW w:w="459" w:type="dxa"/>
            <w:shd w:val="clear" w:color="auto" w:fill="auto"/>
            <w:vAlign w:val="center"/>
          </w:tcPr>
          <w:p w14:paraId="36E99A1A" w14:textId="77777777" w:rsidR="00B70F80" w:rsidRPr="00B70F80" w:rsidRDefault="00B70F80" w:rsidP="00B70F80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14:paraId="3AC9B7BB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vAlign w:val="center"/>
          </w:tcPr>
          <w:p w14:paraId="679A4411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vAlign w:val="center"/>
          </w:tcPr>
          <w:p w14:paraId="243236CA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2" w:type="dxa"/>
            <w:vAlign w:val="center"/>
          </w:tcPr>
          <w:p w14:paraId="356CAB77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14:paraId="24FAC408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vAlign w:val="center"/>
          </w:tcPr>
          <w:p w14:paraId="433F2B8A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14:paraId="697635A8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70F80" w14:paraId="364F7418" w14:textId="77777777" w:rsidTr="00E02047">
        <w:trPr>
          <w:trHeight w:hRule="exact" w:val="643"/>
          <w:jc w:val="center"/>
        </w:trPr>
        <w:tc>
          <w:tcPr>
            <w:tcW w:w="459" w:type="dxa"/>
            <w:shd w:val="clear" w:color="auto" w:fill="auto"/>
            <w:vAlign w:val="center"/>
          </w:tcPr>
          <w:p w14:paraId="3D0F0DF3" w14:textId="77777777" w:rsidR="00B70F80" w:rsidRPr="00B70F80" w:rsidRDefault="00B70F80" w:rsidP="00B70F80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14:paraId="0596EE49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vAlign w:val="center"/>
          </w:tcPr>
          <w:p w14:paraId="0A40132E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vAlign w:val="center"/>
          </w:tcPr>
          <w:p w14:paraId="572C8913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2" w:type="dxa"/>
            <w:vAlign w:val="center"/>
          </w:tcPr>
          <w:p w14:paraId="62939509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14:paraId="52C97321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vAlign w:val="center"/>
          </w:tcPr>
          <w:p w14:paraId="1552924E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14:paraId="1BC38198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70F80" w14:paraId="117B8EC6" w14:textId="77777777" w:rsidTr="00E02047">
        <w:trPr>
          <w:trHeight w:hRule="exact" w:val="643"/>
          <w:jc w:val="center"/>
        </w:trPr>
        <w:tc>
          <w:tcPr>
            <w:tcW w:w="459" w:type="dxa"/>
            <w:shd w:val="clear" w:color="auto" w:fill="auto"/>
            <w:vAlign w:val="center"/>
          </w:tcPr>
          <w:p w14:paraId="21258853" w14:textId="77777777" w:rsidR="00B70F80" w:rsidRPr="00B70F80" w:rsidRDefault="00B70F80" w:rsidP="00B70F80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14:paraId="37EB9632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vAlign w:val="center"/>
          </w:tcPr>
          <w:p w14:paraId="63EDBEEC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vAlign w:val="center"/>
          </w:tcPr>
          <w:p w14:paraId="32C25DDE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2" w:type="dxa"/>
            <w:vAlign w:val="center"/>
          </w:tcPr>
          <w:p w14:paraId="6597EA55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14:paraId="1005B32C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vAlign w:val="center"/>
          </w:tcPr>
          <w:p w14:paraId="45B74EDD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14:paraId="245950C0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70F80" w14:paraId="3012B8B2" w14:textId="77777777" w:rsidTr="00E02047">
        <w:trPr>
          <w:trHeight w:hRule="exact" w:val="643"/>
          <w:jc w:val="center"/>
        </w:trPr>
        <w:tc>
          <w:tcPr>
            <w:tcW w:w="459" w:type="dxa"/>
            <w:shd w:val="clear" w:color="auto" w:fill="auto"/>
            <w:vAlign w:val="center"/>
          </w:tcPr>
          <w:p w14:paraId="4C20FE2C" w14:textId="77777777" w:rsidR="00B70F80" w:rsidRPr="00B70F80" w:rsidRDefault="00B70F80" w:rsidP="00B70F80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14:paraId="28C3B953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vAlign w:val="center"/>
          </w:tcPr>
          <w:p w14:paraId="77A968BC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vAlign w:val="center"/>
          </w:tcPr>
          <w:p w14:paraId="3923EE5B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2" w:type="dxa"/>
            <w:vAlign w:val="center"/>
          </w:tcPr>
          <w:p w14:paraId="327BEEDA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14:paraId="5786FA36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vAlign w:val="center"/>
          </w:tcPr>
          <w:p w14:paraId="7039BB5D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14:paraId="71D5BF24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70F80" w14:paraId="205FF2F3" w14:textId="77777777" w:rsidTr="00E02047">
        <w:trPr>
          <w:trHeight w:hRule="exact" w:val="643"/>
          <w:jc w:val="center"/>
        </w:trPr>
        <w:tc>
          <w:tcPr>
            <w:tcW w:w="459" w:type="dxa"/>
            <w:shd w:val="clear" w:color="auto" w:fill="auto"/>
            <w:vAlign w:val="center"/>
          </w:tcPr>
          <w:p w14:paraId="59445ECD" w14:textId="77777777" w:rsidR="00B70F80" w:rsidRPr="00B70F80" w:rsidRDefault="00B70F80" w:rsidP="00B70F80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14:paraId="2EF5CC05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vAlign w:val="center"/>
          </w:tcPr>
          <w:p w14:paraId="26A0A4B9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vAlign w:val="center"/>
          </w:tcPr>
          <w:p w14:paraId="7BDC1CED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2" w:type="dxa"/>
            <w:vAlign w:val="center"/>
          </w:tcPr>
          <w:p w14:paraId="464EBA7D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14:paraId="55553A21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vAlign w:val="center"/>
          </w:tcPr>
          <w:p w14:paraId="41A3F355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14:paraId="49BADA92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70F80" w14:paraId="3991490C" w14:textId="77777777" w:rsidTr="00E02047">
        <w:trPr>
          <w:trHeight w:hRule="exact" w:val="643"/>
          <w:jc w:val="center"/>
        </w:trPr>
        <w:tc>
          <w:tcPr>
            <w:tcW w:w="459" w:type="dxa"/>
            <w:shd w:val="clear" w:color="auto" w:fill="auto"/>
            <w:vAlign w:val="center"/>
          </w:tcPr>
          <w:p w14:paraId="1BF81AF0" w14:textId="77777777" w:rsidR="00B70F80" w:rsidRPr="00B70F80" w:rsidRDefault="00B70F80" w:rsidP="00B70F80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14:paraId="182E27AE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vAlign w:val="center"/>
          </w:tcPr>
          <w:p w14:paraId="3DB5046B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vAlign w:val="center"/>
          </w:tcPr>
          <w:p w14:paraId="64775E47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2" w:type="dxa"/>
            <w:vAlign w:val="center"/>
          </w:tcPr>
          <w:p w14:paraId="5268A8BA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14:paraId="141DC6BB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vAlign w:val="center"/>
          </w:tcPr>
          <w:p w14:paraId="555DC1A2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14:paraId="08DA4B8E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70F80" w14:paraId="22E8ED93" w14:textId="77777777" w:rsidTr="00E02047">
        <w:trPr>
          <w:trHeight w:hRule="exact" w:val="643"/>
          <w:jc w:val="center"/>
        </w:trPr>
        <w:tc>
          <w:tcPr>
            <w:tcW w:w="459" w:type="dxa"/>
            <w:shd w:val="clear" w:color="auto" w:fill="auto"/>
            <w:vAlign w:val="center"/>
          </w:tcPr>
          <w:p w14:paraId="15AC2F9F" w14:textId="77777777" w:rsidR="00B70F80" w:rsidRPr="00B70F80" w:rsidRDefault="00B70F80" w:rsidP="00B70F80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14:paraId="09ABAD93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vAlign w:val="center"/>
          </w:tcPr>
          <w:p w14:paraId="1A2E8678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vAlign w:val="center"/>
          </w:tcPr>
          <w:p w14:paraId="05E96790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2" w:type="dxa"/>
            <w:vAlign w:val="center"/>
          </w:tcPr>
          <w:p w14:paraId="6636BB1A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14:paraId="5CB4D2B3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vAlign w:val="center"/>
          </w:tcPr>
          <w:p w14:paraId="2003F957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14:paraId="5381500D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70F80" w14:paraId="3EDDD70F" w14:textId="77777777" w:rsidTr="00E02047">
        <w:trPr>
          <w:trHeight w:hRule="exact" w:val="643"/>
          <w:jc w:val="center"/>
        </w:trPr>
        <w:tc>
          <w:tcPr>
            <w:tcW w:w="459" w:type="dxa"/>
            <w:shd w:val="clear" w:color="auto" w:fill="auto"/>
            <w:vAlign w:val="center"/>
          </w:tcPr>
          <w:p w14:paraId="5CEED4A0" w14:textId="77777777" w:rsidR="00B70F80" w:rsidRPr="00B70F80" w:rsidRDefault="00B70F80" w:rsidP="00B70F80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14:paraId="515FEF1E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vAlign w:val="center"/>
          </w:tcPr>
          <w:p w14:paraId="68652870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vAlign w:val="center"/>
          </w:tcPr>
          <w:p w14:paraId="0BCD4907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2" w:type="dxa"/>
            <w:vAlign w:val="center"/>
          </w:tcPr>
          <w:p w14:paraId="5D773A14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14:paraId="41FBF55F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vAlign w:val="center"/>
          </w:tcPr>
          <w:p w14:paraId="7A010AC2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14:paraId="1506BF19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70F80" w14:paraId="13CD7D03" w14:textId="77777777" w:rsidTr="00E02047">
        <w:trPr>
          <w:trHeight w:hRule="exact" w:val="643"/>
          <w:jc w:val="center"/>
        </w:trPr>
        <w:tc>
          <w:tcPr>
            <w:tcW w:w="459" w:type="dxa"/>
            <w:shd w:val="clear" w:color="auto" w:fill="auto"/>
            <w:vAlign w:val="center"/>
          </w:tcPr>
          <w:p w14:paraId="5F901E08" w14:textId="77777777" w:rsidR="00B70F80" w:rsidRPr="00B70F80" w:rsidRDefault="00B70F80" w:rsidP="00B70F80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14:paraId="36DD12F7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vAlign w:val="center"/>
          </w:tcPr>
          <w:p w14:paraId="5A2D6372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vAlign w:val="center"/>
          </w:tcPr>
          <w:p w14:paraId="1A4D04D4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2" w:type="dxa"/>
            <w:vAlign w:val="center"/>
          </w:tcPr>
          <w:p w14:paraId="17BEE886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14:paraId="11EB164D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vAlign w:val="center"/>
          </w:tcPr>
          <w:p w14:paraId="02C3559A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14:paraId="1AB7AF51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70F80" w14:paraId="399DF972" w14:textId="77777777" w:rsidTr="00E02047">
        <w:trPr>
          <w:trHeight w:hRule="exact" w:val="643"/>
          <w:jc w:val="center"/>
        </w:trPr>
        <w:tc>
          <w:tcPr>
            <w:tcW w:w="459" w:type="dxa"/>
            <w:shd w:val="clear" w:color="auto" w:fill="auto"/>
            <w:vAlign w:val="center"/>
          </w:tcPr>
          <w:p w14:paraId="4D41AA9D" w14:textId="77777777" w:rsidR="00B70F80" w:rsidRPr="00B70F80" w:rsidRDefault="00B70F80" w:rsidP="00B70F80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14:paraId="6B3B30A9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vAlign w:val="center"/>
          </w:tcPr>
          <w:p w14:paraId="58C6A540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vAlign w:val="center"/>
          </w:tcPr>
          <w:p w14:paraId="57BE6AC8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2" w:type="dxa"/>
            <w:vAlign w:val="center"/>
          </w:tcPr>
          <w:p w14:paraId="3F134F07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14:paraId="62CB873F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vAlign w:val="center"/>
          </w:tcPr>
          <w:p w14:paraId="35107592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14:paraId="537B3B47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70F80" w14:paraId="42751D5F" w14:textId="77777777" w:rsidTr="00E02047">
        <w:trPr>
          <w:trHeight w:hRule="exact" w:val="643"/>
          <w:jc w:val="center"/>
        </w:trPr>
        <w:tc>
          <w:tcPr>
            <w:tcW w:w="459" w:type="dxa"/>
            <w:shd w:val="clear" w:color="auto" w:fill="auto"/>
            <w:vAlign w:val="center"/>
          </w:tcPr>
          <w:p w14:paraId="7C775E68" w14:textId="77777777" w:rsidR="00B70F80" w:rsidRPr="00B70F80" w:rsidRDefault="00B70F80" w:rsidP="00B70F80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14:paraId="0A6DAD60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vAlign w:val="center"/>
          </w:tcPr>
          <w:p w14:paraId="2CA0FD70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vAlign w:val="center"/>
          </w:tcPr>
          <w:p w14:paraId="3727890E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2" w:type="dxa"/>
            <w:vAlign w:val="center"/>
          </w:tcPr>
          <w:p w14:paraId="02C1AFFD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14:paraId="5B891E7A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vAlign w:val="center"/>
          </w:tcPr>
          <w:p w14:paraId="3663168C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14:paraId="1264DCBE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70F80" w14:paraId="33728648" w14:textId="77777777" w:rsidTr="00E02047">
        <w:trPr>
          <w:trHeight w:hRule="exact" w:val="643"/>
          <w:jc w:val="center"/>
        </w:trPr>
        <w:tc>
          <w:tcPr>
            <w:tcW w:w="459" w:type="dxa"/>
            <w:shd w:val="clear" w:color="auto" w:fill="auto"/>
            <w:vAlign w:val="center"/>
          </w:tcPr>
          <w:p w14:paraId="21F48FC5" w14:textId="77777777" w:rsidR="00B70F80" w:rsidRPr="00B70F80" w:rsidRDefault="00B70F80" w:rsidP="00B70F80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14:paraId="3E3C2C44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vAlign w:val="center"/>
          </w:tcPr>
          <w:p w14:paraId="257B1348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vAlign w:val="center"/>
          </w:tcPr>
          <w:p w14:paraId="7D9F7E2E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2" w:type="dxa"/>
            <w:vAlign w:val="center"/>
          </w:tcPr>
          <w:p w14:paraId="6AB8A06C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14:paraId="47EF36DC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vAlign w:val="center"/>
          </w:tcPr>
          <w:p w14:paraId="3F1877C7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14:paraId="28B7EFAD" w14:textId="77777777" w:rsidR="00B70F80" w:rsidRDefault="00B70F80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4B96481B" w14:textId="77777777" w:rsidR="00B70F80" w:rsidRDefault="00B70F80" w:rsidP="00B70F80">
      <w:pPr>
        <w:tabs>
          <w:tab w:val="left" w:pos="515"/>
        </w:tabs>
        <w:spacing w:line="480" w:lineRule="auto"/>
        <w:jc w:val="center"/>
        <w:rPr>
          <w:rFonts w:cs="AL-Mohanad"/>
          <w:color w:val="000000"/>
          <w:sz w:val="10"/>
          <w:szCs w:val="10"/>
        </w:rPr>
      </w:pPr>
    </w:p>
    <w:tbl>
      <w:tblPr>
        <w:tblStyle w:val="TableGrid"/>
        <w:bidiVisual/>
        <w:tblW w:w="10348" w:type="dxa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5233"/>
        <w:gridCol w:w="5115"/>
      </w:tblGrid>
      <w:tr w:rsidR="00B70F80" w14:paraId="15FFB2D1" w14:textId="77777777" w:rsidTr="00BE2312">
        <w:trPr>
          <w:trHeight w:val="352"/>
        </w:trPr>
        <w:tc>
          <w:tcPr>
            <w:tcW w:w="5233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5F590661" w14:textId="77777777" w:rsidR="00B70F80" w:rsidRPr="00D11259" w:rsidRDefault="00B70F80" w:rsidP="00AF5216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1125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محضر المختبر</w:t>
            </w:r>
          </w:p>
        </w:tc>
        <w:tc>
          <w:tcPr>
            <w:tcW w:w="5115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75569785" w14:textId="77777777" w:rsidR="00B70F80" w:rsidRPr="00D11259" w:rsidRDefault="00B70F80" w:rsidP="00AF5216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1125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وكيل الشؤون المدرسية</w:t>
            </w:r>
          </w:p>
        </w:tc>
      </w:tr>
      <w:tr w:rsidR="00B70F80" w14:paraId="06E825C3" w14:textId="77777777" w:rsidTr="00AF5216">
        <w:trPr>
          <w:trHeight w:val="352"/>
        </w:trPr>
        <w:tc>
          <w:tcPr>
            <w:tcW w:w="5233" w:type="dxa"/>
            <w:tcBorders>
              <w:top w:val="single" w:sz="18" w:space="0" w:color="auto"/>
              <w:bottom w:val="single" w:sz="4" w:space="0" w:color="auto"/>
            </w:tcBorders>
            <w:vAlign w:val="center"/>
            <w:hideMark/>
          </w:tcPr>
          <w:p w14:paraId="0D7BCC2D" w14:textId="77777777" w:rsidR="00B70F80" w:rsidRPr="00D11259" w:rsidRDefault="00B70F80" w:rsidP="00AF5216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D1125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الاسم</w:t>
            </w:r>
          </w:p>
        </w:tc>
        <w:tc>
          <w:tcPr>
            <w:tcW w:w="5115" w:type="dxa"/>
            <w:tcBorders>
              <w:top w:val="single" w:sz="18" w:space="0" w:color="auto"/>
              <w:bottom w:val="single" w:sz="4" w:space="0" w:color="auto"/>
            </w:tcBorders>
            <w:vAlign w:val="center"/>
            <w:hideMark/>
          </w:tcPr>
          <w:p w14:paraId="6154A26D" w14:textId="77777777" w:rsidR="00B70F80" w:rsidRPr="00D11259" w:rsidRDefault="00B70F80" w:rsidP="00AF5216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D1125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الاسم </w:t>
            </w:r>
          </w:p>
        </w:tc>
      </w:tr>
      <w:tr w:rsidR="00B70F80" w14:paraId="2613576F" w14:textId="77777777" w:rsidTr="00AF5216">
        <w:trPr>
          <w:trHeight w:val="376"/>
        </w:trPr>
        <w:tc>
          <w:tcPr>
            <w:tcW w:w="5233" w:type="dxa"/>
            <w:tcBorders>
              <w:top w:val="single" w:sz="4" w:space="0" w:color="auto"/>
            </w:tcBorders>
            <w:vAlign w:val="center"/>
            <w:hideMark/>
          </w:tcPr>
          <w:p w14:paraId="12FD6E7A" w14:textId="77777777" w:rsidR="00B70F80" w:rsidRPr="00D11259" w:rsidRDefault="00B70F80" w:rsidP="00AF5216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1125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التوقيع  </w:t>
            </w:r>
          </w:p>
        </w:tc>
        <w:tc>
          <w:tcPr>
            <w:tcW w:w="5115" w:type="dxa"/>
            <w:tcBorders>
              <w:top w:val="single" w:sz="4" w:space="0" w:color="auto"/>
            </w:tcBorders>
            <w:vAlign w:val="center"/>
            <w:hideMark/>
          </w:tcPr>
          <w:p w14:paraId="1F84007C" w14:textId="77777777" w:rsidR="00B70F80" w:rsidRPr="00D11259" w:rsidRDefault="00B70F80" w:rsidP="00AF5216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D1125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التوقيع </w:t>
            </w:r>
          </w:p>
        </w:tc>
      </w:tr>
    </w:tbl>
    <w:p w14:paraId="4F0E149D" w14:textId="77777777" w:rsidR="003C2673" w:rsidRPr="008A1DCE" w:rsidRDefault="003C2673" w:rsidP="005302DE">
      <w:pPr>
        <w:ind w:left="-1" w:right="-851"/>
        <w:rPr>
          <w:szCs w:val="36"/>
          <w:rtl/>
        </w:rPr>
      </w:pPr>
    </w:p>
    <w:sectPr w:rsidR="003C2673" w:rsidRPr="008A1DCE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B0AA39" w14:textId="77777777" w:rsidR="005A67CD" w:rsidRDefault="005A67CD" w:rsidP="000B54C1">
      <w:r>
        <w:separator/>
      </w:r>
    </w:p>
  </w:endnote>
  <w:endnote w:type="continuationSeparator" w:id="0">
    <w:p w14:paraId="623E2047" w14:textId="77777777" w:rsidR="005A67CD" w:rsidRDefault="005A67CD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L-Mohana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7CCBB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F7D3D" w14:textId="77777777" w:rsidR="005A67CD" w:rsidRDefault="005A67CD" w:rsidP="000B54C1">
      <w:r>
        <w:separator/>
      </w:r>
    </w:p>
  </w:footnote>
  <w:footnote w:type="continuationSeparator" w:id="0">
    <w:p w14:paraId="7559BE69" w14:textId="77777777" w:rsidR="005A67CD" w:rsidRDefault="005A67CD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02992B09" w14:textId="77777777" w:rsidTr="005302DE">
      <w:tc>
        <w:tcPr>
          <w:tcW w:w="3402" w:type="dxa"/>
          <w:vAlign w:val="center"/>
        </w:tcPr>
        <w:p w14:paraId="15E83AD2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2AA33406" wp14:editId="520FA60A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9254D81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771AFEB7" w14:textId="3145AE5C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E02047">
            <w:rPr>
              <w:rFonts w:cs="AL-Mohanad" w:hint="cs"/>
              <w:sz w:val="22"/>
              <w:szCs w:val="22"/>
              <w:rtl/>
            </w:rPr>
            <w:t>...........</w:t>
          </w:r>
        </w:p>
        <w:p w14:paraId="61AA9CCD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694E5B15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3D61C1FF" wp14:editId="6A5C30D8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7E092312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3F935FB4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13CB411A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778D4B92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4914A9A6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4C2229"/>
    <w:multiLevelType w:val="hybridMultilevel"/>
    <w:tmpl w:val="54ACAB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47830794">
    <w:abstractNumId w:val="0"/>
  </w:num>
  <w:num w:numId="2" w16cid:durableId="458884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0F80"/>
    <w:rsid w:val="000168AB"/>
    <w:rsid w:val="000B54C1"/>
    <w:rsid w:val="0012662B"/>
    <w:rsid w:val="001D0A7D"/>
    <w:rsid w:val="002F57A0"/>
    <w:rsid w:val="00332D9C"/>
    <w:rsid w:val="00341DA8"/>
    <w:rsid w:val="003942ED"/>
    <w:rsid w:val="003C2673"/>
    <w:rsid w:val="004050BF"/>
    <w:rsid w:val="004D4A0E"/>
    <w:rsid w:val="004F62EE"/>
    <w:rsid w:val="005275B1"/>
    <w:rsid w:val="005302DE"/>
    <w:rsid w:val="00565997"/>
    <w:rsid w:val="005A67CD"/>
    <w:rsid w:val="00674CBA"/>
    <w:rsid w:val="0068143D"/>
    <w:rsid w:val="006E0A53"/>
    <w:rsid w:val="006E0D08"/>
    <w:rsid w:val="00726AB7"/>
    <w:rsid w:val="00726C3F"/>
    <w:rsid w:val="007A0ADD"/>
    <w:rsid w:val="007A5A90"/>
    <w:rsid w:val="00886A39"/>
    <w:rsid w:val="008A1DCE"/>
    <w:rsid w:val="008E6B73"/>
    <w:rsid w:val="009C0A5D"/>
    <w:rsid w:val="00A345C3"/>
    <w:rsid w:val="00A765CF"/>
    <w:rsid w:val="00B42DE5"/>
    <w:rsid w:val="00B70F80"/>
    <w:rsid w:val="00BE2312"/>
    <w:rsid w:val="00D472F1"/>
    <w:rsid w:val="00E02047"/>
    <w:rsid w:val="00EB5EB7"/>
    <w:rsid w:val="00ED5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2DF0BF"/>
  <w15:docId w15:val="{2C2361AC-ED83-4C65-8239-2A3DDDE16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character" w:customStyle="1" w:styleId="Tablecaption">
    <w:name w:val="Table caption"/>
    <w:rsid w:val="00B70F80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231F20"/>
      <w:spacing w:val="0"/>
      <w:w w:val="100"/>
      <w:position w:val="0"/>
      <w:sz w:val="18"/>
      <w:szCs w:val="18"/>
      <w:u w:val="none"/>
      <w:effect w:val="none"/>
      <w:lang w:val="ar-SA" w:eastAsia="ar-SA" w:bidi="ar-SA"/>
    </w:rPr>
  </w:style>
  <w:style w:type="paragraph" w:styleId="ListParagraph">
    <w:name w:val="List Paragraph"/>
    <w:basedOn w:val="Normal"/>
    <w:uiPriority w:val="34"/>
    <w:qFormat/>
    <w:rsid w:val="00B70F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88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7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3</cp:revision>
  <dcterms:created xsi:type="dcterms:W3CDTF">2017-04-28T17:57:00Z</dcterms:created>
  <dcterms:modified xsi:type="dcterms:W3CDTF">2025-05-16T15:25:00Z</dcterms:modified>
</cp:coreProperties>
</file>