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3EADD047" w14:textId="77777777" w:rsidTr="007604EF">
        <w:tc>
          <w:tcPr>
            <w:tcW w:w="10348" w:type="dxa"/>
          </w:tcPr>
          <w:p w14:paraId="121159C7" w14:textId="77777777" w:rsidR="005302DE" w:rsidRPr="00580A9E" w:rsidRDefault="00580A9E" w:rsidP="00580A9E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( 46 ) </w:t>
            </w:r>
          </w:p>
        </w:tc>
      </w:tr>
      <w:tr w:rsidR="005302DE" w14:paraId="2A51D9DC" w14:textId="77777777" w:rsidTr="007604EF">
        <w:tc>
          <w:tcPr>
            <w:tcW w:w="10348" w:type="dxa"/>
          </w:tcPr>
          <w:p w14:paraId="2D1C1B58" w14:textId="77777777" w:rsidR="005302DE" w:rsidRPr="00580A9E" w:rsidRDefault="00580A9E" w:rsidP="007604EF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</w:t>
            </w:r>
            <w:r w:rsidRPr="00580A9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: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</w:rPr>
              <w:t xml:space="preserve"> )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580A9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580A9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580A9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ن  - </w:t>
            </w:r>
            <w:r w:rsidR="007604E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08</w:t>
            </w:r>
            <w:r w:rsidRPr="00580A9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04</w:t>
            </w:r>
            <w:r w:rsidRPr="00580A9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527364DF" w14:textId="77777777" w:rsidTr="007604EF">
        <w:tc>
          <w:tcPr>
            <w:tcW w:w="10348" w:type="dxa"/>
          </w:tcPr>
          <w:p w14:paraId="211F8D10" w14:textId="77777777" w:rsidR="005302DE" w:rsidRPr="00580A9E" w:rsidRDefault="00580A9E" w:rsidP="007604EF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580A9E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سجل تنفيذ التجارب </w:t>
            </w:r>
            <w:r w:rsidR="007604EF">
              <w:rPr>
                <w:rFonts w:cs="PT Bold Heading" w:hint="cs"/>
                <w:b/>
                <w:bCs/>
                <w:sz w:val="30"/>
                <w:szCs w:val="30"/>
                <w:rtl/>
              </w:rPr>
              <w:t>العملية</w:t>
            </w:r>
          </w:p>
        </w:tc>
      </w:tr>
    </w:tbl>
    <w:tbl>
      <w:tblPr>
        <w:bidiVisual/>
        <w:tblW w:w="1058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08"/>
        <w:gridCol w:w="635"/>
        <w:gridCol w:w="645"/>
        <w:gridCol w:w="1103"/>
        <w:gridCol w:w="910"/>
        <w:gridCol w:w="576"/>
        <w:gridCol w:w="930"/>
        <w:gridCol w:w="937"/>
        <w:gridCol w:w="506"/>
        <w:gridCol w:w="506"/>
        <w:gridCol w:w="506"/>
        <w:gridCol w:w="506"/>
        <w:gridCol w:w="506"/>
        <w:gridCol w:w="506"/>
        <w:gridCol w:w="506"/>
        <w:gridCol w:w="894"/>
      </w:tblGrid>
      <w:tr w:rsidR="007604EF" w:rsidRPr="008C1A32" w14:paraId="181A5D45" w14:textId="77777777" w:rsidTr="005523D4">
        <w:trPr>
          <w:trHeight w:hRule="exact" w:val="600"/>
        </w:trPr>
        <w:tc>
          <w:tcPr>
            <w:tcW w:w="408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FF1927C" w14:textId="77777777" w:rsidR="00580A9E" w:rsidRPr="007604EF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635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14:paraId="618D5FDC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المادة</w:t>
            </w:r>
          </w:p>
        </w:tc>
        <w:tc>
          <w:tcPr>
            <w:tcW w:w="645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14:paraId="07A35956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الفصل</w:t>
            </w:r>
          </w:p>
        </w:tc>
        <w:tc>
          <w:tcPr>
            <w:tcW w:w="1103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14:paraId="20A6E6A0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اسم التجربة</w:t>
            </w:r>
          </w:p>
        </w:tc>
        <w:tc>
          <w:tcPr>
            <w:tcW w:w="91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14:paraId="3DEA4C4F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اسم المعلم</w:t>
            </w:r>
          </w:p>
        </w:tc>
        <w:tc>
          <w:tcPr>
            <w:tcW w:w="576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14:paraId="607E57C7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نفذ</w:t>
            </w:r>
          </w:p>
        </w:tc>
        <w:tc>
          <w:tcPr>
            <w:tcW w:w="93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14:paraId="69FA4867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اسبوع</w:t>
            </w:r>
          </w:p>
          <w:p w14:paraId="41B892D3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التجربة</w:t>
            </w:r>
          </w:p>
        </w:tc>
        <w:tc>
          <w:tcPr>
            <w:tcW w:w="93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0E588B5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تاريخ الإجراء</w:t>
            </w:r>
          </w:p>
        </w:tc>
        <w:tc>
          <w:tcPr>
            <w:tcW w:w="15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A82B6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rtl/>
              </w:rPr>
              <w:t>مكان إجراء التجربة</w:t>
            </w:r>
          </w:p>
        </w:tc>
        <w:tc>
          <w:tcPr>
            <w:tcW w:w="202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355CBA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rtl/>
              </w:rPr>
              <w:t>لم ينفذ</w:t>
            </w:r>
          </w:p>
        </w:tc>
        <w:tc>
          <w:tcPr>
            <w:tcW w:w="89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03338E5" w14:textId="77777777" w:rsidR="00580A9E" w:rsidRPr="007604EF" w:rsidRDefault="00580A9E" w:rsidP="007604EF">
            <w:pPr>
              <w:tabs>
                <w:tab w:val="left" w:pos="515"/>
              </w:tabs>
              <w:spacing w:line="276" w:lineRule="auto"/>
              <w:ind w:left="113" w:right="113"/>
              <w:jc w:val="center"/>
              <w:rPr>
                <w:rFonts w:cs="AL-Mohanad"/>
                <w:b/>
                <w:bCs/>
                <w:color w:val="000000"/>
                <w:sz w:val="28"/>
                <w:szCs w:val="28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28"/>
                <w:szCs w:val="28"/>
                <w:rtl/>
              </w:rPr>
              <w:t>توقيع المعلم</w:t>
            </w:r>
          </w:p>
        </w:tc>
      </w:tr>
      <w:tr w:rsidR="007604EF" w:rsidRPr="008C1A32" w14:paraId="1A81E144" w14:textId="77777777" w:rsidTr="005523D4">
        <w:trPr>
          <w:cantSplit/>
          <w:trHeight w:hRule="exact" w:val="2494"/>
        </w:trPr>
        <w:tc>
          <w:tcPr>
            <w:tcW w:w="40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78DCC2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Merge/>
            <w:tcBorders>
              <w:bottom w:val="single" w:sz="18" w:space="0" w:color="auto"/>
            </w:tcBorders>
            <w:shd w:val="pct15" w:color="auto" w:fill="auto"/>
            <w:vAlign w:val="center"/>
          </w:tcPr>
          <w:p w14:paraId="25B9DD43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Merge/>
            <w:tcBorders>
              <w:bottom w:val="single" w:sz="18" w:space="0" w:color="auto"/>
            </w:tcBorders>
            <w:shd w:val="pct15" w:color="auto" w:fill="auto"/>
            <w:vAlign w:val="center"/>
          </w:tcPr>
          <w:p w14:paraId="666A248F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103" w:type="dxa"/>
            <w:vMerge/>
            <w:tcBorders>
              <w:bottom w:val="single" w:sz="18" w:space="0" w:color="auto"/>
            </w:tcBorders>
            <w:shd w:val="pct15" w:color="auto" w:fill="auto"/>
            <w:vAlign w:val="center"/>
          </w:tcPr>
          <w:p w14:paraId="11097E42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Merge/>
            <w:tcBorders>
              <w:bottom w:val="single" w:sz="18" w:space="0" w:color="auto"/>
            </w:tcBorders>
            <w:shd w:val="pct15" w:color="auto" w:fill="auto"/>
            <w:vAlign w:val="center"/>
          </w:tcPr>
          <w:p w14:paraId="343D6A91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Merge/>
            <w:tcBorders>
              <w:bottom w:val="single" w:sz="18" w:space="0" w:color="auto"/>
            </w:tcBorders>
            <w:shd w:val="pct15" w:color="auto" w:fill="auto"/>
            <w:vAlign w:val="center"/>
          </w:tcPr>
          <w:p w14:paraId="332E062E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Merge/>
            <w:tcBorders>
              <w:bottom w:val="single" w:sz="18" w:space="0" w:color="auto"/>
            </w:tcBorders>
            <w:shd w:val="pct15" w:color="auto" w:fill="auto"/>
            <w:vAlign w:val="center"/>
          </w:tcPr>
          <w:p w14:paraId="07AFF3D2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vMerge/>
            <w:tcBorders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0429825B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77A7FFA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المختبر</w:t>
            </w:r>
          </w:p>
        </w:tc>
        <w:tc>
          <w:tcPr>
            <w:tcW w:w="50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18C6606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الفصل</w:t>
            </w:r>
          </w:p>
        </w:tc>
        <w:tc>
          <w:tcPr>
            <w:tcW w:w="50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32C39B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مكان آخر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086D977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لعدم توفر المواد</w:t>
            </w:r>
          </w:p>
        </w:tc>
        <w:tc>
          <w:tcPr>
            <w:tcW w:w="50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5180FF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عدم تجهيز المحضر للأدوات</w:t>
            </w:r>
          </w:p>
        </w:tc>
        <w:tc>
          <w:tcPr>
            <w:tcW w:w="50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CE9D84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عدم قيام المعلم بالتجربة</w:t>
            </w:r>
          </w:p>
        </w:tc>
        <w:tc>
          <w:tcPr>
            <w:tcW w:w="50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7D937D" w14:textId="77777777" w:rsidR="00580A9E" w:rsidRPr="007604EF" w:rsidRDefault="00580A9E" w:rsidP="007604EF">
            <w:pPr>
              <w:tabs>
                <w:tab w:val="left" w:pos="515"/>
              </w:tabs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7604E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أسباب أخرى </w:t>
            </w:r>
          </w:p>
        </w:tc>
        <w:tc>
          <w:tcPr>
            <w:tcW w:w="89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729007A3" w14:textId="77777777" w:rsidR="00580A9E" w:rsidRPr="008C1A32" w:rsidRDefault="00580A9E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5595B64F" w14:textId="77777777" w:rsidTr="005523D4">
        <w:trPr>
          <w:trHeight w:hRule="exact" w:val="567"/>
        </w:trPr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ABBAA9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E24876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A6BB2D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0B7D68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7AD5096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EF93AA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A4CAA74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341967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4BBF6886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919A9E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898F3B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5ECA8EA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BD0122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547E4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7DB1D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1CD14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1A103E34" w14:textId="77777777" w:rsidTr="005523D4">
        <w:trPr>
          <w:trHeight w:hRule="exact" w:val="567"/>
        </w:trPr>
        <w:tc>
          <w:tcPr>
            <w:tcW w:w="408" w:type="dxa"/>
            <w:tcBorders>
              <w:top w:val="single" w:sz="6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B7FD7FA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tcBorders>
              <w:top w:val="single" w:sz="6" w:space="0" w:color="auto"/>
            </w:tcBorders>
            <w:vAlign w:val="center"/>
          </w:tcPr>
          <w:p w14:paraId="228D858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tcBorders>
              <w:top w:val="single" w:sz="6" w:space="0" w:color="auto"/>
            </w:tcBorders>
            <w:vAlign w:val="center"/>
          </w:tcPr>
          <w:p w14:paraId="2A47B77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tcBorders>
              <w:top w:val="single" w:sz="6" w:space="0" w:color="auto"/>
            </w:tcBorders>
            <w:vAlign w:val="center"/>
          </w:tcPr>
          <w:p w14:paraId="1C558DD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tcBorders>
              <w:top w:val="single" w:sz="6" w:space="0" w:color="auto"/>
            </w:tcBorders>
            <w:vAlign w:val="center"/>
          </w:tcPr>
          <w:p w14:paraId="192F73D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tcBorders>
              <w:top w:val="single" w:sz="6" w:space="0" w:color="auto"/>
            </w:tcBorders>
            <w:vAlign w:val="center"/>
          </w:tcPr>
          <w:p w14:paraId="4C7C70F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5D06E72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6CDFD109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14:paraId="616333B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</w:tcBorders>
            <w:vAlign w:val="center"/>
          </w:tcPr>
          <w:p w14:paraId="35C4C20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5854AE15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14:paraId="43A73B2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</w:tcBorders>
            <w:vAlign w:val="center"/>
          </w:tcPr>
          <w:p w14:paraId="01958471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</w:tcBorders>
            <w:vAlign w:val="center"/>
          </w:tcPr>
          <w:p w14:paraId="60068FC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76C6D65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1A392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5B1DDDC5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C2F15F9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356ADD6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5FBD950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070C40F6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7C24CF0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2B27C33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2F7A113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78F44AB1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4EE259F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5CA247B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58A5783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5F02B0A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0540A1A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1B8593F4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6E89B1C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764410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5CC2A27A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D1C51B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41835DE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67B6FAA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71BAC34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24E2D9E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2DCF569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063A354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021B9F45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78B9DAC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0D0BE84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1CDADBA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1329C381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443DEEE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1703C361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066B2C7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94BA7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15A60927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DFF917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7863A7D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222BD88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071F581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58832D0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3B63CBC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7E8E31E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301DD1EC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030B2494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5D86ED1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1C41CB4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2320E17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3F76C80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4AE3C18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1E8438D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85D0B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1820C07A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DB9E7E0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0001338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4922698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483755A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0DDEE2A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3AAA16D5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2A3AAE04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2832919E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37091CC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73A2224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2E0B21F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7C23D95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06552D0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0CAC4FE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4982819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B2B04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67493C35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B84BC65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6E3C51B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1B18EB2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2602C84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53CA4F11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1348220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514D709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22E5C7E5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6432710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7E264B3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1E216A7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02FECC5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03F14540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59FA6B76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76F97C1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19DD3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728A0012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97AF4B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792CBB9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4426817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1442008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431A573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64919B1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40F7E30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00CE42D1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03E5FE4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2958C608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4DB1F6E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3F590BB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562331E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1F3EADF5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42A4629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6681B0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09F21560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31A927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13330554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276017E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2C827940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24724ECA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50455A3F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0FA40BF1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236AC2FE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51C744B7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64A41465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05AF4076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2F489335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0E4435C5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69CF6E0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55BDDE5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0085000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7604EF" w:rsidRPr="008C1A32" w14:paraId="791F9537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2AC3A4" w14:textId="77777777" w:rsidR="00580A9E" w:rsidRPr="007604EF" w:rsidRDefault="00580A9E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2EA0342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52FDCA9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6D52819C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11432DB1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593CA80E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0708093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5A572F11" w14:textId="77777777" w:rsidR="00580A9E" w:rsidRPr="007604EF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5DB58B12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18A520F6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11EE34A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7A67398B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651776E4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5038EA29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327BFEDD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ED2133" w14:textId="77777777" w:rsidR="00580A9E" w:rsidRPr="008C1A32" w:rsidRDefault="00580A9E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E74DC7" w:rsidRPr="008C1A32" w14:paraId="65A2D7D3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AC4A34" w14:textId="77777777" w:rsidR="00E74DC7" w:rsidRPr="007604EF" w:rsidRDefault="00E74DC7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vAlign w:val="center"/>
          </w:tcPr>
          <w:p w14:paraId="2BA78409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vAlign w:val="center"/>
          </w:tcPr>
          <w:p w14:paraId="54810A43" w14:textId="77777777" w:rsidR="00E74DC7" w:rsidRPr="008C1A32" w:rsidRDefault="00E74DC7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vAlign w:val="center"/>
          </w:tcPr>
          <w:p w14:paraId="757380A2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vAlign w:val="center"/>
          </w:tcPr>
          <w:p w14:paraId="6B1AADF3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vAlign w:val="center"/>
          </w:tcPr>
          <w:p w14:paraId="79904114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vAlign w:val="center"/>
          </w:tcPr>
          <w:p w14:paraId="2E1D9B92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right w:val="single" w:sz="18" w:space="0" w:color="auto"/>
            </w:tcBorders>
            <w:vAlign w:val="center"/>
          </w:tcPr>
          <w:p w14:paraId="40E5FAE5" w14:textId="77777777" w:rsidR="00E74DC7" w:rsidRPr="007604EF" w:rsidRDefault="00E74DC7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51D6E846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3C99B167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6F378C70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vAlign w:val="center"/>
          </w:tcPr>
          <w:p w14:paraId="4113A497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299E1118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vAlign w:val="center"/>
          </w:tcPr>
          <w:p w14:paraId="30029033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  <w:vAlign w:val="center"/>
          </w:tcPr>
          <w:p w14:paraId="6D62BD21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FE9B90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E74DC7" w:rsidRPr="008C1A32" w14:paraId="083C3B8E" w14:textId="77777777" w:rsidTr="005523D4">
        <w:trPr>
          <w:trHeight w:hRule="exact" w:val="567"/>
        </w:trPr>
        <w:tc>
          <w:tcPr>
            <w:tcW w:w="40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33EA4E0" w14:textId="77777777" w:rsidR="00E74DC7" w:rsidRPr="007604EF" w:rsidRDefault="00E74DC7" w:rsidP="00E74DC7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35" w:type="dxa"/>
            <w:tcBorders>
              <w:bottom w:val="single" w:sz="18" w:space="0" w:color="auto"/>
            </w:tcBorders>
            <w:vAlign w:val="center"/>
          </w:tcPr>
          <w:p w14:paraId="0547FC72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45" w:type="dxa"/>
            <w:tcBorders>
              <w:bottom w:val="single" w:sz="18" w:space="0" w:color="auto"/>
            </w:tcBorders>
            <w:vAlign w:val="center"/>
          </w:tcPr>
          <w:p w14:paraId="35AC5770" w14:textId="77777777" w:rsidR="00E74DC7" w:rsidRPr="008C1A32" w:rsidRDefault="00E74DC7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C1A32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103" w:type="dxa"/>
            <w:tcBorders>
              <w:bottom w:val="single" w:sz="18" w:space="0" w:color="auto"/>
            </w:tcBorders>
            <w:vAlign w:val="center"/>
          </w:tcPr>
          <w:p w14:paraId="2FA33C1B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0" w:type="dxa"/>
            <w:tcBorders>
              <w:bottom w:val="single" w:sz="18" w:space="0" w:color="auto"/>
            </w:tcBorders>
            <w:vAlign w:val="center"/>
          </w:tcPr>
          <w:p w14:paraId="2445982D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6" w:type="dxa"/>
            <w:tcBorders>
              <w:bottom w:val="single" w:sz="18" w:space="0" w:color="auto"/>
            </w:tcBorders>
            <w:vAlign w:val="center"/>
          </w:tcPr>
          <w:p w14:paraId="1CEBAAF3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0" w:type="dxa"/>
            <w:tcBorders>
              <w:bottom w:val="single" w:sz="18" w:space="0" w:color="auto"/>
            </w:tcBorders>
            <w:vAlign w:val="center"/>
          </w:tcPr>
          <w:p w14:paraId="1809F363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3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0CADEE7" w14:textId="77777777" w:rsidR="00E74DC7" w:rsidRPr="007604EF" w:rsidRDefault="00E74DC7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</w:rPr>
              <w:t>/    /</w:t>
            </w:r>
            <w:r w:rsidRPr="007604EF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 xml:space="preserve">       14</w:t>
            </w:r>
          </w:p>
        </w:tc>
        <w:tc>
          <w:tcPr>
            <w:tcW w:w="5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1D617C4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14:paraId="5D5A777E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2A70CF0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DA8502C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14:paraId="0D185A90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bottom w:val="single" w:sz="18" w:space="0" w:color="auto"/>
            </w:tcBorders>
            <w:vAlign w:val="center"/>
          </w:tcPr>
          <w:p w14:paraId="7A571116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0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93783D5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C9728B" w14:textId="77777777" w:rsidR="00E74DC7" w:rsidRPr="008C1A32" w:rsidRDefault="00E74DC7" w:rsidP="00E74DC7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</w:tbl>
    <w:p w14:paraId="09C57022" w14:textId="77777777" w:rsidR="003C2673" w:rsidRDefault="003C2673" w:rsidP="005302DE">
      <w:pPr>
        <w:ind w:left="-1" w:right="-851"/>
        <w:rPr>
          <w:sz w:val="10"/>
          <w:szCs w:val="10"/>
          <w:rtl/>
        </w:rPr>
      </w:pPr>
    </w:p>
    <w:tbl>
      <w:tblPr>
        <w:tblStyle w:val="TableGrid"/>
        <w:bidiVisual/>
        <w:tblW w:w="1049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33"/>
        <w:gridCol w:w="5257"/>
      </w:tblGrid>
      <w:tr w:rsidR="007604EF" w14:paraId="783A2E7C" w14:textId="77777777" w:rsidTr="005523D4">
        <w:trPr>
          <w:trHeight w:val="352"/>
        </w:trPr>
        <w:tc>
          <w:tcPr>
            <w:tcW w:w="523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66B8F02" w14:textId="77777777" w:rsidR="007604EF" w:rsidRPr="00D11259" w:rsidRDefault="007604EF" w:rsidP="00066A3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محضر المختبر</w:t>
            </w:r>
          </w:p>
        </w:tc>
        <w:tc>
          <w:tcPr>
            <w:tcW w:w="5257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75A2495" w14:textId="77777777" w:rsidR="007604EF" w:rsidRPr="00D11259" w:rsidRDefault="007604EF" w:rsidP="00066A3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وكيل الشؤون المدرسية</w:t>
            </w:r>
          </w:p>
        </w:tc>
      </w:tr>
      <w:tr w:rsidR="007604EF" w14:paraId="58C6908A" w14:textId="77777777" w:rsidTr="007604EF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6B163A63" w14:textId="77777777" w:rsidR="007604EF" w:rsidRPr="00D11259" w:rsidRDefault="007604EF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الاسم</w:t>
            </w:r>
            <w:r w:rsidR="00135378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  <w:tc>
          <w:tcPr>
            <w:tcW w:w="5257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4ECAE52B" w14:textId="77777777" w:rsidR="007604EF" w:rsidRPr="00D11259" w:rsidRDefault="007604EF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الاسم</w:t>
            </w:r>
            <w:r w:rsidR="00135378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7604EF" w14:paraId="346FD03F" w14:textId="77777777" w:rsidTr="007604EF">
        <w:trPr>
          <w:trHeight w:val="376"/>
        </w:trPr>
        <w:tc>
          <w:tcPr>
            <w:tcW w:w="5233" w:type="dxa"/>
            <w:tcBorders>
              <w:top w:val="single" w:sz="4" w:space="0" w:color="auto"/>
            </w:tcBorders>
            <w:vAlign w:val="center"/>
            <w:hideMark/>
          </w:tcPr>
          <w:p w14:paraId="54A3E9E1" w14:textId="77777777" w:rsidR="007604EF" w:rsidRPr="00D11259" w:rsidRDefault="007604EF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التوقيع</w:t>
            </w:r>
            <w:r w:rsidR="00135378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5257" w:type="dxa"/>
            <w:tcBorders>
              <w:top w:val="single" w:sz="4" w:space="0" w:color="auto"/>
            </w:tcBorders>
            <w:vAlign w:val="center"/>
            <w:hideMark/>
          </w:tcPr>
          <w:p w14:paraId="2F503E39" w14:textId="77777777" w:rsidR="007604EF" w:rsidRPr="00D11259" w:rsidRDefault="007604EF" w:rsidP="00066A3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التوقيع</w:t>
            </w:r>
            <w:r w:rsidR="00135378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</w:tbl>
    <w:p w14:paraId="4094DBED" w14:textId="77777777" w:rsidR="007604EF" w:rsidRPr="007604EF" w:rsidRDefault="007604EF" w:rsidP="007604EF">
      <w:pPr>
        <w:ind w:right="-851"/>
        <w:rPr>
          <w:sz w:val="10"/>
          <w:szCs w:val="10"/>
          <w:rtl/>
        </w:rPr>
      </w:pPr>
    </w:p>
    <w:sectPr w:rsidR="007604EF" w:rsidRPr="007604EF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DD1A7" w14:textId="77777777" w:rsidR="009A1DFF" w:rsidRDefault="009A1DFF" w:rsidP="000B54C1">
      <w:r>
        <w:separator/>
      </w:r>
    </w:p>
  </w:endnote>
  <w:endnote w:type="continuationSeparator" w:id="0">
    <w:p w14:paraId="6D1F67B1" w14:textId="77777777" w:rsidR="009A1DFF" w:rsidRDefault="009A1DFF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23E2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0C97B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5ECEE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AB372" w14:textId="77777777" w:rsidR="009A1DFF" w:rsidRDefault="009A1DFF" w:rsidP="000B54C1">
      <w:r>
        <w:separator/>
      </w:r>
    </w:p>
  </w:footnote>
  <w:footnote w:type="continuationSeparator" w:id="0">
    <w:p w14:paraId="3D7267CD" w14:textId="77777777" w:rsidR="009A1DFF" w:rsidRDefault="009A1DFF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7FF18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58C7BD3" w14:textId="77777777" w:rsidTr="005302DE">
      <w:tc>
        <w:tcPr>
          <w:tcW w:w="3402" w:type="dxa"/>
          <w:vAlign w:val="center"/>
        </w:tcPr>
        <w:p w14:paraId="4927138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031BABF" wp14:editId="5ED5DA99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B241DDE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39AC96E" w14:textId="192D3BE0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777184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542E5D7F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1C5B77E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D2FF5AD" wp14:editId="43F0BC5F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691D14E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BB770E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773345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9ABF96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9773474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E882A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70297"/>
    <w:multiLevelType w:val="hybridMultilevel"/>
    <w:tmpl w:val="356281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3397415">
    <w:abstractNumId w:val="0"/>
  </w:num>
  <w:num w:numId="2" w16cid:durableId="547500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A9E"/>
    <w:rsid w:val="000168AB"/>
    <w:rsid w:val="000B54C1"/>
    <w:rsid w:val="0012662B"/>
    <w:rsid w:val="00135378"/>
    <w:rsid w:val="001D0A7D"/>
    <w:rsid w:val="00244698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523D4"/>
    <w:rsid w:val="00565997"/>
    <w:rsid w:val="00580A9E"/>
    <w:rsid w:val="00674CBA"/>
    <w:rsid w:val="0068143D"/>
    <w:rsid w:val="006E0A53"/>
    <w:rsid w:val="006E0D08"/>
    <w:rsid w:val="00726AB7"/>
    <w:rsid w:val="00726C3F"/>
    <w:rsid w:val="007604EF"/>
    <w:rsid w:val="00777184"/>
    <w:rsid w:val="007A0ADD"/>
    <w:rsid w:val="00886A39"/>
    <w:rsid w:val="008A1DCE"/>
    <w:rsid w:val="008E6B73"/>
    <w:rsid w:val="00982366"/>
    <w:rsid w:val="009A1DFF"/>
    <w:rsid w:val="009C0A5D"/>
    <w:rsid w:val="00A345C3"/>
    <w:rsid w:val="00A765CF"/>
    <w:rsid w:val="00BB64B3"/>
    <w:rsid w:val="00D165B1"/>
    <w:rsid w:val="00D472F1"/>
    <w:rsid w:val="00E74DC7"/>
    <w:rsid w:val="00EB5EB7"/>
    <w:rsid w:val="00EB7BA9"/>
    <w:rsid w:val="00EC7798"/>
    <w:rsid w:val="00FD1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5D092"/>
  <w15:docId w15:val="{0CEAA987-C0D8-418F-8714-AE009C70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0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20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2017-04-28T22:02:00Z</dcterms:created>
  <dcterms:modified xsi:type="dcterms:W3CDTF">2025-05-16T17:59:00Z</dcterms:modified>
</cp:coreProperties>
</file>