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4F15F2E2" w14:textId="77777777" w:rsidTr="00E63195">
        <w:tc>
          <w:tcPr>
            <w:tcW w:w="10348" w:type="dxa"/>
          </w:tcPr>
          <w:p w14:paraId="64C0AF67" w14:textId="77777777" w:rsidR="005302DE" w:rsidRPr="00E63195" w:rsidRDefault="00E63195" w:rsidP="00E63195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E63195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( 47 ) </w:t>
            </w:r>
          </w:p>
        </w:tc>
      </w:tr>
      <w:tr w:rsidR="005302DE" w14:paraId="47EA21AD" w14:textId="77777777" w:rsidTr="00E63195">
        <w:tc>
          <w:tcPr>
            <w:tcW w:w="10348" w:type="dxa"/>
          </w:tcPr>
          <w:p w14:paraId="1813BA98" w14:textId="77777777" w:rsidR="005302DE" w:rsidRPr="00E63195" w:rsidRDefault="00E63195" w:rsidP="00E63195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E6319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E6319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E6319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</w:t>
            </w:r>
            <w:r w:rsidRPr="00E6319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E6319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</w:t>
            </w:r>
            <w:r w:rsidRPr="00E6319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E6319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E6319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E6319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ن  - </w:t>
            </w:r>
            <w:r w:rsidRPr="00E6319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08</w:t>
            </w:r>
            <w:r w:rsidRPr="00E6319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- 05</w:t>
            </w:r>
            <w:r w:rsidRPr="00E6319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27C9C005" w14:textId="77777777" w:rsidTr="00E63195">
        <w:tc>
          <w:tcPr>
            <w:tcW w:w="10348" w:type="dxa"/>
          </w:tcPr>
          <w:p w14:paraId="7C1AB61F" w14:textId="77777777" w:rsidR="005302DE" w:rsidRPr="00E63195" w:rsidRDefault="00E63195" w:rsidP="00E63195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E63195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جرد المعامل</w:t>
            </w:r>
          </w:p>
        </w:tc>
      </w:tr>
    </w:tbl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2175"/>
        <w:gridCol w:w="1514"/>
        <w:gridCol w:w="1202"/>
        <w:gridCol w:w="1202"/>
        <w:gridCol w:w="1200"/>
        <w:gridCol w:w="1200"/>
        <w:gridCol w:w="1201"/>
      </w:tblGrid>
      <w:tr w:rsidR="00E63195" w:rsidRPr="00045519" w14:paraId="4DD53BE1" w14:textId="77777777" w:rsidTr="003C3508">
        <w:trPr>
          <w:trHeight w:hRule="exact" w:val="399"/>
          <w:jc w:val="center"/>
        </w:trPr>
        <w:tc>
          <w:tcPr>
            <w:tcW w:w="59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1D843EE" w14:textId="77777777" w:rsidR="00E63195" w:rsidRPr="00E63195" w:rsidRDefault="00E63195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E6319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22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0B2B935" w14:textId="77777777" w:rsidR="00E63195" w:rsidRPr="00E63195" w:rsidRDefault="00E63195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E6319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رقم الصنف</w:t>
            </w:r>
          </w:p>
        </w:tc>
        <w:tc>
          <w:tcPr>
            <w:tcW w:w="153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78057D" w14:textId="77777777" w:rsidR="00E63195" w:rsidRPr="00E63195" w:rsidRDefault="00E63195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E6319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اسم الصنف</w:t>
            </w:r>
          </w:p>
        </w:tc>
        <w:tc>
          <w:tcPr>
            <w:tcW w:w="121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E777814" w14:textId="77777777" w:rsidR="00E63195" w:rsidRPr="00E63195" w:rsidRDefault="00E63195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E6319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الوحدة</w:t>
            </w:r>
          </w:p>
        </w:tc>
        <w:tc>
          <w:tcPr>
            <w:tcW w:w="121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469824" w14:textId="77777777" w:rsidR="00E63195" w:rsidRPr="00E63195" w:rsidRDefault="00E63195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E6319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المقيد بالعهدة</w:t>
            </w:r>
          </w:p>
        </w:tc>
        <w:tc>
          <w:tcPr>
            <w:tcW w:w="121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747871A" w14:textId="77777777" w:rsidR="00E63195" w:rsidRPr="00E63195" w:rsidRDefault="00E63195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E6319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صالح</w:t>
            </w:r>
          </w:p>
        </w:tc>
        <w:tc>
          <w:tcPr>
            <w:tcW w:w="121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16CB30" w14:textId="77777777" w:rsidR="00E63195" w:rsidRPr="00E63195" w:rsidRDefault="00E63195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E6319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غير صالح</w:t>
            </w:r>
          </w:p>
        </w:tc>
        <w:tc>
          <w:tcPr>
            <w:tcW w:w="121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7DA2A3" w14:textId="77777777" w:rsidR="00E63195" w:rsidRPr="00E63195" w:rsidRDefault="00E63195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E6319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الزيادة</w:t>
            </w:r>
          </w:p>
        </w:tc>
      </w:tr>
      <w:tr w:rsidR="00E63195" w:rsidRPr="00045519" w14:paraId="150CE36A" w14:textId="77777777" w:rsidTr="003C3508">
        <w:trPr>
          <w:trHeight w:hRule="exact" w:val="399"/>
          <w:jc w:val="center"/>
        </w:trPr>
        <w:tc>
          <w:tcPr>
            <w:tcW w:w="5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6F98A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  <w:tcBorders>
              <w:top w:val="single" w:sz="18" w:space="0" w:color="auto"/>
              <w:bottom w:val="single" w:sz="4" w:space="0" w:color="auto"/>
            </w:tcBorders>
          </w:tcPr>
          <w:p w14:paraId="717FCB9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  <w:tcBorders>
              <w:top w:val="single" w:sz="18" w:space="0" w:color="auto"/>
              <w:bottom w:val="single" w:sz="4" w:space="0" w:color="auto"/>
            </w:tcBorders>
          </w:tcPr>
          <w:p w14:paraId="4EB2635B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18" w:space="0" w:color="auto"/>
              <w:bottom w:val="single" w:sz="4" w:space="0" w:color="auto"/>
            </w:tcBorders>
          </w:tcPr>
          <w:p w14:paraId="2C9A6B8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18" w:space="0" w:color="auto"/>
              <w:bottom w:val="single" w:sz="4" w:space="0" w:color="auto"/>
            </w:tcBorders>
          </w:tcPr>
          <w:p w14:paraId="3B1B1EB6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18" w:space="0" w:color="auto"/>
              <w:bottom w:val="single" w:sz="4" w:space="0" w:color="auto"/>
            </w:tcBorders>
          </w:tcPr>
          <w:p w14:paraId="1A7606B5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18" w:space="0" w:color="auto"/>
              <w:bottom w:val="single" w:sz="4" w:space="0" w:color="auto"/>
            </w:tcBorders>
          </w:tcPr>
          <w:p w14:paraId="3CEC186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18" w:space="0" w:color="auto"/>
              <w:bottom w:val="single" w:sz="4" w:space="0" w:color="auto"/>
            </w:tcBorders>
          </w:tcPr>
          <w:p w14:paraId="48703E25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06111911" w14:textId="77777777" w:rsidTr="003C3508">
        <w:trPr>
          <w:trHeight w:hRule="exact" w:val="399"/>
          <w:jc w:val="center"/>
        </w:trPr>
        <w:tc>
          <w:tcPr>
            <w:tcW w:w="5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7D2869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</w:tcBorders>
          </w:tcPr>
          <w:p w14:paraId="1E8401E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</w:tcPr>
          <w:p w14:paraId="49492EB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14:paraId="179206B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14:paraId="5819357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14:paraId="5A25B20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14:paraId="732CC56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14:paraId="179D3BF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60A468E1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58FB6177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3ED6E63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554B0A4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3AD6ED89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263782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D04A89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6C556F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BA629F4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03DF9C5E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1E5867AB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408DBC2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1876E986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4E9819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D1E25E6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8A0B56E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85D24B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3857302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7D52B6E7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347E8536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74C931E5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658C10C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96BB1F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39792F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8ED209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C06F534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1F98AE8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51A1FA42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693FA6D7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49F067B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26C88B2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68E908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64AC06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CC47FA6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961AE5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36916F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058E4531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4E0AA698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09A5EF49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3DD983B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C9F905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0708F8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93E090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BEE12C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75290EB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2711223E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3E0116A8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4ACF0B2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03EC25D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573C1C8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4DDDCFE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E73ACC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6B72F98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CA9BEF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64A57516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575B63B0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680C357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376D2BD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236D33B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3C52644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3FDD327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3E6983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06A2F4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5FA5794D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3A89BE36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5152E2B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73CFD8F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7C4A50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DFBB0B9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BB75F0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4C4933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45157E4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3763802B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6A2B7701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2081611E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1E778A2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AFAB96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FA68A38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3114104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7F7F28B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E20B24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173B348C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7F38C490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3FD9CB7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215E5CB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3C1851FE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C0E51D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C678E4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BC9674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88CA8F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3489D16B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555B9B67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36658F44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7135FD2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3F3E2FD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FBD2CA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766162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26D6F3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B50C45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4BAB5533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2633C11A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2A83C40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1C035818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757629E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E6F0F5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5ABF1B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3065D2F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D5B893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00A022CD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06F0600B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4EA149A8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1C938CB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3895A4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7588EC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B69A13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E5979D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9A3166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09F89953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1A63C5CD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00A80D3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4A0F976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32F8D1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2448A1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A71786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E25EE06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02942E8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5A6B354F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211EACDE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30DA7E7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49326F7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EEA6EE9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2ADBC34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E1A15B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9C107C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D54D48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1DBD7F0F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5DE8FCDA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4E39194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7F8B89B6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272F11E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3CF0F2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985408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8087FF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920E35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32377E57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09C013C1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28C29A86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4CAEBE2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6C0BB59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AE02A7D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4CAB92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02CF7E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82F861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33171A5E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15F6A600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324B1209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04FFBA6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19F317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333ACFC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24285D8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D15AD45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3A52F5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24837CD3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185B4D3C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01AEBC69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277EB1CE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278056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173270B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09AD8B72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1CB3B9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4CBA5CB5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4894151C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635861CC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50ACC353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0ECE166E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133F342F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AC1A7B7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24C23F8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6E0CD11C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CBF0E4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E63195" w:rsidRPr="00045519" w14:paraId="38BE6378" w14:textId="77777777" w:rsidTr="003C3508">
        <w:trPr>
          <w:trHeight w:hRule="exact" w:val="399"/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73FAA01F" w14:textId="77777777" w:rsidR="00E63195" w:rsidRPr="00E63195" w:rsidRDefault="00E63195" w:rsidP="00E63195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09" w:type="dxa"/>
          </w:tcPr>
          <w:p w14:paraId="70DDB40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2" w:type="dxa"/>
          </w:tcPr>
          <w:p w14:paraId="044F7630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775D199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DF6C354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7EB06B51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511201B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13" w:type="dxa"/>
          </w:tcPr>
          <w:p w14:paraId="3AD92DCA" w14:textId="77777777" w:rsidR="00E63195" w:rsidRPr="00045519" w:rsidRDefault="00E63195" w:rsidP="00066A39">
            <w:pPr>
              <w:tabs>
                <w:tab w:val="left" w:pos="515"/>
              </w:tabs>
              <w:spacing w:line="480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</w:tbl>
    <w:p w14:paraId="7AFAB833" w14:textId="77777777" w:rsidR="003C2673" w:rsidRDefault="003C2673" w:rsidP="00E63195">
      <w:pPr>
        <w:ind w:right="-851"/>
        <w:rPr>
          <w:szCs w:val="36"/>
          <w:rtl/>
        </w:rPr>
      </w:pPr>
    </w:p>
    <w:tbl>
      <w:tblPr>
        <w:tblStyle w:val="TableGrid"/>
        <w:bidiVisual/>
        <w:tblW w:w="10348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233"/>
        <w:gridCol w:w="5115"/>
      </w:tblGrid>
      <w:tr w:rsidR="00E63195" w14:paraId="65CA5B18" w14:textId="77777777" w:rsidTr="003C3508">
        <w:trPr>
          <w:trHeight w:val="352"/>
        </w:trPr>
        <w:tc>
          <w:tcPr>
            <w:tcW w:w="5233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F7972E9" w14:textId="77777777" w:rsidR="00E63195" w:rsidRPr="00D11259" w:rsidRDefault="00E63195" w:rsidP="00066A3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محضر المختبر</w:t>
            </w:r>
          </w:p>
        </w:tc>
        <w:tc>
          <w:tcPr>
            <w:tcW w:w="511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13A548B" w14:textId="77777777" w:rsidR="00E63195" w:rsidRPr="00D11259" w:rsidRDefault="00E63195" w:rsidP="00066A3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وكيل الشؤون المدرسية</w:t>
            </w:r>
          </w:p>
        </w:tc>
      </w:tr>
      <w:tr w:rsidR="00E63195" w14:paraId="3FC63F7A" w14:textId="77777777" w:rsidTr="00066A39">
        <w:trPr>
          <w:trHeight w:val="352"/>
        </w:trPr>
        <w:tc>
          <w:tcPr>
            <w:tcW w:w="5233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1F1598A3" w14:textId="77777777" w:rsidR="00E63195" w:rsidRPr="00D11259" w:rsidRDefault="00E63195" w:rsidP="00066A3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الاسم</w:t>
            </w:r>
            <w:r w:rsidR="00E71B7F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</w:p>
        </w:tc>
        <w:tc>
          <w:tcPr>
            <w:tcW w:w="5115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1A8D74CB" w14:textId="77777777" w:rsidR="00E63195" w:rsidRPr="00D11259" w:rsidRDefault="00E63195" w:rsidP="00066A3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الاسم</w:t>
            </w:r>
            <w:r w:rsidR="00E71B7F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E63195" w14:paraId="68A46993" w14:textId="77777777" w:rsidTr="00066A39">
        <w:trPr>
          <w:trHeight w:val="376"/>
        </w:trPr>
        <w:tc>
          <w:tcPr>
            <w:tcW w:w="5233" w:type="dxa"/>
            <w:tcBorders>
              <w:top w:val="single" w:sz="4" w:space="0" w:color="auto"/>
            </w:tcBorders>
            <w:vAlign w:val="center"/>
            <w:hideMark/>
          </w:tcPr>
          <w:p w14:paraId="337DF9D9" w14:textId="77777777" w:rsidR="00E63195" w:rsidRPr="00D11259" w:rsidRDefault="00E63195" w:rsidP="00066A3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التوقيع</w:t>
            </w:r>
            <w:r w:rsidR="00E71B7F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5115" w:type="dxa"/>
            <w:tcBorders>
              <w:top w:val="single" w:sz="4" w:space="0" w:color="auto"/>
            </w:tcBorders>
            <w:vAlign w:val="center"/>
            <w:hideMark/>
          </w:tcPr>
          <w:p w14:paraId="02E6BB19" w14:textId="77777777" w:rsidR="00E63195" w:rsidRPr="00D11259" w:rsidRDefault="00E63195" w:rsidP="00066A3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التوقيع</w:t>
            </w:r>
            <w:r w:rsidR="00E71B7F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</w:tbl>
    <w:p w14:paraId="06730ECA" w14:textId="77777777" w:rsidR="00E63195" w:rsidRPr="008A1DCE" w:rsidRDefault="00E63195" w:rsidP="00E63195">
      <w:pPr>
        <w:ind w:right="-851"/>
        <w:rPr>
          <w:szCs w:val="36"/>
          <w:rtl/>
        </w:rPr>
      </w:pPr>
    </w:p>
    <w:sectPr w:rsidR="00E63195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FC707" w14:textId="77777777" w:rsidR="00BE2BFB" w:rsidRDefault="00BE2BFB" w:rsidP="000B54C1">
      <w:r>
        <w:separator/>
      </w:r>
    </w:p>
  </w:endnote>
  <w:endnote w:type="continuationSeparator" w:id="0">
    <w:p w14:paraId="13304E55" w14:textId="77777777" w:rsidR="00BE2BFB" w:rsidRDefault="00BE2BFB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84802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B6896" w14:textId="77777777" w:rsidR="00BE2BFB" w:rsidRDefault="00BE2BFB" w:rsidP="000B54C1">
      <w:r>
        <w:separator/>
      </w:r>
    </w:p>
  </w:footnote>
  <w:footnote w:type="continuationSeparator" w:id="0">
    <w:p w14:paraId="61B49419" w14:textId="77777777" w:rsidR="00BE2BFB" w:rsidRDefault="00BE2BFB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184088EC" w14:textId="77777777" w:rsidTr="005302DE">
      <w:tc>
        <w:tcPr>
          <w:tcW w:w="3402" w:type="dxa"/>
          <w:vAlign w:val="center"/>
        </w:tcPr>
        <w:p w14:paraId="232EB257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3F03BBC" wp14:editId="523072D0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7C69A1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2CED1DE8" w14:textId="6A965AC3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A17921">
            <w:rPr>
              <w:rFonts w:cs="AL-Mohanad" w:hint="cs"/>
              <w:sz w:val="22"/>
              <w:szCs w:val="22"/>
              <w:rtl/>
            </w:rPr>
            <w:t>..........</w:t>
          </w:r>
        </w:p>
        <w:p w14:paraId="1FA10DA6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00954DE9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27B17566" wp14:editId="5DF189BE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ADA846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2C15B24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764BA1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E43C099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ED18951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7410C"/>
    <w:multiLevelType w:val="hybridMultilevel"/>
    <w:tmpl w:val="44E0B8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4589">
    <w:abstractNumId w:val="1"/>
  </w:num>
  <w:num w:numId="2" w16cid:durableId="551118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195"/>
    <w:rsid w:val="000168AB"/>
    <w:rsid w:val="000B54C1"/>
    <w:rsid w:val="0012662B"/>
    <w:rsid w:val="001B3AAF"/>
    <w:rsid w:val="001D0A7D"/>
    <w:rsid w:val="002F57A0"/>
    <w:rsid w:val="00332D9C"/>
    <w:rsid w:val="00341DA8"/>
    <w:rsid w:val="003942ED"/>
    <w:rsid w:val="003C2673"/>
    <w:rsid w:val="003C3508"/>
    <w:rsid w:val="004050BF"/>
    <w:rsid w:val="004D4A0E"/>
    <w:rsid w:val="004F62EE"/>
    <w:rsid w:val="005275B1"/>
    <w:rsid w:val="005302DE"/>
    <w:rsid w:val="00565997"/>
    <w:rsid w:val="005858B7"/>
    <w:rsid w:val="00674CBA"/>
    <w:rsid w:val="0068143D"/>
    <w:rsid w:val="006E0A53"/>
    <w:rsid w:val="006E0D08"/>
    <w:rsid w:val="00726AB7"/>
    <w:rsid w:val="00726C3F"/>
    <w:rsid w:val="007A0ADD"/>
    <w:rsid w:val="0084797B"/>
    <w:rsid w:val="00886A39"/>
    <w:rsid w:val="008A1DCE"/>
    <w:rsid w:val="008E6B73"/>
    <w:rsid w:val="00984F77"/>
    <w:rsid w:val="009C0A5D"/>
    <w:rsid w:val="00A17921"/>
    <w:rsid w:val="00A345C3"/>
    <w:rsid w:val="00A765CF"/>
    <w:rsid w:val="00BE2BFB"/>
    <w:rsid w:val="00D472F1"/>
    <w:rsid w:val="00E63195"/>
    <w:rsid w:val="00E71B7F"/>
    <w:rsid w:val="00E96C49"/>
    <w:rsid w:val="00EB5EB7"/>
    <w:rsid w:val="00EC7798"/>
    <w:rsid w:val="00F62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AF0D5"/>
  <w15:docId w15:val="{DBEEE8EC-DD9F-471F-88B4-E4D7C0BD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cp:lastPrinted>2025-05-16T18:00:00Z</cp:lastPrinted>
  <dcterms:created xsi:type="dcterms:W3CDTF">2017-04-28T22:27:00Z</dcterms:created>
  <dcterms:modified xsi:type="dcterms:W3CDTF">2025-05-16T18:00:00Z</dcterms:modified>
</cp:coreProperties>
</file>