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2854E9C2" w14:textId="77777777" w:rsidTr="0061779D">
        <w:tc>
          <w:tcPr>
            <w:tcW w:w="10348" w:type="dxa"/>
          </w:tcPr>
          <w:p w14:paraId="668C1D82" w14:textId="77777777" w:rsidR="005302DE" w:rsidRPr="00223BB2" w:rsidRDefault="00223BB2" w:rsidP="00223BB2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23BB2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( 48 ) </w:t>
            </w:r>
          </w:p>
        </w:tc>
      </w:tr>
      <w:tr w:rsidR="005302DE" w14:paraId="5F00FC2A" w14:textId="77777777" w:rsidTr="0061779D">
        <w:tc>
          <w:tcPr>
            <w:tcW w:w="10348" w:type="dxa"/>
          </w:tcPr>
          <w:p w14:paraId="5C986FAC" w14:textId="77777777" w:rsidR="005302DE" w:rsidRPr="00223BB2" w:rsidRDefault="00223BB2" w:rsidP="00223BB2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( </w:t>
            </w: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</w:t>
            </w:r>
            <w:r w:rsidRPr="00223BB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- 01</w:t>
            </w:r>
            <w:r w:rsidRPr="00223BB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1F99AF24" w14:textId="77777777" w:rsidTr="0061779D">
        <w:tc>
          <w:tcPr>
            <w:tcW w:w="10348" w:type="dxa"/>
          </w:tcPr>
          <w:p w14:paraId="43D6B990" w14:textId="77777777" w:rsidR="005302DE" w:rsidRPr="00223BB2" w:rsidRDefault="00223BB2" w:rsidP="00223BB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223BB2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الخطة الفصلية لتوزيع المادة الدراسية</w:t>
            </w:r>
          </w:p>
        </w:tc>
      </w:tr>
    </w:tbl>
    <w:p w14:paraId="65E0CC25" w14:textId="77777777" w:rsidR="00223BB2" w:rsidRPr="00223BB2" w:rsidRDefault="00223BB2" w:rsidP="00223BB2">
      <w:pPr>
        <w:tabs>
          <w:tab w:val="left" w:pos="515"/>
        </w:tabs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</w:pPr>
      <w:r w:rsidRPr="00223BB2"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>ال</w:t>
      </w:r>
      <w:r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>مرحلة الدراسية :</w:t>
      </w:r>
      <w:r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ab/>
      </w:r>
      <w:r>
        <w:rPr>
          <w:rFonts w:ascii="Arabic Typesetting" w:hAnsi="Arabic Typesetting" w:cs="Arabic Typesetting" w:hint="cs"/>
          <w:b/>
          <w:bCs/>
          <w:color w:val="000000"/>
          <w:sz w:val="42"/>
          <w:szCs w:val="42"/>
          <w:rtl/>
        </w:rPr>
        <w:tab/>
      </w:r>
      <w:r>
        <w:rPr>
          <w:rFonts w:ascii="Arabic Typesetting" w:hAnsi="Arabic Typesetting" w:cs="Arabic Typesetting" w:hint="cs"/>
          <w:b/>
          <w:bCs/>
          <w:color w:val="000000"/>
          <w:sz w:val="42"/>
          <w:szCs w:val="42"/>
          <w:rtl/>
        </w:rPr>
        <w:tab/>
      </w:r>
      <w:r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ab/>
        <w:t xml:space="preserve">المادة :   </w:t>
      </w:r>
      <w:r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ab/>
      </w:r>
      <w:r w:rsidRPr="00223BB2"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 xml:space="preserve">   </w:t>
      </w:r>
      <w:r>
        <w:rPr>
          <w:rFonts w:ascii="Arabic Typesetting" w:hAnsi="Arabic Typesetting" w:cs="Arabic Typesetting" w:hint="cs"/>
          <w:b/>
          <w:bCs/>
          <w:color w:val="000000"/>
          <w:sz w:val="42"/>
          <w:szCs w:val="42"/>
          <w:rtl/>
        </w:rPr>
        <w:tab/>
      </w:r>
      <w:r>
        <w:rPr>
          <w:rFonts w:ascii="Arabic Typesetting" w:hAnsi="Arabic Typesetting" w:cs="Arabic Typesetting" w:hint="cs"/>
          <w:b/>
          <w:bCs/>
          <w:color w:val="000000"/>
          <w:sz w:val="42"/>
          <w:szCs w:val="42"/>
          <w:rtl/>
        </w:rPr>
        <w:tab/>
      </w:r>
      <w:r w:rsidRPr="00223BB2">
        <w:rPr>
          <w:rFonts w:ascii="Arabic Typesetting" w:hAnsi="Arabic Typesetting" w:cs="Arabic Typesetting"/>
          <w:b/>
          <w:bCs/>
          <w:color w:val="000000"/>
          <w:sz w:val="42"/>
          <w:szCs w:val="42"/>
          <w:rtl/>
        </w:rPr>
        <w:t xml:space="preserve">           الصف :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771"/>
        <w:gridCol w:w="1701"/>
        <w:gridCol w:w="1701"/>
        <w:gridCol w:w="1701"/>
        <w:gridCol w:w="1631"/>
        <w:gridCol w:w="1701"/>
      </w:tblGrid>
      <w:tr w:rsidR="00223BB2" w:rsidRPr="002607FC" w14:paraId="1E645FE7" w14:textId="77777777" w:rsidTr="00AF091C">
        <w:trPr>
          <w:trHeight w:hRule="exact" w:val="390"/>
          <w:jc w:val="center"/>
        </w:trPr>
        <w:tc>
          <w:tcPr>
            <w:tcW w:w="1771" w:type="dxa"/>
            <w:shd w:val="clear" w:color="auto" w:fill="auto"/>
            <w:vAlign w:val="center"/>
          </w:tcPr>
          <w:p w14:paraId="7C049FFF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الأول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7B03CE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4DCD95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الثالث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D47523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A9EBFC5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2FC34F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الأسبوع السادس</w:t>
            </w:r>
          </w:p>
        </w:tc>
      </w:tr>
      <w:tr w:rsidR="00223BB2" w:rsidRPr="002607FC" w14:paraId="219E8D68" w14:textId="77777777" w:rsidTr="00223BB2">
        <w:trPr>
          <w:trHeight w:hRule="exact" w:val="607"/>
          <w:jc w:val="center"/>
        </w:trPr>
        <w:tc>
          <w:tcPr>
            <w:tcW w:w="1771" w:type="dxa"/>
            <w:tcBorders>
              <w:bottom w:val="single" w:sz="18" w:space="0" w:color="auto"/>
            </w:tcBorders>
            <w:vAlign w:val="center"/>
          </w:tcPr>
          <w:p w14:paraId="0BBFEF39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5D490A10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5613F608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56D27229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1" w:type="dxa"/>
            <w:tcBorders>
              <w:bottom w:val="single" w:sz="18" w:space="0" w:color="auto"/>
            </w:tcBorders>
            <w:vAlign w:val="center"/>
          </w:tcPr>
          <w:p w14:paraId="62728641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5E955303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223BB2" w:rsidRPr="002607FC" w14:paraId="4787CBC9" w14:textId="77777777" w:rsidTr="00223BB2">
        <w:trPr>
          <w:trHeight w:hRule="exact" w:val="1942"/>
          <w:jc w:val="center"/>
        </w:trPr>
        <w:tc>
          <w:tcPr>
            <w:tcW w:w="177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AA39729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0EAEB91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F5BF430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5B3BF76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63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BC4EC88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CB2EF02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23BB2" w:rsidRPr="002607FC" w14:paraId="09348D29" w14:textId="77777777" w:rsidTr="00AF091C">
        <w:trPr>
          <w:trHeight w:hRule="exact" w:val="390"/>
          <w:jc w:val="center"/>
        </w:trPr>
        <w:tc>
          <w:tcPr>
            <w:tcW w:w="177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A1B05E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السابع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F7D187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الثامن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2DF78B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التاسع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7E5E9E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العاشر</w:t>
            </w:r>
          </w:p>
        </w:tc>
        <w:tc>
          <w:tcPr>
            <w:tcW w:w="163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00CC69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الحادي عشر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AE991C" w14:textId="77777777" w:rsidR="00223BB2" w:rsidRPr="00223BB2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الأسبوع الثاني عشر</w:t>
            </w:r>
          </w:p>
        </w:tc>
      </w:tr>
      <w:tr w:rsidR="00223BB2" w:rsidRPr="002607FC" w14:paraId="25839F3C" w14:textId="77777777" w:rsidTr="00223BB2">
        <w:trPr>
          <w:trHeight w:hRule="exact" w:val="599"/>
          <w:jc w:val="center"/>
        </w:trPr>
        <w:tc>
          <w:tcPr>
            <w:tcW w:w="177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0180409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45F9233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178B2EE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E750670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A84D672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523B27F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223BB2" w:rsidRPr="002607FC" w14:paraId="6AF5B86D" w14:textId="77777777" w:rsidTr="00223BB2">
        <w:trPr>
          <w:trHeight w:hRule="exact" w:val="1802"/>
          <w:jc w:val="center"/>
        </w:trPr>
        <w:tc>
          <w:tcPr>
            <w:tcW w:w="177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5808641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EAB5410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DC4CB98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1C361B5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63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F882E46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664253F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23BB2" w:rsidRPr="002607FC" w14:paraId="500EEE6E" w14:textId="77777777" w:rsidTr="00AF091C">
        <w:trPr>
          <w:trHeight w:hRule="exact" w:val="390"/>
          <w:jc w:val="center"/>
        </w:trPr>
        <w:tc>
          <w:tcPr>
            <w:tcW w:w="177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FB125EE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الثالث عشر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A0910DF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الرابع عشر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D92D21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الخامس عشر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A5170A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السادس عشر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E71C27C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السابع عشر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D3EDF72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223B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الأسبوع الثامن عشر</w:t>
            </w:r>
          </w:p>
        </w:tc>
      </w:tr>
      <w:tr w:rsidR="00223BB2" w:rsidRPr="002607FC" w14:paraId="1D4CA8A9" w14:textId="77777777" w:rsidTr="00223BB2">
        <w:trPr>
          <w:trHeight w:hRule="exact" w:val="557"/>
          <w:jc w:val="center"/>
        </w:trPr>
        <w:tc>
          <w:tcPr>
            <w:tcW w:w="1771" w:type="dxa"/>
            <w:tcBorders>
              <w:bottom w:val="single" w:sz="18" w:space="0" w:color="auto"/>
            </w:tcBorders>
            <w:vAlign w:val="center"/>
          </w:tcPr>
          <w:p w14:paraId="67DDDFE1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5E2A67C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2319C488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2E9554F2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1" w:type="dxa"/>
            <w:tcBorders>
              <w:bottom w:val="single" w:sz="18" w:space="0" w:color="auto"/>
            </w:tcBorders>
            <w:vAlign w:val="center"/>
          </w:tcPr>
          <w:p w14:paraId="31E8A2F4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4C038B7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 إلى          </w:t>
            </w:r>
            <w:r w:rsidRPr="002607FC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223BB2" w:rsidRPr="002607FC" w14:paraId="3ABAB392" w14:textId="77777777" w:rsidTr="00223BB2">
        <w:trPr>
          <w:trHeight w:hRule="exact" w:val="1960"/>
          <w:jc w:val="center"/>
        </w:trPr>
        <w:tc>
          <w:tcPr>
            <w:tcW w:w="177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EF2F9E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3027A2C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1159F2F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88A691" w14:textId="77777777" w:rsidR="00223BB2" w:rsidRPr="002607FC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3332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6AD002" w14:textId="77777777" w:rsidR="00223BB2" w:rsidRPr="0061779D" w:rsidRDefault="00223BB2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50"/>
                <w:szCs w:val="50"/>
                <w:rtl/>
              </w:rPr>
            </w:pPr>
            <w:r w:rsidRPr="0061779D">
              <w:rPr>
                <w:rFonts w:ascii="Arabic Typesetting" w:hAnsi="Arabic Typesetting" w:cs="Arabic Typesetting"/>
                <w:b/>
                <w:bCs/>
                <w:color w:val="000000"/>
                <w:sz w:val="50"/>
                <w:szCs w:val="50"/>
                <w:rtl/>
              </w:rPr>
              <w:t>الاختبارات</w:t>
            </w:r>
          </w:p>
        </w:tc>
      </w:tr>
    </w:tbl>
    <w:p w14:paraId="2787AF86" w14:textId="77777777" w:rsidR="00223BB2" w:rsidRPr="002607FC" w:rsidRDefault="00223BB2" w:rsidP="00223BB2">
      <w:pPr>
        <w:tabs>
          <w:tab w:val="left" w:pos="515"/>
        </w:tabs>
        <w:spacing w:line="480" w:lineRule="auto"/>
        <w:rPr>
          <w:rFonts w:cs="AL-Mohanad"/>
          <w:b/>
          <w:bCs/>
          <w:color w:val="000000"/>
          <w:sz w:val="20"/>
          <w:szCs w:val="20"/>
          <w:rtl/>
        </w:rPr>
      </w:pPr>
      <w:r w:rsidRPr="002607F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2607F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2607F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2607F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2607FC">
        <w:rPr>
          <w:rFonts w:cs="AL-Mohanad" w:hint="cs"/>
          <w:b/>
          <w:bCs/>
          <w:color w:val="000000"/>
          <w:sz w:val="20"/>
          <w:szCs w:val="20"/>
          <w:rtl/>
        </w:rPr>
        <w:t xml:space="preserve">       </w:t>
      </w:r>
      <w:r w:rsidRPr="002607F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2607FC">
        <w:rPr>
          <w:rFonts w:cs="AL-Mohanad" w:hint="cs"/>
          <w:b/>
          <w:bCs/>
          <w:color w:val="000000"/>
          <w:sz w:val="20"/>
          <w:szCs w:val="20"/>
          <w:rtl/>
        </w:rPr>
        <w:t xml:space="preserve">            </w:t>
      </w: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223BB2" w14:paraId="71DD00FC" w14:textId="77777777" w:rsidTr="00AF091C">
        <w:tc>
          <w:tcPr>
            <w:tcW w:w="342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656619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/>
                <w:color w:val="000000"/>
                <w:sz w:val="30"/>
                <w:szCs w:val="30"/>
                <w:rtl/>
              </w:rPr>
              <w:t>معلم المادة</w:t>
            </w:r>
          </w:p>
        </w:tc>
        <w:tc>
          <w:tcPr>
            <w:tcW w:w="3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0A8C53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/>
                <w:color w:val="000000"/>
                <w:sz w:val="30"/>
                <w:szCs w:val="30"/>
                <w:rtl/>
              </w:rPr>
              <w:t>وكيل الشؤون التعليمية</w:t>
            </w:r>
          </w:p>
        </w:tc>
        <w:tc>
          <w:tcPr>
            <w:tcW w:w="3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B60B51" w14:textId="77777777" w:rsidR="00223BB2" w:rsidRPr="00223BB2" w:rsidRDefault="00223BB2" w:rsidP="00223BB2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قائد</w:t>
            </w:r>
            <w:r w:rsidRPr="00223BB2">
              <w:rPr>
                <w:rFonts w:cs="AL-Mohanad"/>
                <w:color w:val="000000"/>
                <w:sz w:val="30"/>
                <w:szCs w:val="30"/>
                <w:rtl/>
              </w:rPr>
              <w:t xml:space="preserve"> المدرسة</w:t>
            </w:r>
          </w:p>
        </w:tc>
      </w:tr>
      <w:tr w:rsidR="00223BB2" w14:paraId="1999085A" w14:textId="77777777" w:rsidTr="0061779D">
        <w:tc>
          <w:tcPr>
            <w:tcW w:w="342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7BA63A" w14:textId="77777777" w:rsidR="00223BB2" w:rsidRPr="00223BB2" w:rsidRDefault="00223BB2" w:rsidP="00223BB2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الاسم</w:t>
            </w:r>
          </w:p>
        </w:tc>
        <w:tc>
          <w:tcPr>
            <w:tcW w:w="34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A4E174" w14:textId="77777777" w:rsidR="00223BB2" w:rsidRPr="00223BB2" w:rsidRDefault="00223BB2" w:rsidP="00066A39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الاسم</w:t>
            </w:r>
          </w:p>
        </w:tc>
        <w:tc>
          <w:tcPr>
            <w:tcW w:w="34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069E593" w14:textId="77777777" w:rsidR="00223BB2" w:rsidRPr="00223BB2" w:rsidRDefault="00223BB2" w:rsidP="00066A39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الاسم</w:t>
            </w:r>
          </w:p>
        </w:tc>
      </w:tr>
      <w:tr w:rsidR="00223BB2" w14:paraId="6874189B" w14:textId="77777777" w:rsidTr="0061779D">
        <w:tc>
          <w:tcPr>
            <w:tcW w:w="3426" w:type="dxa"/>
            <w:tcBorders>
              <w:top w:val="single" w:sz="4" w:space="0" w:color="auto"/>
              <w:right w:val="single" w:sz="18" w:space="0" w:color="auto"/>
            </w:tcBorders>
          </w:tcPr>
          <w:p w14:paraId="1EE23745" w14:textId="77777777" w:rsidR="00223BB2" w:rsidRPr="00223BB2" w:rsidRDefault="00223BB2" w:rsidP="00223BB2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التوقيع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6F0BFC" w14:textId="77777777" w:rsidR="00223BB2" w:rsidRPr="00223BB2" w:rsidRDefault="00223BB2" w:rsidP="00066A39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التوقيع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A2BAC0C" w14:textId="77777777" w:rsidR="00223BB2" w:rsidRPr="00223BB2" w:rsidRDefault="00223BB2" w:rsidP="00066A39">
            <w:pPr>
              <w:tabs>
                <w:tab w:val="left" w:pos="515"/>
              </w:tabs>
              <w:rPr>
                <w:rFonts w:cs="AL-Mohanad"/>
                <w:color w:val="000000"/>
                <w:sz w:val="30"/>
                <w:szCs w:val="30"/>
                <w:rtl/>
              </w:rPr>
            </w:pPr>
            <w:r w:rsidRPr="00223BB2">
              <w:rPr>
                <w:rFonts w:cs="AL-Mohanad" w:hint="cs"/>
                <w:color w:val="000000"/>
                <w:sz w:val="30"/>
                <w:szCs w:val="30"/>
                <w:rtl/>
              </w:rPr>
              <w:t>التوقيع</w:t>
            </w:r>
          </w:p>
        </w:tc>
      </w:tr>
    </w:tbl>
    <w:p w14:paraId="48E0E0C1" w14:textId="77777777" w:rsidR="00223BB2" w:rsidRDefault="00223BB2" w:rsidP="00223BB2">
      <w:pPr>
        <w:tabs>
          <w:tab w:val="left" w:pos="515"/>
        </w:tabs>
        <w:rPr>
          <w:rFonts w:cs="AL-Mohanad"/>
          <w:color w:val="000000"/>
          <w:sz w:val="20"/>
          <w:szCs w:val="20"/>
          <w:rtl/>
        </w:rPr>
      </w:pPr>
    </w:p>
    <w:p w14:paraId="761B1BE9" w14:textId="77777777" w:rsidR="00223BB2" w:rsidRDefault="00223BB2" w:rsidP="00223BB2">
      <w:pPr>
        <w:tabs>
          <w:tab w:val="left" w:pos="515"/>
        </w:tabs>
        <w:rPr>
          <w:rFonts w:cs="AL-Mohanad"/>
          <w:color w:val="000000"/>
          <w:sz w:val="20"/>
          <w:szCs w:val="20"/>
          <w:rtl/>
        </w:rPr>
      </w:pPr>
    </w:p>
    <w:p w14:paraId="090AA4A5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0F977" w14:textId="77777777" w:rsidR="00EA5311" w:rsidRDefault="00EA5311" w:rsidP="000B54C1">
      <w:r>
        <w:separator/>
      </w:r>
    </w:p>
  </w:endnote>
  <w:endnote w:type="continuationSeparator" w:id="0">
    <w:p w14:paraId="14FAA398" w14:textId="77777777" w:rsidR="00EA5311" w:rsidRDefault="00EA5311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190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46F0" w14:textId="77777777" w:rsidR="00EA5311" w:rsidRDefault="00EA5311" w:rsidP="000B54C1">
      <w:r>
        <w:separator/>
      </w:r>
    </w:p>
  </w:footnote>
  <w:footnote w:type="continuationSeparator" w:id="0">
    <w:p w14:paraId="09AE8D52" w14:textId="77777777" w:rsidR="00EA5311" w:rsidRDefault="00EA5311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7D3DA53" w14:textId="77777777" w:rsidTr="005302DE">
      <w:tc>
        <w:tcPr>
          <w:tcW w:w="3402" w:type="dxa"/>
          <w:vAlign w:val="center"/>
        </w:tcPr>
        <w:p w14:paraId="707EC40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784ABE1" wp14:editId="47C2AA4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3402CF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85CA22E" w14:textId="13965401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F091C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24C69687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1898E62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20B7A4E" wp14:editId="5D5FB643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528418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466E90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B069D9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7D880D8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56B85BC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68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BB2"/>
    <w:rsid w:val="000168AB"/>
    <w:rsid w:val="000B54C1"/>
    <w:rsid w:val="0012662B"/>
    <w:rsid w:val="001D0A7D"/>
    <w:rsid w:val="00223BB2"/>
    <w:rsid w:val="0027230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61779D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E6B73"/>
    <w:rsid w:val="009C0A5D"/>
    <w:rsid w:val="00A345C3"/>
    <w:rsid w:val="00A765CF"/>
    <w:rsid w:val="00AF091C"/>
    <w:rsid w:val="00C85A10"/>
    <w:rsid w:val="00D472F1"/>
    <w:rsid w:val="00EA5311"/>
    <w:rsid w:val="00EB5EB7"/>
    <w:rsid w:val="00F3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0B5888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2017-04-28T22:36:00Z</dcterms:created>
  <dcterms:modified xsi:type="dcterms:W3CDTF">2025-05-16T16:28:00Z</dcterms:modified>
</cp:coreProperties>
</file>