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6B1D0133" w14:textId="77777777" w:rsidTr="00945E5B">
        <w:tc>
          <w:tcPr>
            <w:tcW w:w="10348" w:type="dxa"/>
          </w:tcPr>
          <w:p w14:paraId="2A0A604C" w14:textId="77777777" w:rsidR="005302DE" w:rsidRPr="00945E5B" w:rsidRDefault="00945E5B" w:rsidP="00945E5B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( 54 ) </w:t>
            </w:r>
          </w:p>
        </w:tc>
      </w:tr>
      <w:tr w:rsidR="005302DE" w14:paraId="4242DEA6" w14:textId="77777777" w:rsidTr="00945E5B">
        <w:tc>
          <w:tcPr>
            <w:tcW w:w="10348" w:type="dxa"/>
          </w:tcPr>
          <w:p w14:paraId="52C3F2B5" w14:textId="77777777" w:rsidR="005302DE" w:rsidRPr="00945E5B" w:rsidRDefault="00945E5B" w:rsidP="00945E5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945E5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945E5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945E5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945E5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945E5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945E5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945E5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945E5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945E5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ن  -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05</w:t>
            </w:r>
            <w:r w:rsidRPr="00945E5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02</w:t>
            </w:r>
            <w:r w:rsidRPr="00945E5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16A12A70" w14:textId="77777777" w:rsidTr="00945E5B">
        <w:tc>
          <w:tcPr>
            <w:tcW w:w="10348" w:type="dxa"/>
          </w:tcPr>
          <w:p w14:paraId="1A64586E" w14:textId="77777777" w:rsidR="005302DE" w:rsidRDefault="00945E5B" w:rsidP="00945E5B">
            <w:pPr>
              <w:jc w:val="center"/>
              <w:rPr>
                <w:szCs w:val="36"/>
                <w:rtl/>
              </w:rPr>
            </w:pPr>
            <w:r w:rsidRPr="00945E5B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محضر فتح مظروف أسئلة</w:t>
            </w:r>
            <w:r w:rsidRPr="00CF34CA">
              <w:rPr>
                <w:rFonts w:cs="AL-Mohanad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</w:tbl>
    <w:p w14:paraId="3FE5C030" w14:textId="77777777" w:rsidR="00945E5B" w:rsidRPr="00945E5B" w:rsidRDefault="00945E5B" w:rsidP="00945E5B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CF34CA">
        <w:rPr>
          <w:rFonts w:cs="AL-Mohanad"/>
          <w:b/>
          <w:bCs/>
          <w:sz w:val="24"/>
          <w:szCs w:val="24"/>
          <w:rtl/>
        </w:rPr>
        <w:t xml:space="preserve">               </w:t>
      </w:r>
    </w:p>
    <w:tbl>
      <w:tblPr>
        <w:bidiVisual/>
        <w:tblW w:w="10349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3276"/>
        <w:gridCol w:w="3386"/>
        <w:gridCol w:w="3687"/>
      </w:tblGrid>
      <w:tr w:rsidR="00945E5B" w14:paraId="379E2C07" w14:textId="77777777" w:rsidTr="00551ED8">
        <w:trPr>
          <w:trHeight w:hRule="exact" w:val="682"/>
        </w:trPr>
        <w:tc>
          <w:tcPr>
            <w:tcW w:w="327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C0ABF6F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اليوم</w:t>
            </w:r>
          </w:p>
        </w:tc>
        <w:tc>
          <w:tcPr>
            <w:tcW w:w="338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35F08E5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التاريخ</w:t>
            </w:r>
          </w:p>
        </w:tc>
        <w:tc>
          <w:tcPr>
            <w:tcW w:w="368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FE537E6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الفترة</w:t>
            </w:r>
          </w:p>
        </w:tc>
      </w:tr>
      <w:tr w:rsidR="00945E5B" w14:paraId="4101E0C0" w14:textId="77777777" w:rsidTr="00551ED8">
        <w:trPr>
          <w:trHeight w:hRule="exact" w:val="682"/>
        </w:trPr>
        <w:tc>
          <w:tcPr>
            <w:tcW w:w="3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4A0BC83B" w14:textId="77777777" w:rsidR="00945E5B" w:rsidRPr="005F4815" w:rsidRDefault="00945E5B" w:rsidP="00945E5B">
            <w:pPr>
              <w:tabs>
                <w:tab w:val="left" w:pos="515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33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410D6869" w14:textId="77777777" w:rsidR="00945E5B" w:rsidRPr="005F4815" w:rsidRDefault="00945E5B" w:rsidP="00945E5B">
            <w:pPr>
              <w:tabs>
                <w:tab w:val="left" w:pos="515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36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3A6B49FA" w14:textId="77777777" w:rsidR="00945E5B" w:rsidRPr="005F4815" w:rsidRDefault="00945E5B" w:rsidP="00945E5B">
            <w:pPr>
              <w:tabs>
                <w:tab w:val="left" w:pos="515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</w:tbl>
    <w:p w14:paraId="0017F2EE" w14:textId="77777777" w:rsidR="00945E5B" w:rsidRPr="00945E5B" w:rsidRDefault="00945E5B">
      <w:pPr>
        <w:rPr>
          <w:sz w:val="10"/>
          <w:szCs w:val="10"/>
        </w:rPr>
      </w:pPr>
    </w:p>
    <w:tbl>
      <w:tblPr>
        <w:bidiVisual/>
        <w:tblW w:w="10349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3347"/>
        <w:gridCol w:w="1556"/>
        <w:gridCol w:w="1759"/>
        <w:gridCol w:w="3687"/>
      </w:tblGrid>
      <w:tr w:rsidR="007C2C8E" w14:paraId="3D787495" w14:textId="77777777" w:rsidTr="00551ED8">
        <w:trPr>
          <w:trHeight w:val="496"/>
        </w:trPr>
        <w:tc>
          <w:tcPr>
            <w:tcW w:w="334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1CF4B62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المادة</w:t>
            </w:r>
          </w:p>
        </w:tc>
        <w:tc>
          <w:tcPr>
            <w:tcW w:w="15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88BCDE9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الصف</w:t>
            </w:r>
          </w:p>
        </w:tc>
        <w:tc>
          <w:tcPr>
            <w:tcW w:w="175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6674CEC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الدور</w:t>
            </w:r>
          </w:p>
        </w:tc>
        <w:tc>
          <w:tcPr>
            <w:tcW w:w="368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3FEB527" w14:textId="77777777" w:rsidR="00945E5B" w:rsidRPr="00945E5B" w:rsidRDefault="00945E5B" w:rsidP="00945E5B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الفصل</w:t>
            </w:r>
          </w:p>
        </w:tc>
      </w:tr>
      <w:tr w:rsidR="00945E5B" w14:paraId="581362E4" w14:textId="77777777" w:rsidTr="00551ED8">
        <w:trPr>
          <w:trHeight w:hRule="exact" w:val="682"/>
        </w:trPr>
        <w:tc>
          <w:tcPr>
            <w:tcW w:w="33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11D42AF" w14:textId="77777777" w:rsidR="00945E5B" w:rsidRPr="005F4815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55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6A940325" w14:textId="77777777" w:rsidR="00945E5B" w:rsidRPr="005F4815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7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4B499EE6" w14:textId="77777777" w:rsidR="00945E5B" w:rsidRPr="005F4815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36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6261AC14" w14:textId="77777777" w:rsidR="00945E5B" w:rsidRPr="005F4815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</w:tbl>
    <w:p w14:paraId="7AC5A6AE" w14:textId="77777777" w:rsidR="00945E5B" w:rsidRPr="00945E5B" w:rsidRDefault="00945E5B" w:rsidP="00945E5B">
      <w:pPr>
        <w:tabs>
          <w:tab w:val="left" w:pos="515"/>
        </w:tabs>
        <w:spacing w:line="360" w:lineRule="auto"/>
        <w:ind w:left="373"/>
        <w:rPr>
          <w:rFonts w:cs="AL-Mohanad"/>
          <w:sz w:val="10"/>
          <w:szCs w:val="10"/>
          <w:rtl/>
        </w:rPr>
      </w:pPr>
    </w:p>
    <w:p w14:paraId="0B9869F5" w14:textId="77777777" w:rsidR="00945E5B" w:rsidRPr="00945E5B" w:rsidRDefault="00945E5B" w:rsidP="00945E5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6" w:color="auto"/>
        </w:pBdr>
        <w:tabs>
          <w:tab w:val="left" w:pos="515"/>
        </w:tabs>
        <w:spacing w:line="360" w:lineRule="auto"/>
        <w:ind w:left="373"/>
        <w:rPr>
          <w:rFonts w:ascii="Arabic Typesetting" w:hAnsi="Arabic Typesetting" w:cs="Arabic Typesetting"/>
          <w:b/>
          <w:bCs/>
          <w:sz w:val="32"/>
          <w:szCs w:val="32"/>
          <w:rtl/>
        </w:rPr>
      </w:pPr>
      <w:r w:rsidRPr="00945E5B">
        <w:rPr>
          <w:rFonts w:ascii="Arabic Typesetting" w:hAnsi="Arabic Typesetting" w:cs="Arabic Typesetting"/>
          <w:b/>
          <w:bCs/>
          <w:sz w:val="32"/>
          <w:szCs w:val="32"/>
          <w:rtl/>
        </w:rPr>
        <w:t>تم فتح المظروف عند الساعة  (       :         ) ووجود</w:t>
      </w:r>
    </w:p>
    <w:p w14:paraId="7125A282" w14:textId="77777777" w:rsidR="00945E5B" w:rsidRDefault="00945E5B" w:rsidP="00945E5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6" w:color="auto"/>
        </w:pBdr>
        <w:tabs>
          <w:tab w:val="left" w:pos="515"/>
        </w:tabs>
        <w:spacing w:line="360" w:lineRule="auto"/>
        <w:ind w:left="373"/>
        <w:rPr>
          <w:rFonts w:cs="AL-Mohanad"/>
          <w:sz w:val="22"/>
          <w:szCs w:val="22"/>
          <w:rtl/>
        </w:rPr>
      </w:pPr>
      <w:r>
        <w:rPr>
          <w:rFonts w:cs="AL-Mohanad" w:hint="cs"/>
          <w:sz w:val="22"/>
          <w:szCs w:val="22"/>
          <w:rtl/>
        </w:rPr>
        <w:t>.............................................................................................................................................................</w:t>
      </w:r>
    </w:p>
    <w:p w14:paraId="4BD85282" w14:textId="77777777" w:rsidR="00945E5B" w:rsidRDefault="00945E5B" w:rsidP="00945E5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6" w:color="auto"/>
        </w:pBdr>
        <w:tabs>
          <w:tab w:val="left" w:pos="515"/>
        </w:tabs>
        <w:spacing w:line="360" w:lineRule="auto"/>
        <w:ind w:left="373"/>
        <w:rPr>
          <w:rFonts w:cs="AL-Mohanad"/>
          <w:sz w:val="22"/>
          <w:szCs w:val="22"/>
          <w:rtl/>
        </w:rPr>
      </w:pPr>
      <w:r>
        <w:rPr>
          <w:rFonts w:cs="AL-Mohanad" w:hint="cs"/>
          <w:sz w:val="22"/>
          <w:szCs w:val="22"/>
          <w:rtl/>
        </w:rPr>
        <w:t>.............................................................................................................................................................</w:t>
      </w:r>
    </w:p>
    <w:p w14:paraId="44E213AD" w14:textId="77777777" w:rsidR="00945E5B" w:rsidRDefault="00945E5B" w:rsidP="00945E5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6" w:color="auto"/>
        </w:pBdr>
        <w:tabs>
          <w:tab w:val="left" w:pos="515"/>
        </w:tabs>
        <w:spacing w:line="360" w:lineRule="auto"/>
        <w:ind w:left="373"/>
        <w:rPr>
          <w:rFonts w:cs="AL-Mohanad"/>
          <w:sz w:val="22"/>
          <w:szCs w:val="22"/>
          <w:rtl/>
        </w:rPr>
      </w:pPr>
      <w:r>
        <w:rPr>
          <w:rFonts w:cs="AL-Mohanad" w:hint="cs"/>
          <w:sz w:val="22"/>
          <w:szCs w:val="22"/>
          <w:rtl/>
        </w:rPr>
        <w:t>.............................................................................................................................................................</w:t>
      </w:r>
    </w:p>
    <w:p w14:paraId="3019B482" w14:textId="77777777" w:rsidR="00945E5B" w:rsidRDefault="00945E5B" w:rsidP="00945E5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6" w:color="auto"/>
        </w:pBdr>
        <w:tabs>
          <w:tab w:val="left" w:pos="515"/>
        </w:tabs>
        <w:spacing w:line="360" w:lineRule="auto"/>
        <w:ind w:left="373"/>
        <w:rPr>
          <w:rFonts w:cs="AL-Mohanad"/>
          <w:sz w:val="22"/>
          <w:szCs w:val="22"/>
          <w:rtl/>
        </w:rPr>
      </w:pPr>
      <w:r>
        <w:rPr>
          <w:rFonts w:cs="AL-Mohanad" w:hint="cs"/>
          <w:sz w:val="22"/>
          <w:szCs w:val="22"/>
          <w:rtl/>
        </w:rPr>
        <w:t>.............................................................................................................................................................</w:t>
      </w:r>
    </w:p>
    <w:p w14:paraId="652E9ED7" w14:textId="77777777" w:rsidR="00945E5B" w:rsidRDefault="00945E5B" w:rsidP="00945E5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6" w:color="auto"/>
        </w:pBdr>
        <w:tabs>
          <w:tab w:val="left" w:pos="515"/>
        </w:tabs>
        <w:spacing w:line="360" w:lineRule="auto"/>
        <w:ind w:left="373"/>
        <w:rPr>
          <w:rFonts w:cs="AL-Mohanad"/>
          <w:sz w:val="22"/>
          <w:szCs w:val="22"/>
          <w:rtl/>
        </w:rPr>
      </w:pPr>
      <w:r w:rsidRPr="00CF34CA">
        <w:rPr>
          <w:rFonts w:cs="AL-Mohanad"/>
          <w:b/>
          <w:bCs/>
          <w:sz w:val="22"/>
          <w:szCs w:val="22"/>
          <w:rtl/>
        </w:rPr>
        <w:t xml:space="preserve">وتم </w:t>
      </w:r>
      <w:r>
        <w:rPr>
          <w:rFonts w:cs="AL-Mohanad"/>
          <w:b/>
          <w:bCs/>
          <w:sz w:val="22"/>
          <w:szCs w:val="22"/>
          <w:rtl/>
        </w:rPr>
        <w:t>تحرير  محضر بذلك</w:t>
      </w:r>
    </w:p>
    <w:p w14:paraId="4890801D" w14:textId="77777777" w:rsidR="00945E5B" w:rsidRPr="00945E5B" w:rsidRDefault="00945E5B" w:rsidP="00945E5B">
      <w:pPr>
        <w:tabs>
          <w:tab w:val="left" w:pos="515"/>
        </w:tabs>
        <w:spacing w:line="360" w:lineRule="auto"/>
        <w:ind w:left="373"/>
        <w:rPr>
          <w:rFonts w:cs="AL-Mohanad"/>
          <w:b/>
          <w:bCs/>
          <w:sz w:val="10"/>
          <w:szCs w:val="10"/>
          <w:rtl/>
        </w:rPr>
      </w:pPr>
      <w:r w:rsidRPr="00182A12">
        <w:rPr>
          <w:rFonts w:cs="AL-Mohanad"/>
          <w:sz w:val="22"/>
          <w:szCs w:val="22"/>
          <w:rtl/>
        </w:rPr>
        <w:t xml:space="preserve"> </w:t>
      </w:r>
    </w:p>
    <w:p w14:paraId="6A8FA27D" w14:textId="77777777" w:rsidR="00945E5B" w:rsidRPr="00CF34CA" w:rsidRDefault="00945E5B" w:rsidP="00945E5B">
      <w:pPr>
        <w:tabs>
          <w:tab w:val="left" w:pos="515"/>
        </w:tabs>
        <w:spacing w:line="360" w:lineRule="auto"/>
        <w:ind w:left="373"/>
        <w:rPr>
          <w:rFonts w:cs="AL-Mohanad"/>
          <w:b/>
          <w:bCs/>
          <w:sz w:val="18"/>
          <w:szCs w:val="18"/>
          <w:rtl/>
        </w:rPr>
      </w:pPr>
      <w:r w:rsidRPr="00CF34CA">
        <w:rPr>
          <w:rFonts w:cs="AL-Mohanad"/>
          <w:b/>
          <w:bCs/>
          <w:sz w:val="18"/>
          <w:szCs w:val="18"/>
          <w:rtl/>
        </w:rPr>
        <w:t xml:space="preserve">        </w:t>
      </w:r>
      <w:r w:rsidRPr="00CF34CA">
        <w:rPr>
          <w:rFonts w:cs="AL-Mohanad"/>
          <w:b/>
          <w:bCs/>
          <w:sz w:val="24"/>
          <w:szCs w:val="26"/>
          <w:rtl/>
        </w:rPr>
        <w:t>أعضاء اللجنة :</w:t>
      </w:r>
    </w:p>
    <w:tbl>
      <w:tblPr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567"/>
        <w:gridCol w:w="5528"/>
        <w:gridCol w:w="1559"/>
        <w:gridCol w:w="2694"/>
      </w:tblGrid>
      <w:tr w:rsidR="00945E5B" w14:paraId="33F32FCA" w14:textId="77777777" w:rsidTr="00551ED8">
        <w:trPr>
          <w:trHeight w:val="611"/>
        </w:trPr>
        <w:tc>
          <w:tcPr>
            <w:tcW w:w="56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35979F7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م</w:t>
            </w:r>
          </w:p>
        </w:tc>
        <w:tc>
          <w:tcPr>
            <w:tcW w:w="552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AA8C96E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أعضاء اللجنة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8444C7C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الصفة</w:t>
            </w:r>
          </w:p>
        </w:tc>
        <w:tc>
          <w:tcPr>
            <w:tcW w:w="2694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F3734D8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التوقيع</w:t>
            </w:r>
          </w:p>
        </w:tc>
      </w:tr>
      <w:tr w:rsidR="00945E5B" w14:paraId="5965F92F" w14:textId="77777777" w:rsidTr="00551ED8">
        <w:trPr>
          <w:trHeight w:val="611"/>
        </w:trPr>
        <w:tc>
          <w:tcPr>
            <w:tcW w:w="56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37D32D3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CF34CA">
              <w:rPr>
                <w:rFonts w:cs="AL-Mohanad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138558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EF5FC1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رئيس</w:t>
            </w:r>
          </w:p>
        </w:tc>
        <w:tc>
          <w:tcPr>
            <w:tcW w:w="2694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394056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</w:tr>
      <w:tr w:rsidR="00945E5B" w14:paraId="2B231650" w14:textId="77777777" w:rsidTr="00551ED8">
        <w:trPr>
          <w:trHeight w:val="611"/>
        </w:trPr>
        <w:tc>
          <w:tcPr>
            <w:tcW w:w="56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156707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CF34CA">
              <w:rPr>
                <w:rFonts w:cs="AL-Mohanad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81E410D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BB24A78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عضو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1DFA0A7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</w:tr>
      <w:tr w:rsidR="00945E5B" w14:paraId="118B75A7" w14:textId="77777777" w:rsidTr="00551ED8">
        <w:trPr>
          <w:trHeight w:val="611"/>
        </w:trPr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BC769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CF34CA">
              <w:rPr>
                <w:rFonts w:cs="AL-Mohanad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552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0BE0ADE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B3CD14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عضو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7DCF375A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</w:tr>
      <w:tr w:rsidR="00945E5B" w14:paraId="767FDD1B" w14:textId="77777777" w:rsidTr="00551ED8">
        <w:trPr>
          <w:trHeight w:val="636"/>
        </w:trPr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2D482F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CF34CA">
              <w:rPr>
                <w:rFonts w:cs="AL-Mohanad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552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A36F59D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97946E6" w14:textId="77777777" w:rsidR="00945E5B" w:rsidRPr="00945E5B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sz w:val="34"/>
                <w:szCs w:val="34"/>
                <w:rtl/>
              </w:rPr>
            </w:pPr>
            <w:r w:rsidRPr="00945E5B">
              <w:rPr>
                <w:rFonts w:cs="AL-Mohanad"/>
                <w:sz w:val="34"/>
                <w:szCs w:val="34"/>
                <w:rtl/>
              </w:rPr>
              <w:t>عضو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CA1CE9B" w14:textId="77777777" w:rsidR="00945E5B" w:rsidRPr="00CF34CA" w:rsidRDefault="00945E5B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</w:tr>
    </w:tbl>
    <w:p w14:paraId="22525BFB" w14:textId="77777777" w:rsidR="003C2673" w:rsidRDefault="003C2673" w:rsidP="005302DE">
      <w:pPr>
        <w:ind w:left="-1" w:right="-851"/>
        <w:rPr>
          <w:szCs w:val="36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17"/>
        <w:gridCol w:w="4678"/>
        <w:gridCol w:w="1559"/>
        <w:gridCol w:w="2694"/>
      </w:tblGrid>
      <w:tr w:rsidR="00945E5B" w14:paraId="72332B14" w14:textId="77777777" w:rsidTr="00551ED8">
        <w:tc>
          <w:tcPr>
            <w:tcW w:w="1417" w:type="dxa"/>
            <w:shd w:val="clear" w:color="auto" w:fill="FFFFFF" w:themeFill="background1"/>
          </w:tcPr>
          <w:p w14:paraId="4C9F79BC" w14:textId="78EBED46" w:rsidR="00945E5B" w:rsidRPr="00A54A4F" w:rsidRDefault="00551ED8" w:rsidP="00A732FE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  <w:r>
              <w:rPr>
                <w:rFonts w:cs="AL-Mohanad" w:hint="cs"/>
                <w:color w:val="000000"/>
                <w:sz w:val="28"/>
                <w:szCs w:val="28"/>
                <w:rtl/>
              </w:rPr>
              <w:t>مدير</w:t>
            </w:r>
            <w:r w:rsidR="00945E5B" w:rsidRPr="00A54A4F">
              <w:rPr>
                <w:rFonts w:cs="AL-Mohanad" w:hint="cs"/>
                <w:color w:val="000000"/>
                <w:sz w:val="28"/>
                <w:szCs w:val="28"/>
                <w:rtl/>
              </w:rPr>
              <w:t xml:space="preserve"> المدرسة</w:t>
            </w:r>
          </w:p>
        </w:tc>
        <w:tc>
          <w:tcPr>
            <w:tcW w:w="4678" w:type="dxa"/>
            <w:shd w:val="clear" w:color="auto" w:fill="FFFFFF" w:themeFill="background1"/>
          </w:tcPr>
          <w:p w14:paraId="1D0DFB10" w14:textId="77777777" w:rsidR="00945E5B" w:rsidRPr="00A54A4F" w:rsidRDefault="00945E5B" w:rsidP="00A732FE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C655F84" w14:textId="77777777" w:rsidR="00945E5B" w:rsidRPr="00A54A4F" w:rsidRDefault="00945E5B" w:rsidP="00A732FE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A54A4F">
              <w:rPr>
                <w:rFonts w:cs="AL-Mohanad" w:hint="cs"/>
                <w:color w:val="000000"/>
                <w:sz w:val="28"/>
                <w:szCs w:val="28"/>
                <w:rtl/>
              </w:rPr>
              <w:t>التوقيع</w:t>
            </w:r>
          </w:p>
        </w:tc>
        <w:tc>
          <w:tcPr>
            <w:tcW w:w="2694" w:type="dxa"/>
            <w:shd w:val="clear" w:color="auto" w:fill="FFFFFF" w:themeFill="background1"/>
          </w:tcPr>
          <w:p w14:paraId="180E2877" w14:textId="77777777" w:rsidR="00945E5B" w:rsidRPr="00A54A4F" w:rsidRDefault="00945E5B" w:rsidP="00A732FE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</w:tbl>
    <w:p w14:paraId="300893E8" w14:textId="77777777" w:rsidR="00945E5B" w:rsidRPr="008A1DCE" w:rsidRDefault="00945E5B" w:rsidP="005302DE">
      <w:pPr>
        <w:ind w:left="-1" w:right="-851"/>
        <w:rPr>
          <w:szCs w:val="36"/>
          <w:rtl/>
        </w:rPr>
      </w:pPr>
    </w:p>
    <w:sectPr w:rsidR="00945E5B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8854B" w14:textId="77777777" w:rsidR="00BB6038" w:rsidRDefault="00BB6038" w:rsidP="000B54C1">
      <w:r>
        <w:separator/>
      </w:r>
    </w:p>
  </w:endnote>
  <w:endnote w:type="continuationSeparator" w:id="0">
    <w:p w14:paraId="5E71800C" w14:textId="77777777" w:rsidR="00BB6038" w:rsidRDefault="00BB603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89B2B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2EB95" w14:textId="77777777" w:rsidR="00BB6038" w:rsidRDefault="00BB6038" w:rsidP="000B54C1">
      <w:r>
        <w:separator/>
      </w:r>
    </w:p>
  </w:footnote>
  <w:footnote w:type="continuationSeparator" w:id="0">
    <w:p w14:paraId="4502FAF1" w14:textId="77777777" w:rsidR="00BB6038" w:rsidRDefault="00BB603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15D937CF" w14:textId="77777777" w:rsidTr="005302DE">
      <w:tc>
        <w:tcPr>
          <w:tcW w:w="3402" w:type="dxa"/>
          <w:vAlign w:val="center"/>
        </w:tcPr>
        <w:p w14:paraId="0E2644B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BCC7DFA" wp14:editId="7F09BD8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D27AB99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5EEFB7A" w14:textId="2D3C0781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51ED8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5C324A90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0636EF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3B9D358" wp14:editId="7AED9A07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1A424B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120478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E6607B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5B42343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93ECB47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26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E5B"/>
    <w:rsid w:val="000168AB"/>
    <w:rsid w:val="000417CD"/>
    <w:rsid w:val="000B2078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51ED8"/>
    <w:rsid w:val="00565997"/>
    <w:rsid w:val="0057349D"/>
    <w:rsid w:val="00674CBA"/>
    <w:rsid w:val="0068143D"/>
    <w:rsid w:val="006E0A53"/>
    <w:rsid w:val="006E0D08"/>
    <w:rsid w:val="00726AB7"/>
    <w:rsid w:val="00726C3F"/>
    <w:rsid w:val="007A0ADD"/>
    <w:rsid w:val="007C2C8E"/>
    <w:rsid w:val="00886A39"/>
    <w:rsid w:val="008A1DCE"/>
    <w:rsid w:val="008E6B73"/>
    <w:rsid w:val="00945E5B"/>
    <w:rsid w:val="009C0A5D"/>
    <w:rsid w:val="00A345C3"/>
    <w:rsid w:val="00A765CF"/>
    <w:rsid w:val="00BB6038"/>
    <w:rsid w:val="00C85A10"/>
    <w:rsid w:val="00CC40A2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073CA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13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2017-04-29T11:06:00Z</dcterms:created>
  <dcterms:modified xsi:type="dcterms:W3CDTF">2025-05-16T16:32:00Z</dcterms:modified>
</cp:coreProperties>
</file>