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bidiVisual/>
        <w:tblW w:w="10348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48"/>
      </w:tblGrid>
      <w:tr w:rsidR="005302DE" w14:paraId="02495688" w14:textId="77777777" w:rsidTr="00996D0C">
        <w:tc>
          <w:tcPr>
            <w:tcW w:w="10348" w:type="dxa"/>
          </w:tcPr>
          <w:p w14:paraId="0968531E" w14:textId="77777777" w:rsidR="005302DE" w:rsidRPr="00402F02" w:rsidRDefault="00402F02" w:rsidP="00402F02">
            <w:pPr>
              <w:tabs>
                <w:tab w:val="left" w:pos="1213"/>
              </w:tabs>
              <w:spacing w:line="360" w:lineRule="auto"/>
              <w:jc w:val="right"/>
              <w:rPr>
                <w:rFonts w:cs="AL-Mohanad"/>
                <w:b/>
                <w:bCs/>
                <w:sz w:val="24"/>
                <w:szCs w:val="24"/>
                <w:rtl/>
              </w:rPr>
            </w:pPr>
            <w:r>
              <w:rPr>
                <w:rFonts w:cs="AL-Mohanad" w:hint="cs"/>
                <w:b/>
                <w:bCs/>
                <w:sz w:val="24"/>
                <w:szCs w:val="24"/>
                <w:rtl/>
              </w:rPr>
              <w:t xml:space="preserve">نموذج رقم ( 55 ) </w:t>
            </w:r>
          </w:p>
        </w:tc>
      </w:tr>
      <w:tr w:rsidR="005302DE" w14:paraId="7893E167" w14:textId="77777777" w:rsidTr="00996D0C">
        <w:tc>
          <w:tcPr>
            <w:tcW w:w="10348" w:type="dxa"/>
          </w:tcPr>
          <w:p w14:paraId="52894E76" w14:textId="77777777" w:rsidR="005302DE" w:rsidRPr="00402F02" w:rsidRDefault="00402F02" w:rsidP="00996D0C">
            <w:pPr>
              <w:jc w:val="right"/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</w:pPr>
            <w:r w:rsidRPr="00402F02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>رمز النموذج :</w:t>
            </w:r>
            <w:r w:rsidRPr="00402F02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(</w:t>
            </w:r>
            <w:r w:rsidRPr="00402F02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 xml:space="preserve"> و</w:t>
            </w:r>
            <w:r w:rsidRPr="00402F02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0</w:t>
            </w:r>
            <w:r w:rsidRPr="00402F02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>ت</w:t>
            </w:r>
            <w:r w:rsidRPr="00402F02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0</w:t>
            </w:r>
            <w:r w:rsidRPr="00402F02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>ع</w:t>
            </w:r>
            <w:r w:rsidRPr="00402F02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0</w:t>
            </w:r>
            <w:r w:rsidRPr="00402F02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 xml:space="preserve">ن  - </w:t>
            </w:r>
            <w:r w:rsidR="00996D0C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05</w:t>
            </w:r>
            <w:r w:rsidRPr="00402F02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 xml:space="preserve">  -</w:t>
            </w:r>
            <w:r w:rsidR="00996D0C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03</w:t>
            </w:r>
            <w:r w:rsidRPr="00402F02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)</w:t>
            </w:r>
          </w:p>
        </w:tc>
      </w:tr>
      <w:tr w:rsidR="005302DE" w14:paraId="64BE666C" w14:textId="77777777" w:rsidTr="00996D0C">
        <w:tc>
          <w:tcPr>
            <w:tcW w:w="10348" w:type="dxa"/>
          </w:tcPr>
          <w:p w14:paraId="5C3B29C6" w14:textId="77777777" w:rsidR="005302DE" w:rsidRPr="00402F02" w:rsidRDefault="00402F02" w:rsidP="00402F02">
            <w:pPr>
              <w:jc w:val="center"/>
              <w:rPr>
                <w:rFonts w:cs="PT Bold Heading"/>
                <w:b/>
                <w:bCs/>
                <w:sz w:val="30"/>
                <w:szCs w:val="30"/>
                <w:rtl/>
              </w:rPr>
            </w:pPr>
            <w:r w:rsidRPr="00402F02">
              <w:rPr>
                <w:rFonts w:cs="PT Bold Heading"/>
                <w:b/>
                <w:bCs/>
                <w:sz w:val="30"/>
                <w:szCs w:val="30"/>
                <w:rtl/>
              </w:rPr>
              <w:t>اسم النموذج : محضر مخالفة الأنظمة و</w:t>
            </w:r>
            <w:r w:rsidR="00E16463">
              <w:rPr>
                <w:rFonts w:cs="PT Bold Heading" w:hint="cs"/>
                <w:b/>
                <w:bCs/>
                <w:sz w:val="30"/>
                <w:szCs w:val="30"/>
                <w:rtl/>
              </w:rPr>
              <w:t xml:space="preserve"> </w:t>
            </w:r>
            <w:r w:rsidRPr="00402F02">
              <w:rPr>
                <w:rFonts w:cs="PT Bold Heading"/>
                <w:b/>
                <w:bCs/>
                <w:sz w:val="30"/>
                <w:szCs w:val="30"/>
                <w:rtl/>
              </w:rPr>
              <w:t xml:space="preserve">التعليمات   </w:t>
            </w:r>
          </w:p>
        </w:tc>
      </w:tr>
    </w:tbl>
    <w:p w14:paraId="776C20BC" w14:textId="77777777" w:rsidR="003942ED" w:rsidRDefault="003942ED" w:rsidP="005302DE">
      <w:pPr>
        <w:ind w:left="-1" w:right="-851"/>
        <w:rPr>
          <w:szCs w:val="36"/>
          <w:rtl/>
        </w:rPr>
      </w:pPr>
    </w:p>
    <w:p w14:paraId="0A30D4E5" w14:textId="77777777" w:rsidR="00402F02" w:rsidRPr="008F2B05" w:rsidRDefault="00402F02" w:rsidP="00402F02">
      <w:pPr>
        <w:tabs>
          <w:tab w:val="left" w:pos="1213"/>
        </w:tabs>
        <w:spacing w:line="360" w:lineRule="auto"/>
        <w:rPr>
          <w:rFonts w:cs="AL-Mohanad"/>
          <w:b/>
          <w:bCs/>
          <w:sz w:val="24"/>
          <w:szCs w:val="24"/>
          <w:rtl/>
        </w:rPr>
      </w:pPr>
      <w:r w:rsidRPr="008F2B05">
        <w:rPr>
          <w:rFonts w:cs="AL-Mohanad"/>
          <w:b/>
          <w:bCs/>
          <w:sz w:val="24"/>
          <w:szCs w:val="24"/>
          <w:rtl/>
        </w:rPr>
        <w:tab/>
      </w:r>
      <w:r w:rsidRPr="008F2B05">
        <w:rPr>
          <w:rFonts w:cs="AL-Mohanad"/>
          <w:b/>
          <w:bCs/>
          <w:sz w:val="24"/>
          <w:szCs w:val="24"/>
          <w:rtl/>
        </w:rPr>
        <w:tab/>
        <w:t xml:space="preserve">         </w:t>
      </w:r>
    </w:p>
    <w:tbl>
      <w:tblPr>
        <w:tblStyle w:val="TableGrid"/>
        <w:bidiVisual/>
        <w:tblW w:w="10349" w:type="dxa"/>
        <w:tblInd w:w="-3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3437"/>
        <w:gridCol w:w="12"/>
        <w:gridCol w:w="3426"/>
        <w:gridCol w:w="24"/>
        <w:gridCol w:w="3450"/>
      </w:tblGrid>
      <w:tr w:rsidR="00402F02" w:rsidRPr="00402F02" w14:paraId="4E1D4CBA" w14:textId="77777777" w:rsidTr="00A31659">
        <w:tc>
          <w:tcPr>
            <w:tcW w:w="3437" w:type="dxa"/>
            <w:shd w:val="clear" w:color="auto" w:fill="auto"/>
          </w:tcPr>
          <w:p w14:paraId="0E640DC4" w14:textId="77777777" w:rsidR="00402F02" w:rsidRPr="00402F02" w:rsidRDefault="00402F02" w:rsidP="00402F02">
            <w:pPr>
              <w:ind w:right="-851"/>
              <w:rPr>
                <w:rFonts w:ascii="Arial" w:hAnsi="Arial" w:cs="Arial"/>
                <w:sz w:val="32"/>
                <w:szCs w:val="32"/>
                <w:rtl/>
              </w:rPr>
            </w:pPr>
            <w:r w:rsidRPr="00402F02">
              <w:rPr>
                <w:rFonts w:ascii="Arial" w:hAnsi="Arial" w:cs="Arial"/>
                <w:sz w:val="32"/>
                <w:szCs w:val="32"/>
                <w:rtl/>
              </w:rPr>
              <w:t xml:space="preserve">    العام الدراسي</w:t>
            </w:r>
          </w:p>
        </w:tc>
        <w:tc>
          <w:tcPr>
            <w:tcW w:w="3438" w:type="dxa"/>
            <w:gridSpan w:val="2"/>
            <w:shd w:val="clear" w:color="auto" w:fill="auto"/>
          </w:tcPr>
          <w:p w14:paraId="2F70D100" w14:textId="77777777" w:rsidR="00402F02" w:rsidRPr="00402F02" w:rsidRDefault="00402F02" w:rsidP="00A732FE">
            <w:pPr>
              <w:ind w:right="-851"/>
              <w:rPr>
                <w:rFonts w:ascii="Arial" w:hAnsi="Arial" w:cs="Arial"/>
                <w:sz w:val="32"/>
                <w:szCs w:val="32"/>
                <w:rtl/>
              </w:rPr>
            </w:pPr>
            <w:r w:rsidRPr="00402F02">
              <w:rPr>
                <w:rFonts w:ascii="Arial" w:hAnsi="Arial" w:cs="Arial"/>
                <w:sz w:val="32"/>
                <w:szCs w:val="32"/>
                <w:rtl/>
              </w:rPr>
              <w:t xml:space="preserve">   </w:t>
            </w:r>
            <w:r w:rsidRPr="00402F02">
              <w:rPr>
                <w:rFonts w:ascii="Arial" w:hAnsi="Arial" w:cs="Arial" w:hint="cs"/>
                <w:sz w:val="32"/>
                <w:szCs w:val="32"/>
                <w:rtl/>
              </w:rPr>
              <w:t xml:space="preserve">  </w:t>
            </w:r>
            <w:r w:rsidRPr="00402F02">
              <w:rPr>
                <w:rFonts w:ascii="Arial" w:hAnsi="Arial" w:cs="Arial"/>
                <w:sz w:val="32"/>
                <w:szCs w:val="32"/>
                <w:rtl/>
              </w:rPr>
              <w:t xml:space="preserve"> الفصل الدراسي</w:t>
            </w:r>
          </w:p>
        </w:tc>
        <w:tc>
          <w:tcPr>
            <w:tcW w:w="3474" w:type="dxa"/>
            <w:gridSpan w:val="2"/>
            <w:shd w:val="clear" w:color="auto" w:fill="auto"/>
          </w:tcPr>
          <w:p w14:paraId="160EBAB4" w14:textId="77777777" w:rsidR="00402F02" w:rsidRPr="00402F02" w:rsidRDefault="00402F02" w:rsidP="00402F02">
            <w:pPr>
              <w:ind w:right="-851"/>
              <w:rPr>
                <w:rFonts w:ascii="Arial" w:hAnsi="Arial" w:cs="Arial"/>
                <w:sz w:val="32"/>
                <w:szCs w:val="32"/>
                <w:rtl/>
              </w:rPr>
            </w:pPr>
            <w:r w:rsidRPr="00402F02">
              <w:rPr>
                <w:rFonts w:ascii="Arial" w:hAnsi="Arial" w:cs="Arial"/>
                <w:sz w:val="32"/>
                <w:szCs w:val="32"/>
                <w:rtl/>
              </w:rPr>
              <w:t xml:space="preserve">    </w:t>
            </w:r>
            <w:r w:rsidRPr="00402F02">
              <w:rPr>
                <w:rFonts w:ascii="Arial" w:hAnsi="Arial" w:cs="Arial" w:hint="cs"/>
                <w:sz w:val="32"/>
                <w:szCs w:val="32"/>
                <w:rtl/>
              </w:rPr>
              <w:t xml:space="preserve">   </w:t>
            </w:r>
            <w:r w:rsidRPr="00402F02">
              <w:rPr>
                <w:rFonts w:ascii="Arial" w:hAnsi="Arial" w:cs="Arial"/>
                <w:sz w:val="32"/>
                <w:szCs w:val="32"/>
                <w:rtl/>
              </w:rPr>
              <w:t xml:space="preserve">  </w:t>
            </w:r>
            <w:r w:rsidRPr="00402F02">
              <w:rPr>
                <w:rFonts w:ascii="Arial" w:hAnsi="Arial" w:cs="Arial" w:hint="cs"/>
                <w:sz w:val="32"/>
                <w:szCs w:val="32"/>
                <w:rtl/>
              </w:rPr>
              <w:t xml:space="preserve">  </w:t>
            </w:r>
            <w:r w:rsidRPr="00402F02">
              <w:rPr>
                <w:rFonts w:ascii="Arial" w:hAnsi="Arial" w:cs="Arial"/>
                <w:sz w:val="32"/>
                <w:szCs w:val="32"/>
                <w:rtl/>
              </w:rPr>
              <w:t xml:space="preserve">   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المادة</w:t>
            </w:r>
          </w:p>
        </w:tc>
      </w:tr>
      <w:tr w:rsidR="00402F02" w:rsidRPr="00402F02" w14:paraId="0F7B9735" w14:textId="77777777" w:rsidTr="00402F02">
        <w:tc>
          <w:tcPr>
            <w:tcW w:w="3437" w:type="dxa"/>
            <w:tcBorders>
              <w:bottom w:val="single" w:sz="18" w:space="0" w:color="auto"/>
            </w:tcBorders>
          </w:tcPr>
          <w:p w14:paraId="55156465" w14:textId="77777777" w:rsidR="00402F02" w:rsidRPr="00402F02" w:rsidRDefault="00402F02" w:rsidP="00402F02">
            <w:pPr>
              <w:ind w:right="-851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 xml:space="preserve">        </w:t>
            </w:r>
            <w:r w:rsidRPr="00402F02">
              <w:rPr>
                <w:rFonts w:ascii="Arial" w:hAnsi="Arial" w:cs="Arial"/>
                <w:sz w:val="32"/>
                <w:szCs w:val="32"/>
                <w:rtl/>
              </w:rPr>
              <w:t>14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 xml:space="preserve"> </w:t>
            </w:r>
            <w:r w:rsidRPr="00402F02">
              <w:rPr>
                <w:rFonts w:ascii="Arial" w:hAnsi="Arial" w:cs="Arial"/>
                <w:sz w:val="32"/>
                <w:szCs w:val="32"/>
                <w:rtl/>
              </w:rPr>
              <w:t>/     14 هـ</w:t>
            </w:r>
          </w:p>
        </w:tc>
        <w:tc>
          <w:tcPr>
            <w:tcW w:w="3438" w:type="dxa"/>
            <w:gridSpan w:val="2"/>
            <w:tcBorders>
              <w:bottom w:val="single" w:sz="18" w:space="0" w:color="auto"/>
            </w:tcBorders>
          </w:tcPr>
          <w:p w14:paraId="30B954F4" w14:textId="2ED23806" w:rsidR="00402F02" w:rsidRPr="00402F02" w:rsidRDefault="00402F02" w:rsidP="00A732FE">
            <w:pPr>
              <w:ind w:right="-851"/>
              <w:rPr>
                <w:rFonts w:ascii="Arial" w:hAnsi="Arial" w:cs="Arial"/>
                <w:sz w:val="32"/>
                <w:szCs w:val="32"/>
                <w:rtl/>
              </w:rPr>
            </w:pPr>
          </w:p>
        </w:tc>
        <w:tc>
          <w:tcPr>
            <w:tcW w:w="3474" w:type="dxa"/>
            <w:gridSpan w:val="2"/>
            <w:tcBorders>
              <w:bottom w:val="single" w:sz="18" w:space="0" w:color="auto"/>
            </w:tcBorders>
          </w:tcPr>
          <w:p w14:paraId="50FCDB72" w14:textId="77777777" w:rsidR="00402F02" w:rsidRPr="00402F02" w:rsidRDefault="00402F02" w:rsidP="00F028AE">
            <w:pPr>
              <w:ind w:right="-851"/>
              <w:rPr>
                <w:rFonts w:ascii="Arial" w:hAnsi="Arial" w:cs="Arial"/>
                <w:sz w:val="32"/>
                <w:szCs w:val="32"/>
                <w:rtl/>
              </w:rPr>
            </w:pPr>
          </w:p>
        </w:tc>
      </w:tr>
      <w:tr w:rsidR="00402F02" w:rsidRPr="00402F02" w14:paraId="13CAAEA5" w14:textId="77777777" w:rsidTr="00A31659">
        <w:trPr>
          <w:trHeight w:val="446"/>
        </w:trPr>
        <w:tc>
          <w:tcPr>
            <w:tcW w:w="3449" w:type="dxa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13648A39" w14:textId="77777777" w:rsidR="00402F02" w:rsidRPr="00402F02" w:rsidRDefault="00402F02" w:rsidP="00402F02">
            <w:pPr>
              <w:ind w:right="-851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اليوم</w:t>
            </w:r>
          </w:p>
        </w:tc>
        <w:tc>
          <w:tcPr>
            <w:tcW w:w="3450" w:type="dxa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13176881" w14:textId="77777777" w:rsidR="00402F02" w:rsidRPr="00402F02" w:rsidRDefault="00402F02" w:rsidP="00402F02">
            <w:pPr>
              <w:ind w:right="-851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 xml:space="preserve">         التاريخ</w:t>
            </w:r>
          </w:p>
        </w:tc>
        <w:tc>
          <w:tcPr>
            <w:tcW w:w="345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0410CE65" w14:textId="77777777" w:rsidR="00402F02" w:rsidRPr="00402F02" w:rsidRDefault="00402F02" w:rsidP="00402F02">
            <w:pPr>
              <w:ind w:right="-851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 xml:space="preserve">            الفترة</w:t>
            </w:r>
          </w:p>
        </w:tc>
      </w:tr>
      <w:tr w:rsidR="00402F02" w:rsidRPr="00402F02" w14:paraId="51ABEDFB" w14:textId="77777777" w:rsidTr="00402F02">
        <w:trPr>
          <w:trHeight w:val="445"/>
        </w:trPr>
        <w:tc>
          <w:tcPr>
            <w:tcW w:w="3449" w:type="dxa"/>
            <w:gridSpan w:val="2"/>
            <w:tcBorders>
              <w:top w:val="single" w:sz="18" w:space="0" w:color="auto"/>
              <w:bottom w:val="single" w:sz="18" w:space="0" w:color="auto"/>
            </w:tcBorders>
          </w:tcPr>
          <w:p w14:paraId="619A9B06" w14:textId="77777777" w:rsidR="00402F02" w:rsidRPr="00402F02" w:rsidRDefault="00402F02" w:rsidP="00402F02">
            <w:pPr>
              <w:ind w:right="-851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450" w:type="dxa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1"/>
          </w:tcPr>
          <w:p w14:paraId="033A2008" w14:textId="77777777" w:rsidR="00402F02" w:rsidRPr="00402F02" w:rsidRDefault="00402F02" w:rsidP="00402F02">
            <w:pPr>
              <w:ind w:right="-851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 xml:space="preserve">    /     /    14 هـ</w:t>
            </w:r>
          </w:p>
        </w:tc>
        <w:tc>
          <w:tcPr>
            <w:tcW w:w="345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1"/>
          </w:tcPr>
          <w:p w14:paraId="67EB8721" w14:textId="77777777" w:rsidR="00402F02" w:rsidRPr="00402F02" w:rsidRDefault="00402F02" w:rsidP="00402F02">
            <w:pPr>
              <w:ind w:right="-851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14:paraId="4BD5A3BA" w14:textId="77777777" w:rsidR="00402F02" w:rsidRPr="00F762CC" w:rsidRDefault="00402F02" w:rsidP="00402F02">
      <w:pPr>
        <w:tabs>
          <w:tab w:val="left" w:pos="515"/>
        </w:tabs>
        <w:ind w:left="374"/>
        <w:rPr>
          <w:rFonts w:cs="AL-Mohanad"/>
          <w:sz w:val="24"/>
          <w:szCs w:val="24"/>
          <w:rtl/>
        </w:rPr>
      </w:pPr>
    </w:p>
    <w:tbl>
      <w:tblPr>
        <w:bidiVisual/>
        <w:tblW w:w="10348" w:type="dxa"/>
        <w:tblInd w:w="-3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14"/>
        <w:gridCol w:w="2302"/>
        <w:gridCol w:w="2295"/>
        <w:gridCol w:w="2337"/>
      </w:tblGrid>
      <w:tr w:rsidR="00402F02" w:rsidRPr="008F2B05" w14:paraId="32F96EF4" w14:textId="77777777" w:rsidTr="00A31659">
        <w:trPr>
          <w:trHeight w:val="570"/>
        </w:trPr>
        <w:tc>
          <w:tcPr>
            <w:tcW w:w="341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5DF705D6" w14:textId="77777777" w:rsidR="00402F02" w:rsidRPr="008F2B05" w:rsidRDefault="00402F02" w:rsidP="00996D0C">
            <w:pPr>
              <w:tabs>
                <w:tab w:val="left" w:pos="515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118"/>
              </w:tabs>
              <w:jc w:val="center"/>
              <w:rPr>
                <w:rFonts w:cs="AL-Mohanad"/>
                <w:b/>
                <w:bCs/>
                <w:sz w:val="24"/>
                <w:szCs w:val="24"/>
                <w:rtl/>
              </w:rPr>
            </w:pPr>
            <w:r w:rsidRPr="008F2B05">
              <w:rPr>
                <w:rFonts w:cs="AL-Mohanad"/>
                <w:b/>
                <w:bCs/>
                <w:sz w:val="24"/>
                <w:szCs w:val="24"/>
                <w:rtl/>
              </w:rPr>
              <w:t>اسم الطالب</w:t>
            </w:r>
          </w:p>
        </w:tc>
        <w:tc>
          <w:tcPr>
            <w:tcW w:w="23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68A7D8D4" w14:textId="77777777" w:rsidR="00402F02" w:rsidRPr="008F2B05" w:rsidRDefault="00402F02" w:rsidP="00996D0C">
            <w:pPr>
              <w:tabs>
                <w:tab w:val="left" w:pos="515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118"/>
              </w:tabs>
              <w:jc w:val="center"/>
              <w:rPr>
                <w:rFonts w:cs="AL-Mohanad"/>
                <w:b/>
                <w:bCs/>
                <w:sz w:val="24"/>
                <w:szCs w:val="24"/>
                <w:rtl/>
              </w:rPr>
            </w:pPr>
            <w:r w:rsidRPr="008F2B05">
              <w:rPr>
                <w:rFonts w:cs="AL-Mohanad"/>
                <w:b/>
                <w:bCs/>
                <w:sz w:val="24"/>
                <w:szCs w:val="24"/>
                <w:rtl/>
              </w:rPr>
              <w:t>رقم الجلوس</w:t>
            </w:r>
          </w:p>
        </w:tc>
        <w:tc>
          <w:tcPr>
            <w:tcW w:w="229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0A36210C" w14:textId="77777777" w:rsidR="00402F02" w:rsidRPr="008F2B05" w:rsidRDefault="00402F02" w:rsidP="00996D0C">
            <w:pPr>
              <w:tabs>
                <w:tab w:val="left" w:pos="515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118"/>
              </w:tabs>
              <w:jc w:val="center"/>
              <w:rPr>
                <w:rFonts w:cs="AL-Mohanad"/>
                <w:b/>
                <w:bCs/>
                <w:sz w:val="24"/>
                <w:szCs w:val="24"/>
                <w:rtl/>
              </w:rPr>
            </w:pPr>
            <w:r w:rsidRPr="008F2B05">
              <w:rPr>
                <w:rFonts w:cs="AL-Mohanad"/>
                <w:b/>
                <w:bCs/>
                <w:sz w:val="24"/>
                <w:szCs w:val="24"/>
                <w:rtl/>
              </w:rPr>
              <w:t>الصف / الفصل</w:t>
            </w:r>
          </w:p>
        </w:tc>
        <w:tc>
          <w:tcPr>
            <w:tcW w:w="233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599E8FA4" w14:textId="77777777" w:rsidR="00402F02" w:rsidRPr="008F2B05" w:rsidRDefault="00402F02" w:rsidP="00996D0C">
            <w:pPr>
              <w:tabs>
                <w:tab w:val="left" w:pos="515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118"/>
              </w:tabs>
              <w:jc w:val="center"/>
              <w:rPr>
                <w:rFonts w:cs="AL-Mohanad"/>
                <w:b/>
                <w:bCs/>
                <w:sz w:val="24"/>
                <w:szCs w:val="24"/>
                <w:rtl/>
              </w:rPr>
            </w:pPr>
            <w:r w:rsidRPr="008F2B05">
              <w:rPr>
                <w:rFonts w:cs="AL-Mohanad"/>
                <w:b/>
                <w:bCs/>
                <w:sz w:val="24"/>
                <w:szCs w:val="24"/>
                <w:rtl/>
              </w:rPr>
              <w:t>التوقيع</w:t>
            </w:r>
          </w:p>
        </w:tc>
      </w:tr>
      <w:tr w:rsidR="00402F02" w:rsidRPr="008F2B05" w14:paraId="42417FEA" w14:textId="77777777" w:rsidTr="00996D0C">
        <w:trPr>
          <w:trHeight w:val="602"/>
        </w:trPr>
        <w:tc>
          <w:tcPr>
            <w:tcW w:w="3414" w:type="dxa"/>
            <w:tcBorders>
              <w:top w:val="single" w:sz="18" w:space="0" w:color="auto"/>
            </w:tcBorders>
            <w:vAlign w:val="center"/>
          </w:tcPr>
          <w:p w14:paraId="26226175" w14:textId="77777777" w:rsidR="00402F02" w:rsidRPr="008F2B05" w:rsidRDefault="00402F02" w:rsidP="00996D0C">
            <w:pPr>
              <w:tabs>
                <w:tab w:val="left" w:pos="515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118"/>
              </w:tabs>
              <w:jc w:val="center"/>
              <w:rPr>
                <w:rFonts w:cs="AL-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02" w:type="dxa"/>
            <w:tcBorders>
              <w:top w:val="single" w:sz="18" w:space="0" w:color="auto"/>
            </w:tcBorders>
            <w:vAlign w:val="center"/>
          </w:tcPr>
          <w:p w14:paraId="10017EAD" w14:textId="77777777" w:rsidR="00402F02" w:rsidRPr="008F2B05" w:rsidRDefault="00402F02" w:rsidP="00996D0C">
            <w:pPr>
              <w:tabs>
                <w:tab w:val="left" w:pos="515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118"/>
              </w:tabs>
              <w:jc w:val="center"/>
              <w:rPr>
                <w:rFonts w:cs="AL-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95" w:type="dxa"/>
            <w:tcBorders>
              <w:top w:val="single" w:sz="18" w:space="0" w:color="auto"/>
            </w:tcBorders>
            <w:vAlign w:val="center"/>
          </w:tcPr>
          <w:p w14:paraId="24657D07" w14:textId="77777777" w:rsidR="00402F02" w:rsidRPr="008F2B05" w:rsidRDefault="00402F02" w:rsidP="00996D0C">
            <w:pPr>
              <w:tabs>
                <w:tab w:val="left" w:pos="515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118"/>
              </w:tabs>
              <w:jc w:val="center"/>
              <w:rPr>
                <w:rFonts w:cs="AL-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37" w:type="dxa"/>
            <w:tcBorders>
              <w:top w:val="single" w:sz="18" w:space="0" w:color="auto"/>
            </w:tcBorders>
            <w:vAlign w:val="center"/>
          </w:tcPr>
          <w:p w14:paraId="647A48A3" w14:textId="77777777" w:rsidR="00402F02" w:rsidRPr="008F2B05" w:rsidRDefault="00402F02" w:rsidP="00996D0C">
            <w:pPr>
              <w:tabs>
                <w:tab w:val="left" w:pos="515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118"/>
              </w:tabs>
              <w:jc w:val="center"/>
              <w:rPr>
                <w:rFonts w:cs="AL-Mohanad"/>
                <w:b/>
                <w:bCs/>
                <w:sz w:val="24"/>
                <w:szCs w:val="24"/>
                <w:rtl/>
              </w:rPr>
            </w:pPr>
          </w:p>
        </w:tc>
      </w:tr>
    </w:tbl>
    <w:p w14:paraId="65D500A8" w14:textId="77777777" w:rsidR="00402F02" w:rsidRDefault="00402F02" w:rsidP="00402F02">
      <w:pPr>
        <w:tabs>
          <w:tab w:val="left" w:pos="515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18"/>
        </w:tabs>
        <w:ind w:left="374"/>
        <w:rPr>
          <w:rFonts w:cs="AL-Mohanad"/>
          <w:sz w:val="20"/>
          <w:szCs w:val="20"/>
          <w:rtl/>
        </w:rPr>
      </w:pPr>
    </w:p>
    <w:p w14:paraId="37872644" w14:textId="77777777" w:rsidR="00996D0C" w:rsidRDefault="00996D0C" w:rsidP="00402F02">
      <w:pPr>
        <w:tabs>
          <w:tab w:val="left" w:pos="515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18"/>
        </w:tabs>
        <w:ind w:left="374"/>
        <w:rPr>
          <w:rFonts w:cs="AL-Mohanad"/>
          <w:sz w:val="20"/>
          <w:szCs w:val="20"/>
          <w:rtl/>
        </w:rPr>
      </w:pPr>
    </w:p>
    <w:p w14:paraId="56D3D47F" w14:textId="77777777" w:rsidR="00996D0C" w:rsidRDefault="00996D0C" w:rsidP="00402F02">
      <w:pPr>
        <w:tabs>
          <w:tab w:val="left" w:pos="515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18"/>
        </w:tabs>
        <w:ind w:left="374"/>
        <w:rPr>
          <w:rFonts w:cs="AL-Mohanad"/>
          <w:sz w:val="20"/>
          <w:szCs w:val="20"/>
          <w:rtl/>
        </w:rPr>
      </w:pPr>
    </w:p>
    <w:tbl>
      <w:tblPr>
        <w:tblStyle w:val="TableGrid"/>
        <w:bidiVisual/>
        <w:tblW w:w="0" w:type="auto"/>
        <w:tblInd w:w="-3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1843"/>
        <w:gridCol w:w="2823"/>
        <w:gridCol w:w="578"/>
        <w:gridCol w:w="2246"/>
        <w:gridCol w:w="2824"/>
      </w:tblGrid>
      <w:tr w:rsidR="00996D0C" w14:paraId="066F247C" w14:textId="77777777" w:rsidTr="00A31659"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178BE528" w14:textId="77777777" w:rsidR="00996D0C" w:rsidRPr="00996D0C" w:rsidRDefault="00996D0C" w:rsidP="00996D0C">
            <w:pPr>
              <w:ind w:right="-851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/>
                <w:sz w:val="32"/>
                <w:szCs w:val="32"/>
                <w:rtl/>
              </w:rPr>
              <w:t xml:space="preserve">تكرار المخالفة </w:t>
            </w:r>
          </w:p>
        </w:tc>
        <w:tc>
          <w:tcPr>
            <w:tcW w:w="2823" w:type="dxa"/>
            <w:tcBorders>
              <w:bottom w:val="single" w:sz="4" w:space="0" w:color="auto"/>
            </w:tcBorders>
            <w:vAlign w:val="center"/>
          </w:tcPr>
          <w:p w14:paraId="6CE2DAEA" w14:textId="77777777" w:rsidR="00996D0C" w:rsidRPr="00996D0C" w:rsidRDefault="00996D0C" w:rsidP="00996D0C">
            <w:pPr>
              <w:ind w:right="-851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/>
                <w:sz w:val="32"/>
                <w:szCs w:val="32"/>
              </w:rPr>
              <w:sym w:font="Wingdings" w:char="F0A8"/>
            </w:r>
            <w:r w:rsidRPr="00996D0C">
              <w:rPr>
                <w:rFonts w:ascii="Arial" w:hAnsi="Arial" w:cs="Arial"/>
                <w:sz w:val="32"/>
                <w:szCs w:val="32"/>
                <w:rtl/>
              </w:rPr>
              <w:t>المرة</w:t>
            </w:r>
            <w:r w:rsidRPr="00996D0C">
              <w:rPr>
                <w:rFonts w:ascii="Arial" w:hAnsi="Arial" w:cs="Arial" w:hint="cs"/>
                <w:sz w:val="32"/>
                <w:szCs w:val="32"/>
                <w:rtl/>
              </w:rPr>
              <w:t xml:space="preserve"> ال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ا</w:t>
            </w:r>
            <w:r w:rsidRPr="00996D0C">
              <w:rPr>
                <w:rFonts w:ascii="Arial" w:hAnsi="Arial" w:cs="Arial" w:hint="cs"/>
                <w:sz w:val="32"/>
                <w:szCs w:val="32"/>
                <w:rtl/>
              </w:rPr>
              <w:t>ولى</w:t>
            </w:r>
          </w:p>
        </w:tc>
        <w:tc>
          <w:tcPr>
            <w:tcW w:w="2824" w:type="dxa"/>
            <w:gridSpan w:val="2"/>
            <w:tcBorders>
              <w:bottom w:val="single" w:sz="4" w:space="0" w:color="auto"/>
            </w:tcBorders>
            <w:vAlign w:val="center"/>
          </w:tcPr>
          <w:p w14:paraId="55F5235D" w14:textId="77777777" w:rsidR="00996D0C" w:rsidRPr="00996D0C" w:rsidRDefault="00996D0C" w:rsidP="00996D0C">
            <w:pPr>
              <w:ind w:right="-851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/>
                <w:sz w:val="32"/>
                <w:szCs w:val="32"/>
              </w:rPr>
              <w:sym w:font="Wingdings" w:char="F0A8"/>
            </w:r>
            <w:r w:rsidRPr="00996D0C">
              <w:rPr>
                <w:rFonts w:ascii="Arial" w:hAnsi="Arial" w:cs="Arial"/>
                <w:sz w:val="32"/>
                <w:szCs w:val="32"/>
                <w:rtl/>
              </w:rPr>
              <w:t>المرة</w:t>
            </w:r>
            <w:r w:rsidRPr="00996D0C">
              <w:rPr>
                <w:rFonts w:ascii="Arial" w:hAnsi="Arial" w:cs="Arial" w:hint="cs"/>
                <w:sz w:val="32"/>
                <w:szCs w:val="32"/>
                <w:rtl/>
              </w:rPr>
              <w:t xml:space="preserve"> الثانية</w:t>
            </w:r>
          </w:p>
        </w:tc>
        <w:tc>
          <w:tcPr>
            <w:tcW w:w="2824" w:type="dxa"/>
            <w:tcBorders>
              <w:bottom w:val="single" w:sz="4" w:space="0" w:color="auto"/>
            </w:tcBorders>
            <w:vAlign w:val="center"/>
          </w:tcPr>
          <w:p w14:paraId="385A9767" w14:textId="77777777" w:rsidR="00996D0C" w:rsidRPr="00996D0C" w:rsidRDefault="00996D0C" w:rsidP="00996D0C">
            <w:pPr>
              <w:ind w:right="-851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/>
                <w:sz w:val="32"/>
                <w:szCs w:val="32"/>
              </w:rPr>
              <w:sym w:font="Wingdings" w:char="F0A8"/>
            </w:r>
            <w:r w:rsidRPr="00996D0C">
              <w:rPr>
                <w:rFonts w:ascii="Arial" w:hAnsi="Arial" w:cs="Arial"/>
                <w:sz w:val="32"/>
                <w:szCs w:val="32"/>
                <w:rtl/>
              </w:rPr>
              <w:t>المرة</w:t>
            </w:r>
            <w:r w:rsidRPr="00996D0C">
              <w:rPr>
                <w:rFonts w:ascii="Arial" w:hAnsi="Arial" w:cs="Arial" w:hint="cs"/>
                <w:sz w:val="32"/>
                <w:szCs w:val="32"/>
                <w:rtl/>
              </w:rPr>
              <w:t xml:space="preserve"> الثالثة</w:t>
            </w:r>
          </w:p>
        </w:tc>
      </w:tr>
      <w:tr w:rsidR="00996D0C" w14:paraId="05C9FCB1" w14:textId="77777777" w:rsidTr="00A31659">
        <w:tc>
          <w:tcPr>
            <w:tcW w:w="1843" w:type="dxa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</w:tcPr>
          <w:p w14:paraId="70D76942" w14:textId="77777777" w:rsidR="00996D0C" w:rsidRPr="00996D0C" w:rsidRDefault="00996D0C" w:rsidP="00996D0C">
            <w:pPr>
              <w:ind w:right="-851"/>
              <w:rPr>
                <w:rFonts w:ascii="Arial" w:hAnsi="Arial" w:cs="Arial"/>
                <w:sz w:val="32"/>
                <w:szCs w:val="32"/>
                <w:rtl/>
              </w:rPr>
            </w:pPr>
            <w:r w:rsidRPr="00996D0C">
              <w:rPr>
                <w:rFonts w:ascii="Arial" w:hAnsi="Arial" w:cs="Arial"/>
                <w:sz w:val="32"/>
                <w:szCs w:val="32"/>
                <w:rtl/>
              </w:rPr>
              <w:t>وصف المخالفة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bottom w:val="single" w:sz="18" w:space="0" w:color="auto"/>
            </w:tcBorders>
          </w:tcPr>
          <w:p w14:paraId="12EDFC5F" w14:textId="77777777" w:rsidR="00996D0C" w:rsidRPr="00996D0C" w:rsidRDefault="00996D0C" w:rsidP="00996D0C">
            <w:pPr>
              <w:ind w:right="-851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/>
                <w:sz w:val="32"/>
                <w:szCs w:val="32"/>
              </w:rPr>
              <w:sym w:font="Wingdings" w:char="F0A8"/>
            </w:r>
            <w:r w:rsidRPr="00996D0C">
              <w:rPr>
                <w:rFonts w:ascii="Arial" w:hAnsi="Arial" w:cs="Arial" w:hint="cs"/>
                <w:sz w:val="32"/>
                <w:szCs w:val="32"/>
                <w:rtl/>
              </w:rPr>
              <w:t>فردي</w:t>
            </w:r>
          </w:p>
        </w:tc>
        <w:tc>
          <w:tcPr>
            <w:tcW w:w="5070" w:type="dxa"/>
            <w:gridSpan w:val="2"/>
            <w:tcBorders>
              <w:top w:val="single" w:sz="4" w:space="0" w:color="auto"/>
              <w:bottom w:val="single" w:sz="18" w:space="0" w:color="auto"/>
            </w:tcBorders>
          </w:tcPr>
          <w:p w14:paraId="4EF7717F" w14:textId="77777777" w:rsidR="00996D0C" w:rsidRPr="00996D0C" w:rsidRDefault="00996D0C" w:rsidP="00996D0C">
            <w:pPr>
              <w:ind w:right="-851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/>
                <w:sz w:val="32"/>
                <w:szCs w:val="32"/>
              </w:rPr>
              <w:sym w:font="Wingdings" w:char="F0A8"/>
            </w:r>
            <w:r w:rsidRPr="00996D0C">
              <w:rPr>
                <w:rFonts w:ascii="Arial" w:hAnsi="Arial" w:cs="Arial" w:hint="cs"/>
                <w:sz w:val="32"/>
                <w:szCs w:val="32"/>
                <w:rtl/>
              </w:rPr>
              <w:t>جماعي</w:t>
            </w:r>
          </w:p>
        </w:tc>
      </w:tr>
      <w:tr w:rsidR="00996D0C" w14:paraId="18B444D2" w14:textId="77777777" w:rsidTr="00996D0C">
        <w:trPr>
          <w:trHeight w:val="746"/>
        </w:trPr>
        <w:tc>
          <w:tcPr>
            <w:tcW w:w="10314" w:type="dxa"/>
            <w:gridSpan w:val="5"/>
            <w:tcBorders>
              <w:top w:val="single" w:sz="18" w:space="0" w:color="auto"/>
            </w:tcBorders>
          </w:tcPr>
          <w:p w14:paraId="30EFC6D4" w14:textId="77777777" w:rsidR="00996D0C" w:rsidRDefault="00996D0C" w:rsidP="00996D0C">
            <w:pPr>
              <w:ind w:right="-851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...................................................................................................................</w:t>
            </w:r>
          </w:p>
          <w:p w14:paraId="79AB7327" w14:textId="77777777" w:rsidR="00996D0C" w:rsidRDefault="00996D0C" w:rsidP="00996D0C">
            <w:pPr>
              <w:ind w:right="-851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...................................................................................................................</w:t>
            </w:r>
          </w:p>
          <w:p w14:paraId="416D8B97" w14:textId="77777777" w:rsidR="00996D0C" w:rsidRDefault="00996D0C" w:rsidP="00996D0C">
            <w:pPr>
              <w:ind w:right="-851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...................................................................................................................</w:t>
            </w:r>
          </w:p>
          <w:p w14:paraId="2290F367" w14:textId="77777777" w:rsidR="00996D0C" w:rsidRDefault="00996D0C" w:rsidP="00996D0C">
            <w:pPr>
              <w:ind w:right="-851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...................................................................................................................</w:t>
            </w:r>
          </w:p>
          <w:p w14:paraId="2DD67E33" w14:textId="77777777" w:rsidR="00996D0C" w:rsidRDefault="00996D0C" w:rsidP="00996D0C">
            <w:pPr>
              <w:ind w:right="-851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...................................................................................................................</w:t>
            </w:r>
          </w:p>
        </w:tc>
      </w:tr>
    </w:tbl>
    <w:p w14:paraId="56C0DB0B" w14:textId="77777777" w:rsidR="00996D0C" w:rsidRPr="00081565" w:rsidRDefault="00996D0C" w:rsidP="00402F02">
      <w:pPr>
        <w:tabs>
          <w:tab w:val="left" w:pos="515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18"/>
        </w:tabs>
        <w:ind w:left="374"/>
        <w:rPr>
          <w:rFonts w:cs="AL-Mohanad"/>
          <w:sz w:val="20"/>
          <w:szCs w:val="20"/>
          <w:rtl/>
        </w:rPr>
      </w:pPr>
    </w:p>
    <w:p w14:paraId="3FA01C06" w14:textId="77777777" w:rsidR="00996D0C" w:rsidRDefault="00402F02" w:rsidP="00996D0C">
      <w:pPr>
        <w:tabs>
          <w:tab w:val="left" w:pos="515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18"/>
        </w:tabs>
        <w:ind w:left="374"/>
        <w:rPr>
          <w:rFonts w:cs="AL-Mohanad"/>
          <w:sz w:val="28"/>
          <w:szCs w:val="28"/>
          <w:rtl/>
        </w:rPr>
      </w:pPr>
      <w:r>
        <w:rPr>
          <w:rFonts w:cs="AL-Mohanad"/>
          <w:sz w:val="28"/>
          <w:szCs w:val="28"/>
          <w:rtl/>
        </w:rPr>
        <w:t xml:space="preserve">              </w:t>
      </w:r>
    </w:p>
    <w:tbl>
      <w:tblPr>
        <w:tblStyle w:val="TableGrid"/>
        <w:bidiVisual/>
        <w:tblW w:w="0" w:type="auto"/>
        <w:tblInd w:w="-3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1134"/>
        <w:gridCol w:w="2574"/>
        <w:gridCol w:w="828"/>
        <w:gridCol w:w="2474"/>
        <w:gridCol w:w="928"/>
        <w:gridCol w:w="2376"/>
      </w:tblGrid>
      <w:tr w:rsidR="00996D0C" w14:paraId="0586FDA8" w14:textId="77777777" w:rsidTr="00A31659">
        <w:tc>
          <w:tcPr>
            <w:tcW w:w="10314" w:type="dxa"/>
            <w:gridSpan w:val="6"/>
            <w:tcBorders>
              <w:bottom w:val="single" w:sz="18" w:space="0" w:color="auto"/>
            </w:tcBorders>
            <w:shd w:val="clear" w:color="auto" w:fill="auto"/>
          </w:tcPr>
          <w:p w14:paraId="7C5FE2A6" w14:textId="77777777" w:rsidR="00996D0C" w:rsidRDefault="00996D0C" w:rsidP="00996D0C">
            <w:pPr>
              <w:ind w:right="-851"/>
              <w:rPr>
                <w:rFonts w:cs="AL-Mohanad"/>
                <w:sz w:val="28"/>
                <w:szCs w:val="28"/>
                <w:rtl/>
              </w:rPr>
            </w:pPr>
            <w:r w:rsidRPr="00996D0C">
              <w:rPr>
                <w:rFonts w:ascii="Arial" w:hAnsi="Arial" w:cs="Arial"/>
                <w:sz w:val="32"/>
                <w:szCs w:val="32"/>
                <w:rtl/>
              </w:rPr>
              <w:t>المصادقة</w:t>
            </w:r>
          </w:p>
        </w:tc>
      </w:tr>
      <w:tr w:rsidR="00996D0C" w14:paraId="3084CAC7" w14:textId="77777777" w:rsidTr="00A31659">
        <w:trPr>
          <w:trHeight w:val="680"/>
        </w:trPr>
        <w:tc>
          <w:tcPr>
            <w:tcW w:w="1134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BDD98B" w14:textId="77777777" w:rsidR="00996D0C" w:rsidRPr="00996D0C" w:rsidRDefault="00996D0C" w:rsidP="00996D0C">
            <w:pPr>
              <w:tabs>
                <w:tab w:val="left" w:pos="515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118"/>
              </w:tabs>
              <w:jc w:val="center"/>
              <w:rPr>
                <w:rFonts w:cs="AL-Mohanad"/>
                <w:b/>
                <w:bCs/>
                <w:sz w:val="28"/>
                <w:szCs w:val="28"/>
                <w:rtl/>
              </w:rPr>
            </w:pPr>
            <w:r w:rsidRPr="00996D0C">
              <w:rPr>
                <w:rFonts w:cs="AL-Mohanad"/>
                <w:b/>
                <w:bCs/>
                <w:sz w:val="28"/>
                <w:szCs w:val="28"/>
                <w:rtl/>
              </w:rPr>
              <w:t>الاسم</w:t>
            </w:r>
          </w:p>
        </w:tc>
        <w:tc>
          <w:tcPr>
            <w:tcW w:w="2574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4F7639" w14:textId="77777777" w:rsidR="00996D0C" w:rsidRDefault="00996D0C" w:rsidP="00996D0C">
            <w:pPr>
              <w:tabs>
                <w:tab w:val="left" w:pos="515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118"/>
              </w:tabs>
              <w:rPr>
                <w:rFonts w:cs="AL-Mohanad"/>
                <w:sz w:val="28"/>
                <w:szCs w:val="28"/>
                <w:rtl/>
              </w:rPr>
            </w:pPr>
          </w:p>
        </w:tc>
        <w:tc>
          <w:tcPr>
            <w:tcW w:w="828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77428B" w14:textId="77777777" w:rsidR="00996D0C" w:rsidRPr="00996D0C" w:rsidRDefault="00996D0C" w:rsidP="00996D0C">
            <w:pPr>
              <w:tabs>
                <w:tab w:val="left" w:pos="515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118"/>
              </w:tabs>
              <w:jc w:val="center"/>
              <w:rPr>
                <w:rFonts w:cs="AL-Mohanad"/>
                <w:b/>
                <w:bCs/>
                <w:sz w:val="28"/>
                <w:szCs w:val="28"/>
                <w:rtl/>
              </w:rPr>
            </w:pPr>
            <w:r w:rsidRPr="00996D0C">
              <w:rPr>
                <w:rFonts w:cs="AL-Mohanad"/>
                <w:b/>
                <w:bCs/>
                <w:sz w:val="28"/>
                <w:szCs w:val="28"/>
                <w:rtl/>
              </w:rPr>
              <w:t>الصفة</w:t>
            </w:r>
          </w:p>
        </w:tc>
        <w:tc>
          <w:tcPr>
            <w:tcW w:w="2474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40C688" w14:textId="77777777" w:rsidR="00996D0C" w:rsidRPr="00996D0C" w:rsidRDefault="00996D0C" w:rsidP="00996D0C">
            <w:pPr>
              <w:tabs>
                <w:tab w:val="left" w:pos="515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118"/>
              </w:tabs>
              <w:jc w:val="center"/>
              <w:rPr>
                <w:rFonts w:cs="AL-Mohanad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28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0D28F2" w14:textId="77777777" w:rsidR="00996D0C" w:rsidRPr="00996D0C" w:rsidRDefault="00996D0C" w:rsidP="00996D0C">
            <w:pPr>
              <w:jc w:val="center"/>
              <w:rPr>
                <w:rFonts w:cs="AL-Mohanad"/>
                <w:b/>
                <w:bCs/>
                <w:sz w:val="28"/>
                <w:szCs w:val="28"/>
              </w:rPr>
            </w:pPr>
            <w:r w:rsidRPr="00996D0C">
              <w:rPr>
                <w:rFonts w:cs="AL-Mohanad"/>
                <w:b/>
                <w:bCs/>
                <w:sz w:val="28"/>
                <w:szCs w:val="28"/>
                <w:rtl/>
              </w:rPr>
              <w:t xml:space="preserve">التوقيع </w:t>
            </w:r>
          </w:p>
        </w:tc>
        <w:tc>
          <w:tcPr>
            <w:tcW w:w="2376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18E8A814" w14:textId="77777777" w:rsidR="00996D0C" w:rsidRDefault="00996D0C" w:rsidP="00996D0C">
            <w:pPr>
              <w:tabs>
                <w:tab w:val="left" w:pos="515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118"/>
              </w:tabs>
              <w:rPr>
                <w:rFonts w:cs="AL-Mohanad"/>
                <w:sz w:val="28"/>
                <w:szCs w:val="28"/>
                <w:rtl/>
              </w:rPr>
            </w:pPr>
          </w:p>
        </w:tc>
      </w:tr>
      <w:tr w:rsidR="00996D0C" w14:paraId="5D2F85E7" w14:textId="77777777" w:rsidTr="00A31659">
        <w:trPr>
          <w:trHeight w:val="680"/>
        </w:trPr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640104" w14:textId="77777777" w:rsidR="00996D0C" w:rsidRPr="00996D0C" w:rsidRDefault="00996D0C" w:rsidP="00996D0C">
            <w:pPr>
              <w:tabs>
                <w:tab w:val="left" w:pos="515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118"/>
              </w:tabs>
              <w:jc w:val="center"/>
              <w:rPr>
                <w:rFonts w:cs="AL-Mohanad"/>
                <w:b/>
                <w:bCs/>
                <w:sz w:val="28"/>
                <w:szCs w:val="28"/>
                <w:rtl/>
              </w:rPr>
            </w:pPr>
            <w:r w:rsidRPr="00996D0C">
              <w:rPr>
                <w:rFonts w:cs="AL-Mohanad"/>
                <w:b/>
                <w:bCs/>
                <w:sz w:val="28"/>
                <w:szCs w:val="28"/>
                <w:rtl/>
              </w:rPr>
              <w:t>الاسم</w:t>
            </w:r>
          </w:p>
        </w:tc>
        <w:tc>
          <w:tcPr>
            <w:tcW w:w="257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487F6A8" w14:textId="77777777" w:rsidR="00996D0C" w:rsidRDefault="00996D0C" w:rsidP="00996D0C">
            <w:pPr>
              <w:tabs>
                <w:tab w:val="left" w:pos="515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118"/>
              </w:tabs>
              <w:rPr>
                <w:rFonts w:cs="AL-Mohanad"/>
                <w:sz w:val="28"/>
                <w:szCs w:val="28"/>
                <w:rtl/>
              </w:rPr>
            </w:pPr>
          </w:p>
        </w:tc>
        <w:tc>
          <w:tcPr>
            <w:tcW w:w="82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F0E5CC8" w14:textId="77777777" w:rsidR="00996D0C" w:rsidRPr="00996D0C" w:rsidRDefault="00996D0C" w:rsidP="00996D0C">
            <w:pPr>
              <w:tabs>
                <w:tab w:val="left" w:pos="515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118"/>
              </w:tabs>
              <w:jc w:val="center"/>
              <w:rPr>
                <w:rFonts w:cs="AL-Mohanad"/>
                <w:b/>
                <w:bCs/>
                <w:sz w:val="28"/>
                <w:szCs w:val="28"/>
                <w:rtl/>
              </w:rPr>
            </w:pPr>
            <w:r w:rsidRPr="00996D0C">
              <w:rPr>
                <w:rFonts w:cs="AL-Mohanad"/>
                <w:b/>
                <w:bCs/>
                <w:sz w:val="28"/>
                <w:szCs w:val="28"/>
                <w:rtl/>
              </w:rPr>
              <w:t>الصفة</w:t>
            </w:r>
          </w:p>
        </w:tc>
        <w:tc>
          <w:tcPr>
            <w:tcW w:w="247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50A1EA7" w14:textId="77777777" w:rsidR="00996D0C" w:rsidRPr="00996D0C" w:rsidRDefault="00996D0C" w:rsidP="00996D0C">
            <w:pPr>
              <w:tabs>
                <w:tab w:val="left" w:pos="515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118"/>
              </w:tabs>
              <w:jc w:val="center"/>
              <w:rPr>
                <w:rFonts w:cs="AL-Mohanad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2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046B6C5" w14:textId="77777777" w:rsidR="00996D0C" w:rsidRPr="00996D0C" w:rsidRDefault="00996D0C" w:rsidP="00996D0C">
            <w:pPr>
              <w:jc w:val="center"/>
              <w:rPr>
                <w:rFonts w:cs="AL-Mohanad"/>
                <w:b/>
                <w:bCs/>
                <w:sz w:val="28"/>
                <w:szCs w:val="28"/>
              </w:rPr>
            </w:pPr>
            <w:r w:rsidRPr="00996D0C">
              <w:rPr>
                <w:rFonts w:cs="AL-Mohanad"/>
                <w:b/>
                <w:bCs/>
                <w:sz w:val="28"/>
                <w:szCs w:val="28"/>
                <w:rtl/>
              </w:rPr>
              <w:t xml:space="preserve">التوقيع </w:t>
            </w:r>
          </w:p>
        </w:tc>
        <w:tc>
          <w:tcPr>
            <w:tcW w:w="2376" w:type="dxa"/>
            <w:tcBorders>
              <w:top w:val="single" w:sz="4" w:space="0" w:color="auto"/>
            </w:tcBorders>
            <w:vAlign w:val="center"/>
          </w:tcPr>
          <w:p w14:paraId="13DE960F" w14:textId="77777777" w:rsidR="00996D0C" w:rsidRDefault="00996D0C" w:rsidP="00996D0C">
            <w:pPr>
              <w:tabs>
                <w:tab w:val="left" w:pos="515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118"/>
              </w:tabs>
              <w:rPr>
                <w:rFonts w:cs="AL-Mohanad"/>
                <w:sz w:val="28"/>
                <w:szCs w:val="28"/>
                <w:rtl/>
              </w:rPr>
            </w:pPr>
          </w:p>
        </w:tc>
      </w:tr>
      <w:tr w:rsidR="00996D0C" w14:paraId="4EE02ED2" w14:textId="77777777" w:rsidTr="00A31659">
        <w:trPr>
          <w:trHeight w:val="680"/>
        </w:trPr>
        <w:tc>
          <w:tcPr>
            <w:tcW w:w="1134" w:type="dxa"/>
            <w:shd w:val="clear" w:color="auto" w:fill="auto"/>
            <w:vAlign w:val="center"/>
          </w:tcPr>
          <w:p w14:paraId="0330E190" w14:textId="77777777" w:rsidR="00996D0C" w:rsidRPr="00996D0C" w:rsidRDefault="00996D0C" w:rsidP="00996D0C">
            <w:pPr>
              <w:tabs>
                <w:tab w:val="left" w:pos="515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118"/>
              </w:tabs>
              <w:jc w:val="center"/>
              <w:rPr>
                <w:rFonts w:cs="AL-Mohanad"/>
                <w:b/>
                <w:bCs/>
                <w:sz w:val="28"/>
                <w:szCs w:val="28"/>
                <w:rtl/>
              </w:rPr>
            </w:pPr>
            <w:r w:rsidRPr="00996D0C">
              <w:rPr>
                <w:rFonts w:cs="AL-Mohanad"/>
                <w:b/>
                <w:bCs/>
                <w:sz w:val="28"/>
                <w:szCs w:val="28"/>
                <w:rtl/>
              </w:rPr>
              <w:t>الاسم</w:t>
            </w:r>
          </w:p>
        </w:tc>
        <w:tc>
          <w:tcPr>
            <w:tcW w:w="2574" w:type="dxa"/>
            <w:shd w:val="clear" w:color="auto" w:fill="auto"/>
            <w:vAlign w:val="center"/>
          </w:tcPr>
          <w:p w14:paraId="054A0158" w14:textId="77777777" w:rsidR="00996D0C" w:rsidRDefault="00996D0C" w:rsidP="00996D0C">
            <w:pPr>
              <w:tabs>
                <w:tab w:val="left" w:pos="515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118"/>
              </w:tabs>
              <w:rPr>
                <w:rFonts w:cs="AL-Mohanad"/>
                <w:sz w:val="28"/>
                <w:szCs w:val="28"/>
                <w:rtl/>
              </w:rPr>
            </w:pPr>
          </w:p>
        </w:tc>
        <w:tc>
          <w:tcPr>
            <w:tcW w:w="828" w:type="dxa"/>
            <w:shd w:val="clear" w:color="auto" w:fill="auto"/>
            <w:vAlign w:val="center"/>
          </w:tcPr>
          <w:p w14:paraId="03225103" w14:textId="77777777" w:rsidR="00996D0C" w:rsidRPr="00996D0C" w:rsidRDefault="00996D0C" w:rsidP="00996D0C">
            <w:pPr>
              <w:tabs>
                <w:tab w:val="left" w:pos="515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118"/>
              </w:tabs>
              <w:jc w:val="center"/>
              <w:rPr>
                <w:rFonts w:cs="AL-Mohanad"/>
                <w:b/>
                <w:bCs/>
                <w:sz w:val="28"/>
                <w:szCs w:val="28"/>
                <w:rtl/>
              </w:rPr>
            </w:pPr>
            <w:r w:rsidRPr="00996D0C">
              <w:rPr>
                <w:rFonts w:cs="AL-Mohanad"/>
                <w:b/>
                <w:bCs/>
                <w:sz w:val="28"/>
                <w:szCs w:val="28"/>
                <w:rtl/>
              </w:rPr>
              <w:t>الصفة</w:t>
            </w:r>
          </w:p>
        </w:tc>
        <w:tc>
          <w:tcPr>
            <w:tcW w:w="2474" w:type="dxa"/>
            <w:shd w:val="clear" w:color="auto" w:fill="auto"/>
            <w:vAlign w:val="center"/>
          </w:tcPr>
          <w:p w14:paraId="568A817F" w14:textId="77777777" w:rsidR="00996D0C" w:rsidRPr="00996D0C" w:rsidRDefault="00996D0C" w:rsidP="00996D0C">
            <w:pPr>
              <w:tabs>
                <w:tab w:val="left" w:pos="515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118"/>
              </w:tabs>
              <w:jc w:val="center"/>
              <w:rPr>
                <w:rFonts w:cs="AL-Mohanad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14:paraId="1A96D689" w14:textId="77777777" w:rsidR="00996D0C" w:rsidRPr="00996D0C" w:rsidRDefault="00996D0C" w:rsidP="00996D0C">
            <w:pPr>
              <w:jc w:val="center"/>
              <w:rPr>
                <w:rFonts w:cs="AL-Mohanad"/>
                <w:b/>
                <w:bCs/>
                <w:sz w:val="28"/>
                <w:szCs w:val="28"/>
              </w:rPr>
            </w:pPr>
            <w:r w:rsidRPr="00996D0C">
              <w:rPr>
                <w:rFonts w:cs="AL-Mohanad"/>
                <w:b/>
                <w:bCs/>
                <w:sz w:val="28"/>
                <w:szCs w:val="28"/>
                <w:rtl/>
              </w:rPr>
              <w:t xml:space="preserve">التوقيع </w:t>
            </w:r>
          </w:p>
        </w:tc>
        <w:tc>
          <w:tcPr>
            <w:tcW w:w="2376" w:type="dxa"/>
            <w:vAlign w:val="center"/>
          </w:tcPr>
          <w:p w14:paraId="27B110D9" w14:textId="77777777" w:rsidR="00996D0C" w:rsidRDefault="00996D0C" w:rsidP="00996D0C">
            <w:pPr>
              <w:tabs>
                <w:tab w:val="left" w:pos="515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118"/>
              </w:tabs>
              <w:rPr>
                <w:rFonts w:cs="AL-Mohanad"/>
                <w:sz w:val="28"/>
                <w:szCs w:val="28"/>
                <w:rtl/>
              </w:rPr>
            </w:pPr>
          </w:p>
        </w:tc>
      </w:tr>
    </w:tbl>
    <w:p w14:paraId="09710DE7" w14:textId="77777777" w:rsidR="00402F02" w:rsidRDefault="00402F02" w:rsidP="00996D0C">
      <w:pPr>
        <w:tabs>
          <w:tab w:val="left" w:pos="515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18"/>
        </w:tabs>
        <w:ind w:left="374"/>
        <w:rPr>
          <w:rFonts w:cs="AL-Mohanad"/>
          <w:sz w:val="28"/>
          <w:szCs w:val="28"/>
          <w:rtl/>
        </w:rPr>
      </w:pPr>
    </w:p>
    <w:p w14:paraId="512F01B4" w14:textId="77777777" w:rsidR="003C2673" w:rsidRPr="008A1DCE" w:rsidRDefault="003C2673" w:rsidP="005302DE">
      <w:pPr>
        <w:ind w:left="-1" w:right="-851"/>
        <w:rPr>
          <w:szCs w:val="36"/>
          <w:rtl/>
        </w:rPr>
      </w:pPr>
    </w:p>
    <w:sectPr w:rsidR="003C2673" w:rsidRPr="008A1DCE" w:rsidSect="005302D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849" w:bottom="1440" w:left="993" w:header="708" w:footer="708" w:gutter="0"/>
      <w:pgBorders w:offsetFrom="page">
        <w:top w:val="twistedLines2" w:sz="10" w:space="24" w:color="auto"/>
        <w:left w:val="twistedLines2" w:sz="10" w:space="24" w:color="auto"/>
        <w:bottom w:val="twistedLines2" w:sz="10" w:space="24" w:color="auto"/>
        <w:right w:val="twistedLines2" w:sz="10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858A5A" w14:textId="77777777" w:rsidR="00C06B38" w:rsidRDefault="00C06B38" w:rsidP="000B54C1">
      <w:r>
        <w:separator/>
      </w:r>
    </w:p>
  </w:endnote>
  <w:endnote w:type="continuationSeparator" w:id="0">
    <w:p w14:paraId="6B0A35C8" w14:textId="77777777" w:rsidR="00C06B38" w:rsidRDefault="00C06B38" w:rsidP="000B5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-Mohanad">
    <w:altName w:val="Arial"/>
    <w:charset w:val="B2"/>
    <w:family w:val="auto"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GESSTwoMedium-Medium">
    <w:altName w:val="Arial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E65A65" w14:textId="77777777" w:rsidR="006E0D08" w:rsidRDefault="006E0D0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49EEFA" w14:textId="77777777" w:rsidR="0012662B" w:rsidRPr="00726C3F" w:rsidRDefault="006E0D08" w:rsidP="00726C3F">
    <w:pPr>
      <w:pStyle w:val="Footer"/>
      <w:rPr>
        <w:sz w:val="42"/>
        <w:szCs w:val="46"/>
      </w:rPr>
    </w:pPr>
    <w:r>
      <w:rPr>
        <w:rFonts w:ascii="GESSTwoMedium-Medium" w:eastAsiaTheme="minorHAnsi" w:hAnsiTheme="minorHAnsi" w:cs="GESSTwoMedium-Medium" w:hint="cs"/>
        <w:color w:val="484848"/>
        <w:sz w:val="22"/>
        <w:szCs w:val="22"/>
        <w:rtl/>
      </w:rPr>
      <w:t xml:space="preserve">الحازمي                      </w:t>
    </w:r>
    <w:r w:rsidR="00726C3F" w:rsidRPr="00CE762A">
      <w:rPr>
        <w:rFonts w:ascii="GESSTwoMedium-Medium" w:eastAsiaTheme="minorHAnsi" w:hAnsiTheme="minorHAnsi" w:cs="GESSTwoMedium-Medium" w:hint="cs"/>
        <w:color w:val="484848"/>
        <w:sz w:val="22"/>
        <w:szCs w:val="22"/>
        <w:rtl/>
      </w:rPr>
      <w:t>الدليل</w:t>
    </w:r>
    <w:r w:rsidR="00726C3F" w:rsidRPr="00CE762A">
      <w:rPr>
        <w:rFonts w:ascii="GESSTwoMedium-Medium" w:eastAsiaTheme="minorHAnsi" w:hAnsiTheme="minorHAnsi" w:cs="GESSTwoMedium-Medium"/>
        <w:color w:val="484848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الإجرائي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لمدارس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التعليم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العام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للعام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الدراسي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1436 - 1437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 xml:space="preserve">هـ 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-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الإصدار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الثالث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2025A9" w14:textId="77777777" w:rsidR="006E0D08" w:rsidRDefault="006E0D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E6B1CE" w14:textId="77777777" w:rsidR="00C06B38" w:rsidRDefault="00C06B38" w:rsidP="000B54C1">
      <w:r>
        <w:separator/>
      </w:r>
    </w:p>
  </w:footnote>
  <w:footnote w:type="continuationSeparator" w:id="0">
    <w:p w14:paraId="46B8A678" w14:textId="77777777" w:rsidR="00C06B38" w:rsidRDefault="00C06B38" w:rsidP="000B54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C565E7" w14:textId="77777777" w:rsidR="006E0D08" w:rsidRDefault="006E0D0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bidiVisual/>
      <w:tblW w:w="10349" w:type="dxa"/>
      <w:tblInd w:w="-25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02"/>
      <w:gridCol w:w="3470"/>
      <w:gridCol w:w="3477"/>
    </w:tblGrid>
    <w:tr w:rsidR="000B54C1" w:rsidRPr="00C22210" w14:paraId="3F49336D" w14:textId="77777777" w:rsidTr="005302DE">
      <w:tc>
        <w:tcPr>
          <w:tcW w:w="3402" w:type="dxa"/>
          <w:vAlign w:val="center"/>
        </w:tcPr>
        <w:p w14:paraId="20A80BC3" w14:textId="77777777" w:rsidR="000B54C1" w:rsidRPr="00C22210" w:rsidRDefault="000B54C1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 w:rsidRPr="00B32575">
            <w:rPr>
              <w:rFonts w:cs="AL-Mohanad"/>
              <w:noProof/>
              <w:sz w:val="26"/>
              <w:szCs w:val="26"/>
            </w:rPr>
            <w:drawing>
              <wp:inline distT="0" distB="0" distL="0" distR="0" wp14:anchorId="18B2F1C4" wp14:editId="23F1B57C">
                <wp:extent cx="1295400" cy="276225"/>
                <wp:effectExtent l="0" t="0" r="0" b="0"/>
                <wp:docPr id="3" name="صورة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69D804DD" w14:textId="77777777" w:rsidR="000B54C1" w:rsidRPr="00C22210" w:rsidRDefault="0012662B" w:rsidP="0012662B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وزارة التعليم</w:t>
          </w:r>
        </w:p>
        <w:p w14:paraId="1F3F8800" w14:textId="77777777" w:rsidR="000B54C1" w:rsidRPr="00A765CF" w:rsidRDefault="000B54C1" w:rsidP="00A765CF">
          <w:pPr>
            <w:jc w:val="center"/>
            <w:rPr>
              <w:rFonts w:cs="AL-Mohanad"/>
              <w:sz w:val="22"/>
              <w:szCs w:val="22"/>
              <w:rtl/>
            </w:rPr>
          </w:pPr>
          <w:r w:rsidRPr="00A765CF">
            <w:rPr>
              <w:rFonts w:cs="AL-Mohanad"/>
              <w:sz w:val="22"/>
              <w:szCs w:val="22"/>
              <w:rtl/>
            </w:rPr>
            <w:t>الإدارة العامة للتعليم بمنطقة المدينة المنورة</w:t>
          </w:r>
        </w:p>
        <w:p w14:paraId="63512930" w14:textId="77777777" w:rsidR="00A765CF" w:rsidRPr="00C22210" w:rsidRDefault="00A765CF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>مدرسة</w:t>
          </w:r>
          <w:r w:rsidR="005302DE">
            <w:rPr>
              <w:rFonts w:cs="AL-Mohanad" w:hint="cs"/>
              <w:sz w:val="26"/>
              <w:szCs w:val="26"/>
              <w:rtl/>
            </w:rPr>
            <w:t xml:space="preserve"> </w:t>
          </w:r>
        </w:p>
      </w:tc>
      <w:tc>
        <w:tcPr>
          <w:tcW w:w="3470" w:type="dxa"/>
          <w:vAlign w:val="center"/>
        </w:tcPr>
        <w:p w14:paraId="3BA5F153" w14:textId="77777777" w:rsidR="000B54C1" w:rsidRPr="00C22210" w:rsidRDefault="008A1DCE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>
            <w:rPr>
              <w:rFonts w:cs="AL-Mohanad"/>
              <w:sz w:val="26"/>
              <w:szCs w:val="26"/>
            </w:rPr>
            <w:t xml:space="preserve"> </w:t>
          </w:r>
          <w:r w:rsidR="000B54C1" w:rsidRPr="00B32575">
            <w:rPr>
              <w:noProof/>
              <w:sz w:val="26"/>
              <w:szCs w:val="26"/>
            </w:rPr>
            <w:drawing>
              <wp:inline distT="0" distB="0" distL="0" distR="0" wp14:anchorId="0ACC2241" wp14:editId="544AC0AC">
                <wp:extent cx="1705427" cy="870857"/>
                <wp:effectExtent l="0" t="0" r="0" b="5715"/>
                <wp:docPr id="4" name="صورة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0626" cy="87351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77" w:type="dxa"/>
          <w:vAlign w:val="center"/>
        </w:tcPr>
        <w:p w14:paraId="6827E3A7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الرق</w:t>
          </w:r>
          <w:r w:rsidR="00A765CF">
            <w:rPr>
              <w:rFonts w:cs="AL-Mohanad"/>
              <w:sz w:val="26"/>
              <w:szCs w:val="26"/>
              <w:rtl/>
            </w:rPr>
            <w:t>ـــ</w:t>
          </w:r>
          <w:r w:rsidR="008A1DCE">
            <w:rPr>
              <w:rFonts w:cs="AL-Mohanad" w:hint="cs"/>
              <w:sz w:val="26"/>
              <w:szCs w:val="26"/>
              <w:rtl/>
            </w:rPr>
            <w:t>ـ</w:t>
          </w:r>
          <w:r w:rsidR="00A765CF">
            <w:rPr>
              <w:rFonts w:cs="AL-Mohanad"/>
              <w:sz w:val="26"/>
              <w:szCs w:val="26"/>
              <w:rtl/>
            </w:rPr>
            <w:t>ـ</w:t>
          </w:r>
          <w:r w:rsidR="000B54C1">
            <w:rPr>
              <w:rFonts w:cs="AL-Mohanad"/>
              <w:sz w:val="26"/>
              <w:szCs w:val="26"/>
              <w:rtl/>
            </w:rPr>
            <w:t>ـــــ</w:t>
          </w:r>
          <w:r w:rsidR="000B54C1" w:rsidRPr="00C22210">
            <w:rPr>
              <w:rFonts w:cs="AL-Mohanad"/>
              <w:sz w:val="26"/>
              <w:szCs w:val="26"/>
              <w:rtl/>
            </w:rPr>
            <w:t>م:</w:t>
          </w:r>
        </w:p>
        <w:p w14:paraId="5D556A16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الت</w:t>
          </w:r>
          <w:r w:rsidR="00A765CF">
            <w:rPr>
              <w:rFonts w:cs="AL-Mohanad"/>
              <w:sz w:val="26"/>
              <w:szCs w:val="26"/>
              <w:rtl/>
            </w:rPr>
            <w:t>ـــ</w:t>
          </w:r>
          <w:r w:rsidR="000B54C1">
            <w:rPr>
              <w:rFonts w:cs="AL-Mohanad"/>
              <w:sz w:val="26"/>
              <w:szCs w:val="26"/>
              <w:rtl/>
            </w:rPr>
            <w:t>ـ</w:t>
          </w:r>
          <w:r w:rsidR="008A1DCE">
            <w:rPr>
              <w:rFonts w:cs="AL-Mohanad" w:hint="cs"/>
              <w:sz w:val="26"/>
              <w:szCs w:val="26"/>
              <w:rtl/>
            </w:rPr>
            <w:t>ـ</w:t>
          </w:r>
          <w:r w:rsidR="000B54C1">
            <w:rPr>
              <w:rFonts w:cs="AL-Mohanad"/>
              <w:sz w:val="26"/>
              <w:szCs w:val="26"/>
              <w:rtl/>
            </w:rPr>
            <w:t>ــ</w:t>
          </w:r>
          <w:r w:rsidR="00A765CF">
            <w:rPr>
              <w:rFonts w:cs="AL-Mohanad"/>
              <w:sz w:val="26"/>
              <w:szCs w:val="26"/>
              <w:rtl/>
            </w:rPr>
            <w:t>ار</w:t>
          </w:r>
          <w:r w:rsidR="00A765CF">
            <w:rPr>
              <w:rFonts w:cs="AL-Mohanad" w:hint="cs"/>
              <w:sz w:val="26"/>
              <w:szCs w:val="26"/>
              <w:rtl/>
            </w:rPr>
            <w:t>ي</w:t>
          </w:r>
          <w:r w:rsidR="000B54C1" w:rsidRPr="00C22210">
            <w:rPr>
              <w:rFonts w:cs="AL-Mohanad"/>
              <w:sz w:val="26"/>
              <w:szCs w:val="26"/>
              <w:rtl/>
            </w:rPr>
            <w:t>خ:</w:t>
          </w:r>
        </w:p>
        <w:p w14:paraId="30D3C7D4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المشفوعات:</w:t>
          </w:r>
        </w:p>
        <w:p w14:paraId="47A5D0D4" w14:textId="77777777" w:rsidR="000B54C1" w:rsidRPr="00C22210" w:rsidRDefault="000B54C1" w:rsidP="000B54C1">
          <w:pPr>
            <w:rPr>
              <w:rFonts w:cs="AL-Mohanad"/>
              <w:sz w:val="26"/>
              <w:szCs w:val="26"/>
              <w:rtl/>
            </w:rPr>
          </w:pPr>
        </w:p>
      </w:tc>
    </w:tr>
  </w:tbl>
  <w:p w14:paraId="7646B157" w14:textId="77777777" w:rsidR="000B54C1" w:rsidRDefault="000B54C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715132" w14:textId="77777777" w:rsidR="006E0D08" w:rsidRDefault="006E0D0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5864B4"/>
    <w:multiLevelType w:val="hybridMultilevel"/>
    <w:tmpl w:val="1D280E98"/>
    <w:lvl w:ilvl="0" w:tplc="04090009">
      <w:start w:val="1"/>
      <w:numFmt w:val="bullet"/>
      <w:lvlText w:val=""/>
      <w:lvlJc w:val="left"/>
      <w:pPr>
        <w:ind w:left="900" w:hanging="5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34751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2F02"/>
    <w:rsid w:val="000168AB"/>
    <w:rsid w:val="000B54C1"/>
    <w:rsid w:val="0012662B"/>
    <w:rsid w:val="001D0A7D"/>
    <w:rsid w:val="00240FD3"/>
    <w:rsid w:val="002F57A0"/>
    <w:rsid w:val="00332D9C"/>
    <w:rsid w:val="00341DA8"/>
    <w:rsid w:val="003661E6"/>
    <w:rsid w:val="003942ED"/>
    <w:rsid w:val="003C2673"/>
    <w:rsid w:val="00402F02"/>
    <w:rsid w:val="004050BF"/>
    <w:rsid w:val="004D4A0E"/>
    <w:rsid w:val="004F62EE"/>
    <w:rsid w:val="005275B1"/>
    <w:rsid w:val="005302DE"/>
    <w:rsid w:val="00565997"/>
    <w:rsid w:val="00674CBA"/>
    <w:rsid w:val="0068143D"/>
    <w:rsid w:val="006E0A53"/>
    <w:rsid w:val="006E0D08"/>
    <w:rsid w:val="00726AB7"/>
    <w:rsid w:val="00726C3F"/>
    <w:rsid w:val="007A0ADD"/>
    <w:rsid w:val="00886A39"/>
    <w:rsid w:val="008A1DCE"/>
    <w:rsid w:val="008E6B73"/>
    <w:rsid w:val="00996D0C"/>
    <w:rsid w:val="009C0A5D"/>
    <w:rsid w:val="00A31659"/>
    <w:rsid w:val="00A345C3"/>
    <w:rsid w:val="00A765CF"/>
    <w:rsid w:val="00AB3D79"/>
    <w:rsid w:val="00C06B38"/>
    <w:rsid w:val="00C85A10"/>
    <w:rsid w:val="00D472F1"/>
    <w:rsid w:val="00E16463"/>
    <w:rsid w:val="00EB5E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6B7E21"/>
  <w15:docId w15:val="{1CFA9386-ED58-4EAB-9E00-4B201D831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54C1"/>
    <w:pPr>
      <w:bidi/>
      <w:spacing w:after="0" w:line="240" w:lineRule="auto"/>
    </w:pPr>
    <w:rPr>
      <w:rFonts w:ascii="Times New Roman" w:eastAsia="Times New Roman" w:hAnsi="Times New Roman" w:cs="Arabic Transparent"/>
      <w:sz w:val="36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54C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54C1"/>
    <w:rPr>
      <w:rFonts w:ascii="Times New Roman" w:eastAsia="Times New Roman" w:hAnsi="Times New Roman" w:cs="Arabic Transparent"/>
      <w:sz w:val="36"/>
      <w:szCs w:val="40"/>
    </w:rPr>
  </w:style>
  <w:style w:type="paragraph" w:styleId="Footer">
    <w:name w:val="footer"/>
    <w:basedOn w:val="Normal"/>
    <w:link w:val="FooterChar"/>
    <w:uiPriority w:val="99"/>
    <w:unhideWhenUsed/>
    <w:rsid w:val="000B54C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54C1"/>
    <w:rPr>
      <w:rFonts w:ascii="Times New Roman" w:eastAsia="Times New Roman" w:hAnsi="Times New Roman" w:cs="Arabic Transparent"/>
      <w:sz w:val="36"/>
      <w:szCs w:val="40"/>
    </w:rPr>
  </w:style>
  <w:style w:type="table" w:styleId="TableGrid">
    <w:name w:val="Table Grid"/>
    <w:basedOn w:val="TableNormal"/>
    <w:uiPriority w:val="99"/>
    <w:rsid w:val="000B54C1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List2-Accent6">
    <w:name w:val="Medium List 2 Accent 6"/>
    <w:basedOn w:val="TableNormal"/>
    <w:uiPriority w:val="66"/>
    <w:rsid w:val="003942ED"/>
    <w:pPr>
      <w:spacing w:after="0" w:line="240" w:lineRule="auto"/>
    </w:pPr>
    <w:rPr>
      <w:rFonts w:asciiTheme="majorHAnsi" w:eastAsiaTheme="majorEastAsia" w:hAnsiTheme="majorHAnsi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</w:rPr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3942ED"/>
    <w:pPr>
      <w:spacing w:after="0" w:line="240" w:lineRule="auto"/>
    </w:pPr>
    <w:rPr>
      <w:rFonts w:asciiTheme="majorHAnsi" w:eastAsiaTheme="majorEastAsia" w:hAnsiTheme="majorHAnsi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</w:rPr>
      <w:tblPr/>
      <w:tcPr>
        <w:tcBorders>
          <w:top w:val="single" w:sz="8" w:space="0" w:color="5B9BD5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5B9BD5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5B9BD5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5" w:themeFillTint="3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6E0A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0A5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&#1578;&#1580;&#1605;&#1610;&#1593;&#1575;&#1578;%202\&#1575;&#1604;&#1583;&#1604;&#1610;&#1604;%20&#1575;&#1604;&#1575;&#1580;&#1585;&#1575;&#1574;&#1610;\&#1575;&#1604;&#1606;&#1605;&#1575;&#1584;&#1580;%20&#1605;&#1593;&#1583;&#1604;&#1577;%20&#1576;&#1608;&#1575;&#1587;&#1591;&#1578;&#1610;\&#1606;&#1605;&#1608;&#1584;&#1580;.dotx" TargetMode="Externa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نموذج.dotx</Template>
  <TotalTime>20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فهد الحازمي</cp:lastModifiedBy>
  <cp:revision>3</cp:revision>
  <dcterms:created xsi:type="dcterms:W3CDTF">2017-04-29T11:38:00Z</dcterms:created>
  <dcterms:modified xsi:type="dcterms:W3CDTF">2025-05-16T16:30:00Z</dcterms:modified>
</cp:coreProperties>
</file>