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23CBDBF6" w14:textId="77777777" w:rsidTr="00A370A8">
        <w:tc>
          <w:tcPr>
            <w:tcW w:w="10348" w:type="dxa"/>
          </w:tcPr>
          <w:p w14:paraId="16039DDD" w14:textId="77777777" w:rsidR="005302DE" w:rsidRPr="00A370A8" w:rsidRDefault="00A370A8" w:rsidP="00A370A8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A370A8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( 56 ) </w:t>
            </w:r>
          </w:p>
        </w:tc>
      </w:tr>
      <w:tr w:rsidR="005302DE" w14:paraId="5C48E53A" w14:textId="77777777" w:rsidTr="00A370A8">
        <w:tc>
          <w:tcPr>
            <w:tcW w:w="10348" w:type="dxa"/>
          </w:tcPr>
          <w:p w14:paraId="5EC23A71" w14:textId="77777777" w:rsidR="005302DE" w:rsidRPr="00A370A8" w:rsidRDefault="00A370A8" w:rsidP="00A370A8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A370A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A370A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A370A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</w:t>
            </w:r>
            <w:r w:rsidRPr="00A370A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A370A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ت</w:t>
            </w:r>
            <w:r w:rsidRPr="00A370A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A370A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A370A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A370A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  - 0</w:t>
            </w:r>
            <w:r w:rsidRPr="00A370A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5</w:t>
            </w:r>
            <w:r w:rsidRPr="00A370A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-0</w:t>
            </w:r>
            <w:r w:rsidRPr="00A370A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4)</w:t>
            </w:r>
          </w:p>
        </w:tc>
      </w:tr>
      <w:tr w:rsidR="005302DE" w14:paraId="4AB3D2CD" w14:textId="77777777" w:rsidTr="00A370A8">
        <w:tc>
          <w:tcPr>
            <w:tcW w:w="10348" w:type="dxa"/>
          </w:tcPr>
          <w:p w14:paraId="738EDCA6" w14:textId="77777777" w:rsidR="005302DE" w:rsidRPr="00A370A8" w:rsidRDefault="00A370A8" w:rsidP="00A370A8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A370A8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كشف الغياب اليومي للطلاب في الاختبارات   </w:t>
            </w:r>
          </w:p>
        </w:tc>
      </w:tr>
    </w:tbl>
    <w:tbl>
      <w:tblPr>
        <w:bidiVisual/>
        <w:tblW w:w="0" w:type="auto"/>
        <w:tblInd w:w="2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6"/>
        <w:gridCol w:w="1885"/>
        <w:gridCol w:w="1884"/>
        <w:gridCol w:w="1885"/>
        <w:gridCol w:w="1885"/>
      </w:tblGrid>
      <w:tr w:rsidR="00A370A8" w:rsidRPr="008F2B05" w14:paraId="16E950F9" w14:textId="77777777" w:rsidTr="00577B81">
        <w:trPr>
          <w:trHeight w:hRule="exact" w:val="420"/>
        </w:trPr>
        <w:tc>
          <w:tcPr>
            <w:tcW w:w="211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FAADE1B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اليوم</w:t>
            </w:r>
          </w:p>
        </w:tc>
        <w:tc>
          <w:tcPr>
            <w:tcW w:w="188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17B7A2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188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DEC853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العام الدراسي</w:t>
            </w:r>
          </w:p>
        </w:tc>
        <w:tc>
          <w:tcPr>
            <w:tcW w:w="188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5BF4DC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الفصل الدراسي</w:t>
            </w:r>
          </w:p>
        </w:tc>
        <w:tc>
          <w:tcPr>
            <w:tcW w:w="188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71760C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الدور</w:t>
            </w:r>
          </w:p>
        </w:tc>
      </w:tr>
      <w:tr w:rsidR="00A370A8" w:rsidRPr="008F2B05" w14:paraId="45FE2D53" w14:textId="77777777" w:rsidTr="00A370A8">
        <w:trPr>
          <w:trHeight w:hRule="exact" w:val="420"/>
        </w:trPr>
        <w:tc>
          <w:tcPr>
            <w:tcW w:w="2116" w:type="dxa"/>
            <w:tcBorders>
              <w:top w:val="single" w:sz="18" w:space="0" w:color="auto"/>
              <w:bottom w:val="single" w:sz="18" w:space="0" w:color="auto"/>
            </w:tcBorders>
          </w:tcPr>
          <w:p w14:paraId="0FD4124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885" w:type="dxa"/>
            <w:tcBorders>
              <w:top w:val="single" w:sz="18" w:space="0" w:color="auto"/>
              <w:bottom w:val="single" w:sz="18" w:space="0" w:color="auto"/>
            </w:tcBorders>
          </w:tcPr>
          <w:p w14:paraId="55CE4C57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884" w:type="dxa"/>
            <w:tcBorders>
              <w:top w:val="single" w:sz="18" w:space="0" w:color="auto"/>
              <w:bottom w:val="single" w:sz="18" w:space="0" w:color="auto"/>
            </w:tcBorders>
          </w:tcPr>
          <w:p w14:paraId="66538CE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885" w:type="dxa"/>
            <w:tcBorders>
              <w:top w:val="single" w:sz="18" w:space="0" w:color="auto"/>
              <w:bottom w:val="single" w:sz="18" w:space="0" w:color="auto"/>
            </w:tcBorders>
          </w:tcPr>
          <w:p w14:paraId="2E5272CF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885" w:type="dxa"/>
            <w:tcBorders>
              <w:top w:val="single" w:sz="18" w:space="0" w:color="auto"/>
              <w:bottom w:val="single" w:sz="18" w:space="0" w:color="auto"/>
            </w:tcBorders>
          </w:tcPr>
          <w:p w14:paraId="2C0B3BB4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</w:tbl>
    <w:tbl>
      <w:tblPr>
        <w:tblpPr w:leftFromText="180" w:rightFromText="180" w:vertAnchor="text" w:horzAnchor="margin" w:tblpXSpec="center" w:tblpY="192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2709"/>
        <w:gridCol w:w="1275"/>
        <w:gridCol w:w="1050"/>
        <w:gridCol w:w="1487"/>
        <w:gridCol w:w="1418"/>
      </w:tblGrid>
      <w:tr w:rsidR="00A370A8" w:rsidRPr="008F2B05" w14:paraId="50A65BD9" w14:textId="77777777" w:rsidTr="00577B81">
        <w:trPr>
          <w:trHeight w:hRule="exact" w:val="397"/>
        </w:trPr>
        <w:tc>
          <w:tcPr>
            <w:tcW w:w="16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31DA730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الصف................</w:t>
            </w:r>
          </w:p>
        </w:tc>
        <w:tc>
          <w:tcPr>
            <w:tcW w:w="270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3A3B4B4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58362F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رقم الجلوس</w:t>
            </w:r>
          </w:p>
        </w:tc>
        <w:tc>
          <w:tcPr>
            <w:tcW w:w="105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2365E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الفترة</w:t>
            </w:r>
          </w:p>
        </w:tc>
        <w:tc>
          <w:tcPr>
            <w:tcW w:w="14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A09AEB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المادة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08104E9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A370A8" w:rsidRPr="008F2B05" w14:paraId="41EDA719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91E81AE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المسجلين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261AEA0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1-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</w:tcPr>
          <w:p w14:paraId="387515BB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</w:tcPr>
          <w:p w14:paraId="7ECF6618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top w:val="single" w:sz="18" w:space="0" w:color="auto"/>
              <w:bottom w:val="single" w:sz="4" w:space="0" w:color="auto"/>
            </w:tcBorders>
          </w:tcPr>
          <w:p w14:paraId="758CABA3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</w:tcPr>
          <w:p w14:paraId="30A19569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4EECC061" w14:textId="77777777" w:rsidTr="00577B81">
        <w:trPr>
          <w:trHeight w:hRule="exact" w:val="397"/>
        </w:trPr>
        <w:tc>
          <w:tcPr>
            <w:tcW w:w="1646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5304EA3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18" w:space="0" w:color="auto"/>
            </w:tcBorders>
          </w:tcPr>
          <w:p w14:paraId="394593E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2-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D484389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</w:tcPr>
          <w:p w14:paraId="1853BC35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14:paraId="5F680422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473861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56B875DA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6B9D2BC4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الغائبين</w:t>
            </w: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07A4F8F0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3-</w:t>
            </w:r>
          </w:p>
        </w:tc>
        <w:tc>
          <w:tcPr>
            <w:tcW w:w="1275" w:type="dxa"/>
          </w:tcPr>
          <w:p w14:paraId="5EEED70B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0BBCA242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5EA9689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241F1013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4C843196" w14:textId="77777777" w:rsidTr="00577B81">
        <w:trPr>
          <w:trHeight w:hRule="exact" w:val="397"/>
        </w:trPr>
        <w:tc>
          <w:tcPr>
            <w:tcW w:w="164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8E1AF0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left w:val="single" w:sz="18" w:space="0" w:color="auto"/>
              <w:bottom w:val="single" w:sz="18" w:space="0" w:color="auto"/>
            </w:tcBorders>
          </w:tcPr>
          <w:p w14:paraId="4FAC54D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4-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21405683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</w:tcPr>
          <w:p w14:paraId="3C43AA38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bottom w:val="single" w:sz="18" w:space="0" w:color="auto"/>
            </w:tcBorders>
          </w:tcPr>
          <w:p w14:paraId="0AE5FCE4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34236270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77E5448A" w14:textId="77777777" w:rsidTr="00577B81">
        <w:trPr>
          <w:trHeight w:hRule="exact" w:val="397"/>
        </w:trPr>
        <w:tc>
          <w:tcPr>
            <w:tcW w:w="16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66F2B9A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الصف................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E859D5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9CB24A1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رقم الجلوس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493631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الفترة</w:t>
            </w:r>
          </w:p>
        </w:tc>
        <w:tc>
          <w:tcPr>
            <w:tcW w:w="14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B0B975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المادة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C7BE88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A370A8" w:rsidRPr="008F2B05" w14:paraId="1CDF3701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18359DF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المسجلين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</w:tcBorders>
          </w:tcPr>
          <w:p w14:paraId="171B7DA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1-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14:paraId="14B1427F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top w:val="single" w:sz="18" w:space="0" w:color="auto"/>
            </w:tcBorders>
          </w:tcPr>
          <w:p w14:paraId="6F50C425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top w:val="single" w:sz="18" w:space="0" w:color="auto"/>
            </w:tcBorders>
          </w:tcPr>
          <w:p w14:paraId="0881C09F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74C74CE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5C6CC2BB" w14:textId="77777777" w:rsidTr="00577B81">
        <w:trPr>
          <w:trHeight w:hRule="exact" w:val="397"/>
        </w:trPr>
        <w:tc>
          <w:tcPr>
            <w:tcW w:w="1646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A4DF49C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5BADD6F1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2-</w:t>
            </w:r>
          </w:p>
        </w:tc>
        <w:tc>
          <w:tcPr>
            <w:tcW w:w="1275" w:type="dxa"/>
          </w:tcPr>
          <w:p w14:paraId="371BC653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3F9431C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334647A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2A38B461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3CBE8082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53776370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الغائبين</w:t>
            </w: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262EA1E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3-</w:t>
            </w:r>
          </w:p>
        </w:tc>
        <w:tc>
          <w:tcPr>
            <w:tcW w:w="1275" w:type="dxa"/>
          </w:tcPr>
          <w:p w14:paraId="6606933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254B16A0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4CAFC9F2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0EE3303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05A3EB49" w14:textId="77777777" w:rsidTr="00577B81">
        <w:trPr>
          <w:trHeight w:hRule="exact" w:val="397"/>
        </w:trPr>
        <w:tc>
          <w:tcPr>
            <w:tcW w:w="164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354C7BA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left w:val="single" w:sz="18" w:space="0" w:color="auto"/>
              <w:bottom w:val="single" w:sz="18" w:space="0" w:color="auto"/>
            </w:tcBorders>
          </w:tcPr>
          <w:p w14:paraId="167F15DF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4-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2476C3AF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</w:tcPr>
          <w:p w14:paraId="7B3DE8D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bottom w:val="single" w:sz="18" w:space="0" w:color="auto"/>
            </w:tcBorders>
          </w:tcPr>
          <w:p w14:paraId="111A58E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3AD12C79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11E355B9" w14:textId="77777777" w:rsidTr="00577B81">
        <w:trPr>
          <w:trHeight w:hRule="exact" w:val="397"/>
        </w:trPr>
        <w:tc>
          <w:tcPr>
            <w:tcW w:w="16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861460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</w:rPr>
            </w:pPr>
            <w:r w:rsidRPr="00A370A8">
              <w:rPr>
                <w:rFonts w:cs="AL-Mohanad" w:hint="cs"/>
                <w:sz w:val="22"/>
                <w:szCs w:val="22"/>
                <w:rtl/>
              </w:rPr>
              <w:t>الصف................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C8A44E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25420E0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رقم الجلوس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07DF15D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الفترة</w:t>
            </w:r>
          </w:p>
        </w:tc>
        <w:tc>
          <w:tcPr>
            <w:tcW w:w="14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AA15B45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المادة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B3741C6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A370A8" w:rsidRPr="008F2B05" w14:paraId="3587C64D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95C595F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المسجلين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</w:tcBorders>
          </w:tcPr>
          <w:p w14:paraId="46DD7012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1-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14:paraId="38214538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top w:val="single" w:sz="18" w:space="0" w:color="auto"/>
            </w:tcBorders>
          </w:tcPr>
          <w:p w14:paraId="6F6957A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top w:val="single" w:sz="18" w:space="0" w:color="auto"/>
            </w:tcBorders>
          </w:tcPr>
          <w:p w14:paraId="37546122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3B1F297F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07ED919C" w14:textId="77777777" w:rsidTr="00577B81">
        <w:trPr>
          <w:trHeight w:hRule="exact" w:val="397"/>
        </w:trPr>
        <w:tc>
          <w:tcPr>
            <w:tcW w:w="1646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4CF57A8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1162A02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2-</w:t>
            </w:r>
          </w:p>
        </w:tc>
        <w:tc>
          <w:tcPr>
            <w:tcW w:w="1275" w:type="dxa"/>
          </w:tcPr>
          <w:p w14:paraId="0FA69CA9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05D4C47B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4E82684B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7BE7D544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3B49C9E6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3FF7C38C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الغائبين</w:t>
            </w: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1F159C57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3-</w:t>
            </w:r>
          </w:p>
        </w:tc>
        <w:tc>
          <w:tcPr>
            <w:tcW w:w="1275" w:type="dxa"/>
          </w:tcPr>
          <w:p w14:paraId="1B1B7E37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08C5B7D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242A3488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022E0A32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4D46E256" w14:textId="77777777" w:rsidTr="00577B81">
        <w:trPr>
          <w:trHeight w:hRule="exact" w:val="397"/>
        </w:trPr>
        <w:tc>
          <w:tcPr>
            <w:tcW w:w="164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8D35D11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left w:val="single" w:sz="18" w:space="0" w:color="auto"/>
              <w:bottom w:val="single" w:sz="18" w:space="0" w:color="auto"/>
            </w:tcBorders>
          </w:tcPr>
          <w:p w14:paraId="7FA61DD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4-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22D43BB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</w:tcPr>
          <w:p w14:paraId="4304B221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bottom w:val="single" w:sz="18" w:space="0" w:color="auto"/>
            </w:tcBorders>
          </w:tcPr>
          <w:p w14:paraId="2632681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76D10F5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41DE1280" w14:textId="77777777" w:rsidTr="00577B81">
        <w:trPr>
          <w:trHeight w:hRule="exact" w:val="397"/>
        </w:trPr>
        <w:tc>
          <w:tcPr>
            <w:tcW w:w="16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365D3C9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</w:rPr>
            </w:pPr>
            <w:r w:rsidRPr="00A370A8">
              <w:rPr>
                <w:rFonts w:cs="AL-Mohanad" w:hint="cs"/>
                <w:sz w:val="22"/>
                <w:szCs w:val="22"/>
                <w:rtl/>
              </w:rPr>
              <w:t>الصف................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7A97FD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E25BA2C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رقم الجلوس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8640E17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الفترة</w:t>
            </w:r>
          </w:p>
        </w:tc>
        <w:tc>
          <w:tcPr>
            <w:tcW w:w="14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17D559B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المادة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49FF90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A370A8" w:rsidRPr="008F2B05" w14:paraId="68AD9E97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F789482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المسجلين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</w:tcBorders>
          </w:tcPr>
          <w:p w14:paraId="4FE64187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1-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14:paraId="4F6CAD1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top w:val="single" w:sz="18" w:space="0" w:color="auto"/>
            </w:tcBorders>
          </w:tcPr>
          <w:p w14:paraId="1739050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top w:val="single" w:sz="18" w:space="0" w:color="auto"/>
            </w:tcBorders>
          </w:tcPr>
          <w:p w14:paraId="01839852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3077380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7010412A" w14:textId="77777777" w:rsidTr="00577B81">
        <w:trPr>
          <w:trHeight w:hRule="exact" w:val="397"/>
        </w:trPr>
        <w:tc>
          <w:tcPr>
            <w:tcW w:w="1646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7A9ECB8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7CEB398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2-</w:t>
            </w:r>
          </w:p>
        </w:tc>
        <w:tc>
          <w:tcPr>
            <w:tcW w:w="1275" w:type="dxa"/>
          </w:tcPr>
          <w:p w14:paraId="670B5625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38F4C2C0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20E01C83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50B2A27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735BE4DA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3AA0EB75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الغائبين</w:t>
            </w: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4A75C371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3-</w:t>
            </w:r>
          </w:p>
        </w:tc>
        <w:tc>
          <w:tcPr>
            <w:tcW w:w="1275" w:type="dxa"/>
          </w:tcPr>
          <w:p w14:paraId="22D79B0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4462E7E8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21678800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1BD91DE0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4830F896" w14:textId="77777777" w:rsidTr="00577B81">
        <w:trPr>
          <w:trHeight w:hRule="exact" w:val="397"/>
        </w:trPr>
        <w:tc>
          <w:tcPr>
            <w:tcW w:w="164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7676E2A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left w:val="single" w:sz="18" w:space="0" w:color="auto"/>
              <w:bottom w:val="single" w:sz="18" w:space="0" w:color="auto"/>
            </w:tcBorders>
          </w:tcPr>
          <w:p w14:paraId="45FA1B8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4-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26FF9EFB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</w:tcPr>
          <w:p w14:paraId="3782C3D9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bottom w:val="single" w:sz="18" w:space="0" w:color="auto"/>
            </w:tcBorders>
          </w:tcPr>
          <w:p w14:paraId="2EA02C4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51D08952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6B47D23B" w14:textId="77777777" w:rsidTr="00577B81">
        <w:trPr>
          <w:trHeight w:hRule="exact" w:val="397"/>
        </w:trPr>
        <w:tc>
          <w:tcPr>
            <w:tcW w:w="16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BD7E9E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</w:rPr>
            </w:pPr>
            <w:r w:rsidRPr="00A370A8">
              <w:rPr>
                <w:rFonts w:cs="AL-Mohanad" w:hint="cs"/>
                <w:sz w:val="22"/>
                <w:szCs w:val="22"/>
                <w:rtl/>
              </w:rPr>
              <w:t>الصف................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AF2B00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C1149EE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رقم الجلوس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4E32BC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الفترة</w:t>
            </w:r>
          </w:p>
        </w:tc>
        <w:tc>
          <w:tcPr>
            <w:tcW w:w="14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8FD3920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المادة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58570DF" w14:textId="77777777" w:rsidR="00A370A8" w:rsidRDefault="00A370A8" w:rsidP="004A465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A370A8" w:rsidRPr="008F2B05" w14:paraId="3C1C76D1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D591C9E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المسجلين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</w:tcBorders>
          </w:tcPr>
          <w:p w14:paraId="1EABA48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1-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14:paraId="39D4962E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  <w:tcBorders>
              <w:top w:val="single" w:sz="18" w:space="0" w:color="auto"/>
            </w:tcBorders>
          </w:tcPr>
          <w:p w14:paraId="2B923E33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  <w:tcBorders>
              <w:top w:val="single" w:sz="18" w:space="0" w:color="auto"/>
            </w:tcBorders>
          </w:tcPr>
          <w:p w14:paraId="2468FC0D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6A9A4A2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28399DCE" w14:textId="77777777" w:rsidTr="00577B81">
        <w:trPr>
          <w:trHeight w:hRule="exact" w:val="397"/>
        </w:trPr>
        <w:tc>
          <w:tcPr>
            <w:tcW w:w="1646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B06FAEE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45D54F7B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2-</w:t>
            </w:r>
          </w:p>
        </w:tc>
        <w:tc>
          <w:tcPr>
            <w:tcW w:w="1275" w:type="dxa"/>
          </w:tcPr>
          <w:p w14:paraId="2357056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5C778447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701A90A6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462C2FF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496AAD99" w14:textId="77777777" w:rsidTr="00577B81">
        <w:trPr>
          <w:trHeight w:hRule="exact" w:val="397"/>
        </w:trPr>
        <w:tc>
          <w:tcPr>
            <w:tcW w:w="1646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4567B7B6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A370A8">
              <w:rPr>
                <w:rFonts w:cs="AL-Mohanad"/>
                <w:sz w:val="22"/>
                <w:szCs w:val="22"/>
                <w:rtl/>
              </w:rPr>
              <w:t>عدد الغائبين</w:t>
            </w: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36FF8CB9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3-</w:t>
            </w:r>
          </w:p>
        </w:tc>
        <w:tc>
          <w:tcPr>
            <w:tcW w:w="1275" w:type="dxa"/>
          </w:tcPr>
          <w:p w14:paraId="04C65340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47748103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5B8623D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441A8B9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A370A8" w:rsidRPr="008F2B05" w14:paraId="6CB46B60" w14:textId="77777777" w:rsidTr="00577B81">
        <w:trPr>
          <w:trHeight w:hRule="exact" w:val="397"/>
        </w:trPr>
        <w:tc>
          <w:tcPr>
            <w:tcW w:w="164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929CD4" w14:textId="77777777" w:rsidR="00A370A8" w:rsidRPr="00A370A8" w:rsidRDefault="00A370A8" w:rsidP="00A370A8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709" w:type="dxa"/>
            <w:tcBorders>
              <w:left w:val="single" w:sz="18" w:space="0" w:color="auto"/>
            </w:tcBorders>
          </w:tcPr>
          <w:p w14:paraId="3F97271D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F2B05">
              <w:rPr>
                <w:rFonts w:cs="AL-Mohanad"/>
                <w:b/>
                <w:bCs/>
                <w:sz w:val="22"/>
                <w:szCs w:val="22"/>
                <w:rtl/>
              </w:rPr>
              <w:t>4-</w:t>
            </w:r>
          </w:p>
        </w:tc>
        <w:tc>
          <w:tcPr>
            <w:tcW w:w="1275" w:type="dxa"/>
          </w:tcPr>
          <w:p w14:paraId="24C462EC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1D13B3FB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87" w:type="dxa"/>
          </w:tcPr>
          <w:p w14:paraId="17EC5929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14:paraId="61253D7A" w14:textId="77777777" w:rsidR="00A370A8" w:rsidRPr="008F2B05" w:rsidRDefault="00A370A8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</w:tbl>
    <w:p w14:paraId="60883DF4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B8B0A" w14:textId="77777777" w:rsidR="004E7C27" w:rsidRDefault="004E7C27" w:rsidP="000B54C1">
      <w:r>
        <w:separator/>
      </w:r>
    </w:p>
  </w:endnote>
  <w:endnote w:type="continuationSeparator" w:id="0">
    <w:p w14:paraId="0E2D6AC9" w14:textId="77777777" w:rsidR="004E7C27" w:rsidRDefault="004E7C27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F71CF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B0719" w14:textId="77777777" w:rsidR="004E7C27" w:rsidRDefault="004E7C27" w:rsidP="000B54C1">
      <w:r>
        <w:separator/>
      </w:r>
    </w:p>
  </w:footnote>
  <w:footnote w:type="continuationSeparator" w:id="0">
    <w:p w14:paraId="075EE64C" w14:textId="77777777" w:rsidR="004E7C27" w:rsidRDefault="004E7C27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46E38F96" w14:textId="77777777" w:rsidTr="005302DE">
      <w:tc>
        <w:tcPr>
          <w:tcW w:w="3402" w:type="dxa"/>
          <w:vAlign w:val="center"/>
        </w:tcPr>
        <w:p w14:paraId="512FBB0E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B8E5AFA" wp14:editId="5F44F58C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F27D723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26752565" w14:textId="68C899B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577B81">
            <w:rPr>
              <w:rFonts w:cs="AL-Mohanad" w:hint="cs"/>
              <w:sz w:val="22"/>
              <w:szCs w:val="22"/>
              <w:rtl/>
            </w:rPr>
            <w:t>.........</w:t>
          </w:r>
        </w:p>
        <w:p w14:paraId="772858B3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61DFB007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738CD5B2" wp14:editId="7CEF05B2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5D70F70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1C286E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2EBD922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99C93EC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230858F1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58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0A8"/>
    <w:rsid w:val="000168AB"/>
    <w:rsid w:val="000417CD"/>
    <w:rsid w:val="000B54C1"/>
    <w:rsid w:val="0012662B"/>
    <w:rsid w:val="001D0A7D"/>
    <w:rsid w:val="001D57AF"/>
    <w:rsid w:val="002F57A0"/>
    <w:rsid w:val="00332D9C"/>
    <w:rsid w:val="00341DA8"/>
    <w:rsid w:val="003942ED"/>
    <w:rsid w:val="003C2673"/>
    <w:rsid w:val="004050BF"/>
    <w:rsid w:val="004D4A0E"/>
    <w:rsid w:val="004E7C27"/>
    <w:rsid w:val="004F62EE"/>
    <w:rsid w:val="005275B1"/>
    <w:rsid w:val="005302DE"/>
    <w:rsid w:val="00565997"/>
    <w:rsid w:val="0057349D"/>
    <w:rsid w:val="00577B81"/>
    <w:rsid w:val="005D3634"/>
    <w:rsid w:val="00674CBA"/>
    <w:rsid w:val="0068143D"/>
    <w:rsid w:val="006E0A53"/>
    <w:rsid w:val="006E0D08"/>
    <w:rsid w:val="00726AB7"/>
    <w:rsid w:val="00726C3F"/>
    <w:rsid w:val="007A0ADD"/>
    <w:rsid w:val="00886A39"/>
    <w:rsid w:val="008A1DCE"/>
    <w:rsid w:val="008E6B73"/>
    <w:rsid w:val="009C0A5D"/>
    <w:rsid w:val="00A345C3"/>
    <w:rsid w:val="00A370A8"/>
    <w:rsid w:val="00A765CF"/>
    <w:rsid w:val="00C85A10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FFFEA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2017-04-29T14:54:00Z</dcterms:created>
  <dcterms:modified xsi:type="dcterms:W3CDTF">2025-05-16T16:07:00Z</dcterms:modified>
</cp:coreProperties>
</file>