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1F5DFFAB" w14:textId="77777777" w:rsidTr="007D61BA">
        <w:tc>
          <w:tcPr>
            <w:tcW w:w="10348" w:type="dxa"/>
          </w:tcPr>
          <w:p w14:paraId="509C8318" w14:textId="77777777" w:rsidR="005302DE" w:rsidRPr="007D61BA" w:rsidRDefault="007D61BA" w:rsidP="007D61BA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7D61BA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( 57 ) </w:t>
            </w:r>
          </w:p>
        </w:tc>
      </w:tr>
      <w:tr w:rsidR="005302DE" w14:paraId="741B0795" w14:textId="77777777" w:rsidTr="007D61BA">
        <w:tc>
          <w:tcPr>
            <w:tcW w:w="10348" w:type="dxa"/>
          </w:tcPr>
          <w:p w14:paraId="742615B0" w14:textId="77777777" w:rsidR="005302DE" w:rsidRPr="007D61BA" w:rsidRDefault="007D61BA" w:rsidP="007D61BA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7D61B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7D61B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7D61B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</w:t>
            </w:r>
            <w:r w:rsidRPr="007D61B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7D61B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ت</w:t>
            </w:r>
            <w:r w:rsidRPr="007D61B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7D61B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7D61B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7D61B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ن  - 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05</w:t>
            </w:r>
            <w:r w:rsidRPr="007D61B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05</w:t>
            </w:r>
            <w:r w:rsidRPr="007D61B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086678B0" w14:textId="77777777" w:rsidTr="007D61BA">
        <w:tc>
          <w:tcPr>
            <w:tcW w:w="10348" w:type="dxa"/>
          </w:tcPr>
          <w:p w14:paraId="4BFEC8B4" w14:textId="77777777" w:rsidR="005302DE" w:rsidRPr="007D61BA" w:rsidRDefault="007D61BA" w:rsidP="007D61BA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7D61BA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كشف تسليم أوراق الإجابة   </w:t>
            </w:r>
          </w:p>
        </w:tc>
      </w:tr>
    </w:tbl>
    <w:p w14:paraId="5E309C80" w14:textId="6E87B927" w:rsidR="007D61BA" w:rsidRPr="00EF0DC2" w:rsidRDefault="007D61BA" w:rsidP="007D61BA">
      <w:pPr>
        <w:tabs>
          <w:tab w:val="left" w:pos="1213"/>
        </w:tabs>
        <w:spacing w:line="360" w:lineRule="auto"/>
        <w:jc w:val="center"/>
        <w:rPr>
          <w:rFonts w:cs="AL-Mohanad"/>
          <w:b/>
          <w:bCs/>
          <w:sz w:val="28"/>
          <w:szCs w:val="26"/>
          <w:rtl/>
        </w:rPr>
      </w:pPr>
      <w:r>
        <w:rPr>
          <w:rFonts w:cs="AL-Mohanad"/>
          <w:b/>
          <w:bCs/>
          <w:sz w:val="28"/>
          <w:szCs w:val="26"/>
          <w:rtl/>
        </w:rPr>
        <w:t xml:space="preserve">الأسبوع </w:t>
      </w:r>
      <w:r>
        <w:rPr>
          <w:rFonts w:cs="AL-Mohanad" w:hint="cs"/>
          <w:b/>
          <w:bCs/>
          <w:sz w:val="28"/>
          <w:szCs w:val="26"/>
          <w:rtl/>
        </w:rPr>
        <w:t xml:space="preserve"> </w:t>
      </w:r>
      <w:r w:rsidR="002C651F">
        <w:rPr>
          <w:rFonts w:cs="AL-Mohanad" w:hint="cs"/>
          <w:b/>
          <w:bCs/>
          <w:sz w:val="28"/>
          <w:szCs w:val="26"/>
          <w:rtl/>
        </w:rPr>
        <w:t xml:space="preserve">(         ) </w:t>
      </w:r>
      <w:r>
        <w:rPr>
          <w:rFonts w:cs="AL-Mohanad" w:hint="cs"/>
          <w:b/>
          <w:bCs/>
          <w:sz w:val="28"/>
          <w:szCs w:val="26"/>
          <w:rtl/>
        </w:rPr>
        <w:t xml:space="preserve">  </w:t>
      </w:r>
      <w:r w:rsidRPr="00EF0DC2">
        <w:rPr>
          <w:rFonts w:cs="AL-Mohanad"/>
          <w:b/>
          <w:bCs/>
          <w:sz w:val="28"/>
          <w:szCs w:val="26"/>
          <w:rtl/>
        </w:rPr>
        <w:t xml:space="preserve">من الفترة إلى      </w:t>
      </w:r>
      <w:r>
        <w:rPr>
          <w:rFonts w:cs="AL-Mohanad" w:hint="cs"/>
          <w:sz w:val="28"/>
          <w:szCs w:val="26"/>
          <w:rtl/>
        </w:rPr>
        <w:t xml:space="preserve">     /     /</w:t>
      </w:r>
      <w:r w:rsidRPr="00EF0DC2">
        <w:rPr>
          <w:rFonts w:cs="AL-Mohanad"/>
          <w:b/>
          <w:bCs/>
          <w:sz w:val="28"/>
          <w:szCs w:val="26"/>
          <w:rtl/>
        </w:rPr>
        <w:t xml:space="preserve">     14هـ</w:t>
      </w:r>
    </w:p>
    <w:tbl>
      <w:tblPr>
        <w:tblpPr w:leftFromText="180" w:rightFromText="180" w:vertAnchor="text" w:horzAnchor="margin" w:tblpXSpec="center" w:tblpY="246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595"/>
        <w:gridCol w:w="2137"/>
        <w:gridCol w:w="694"/>
        <w:gridCol w:w="732"/>
        <w:gridCol w:w="769"/>
        <w:gridCol w:w="770"/>
        <w:gridCol w:w="675"/>
        <w:gridCol w:w="675"/>
        <w:gridCol w:w="745"/>
        <w:gridCol w:w="747"/>
        <w:gridCol w:w="754"/>
        <w:gridCol w:w="756"/>
      </w:tblGrid>
      <w:tr w:rsidR="007D61BA" w:rsidRPr="00EF0DC2" w14:paraId="3F8F178F" w14:textId="77777777" w:rsidTr="002C651F">
        <w:trPr>
          <w:trHeight w:hRule="exact" w:val="442"/>
          <w:tblHeader/>
        </w:trPr>
        <w:tc>
          <w:tcPr>
            <w:tcW w:w="595" w:type="dxa"/>
            <w:vMerge w:val="restart"/>
            <w:shd w:val="clear" w:color="auto" w:fill="FFFFFF" w:themeFill="background1"/>
            <w:vAlign w:val="center"/>
          </w:tcPr>
          <w:p w14:paraId="09F0CCE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EF0DC2">
              <w:rPr>
                <w:rFonts w:cs="AL-Mohanad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213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5F214D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EF0DC2">
              <w:rPr>
                <w:rFonts w:cs="AL-Mohanad"/>
                <w:b/>
                <w:bCs/>
                <w:sz w:val="32"/>
                <w:szCs w:val="32"/>
                <w:rtl/>
              </w:rPr>
              <w:t>الاسم</w:t>
            </w:r>
          </w:p>
        </w:tc>
        <w:tc>
          <w:tcPr>
            <w:tcW w:w="1426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3170C5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EF0DC2">
              <w:rPr>
                <w:rFonts w:cs="AL-Mohanad"/>
                <w:b/>
                <w:bCs/>
                <w:sz w:val="24"/>
                <w:szCs w:val="24"/>
                <w:rtl/>
              </w:rPr>
              <w:t>الأحد</w:t>
            </w:r>
          </w:p>
        </w:tc>
        <w:tc>
          <w:tcPr>
            <w:tcW w:w="1539" w:type="dxa"/>
            <w:gridSpan w:val="2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6407BE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EF0DC2">
              <w:rPr>
                <w:rFonts w:cs="AL-Mohanad"/>
                <w:b/>
                <w:bCs/>
                <w:sz w:val="24"/>
                <w:szCs w:val="24"/>
                <w:rtl/>
              </w:rPr>
              <w:t>الاثنين</w:t>
            </w:r>
          </w:p>
        </w:tc>
        <w:tc>
          <w:tcPr>
            <w:tcW w:w="1350" w:type="dxa"/>
            <w:gridSpan w:val="2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2DD5BA0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EF0DC2">
              <w:rPr>
                <w:rFonts w:cs="AL-Mohanad"/>
                <w:b/>
                <w:bCs/>
                <w:sz w:val="24"/>
                <w:szCs w:val="24"/>
                <w:rtl/>
              </w:rPr>
              <w:t>الثلاثاء</w:t>
            </w:r>
          </w:p>
        </w:tc>
        <w:tc>
          <w:tcPr>
            <w:tcW w:w="1492" w:type="dxa"/>
            <w:gridSpan w:val="2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110F0C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EF0DC2">
              <w:rPr>
                <w:rFonts w:cs="AL-Mohanad"/>
                <w:b/>
                <w:bCs/>
                <w:sz w:val="24"/>
                <w:szCs w:val="24"/>
                <w:rtl/>
              </w:rPr>
              <w:t>الأربعاء</w:t>
            </w:r>
          </w:p>
        </w:tc>
        <w:tc>
          <w:tcPr>
            <w:tcW w:w="1510" w:type="dxa"/>
            <w:gridSpan w:val="2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1F0D7AE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EF0DC2">
              <w:rPr>
                <w:rFonts w:cs="AL-Mohanad"/>
                <w:b/>
                <w:bCs/>
                <w:sz w:val="24"/>
                <w:szCs w:val="24"/>
                <w:rtl/>
              </w:rPr>
              <w:t>الخميس</w:t>
            </w:r>
          </w:p>
        </w:tc>
      </w:tr>
      <w:tr w:rsidR="007D61BA" w:rsidRPr="00EF0DC2" w14:paraId="3D89C88E" w14:textId="77777777" w:rsidTr="002C651F">
        <w:trPr>
          <w:trHeight w:hRule="exact" w:val="442"/>
          <w:tblHeader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14:paraId="6F87B1C5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7" w:type="dxa"/>
            <w:vMerge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BBD73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3B39C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مادة 1</w:t>
            </w:r>
          </w:p>
        </w:tc>
        <w:tc>
          <w:tcPr>
            <w:tcW w:w="732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23A1D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مادة 2</w:t>
            </w: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049130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مادة 1</w:t>
            </w:r>
          </w:p>
        </w:tc>
        <w:tc>
          <w:tcPr>
            <w:tcW w:w="77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42E7B5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مادة 2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BFDB9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مادة 1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587C6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مادة 2</w:t>
            </w:r>
          </w:p>
        </w:tc>
        <w:tc>
          <w:tcPr>
            <w:tcW w:w="745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A99D5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مادة 1</w:t>
            </w:r>
          </w:p>
        </w:tc>
        <w:tc>
          <w:tcPr>
            <w:tcW w:w="747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05DA3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مادة 2</w:t>
            </w:r>
          </w:p>
        </w:tc>
        <w:tc>
          <w:tcPr>
            <w:tcW w:w="754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92228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مادة 1</w:t>
            </w:r>
          </w:p>
        </w:tc>
        <w:tc>
          <w:tcPr>
            <w:tcW w:w="756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42D8F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مادة 2</w:t>
            </w:r>
          </w:p>
        </w:tc>
      </w:tr>
      <w:tr w:rsidR="007D61BA" w:rsidRPr="00EF0DC2" w14:paraId="03796BA8" w14:textId="77777777" w:rsidTr="002C651F">
        <w:trPr>
          <w:trHeight w:hRule="exact" w:val="442"/>
          <w:tblHeader/>
        </w:trPr>
        <w:tc>
          <w:tcPr>
            <w:tcW w:w="595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9DFC71A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8E6104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D0B59D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التوقيع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7829C7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التوقيع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8B8873F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التوقيع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A2960D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التوقيع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073FF1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التوقيع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D0E65B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التوقيع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C61965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التوقيع</w:t>
            </w:r>
          </w:p>
        </w:tc>
        <w:tc>
          <w:tcPr>
            <w:tcW w:w="747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6D08408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التوقيع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866023E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التوقيع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C70EE7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EF0DC2">
              <w:rPr>
                <w:rFonts w:cs="AL-Mohanad"/>
                <w:b/>
                <w:bCs/>
                <w:sz w:val="20"/>
                <w:szCs w:val="20"/>
                <w:rtl/>
              </w:rPr>
              <w:t>التوقيع</w:t>
            </w:r>
          </w:p>
        </w:tc>
      </w:tr>
      <w:tr w:rsidR="007D61BA" w:rsidRPr="00EF0DC2" w14:paraId="0BABADF2" w14:textId="77777777" w:rsidTr="002C651F">
        <w:trPr>
          <w:trHeight w:hRule="exact" w:val="468"/>
          <w:tblHeader/>
        </w:trPr>
        <w:tc>
          <w:tcPr>
            <w:tcW w:w="595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23BB6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9D8970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2623F6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3E4DF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42B08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7B5880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FF137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99DA7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5E460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B1ECC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D5BE3A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EF7D6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5101128E" w14:textId="77777777" w:rsidTr="002C651F">
        <w:trPr>
          <w:trHeight w:hRule="exact" w:val="468"/>
          <w:tblHeader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43CCD6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BA0632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30973C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AAE57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31059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AAFDD6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CD7BC8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112667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F1057E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E6CAA2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C7C1C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F60D610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7DA83E69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3131BD4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C36677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E2D106F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11DC4CFE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4B82578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6263E8A5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2DE0FAA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2AFCA40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392E2FD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3BEEDA0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552FD10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2671FA9E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445E1A12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3A6F392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EF91E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CBD793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2BDF8666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3933CDF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137197E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07DD7FF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5782002A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314D2D4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78CE53A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1E6C3896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38C3A35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48605B4B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691AF9B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AEB68EE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4253ED0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63E78EE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4562DA0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7C527C9A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03832625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595B193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16E2CFD6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164C0675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7DA0757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0FC6601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46D54BCB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339B3466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435F2F6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4B6B345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700800C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7E11F02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11364AA8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6ADABDB6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64ACCF2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5494C61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6A804AE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56C664FF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141D65C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7203DEA0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7FC98AC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1DED56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CAEB9A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2614E34F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0A61048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46F8473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3DD04F4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7B7E829A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3F653B0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2996DA75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1B477C98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20838EA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2E0A156A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1980910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44922A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4C2F10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35A47DE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027F6FF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6DF66D0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21C0B44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78CFF9F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5DB4E566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7FD1594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1D5B408E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50C844F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584A68D3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53E4560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9C43DA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87F037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3BB4E28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2563C125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7EF5695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27D6A0E5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6FE741E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15D7935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0A3CE77F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5D89BA0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07B2253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54C213DB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39A4492F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E98647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752311E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573345A8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65041E3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6A08ECB0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736D16A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3B0B8C3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450E073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4636E95F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43A3C40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7CA4AE5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1455EFE5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34808BF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285EFD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74F3A5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257ED628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0DEA843E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78DFEB7A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4159A6E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27659276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7EB093D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5724197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1EF2926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5AE8140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37612D65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3FE0EE5F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25859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1837602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6B52F760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68E9171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5128631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156F367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668A22EA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5C6A4C1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74F6DDF5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3DADEFA6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54CF7FA8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191CA103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26173B9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45680D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598FE7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3967C11A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5C67C50E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13FF964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4F352D16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460F722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599BB8E8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46117B9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27BF2B7F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6BF4603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0E54C87F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7A59A10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8307BE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CCCF670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6E170E8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0595948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566FFB7F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21102C0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0475C9CF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35CBC5B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656BF9AE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7A567501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61D39DAC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3A5158D3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659C7106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DA8D88F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188B69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44D0E9F6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1DAC63E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7982419A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151BAE3A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61F7B585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76FB8FF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2BCF2970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45756968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44598BB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58A33817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5DC967B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29D129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EDE809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28F83657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55496964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7C5D0D9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18DF927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540341BD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1BFDCD5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72BA9E93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7C625ACB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64422570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59E89E68" w14:textId="77777777" w:rsidTr="002C651F">
        <w:trPr>
          <w:trHeight w:hRule="exact" w:val="468"/>
          <w:tblHeader/>
        </w:trPr>
        <w:tc>
          <w:tcPr>
            <w:tcW w:w="595" w:type="dxa"/>
            <w:shd w:val="clear" w:color="auto" w:fill="FFFFFF" w:themeFill="background1"/>
            <w:vAlign w:val="center"/>
          </w:tcPr>
          <w:p w14:paraId="08ABB49C" w14:textId="77777777" w:rsidR="007D61BA" w:rsidRPr="00EF0DC2" w:rsidRDefault="007D61BA" w:rsidP="007D61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213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E3C6784" w14:textId="77777777" w:rsidR="007D61BA" w:rsidRPr="00EF0DC2" w:rsidRDefault="007D61BA" w:rsidP="007D61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E5BF830" w14:textId="77777777" w:rsidR="007D61BA" w:rsidRPr="00EF0DC2" w:rsidRDefault="007D61BA" w:rsidP="007D61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194D1CFC" w14:textId="77777777" w:rsidR="007D61BA" w:rsidRPr="00EF0DC2" w:rsidRDefault="007D61BA" w:rsidP="007D61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14:paraId="3E5DB754" w14:textId="77777777" w:rsidR="007D61BA" w:rsidRPr="00EF0DC2" w:rsidRDefault="007D61BA" w:rsidP="007D61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2C4EEBCE" w14:textId="77777777" w:rsidR="007D61BA" w:rsidRPr="00EF0DC2" w:rsidRDefault="007D61BA" w:rsidP="007D61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6AB912F4" w14:textId="77777777" w:rsidR="007D61BA" w:rsidRPr="00EF0DC2" w:rsidRDefault="007D61BA" w:rsidP="007D61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14:paraId="591901AA" w14:textId="77777777" w:rsidR="007D61BA" w:rsidRPr="00EF0DC2" w:rsidRDefault="007D61BA" w:rsidP="007D61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  <w:vAlign w:val="center"/>
          </w:tcPr>
          <w:p w14:paraId="2F61CD98" w14:textId="77777777" w:rsidR="007D61BA" w:rsidRPr="00EF0DC2" w:rsidRDefault="007D61BA" w:rsidP="007D61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47" w:type="dxa"/>
            <w:shd w:val="clear" w:color="auto" w:fill="FFFFFF" w:themeFill="background1"/>
            <w:vAlign w:val="center"/>
          </w:tcPr>
          <w:p w14:paraId="56191D34" w14:textId="77777777" w:rsidR="007D61BA" w:rsidRPr="00EF0DC2" w:rsidRDefault="007D61BA" w:rsidP="007D61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1C823DB1" w14:textId="77777777" w:rsidR="007D61BA" w:rsidRPr="00EF0DC2" w:rsidRDefault="007D61BA" w:rsidP="007D61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4B85750F" w14:textId="77777777" w:rsidR="007D61BA" w:rsidRPr="00EF0DC2" w:rsidRDefault="007D61BA" w:rsidP="007D61B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</w:tbl>
    <w:p w14:paraId="4C11F371" w14:textId="77777777" w:rsidR="007D61BA" w:rsidRPr="007D61BA" w:rsidRDefault="007D61BA" w:rsidP="007D61BA">
      <w:pPr>
        <w:rPr>
          <w:sz w:val="20"/>
          <w:szCs w:val="20"/>
        </w:rPr>
      </w:pPr>
    </w:p>
    <w:p w14:paraId="67B512F6" w14:textId="77777777" w:rsidR="003C2673" w:rsidRDefault="003C2673" w:rsidP="007D61BA">
      <w:pPr>
        <w:ind w:right="-851"/>
        <w:rPr>
          <w:szCs w:val="36"/>
          <w:rtl/>
        </w:rPr>
      </w:pPr>
    </w:p>
    <w:tbl>
      <w:tblPr>
        <w:tblpPr w:leftFromText="180" w:rightFromText="180" w:vertAnchor="text" w:horzAnchor="margin" w:tblpXSpec="center" w:tblpY="246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2"/>
        <w:gridCol w:w="7316"/>
      </w:tblGrid>
      <w:tr w:rsidR="007D61BA" w:rsidRPr="00EF0DC2" w14:paraId="2145835E" w14:textId="77777777" w:rsidTr="002C651F">
        <w:trPr>
          <w:trHeight w:hRule="exact" w:val="468"/>
          <w:tblHeader/>
        </w:trPr>
        <w:tc>
          <w:tcPr>
            <w:tcW w:w="2732" w:type="dxa"/>
            <w:shd w:val="clear" w:color="auto" w:fill="FFFFFF" w:themeFill="background1"/>
            <w:vAlign w:val="center"/>
          </w:tcPr>
          <w:p w14:paraId="28A54A33" w14:textId="77777777" w:rsidR="007D61BA" w:rsidRPr="00EF0DC2" w:rsidRDefault="007D61BA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EF0DC2">
              <w:rPr>
                <w:rFonts w:cs="AL-Mohanad"/>
                <w:b/>
                <w:bCs/>
                <w:sz w:val="24"/>
                <w:szCs w:val="24"/>
                <w:rtl/>
              </w:rPr>
              <w:t>اسم الملاحظ</w:t>
            </w:r>
          </w:p>
        </w:tc>
        <w:tc>
          <w:tcPr>
            <w:tcW w:w="7316" w:type="dxa"/>
            <w:vAlign w:val="center"/>
          </w:tcPr>
          <w:p w14:paraId="681C5068" w14:textId="77777777" w:rsidR="007D61BA" w:rsidRPr="00EF0DC2" w:rsidRDefault="007D61BA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  <w:tr w:rsidR="007D61BA" w:rsidRPr="00EF0DC2" w14:paraId="11319BD9" w14:textId="77777777" w:rsidTr="002C651F">
        <w:trPr>
          <w:trHeight w:hRule="exact" w:val="468"/>
          <w:tblHeader/>
        </w:trPr>
        <w:tc>
          <w:tcPr>
            <w:tcW w:w="2732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2CD81F9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EF0DC2">
              <w:rPr>
                <w:rFonts w:cs="AL-Mohanad"/>
                <w:b/>
                <w:bCs/>
                <w:sz w:val="24"/>
                <w:szCs w:val="24"/>
                <w:rtl/>
              </w:rPr>
              <w:t>التوقيع</w:t>
            </w:r>
          </w:p>
        </w:tc>
        <w:tc>
          <w:tcPr>
            <w:tcW w:w="7316" w:type="dxa"/>
            <w:tcBorders>
              <w:bottom w:val="single" w:sz="18" w:space="0" w:color="auto"/>
            </w:tcBorders>
            <w:vAlign w:val="center"/>
          </w:tcPr>
          <w:p w14:paraId="20FFD240" w14:textId="77777777" w:rsidR="007D61BA" w:rsidRPr="00EF0DC2" w:rsidRDefault="007D61BA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4"/>
                <w:szCs w:val="24"/>
                <w:rtl/>
              </w:rPr>
            </w:pPr>
          </w:p>
        </w:tc>
      </w:tr>
    </w:tbl>
    <w:p w14:paraId="37349FF6" w14:textId="77777777" w:rsidR="007D61BA" w:rsidRPr="007D61BA" w:rsidRDefault="007D61BA" w:rsidP="007D61BA">
      <w:pPr>
        <w:ind w:right="-851"/>
        <w:rPr>
          <w:sz w:val="10"/>
          <w:szCs w:val="10"/>
          <w:rtl/>
        </w:rPr>
      </w:pPr>
    </w:p>
    <w:sectPr w:rsidR="007D61BA" w:rsidRPr="007D61BA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53685" w14:textId="77777777" w:rsidR="00FB6509" w:rsidRDefault="00FB6509" w:rsidP="000B54C1">
      <w:r>
        <w:separator/>
      </w:r>
    </w:p>
  </w:endnote>
  <w:endnote w:type="continuationSeparator" w:id="0">
    <w:p w14:paraId="688D5AC5" w14:textId="77777777" w:rsidR="00FB6509" w:rsidRDefault="00FB6509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8FFCD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1E5CE" w14:textId="77777777" w:rsidR="00FB6509" w:rsidRDefault="00FB6509" w:rsidP="000B54C1">
      <w:r>
        <w:separator/>
      </w:r>
    </w:p>
  </w:footnote>
  <w:footnote w:type="continuationSeparator" w:id="0">
    <w:p w14:paraId="457B64AB" w14:textId="77777777" w:rsidR="00FB6509" w:rsidRDefault="00FB6509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3136F4A1" w14:textId="77777777" w:rsidTr="005302DE">
      <w:tc>
        <w:tcPr>
          <w:tcW w:w="3402" w:type="dxa"/>
          <w:vAlign w:val="center"/>
        </w:tcPr>
        <w:p w14:paraId="00A04CE9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555D6C39" wp14:editId="7C0D9C59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0B32F42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528BBB1" w14:textId="7193582B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2C651F">
            <w:rPr>
              <w:rFonts w:cs="AL-Mohanad" w:hint="cs"/>
              <w:sz w:val="22"/>
              <w:szCs w:val="22"/>
              <w:rtl/>
            </w:rPr>
            <w:t>.............</w:t>
          </w:r>
        </w:p>
        <w:p w14:paraId="56B52391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7E2264F3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3133F3C6" wp14:editId="311BCD12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0887BCC3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A61295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5C7B66F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0529D758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24539E08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071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1BA"/>
    <w:rsid w:val="000168AB"/>
    <w:rsid w:val="000417CD"/>
    <w:rsid w:val="000B54C1"/>
    <w:rsid w:val="0012662B"/>
    <w:rsid w:val="001D0A7D"/>
    <w:rsid w:val="002C651F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65997"/>
    <w:rsid w:val="0057349D"/>
    <w:rsid w:val="00674CBA"/>
    <w:rsid w:val="0068143D"/>
    <w:rsid w:val="006E0A53"/>
    <w:rsid w:val="006E0D08"/>
    <w:rsid w:val="00726AB7"/>
    <w:rsid w:val="00726C3F"/>
    <w:rsid w:val="007A0ADD"/>
    <w:rsid w:val="007D61BA"/>
    <w:rsid w:val="00886A39"/>
    <w:rsid w:val="008A1DCE"/>
    <w:rsid w:val="008E6B73"/>
    <w:rsid w:val="009C0A5D"/>
    <w:rsid w:val="00A215EA"/>
    <w:rsid w:val="00A345C3"/>
    <w:rsid w:val="00A765CF"/>
    <w:rsid w:val="00C85A10"/>
    <w:rsid w:val="00D472F1"/>
    <w:rsid w:val="00EA30CF"/>
    <w:rsid w:val="00EB5EB7"/>
    <w:rsid w:val="00FB6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EA6C1D"/>
  <w15:docId w15:val="{1CFA9386-ED58-4EAB-9E00-4B201D83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9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2</cp:revision>
  <dcterms:created xsi:type="dcterms:W3CDTF">2017-04-29T15:02:00Z</dcterms:created>
  <dcterms:modified xsi:type="dcterms:W3CDTF">2025-05-16T16:35:00Z</dcterms:modified>
</cp:coreProperties>
</file>