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36785121" w14:textId="77777777" w:rsidTr="0068218B">
        <w:tc>
          <w:tcPr>
            <w:tcW w:w="10348" w:type="dxa"/>
          </w:tcPr>
          <w:p w14:paraId="05700B90" w14:textId="77777777" w:rsidR="005302DE" w:rsidRPr="0068218B" w:rsidRDefault="0068218B" w:rsidP="004C55BA">
            <w:pPr>
              <w:ind w:left="232" w:firstLine="181"/>
              <w:jc w:val="right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68218B"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نموذج رقم ( 59 ) </w:t>
            </w:r>
          </w:p>
        </w:tc>
      </w:tr>
      <w:tr w:rsidR="005302DE" w14:paraId="1B325864" w14:textId="77777777" w:rsidTr="0068218B">
        <w:tc>
          <w:tcPr>
            <w:tcW w:w="10348" w:type="dxa"/>
          </w:tcPr>
          <w:p w14:paraId="40CD3335" w14:textId="77777777" w:rsidR="005302DE" w:rsidRPr="0068218B" w:rsidRDefault="0068218B" w:rsidP="004C55BA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68218B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النموذج :</w:t>
            </w:r>
            <w:r w:rsidRPr="0068218B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(</w:t>
            </w:r>
            <w:r w:rsidRPr="0068218B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و</w:t>
            </w:r>
            <w:r w:rsidRPr="0068218B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68218B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ت</w:t>
            </w:r>
            <w:r w:rsidRPr="0068218B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68218B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ع</w:t>
            </w:r>
            <w:r w:rsidRPr="0068218B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68218B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ن  - 0</w:t>
            </w:r>
            <w:r w:rsidRPr="0068218B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5</w:t>
            </w:r>
            <w:r w:rsidRPr="0068218B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 -0</w:t>
            </w:r>
            <w:r w:rsidRPr="0068218B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7)</w:t>
            </w:r>
          </w:p>
        </w:tc>
      </w:tr>
      <w:tr w:rsidR="005302DE" w14:paraId="3DF57889" w14:textId="77777777" w:rsidTr="0068218B">
        <w:tc>
          <w:tcPr>
            <w:tcW w:w="10348" w:type="dxa"/>
          </w:tcPr>
          <w:p w14:paraId="7575A986" w14:textId="77777777" w:rsidR="005302DE" w:rsidRPr="0068218B" w:rsidRDefault="0068218B" w:rsidP="004C55BA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68218B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اسم النموذج : تعديل </w:t>
            </w:r>
            <w:r w:rsidR="008255C9">
              <w:rPr>
                <w:rFonts w:cs="PT Bold Heading" w:hint="cs"/>
                <w:b/>
                <w:bCs/>
                <w:sz w:val="30"/>
                <w:szCs w:val="30"/>
                <w:rtl/>
              </w:rPr>
              <w:t>ال</w:t>
            </w:r>
            <w:r w:rsidRPr="0068218B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درجة   </w:t>
            </w:r>
          </w:p>
        </w:tc>
      </w:tr>
    </w:tbl>
    <w:p w14:paraId="0D1DE72E" w14:textId="5AA5139E" w:rsidR="0068218B" w:rsidRPr="00F073AC" w:rsidRDefault="0068218B" w:rsidP="004C55BA">
      <w:pPr>
        <w:spacing w:line="120" w:lineRule="auto"/>
        <w:rPr>
          <w:rFonts w:cs="DecoType Naskh"/>
          <w:b/>
          <w:bCs/>
          <w:sz w:val="28"/>
          <w:szCs w:val="28"/>
          <w:rtl/>
        </w:rPr>
      </w:pPr>
      <w:r w:rsidRPr="00F073AC">
        <w:rPr>
          <w:rFonts w:cs="DecoType Naskh"/>
          <w:b/>
          <w:bCs/>
          <w:sz w:val="28"/>
          <w:szCs w:val="28"/>
          <w:rtl/>
        </w:rPr>
        <w:t xml:space="preserve">المكرم  /  </w:t>
      </w:r>
      <w:r w:rsidR="004C55BA">
        <w:rPr>
          <w:rFonts w:cs="DecoType Naskh" w:hint="cs"/>
          <w:b/>
          <w:bCs/>
          <w:sz w:val="28"/>
          <w:szCs w:val="28"/>
          <w:rtl/>
        </w:rPr>
        <w:t>مدير</w:t>
      </w:r>
      <w:r w:rsidRPr="00F073AC">
        <w:rPr>
          <w:rFonts w:cs="DecoType Naskh" w:hint="cs"/>
          <w:b/>
          <w:bCs/>
          <w:sz w:val="28"/>
          <w:szCs w:val="28"/>
          <w:rtl/>
        </w:rPr>
        <w:t xml:space="preserve"> </w:t>
      </w:r>
      <w:r w:rsidRPr="00F073AC">
        <w:rPr>
          <w:rFonts w:cs="DecoType Naskh"/>
          <w:b/>
          <w:bCs/>
          <w:sz w:val="28"/>
          <w:szCs w:val="28"/>
          <w:rtl/>
        </w:rPr>
        <w:t xml:space="preserve"> </w:t>
      </w:r>
      <w:r w:rsidR="00F073AC" w:rsidRPr="00F073AC">
        <w:rPr>
          <w:rFonts w:cs="DecoType Naskh" w:hint="cs"/>
          <w:b/>
          <w:bCs/>
          <w:sz w:val="28"/>
          <w:szCs w:val="28"/>
          <w:rtl/>
        </w:rPr>
        <w:t>ال</w:t>
      </w:r>
      <w:r w:rsidRPr="00F073AC">
        <w:rPr>
          <w:rFonts w:cs="DecoType Naskh"/>
          <w:b/>
          <w:bCs/>
          <w:sz w:val="28"/>
          <w:szCs w:val="28"/>
          <w:rtl/>
        </w:rPr>
        <w:t>مدرسة</w:t>
      </w:r>
      <w:r w:rsidR="00F073AC" w:rsidRPr="00F073AC">
        <w:rPr>
          <w:rFonts w:cs="DecoType Naskh" w:hint="cs"/>
          <w:b/>
          <w:bCs/>
          <w:sz w:val="28"/>
          <w:szCs w:val="28"/>
          <w:rtl/>
        </w:rPr>
        <w:t xml:space="preserve"> ...</w:t>
      </w:r>
      <w:r w:rsidRPr="00F073AC">
        <w:rPr>
          <w:rFonts w:cs="DecoType Naskh"/>
          <w:b/>
          <w:bCs/>
          <w:sz w:val="28"/>
          <w:szCs w:val="28"/>
          <w:rtl/>
        </w:rPr>
        <w:t xml:space="preserve">  السلام عليكم ورحمة الله وبركاته     </w:t>
      </w:r>
    </w:p>
    <w:p w14:paraId="4F3A8728" w14:textId="77777777" w:rsidR="0068218B" w:rsidRPr="00F073AC" w:rsidRDefault="0068218B" w:rsidP="004C55BA">
      <w:pPr>
        <w:spacing w:line="120" w:lineRule="auto"/>
        <w:rPr>
          <w:rFonts w:cs="DecoType Naskh"/>
          <w:b/>
          <w:bCs/>
          <w:sz w:val="28"/>
          <w:szCs w:val="28"/>
          <w:rtl/>
        </w:rPr>
      </w:pPr>
      <w:r w:rsidRPr="00F073AC">
        <w:rPr>
          <w:rFonts w:cs="DecoType Naskh"/>
          <w:b/>
          <w:bCs/>
          <w:sz w:val="28"/>
          <w:szCs w:val="28"/>
          <w:rtl/>
        </w:rPr>
        <w:t>آمل التكرم بتعديل  الدرجة / الدرجات للطلاب ال</w:t>
      </w:r>
      <w:r w:rsidR="00F073AC" w:rsidRPr="00F073AC">
        <w:rPr>
          <w:rFonts w:cs="DecoType Naskh"/>
          <w:b/>
          <w:bCs/>
          <w:sz w:val="28"/>
          <w:szCs w:val="28"/>
          <w:rtl/>
        </w:rPr>
        <w:t xml:space="preserve">تالية أسمائهم ،، مع جزيل الشكر </w:t>
      </w:r>
    </w:p>
    <w:tbl>
      <w:tblPr>
        <w:tblpPr w:leftFromText="180" w:rightFromText="180" w:vertAnchor="text" w:horzAnchor="margin" w:tblpXSpec="center" w:tblpY="281"/>
        <w:bidiVisual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7"/>
        <w:gridCol w:w="2397"/>
        <w:gridCol w:w="847"/>
        <w:gridCol w:w="1834"/>
        <w:gridCol w:w="987"/>
        <w:gridCol w:w="3250"/>
      </w:tblGrid>
      <w:tr w:rsidR="0068218B" w:rsidRPr="00D8599D" w14:paraId="3A778D45" w14:textId="77777777" w:rsidTr="004C55BA">
        <w:trPr>
          <w:trHeight w:val="509"/>
        </w:trPr>
        <w:tc>
          <w:tcPr>
            <w:tcW w:w="847" w:type="dxa"/>
            <w:shd w:val="clear" w:color="auto" w:fill="auto"/>
            <w:vAlign w:val="center"/>
          </w:tcPr>
          <w:p w14:paraId="135FF342" w14:textId="77777777" w:rsidR="0068218B" w:rsidRPr="00D8599D" w:rsidRDefault="0068218B" w:rsidP="004C55BA">
            <w:pPr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D8599D">
              <w:rPr>
                <w:rFonts w:cs="AL-Mohanad"/>
                <w:b/>
                <w:bCs/>
                <w:sz w:val="24"/>
                <w:szCs w:val="24"/>
                <w:rtl/>
              </w:rPr>
              <w:t>الاسم</w:t>
            </w:r>
          </w:p>
        </w:tc>
        <w:tc>
          <w:tcPr>
            <w:tcW w:w="2397" w:type="dxa"/>
            <w:shd w:val="clear" w:color="auto" w:fill="auto"/>
            <w:vAlign w:val="center"/>
          </w:tcPr>
          <w:p w14:paraId="6303E9C4" w14:textId="77777777" w:rsidR="0068218B" w:rsidRPr="00D8599D" w:rsidRDefault="0068218B" w:rsidP="004C55BA">
            <w:pPr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282BE649" w14:textId="77777777" w:rsidR="0068218B" w:rsidRPr="00D8599D" w:rsidRDefault="0068218B" w:rsidP="004C55BA">
            <w:pPr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D8599D">
              <w:rPr>
                <w:rFonts w:cs="AL-Mohanad"/>
                <w:b/>
                <w:bCs/>
                <w:sz w:val="24"/>
                <w:szCs w:val="24"/>
                <w:rtl/>
              </w:rPr>
              <w:t>التاريخ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372E4F71" w14:textId="77777777" w:rsidR="0068218B" w:rsidRPr="00D8599D" w:rsidRDefault="0068218B" w:rsidP="004C55BA">
            <w:pPr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D8599D">
              <w:rPr>
                <w:rFonts w:cs="AL-Mohanad"/>
                <w:b/>
                <w:bCs/>
                <w:sz w:val="24"/>
                <w:szCs w:val="24"/>
                <w:rtl/>
              </w:rPr>
              <w:t>/    /   14 هـ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06AA827D" w14:textId="77777777" w:rsidR="0068218B" w:rsidRPr="00D8599D" w:rsidRDefault="0068218B" w:rsidP="004C55BA">
            <w:pPr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D8599D">
              <w:rPr>
                <w:rFonts w:cs="AL-Mohanad"/>
                <w:b/>
                <w:bCs/>
                <w:sz w:val="24"/>
                <w:szCs w:val="24"/>
                <w:rtl/>
              </w:rPr>
              <w:t>التوقيع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565CA01E" w14:textId="77777777" w:rsidR="0068218B" w:rsidRPr="00D8599D" w:rsidRDefault="0068218B" w:rsidP="004C55BA">
            <w:pPr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</w:tr>
    </w:tbl>
    <w:p w14:paraId="177358E6" w14:textId="77777777" w:rsidR="0068218B" w:rsidRPr="00F073AC" w:rsidRDefault="0068218B" w:rsidP="004C55BA">
      <w:pPr>
        <w:tabs>
          <w:tab w:val="left" w:pos="2881"/>
        </w:tabs>
        <w:rPr>
          <w:sz w:val="10"/>
          <w:szCs w:val="10"/>
        </w:rPr>
      </w:pPr>
    </w:p>
    <w:tbl>
      <w:tblPr>
        <w:tblpPr w:leftFromText="180" w:rightFromText="180" w:vertAnchor="text" w:horzAnchor="margin" w:tblpY="974"/>
        <w:bidiVisual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1119"/>
        <w:gridCol w:w="1822"/>
        <w:gridCol w:w="700"/>
        <w:gridCol w:w="840"/>
        <w:gridCol w:w="840"/>
        <w:gridCol w:w="2360"/>
        <w:gridCol w:w="999"/>
        <w:gridCol w:w="993"/>
      </w:tblGrid>
      <w:tr w:rsidR="0068218B" w:rsidRPr="00D8599D" w14:paraId="7F6F5AFB" w14:textId="77777777" w:rsidTr="004C55BA">
        <w:trPr>
          <w:trHeight w:hRule="exact" w:val="483"/>
          <w:tblHeader/>
        </w:trPr>
        <w:tc>
          <w:tcPr>
            <w:tcW w:w="533" w:type="dxa"/>
            <w:vMerge w:val="restart"/>
            <w:shd w:val="clear" w:color="auto" w:fill="auto"/>
            <w:vAlign w:val="center"/>
          </w:tcPr>
          <w:p w14:paraId="3F26384F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D8599D">
              <w:rPr>
                <w:rFonts w:cs="AL-Mohanad"/>
                <w:b/>
                <w:bCs/>
                <w:sz w:val="18"/>
                <w:szCs w:val="18"/>
                <w:rtl/>
              </w:rPr>
              <w:t>م</w:t>
            </w:r>
          </w:p>
          <w:p w14:paraId="384B16DA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19" w:type="dxa"/>
            <w:vMerge w:val="restart"/>
            <w:shd w:val="clear" w:color="auto" w:fill="auto"/>
            <w:vAlign w:val="center"/>
          </w:tcPr>
          <w:p w14:paraId="33B86F1B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  <w:r w:rsidRPr="00D8599D">
              <w:rPr>
                <w:rFonts w:cs="AL-Mohanad"/>
                <w:b/>
                <w:bCs/>
                <w:sz w:val="28"/>
                <w:szCs w:val="28"/>
                <w:rtl/>
              </w:rPr>
              <w:t>المادة</w:t>
            </w:r>
          </w:p>
        </w:tc>
        <w:tc>
          <w:tcPr>
            <w:tcW w:w="1822" w:type="dxa"/>
            <w:vMerge w:val="restart"/>
            <w:shd w:val="clear" w:color="auto" w:fill="auto"/>
            <w:vAlign w:val="center"/>
          </w:tcPr>
          <w:p w14:paraId="458B2458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6"/>
                <w:szCs w:val="26"/>
                <w:rtl/>
              </w:rPr>
            </w:pPr>
            <w:r w:rsidRPr="00D8599D">
              <w:rPr>
                <w:rFonts w:cs="AL-Mohanad"/>
                <w:b/>
                <w:bCs/>
                <w:sz w:val="26"/>
                <w:szCs w:val="26"/>
                <w:rtl/>
              </w:rPr>
              <w:t>اسم الطالب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</w:tcPr>
          <w:p w14:paraId="05FE0D07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D8599D">
              <w:rPr>
                <w:rFonts w:cs="AL-Mohanad"/>
                <w:b/>
                <w:bCs/>
                <w:sz w:val="22"/>
                <w:szCs w:val="22"/>
                <w:rtl/>
              </w:rPr>
              <w:t>الصف</w:t>
            </w:r>
          </w:p>
        </w:tc>
        <w:tc>
          <w:tcPr>
            <w:tcW w:w="1680" w:type="dxa"/>
            <w:gridSpan w:val="2"/>
            <w:shd w:val="clear" w:color="auto" w:fill="auto"/>
            <w:vAlign w:val="center"/>
          </w:tcPr>
          <w:p w14:paraId="7E467CD6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D8599D">
              <w:rPr>
                <w:rFonts w:cs="AL-Mohanad"/>
                <w:b/>
                <w:bCs/>
                <w:sz w:val="20"/>
                <w:szCs w:val="20"/>
                <w:rtl/>
              </w:rPr>
              <w:t>الدرجة</w:t>
            </w:r>
          </w:p>
        </w:tc>
        <w:tc>
          <w:tcPr>
            <w:tcW w:w="2360" w:type="dxa"/>
            <w:vMerge w:val="restart"/>
            <w:shd w:val="clear" w:color="auto" w:fill="auto"/>
            <w:vAlign w:val="center"/>
          </w:tcPr>
          <w:p w14:paraId="71301FE4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D8599D">
              <w:rPr>
                <w:rFonts w:cs="AL-Mohanad"/>
                <w:b/>
                <w:bCs/>
                <w:sz w:val="18"/>
                <w:szCs w:val="18"/>
                <w:rtl/>
              </w:rPr>
              <w:t>سبب التعديل</w:t>
            </w: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14:paraId="5E445B4C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D8599D">
              <w:rPr>
                <w:rFonts w:cs="AL-Mohanad"/>
                <w:b/>
                <w:bCs/>
                <w:sz w:val="20"/>
                <w:szCs w:val="20"/>
                <w:rtl/>
              </w:rPr>
              <w:t>مسجل المعلومات</w:t>
            </w:r>
          </w:p>
        </w:tc>
      </w:tr>
      <w:tr w:rsidR="0068218B" w:rsidRPr="00D8599D" w14:paraId="601BEF1E" w14:textId="77777777" w:rsidTr="004C55BA">
        <w:trPr>
          <w:trHeight w:val="670"/>
          <w:tblHeader/>
        </w:trPr>
        <w:tc>
          <w:tcPr>
            <w:tcW w:w="533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E02505C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19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9D1B8F4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22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DB15942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0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7BA130B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4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8794D37" w14:textId="77777777" w:rsidR="0068218B" w:rsidRPr="00D8599D" w:rsidRDefault="0068218B" w:rsidP="004C55B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D8599D">
              <w:rPr>
                <w:rFonts w:cs="AL-Mohanad"/>
                <w:b/>
                <w:bCs/>
                <w:sz w:val="18"/>
                <w:szCs w:val="18"/>
                <w:rtl/>
              </w:rPr>
              <w:t>قبل التعديل</w:t>
            </w:r>
          </w:p>
        </w:tc>
        <w:tc>
          <w:tcPr>
            <w:tcW w:w="84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093DDA5" w14:textId="77777777" w:rsidR="0068218B" w:rsidRPr="00D8599D" w:rsidRDefault="0068218B" w:rsidP="004C55B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D8599D">
              <w:rPr>
                <w:rFonts w:cs="AL-Mohanad"/>
                <w:b/>
                <w:bCs/>
                <w:sz w:val="18"/>
                <w:szCs w:val="18"/>
                <w:rtl/>
              </w:rPr>
              <w:t>بعد التعديل</w:t>
            </w:r>
          </w:p>
        </w:tc>
        <w:tc>
          <w:tcPr>
            <w:tcW w:w="2360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3AAD24B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B52486F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D8599D">
              <w:rPr>
                <w:rFonts w:cs="AL-Mohanad"/>
                <w:b/>
                <w:bCs/>
                <w:sz w:val="18"/>
                <w:szCs w:val="18"/>
                <w:rtl/>
              </w:rPr>
              <w:t>تاريخ التعديل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EB1A536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D8599D">
              <w:rPr>
                <w:rFonts w:cs="AL-Mohanad"/>
                <w:b/>
                <w:bCs/>
                <w:sz w:val="18"/>
                <w:szCs w:val="18"/>
                <w:rtl/>
              </w:rPr>
              <w:t>التوقيع</w:t>
            </w:r>
          </w:p>
        </w:tc>
      </w:tr>
      <w:tr w:rsidR="0068218B" w:rsidRPr="00D8599D" w14:paraId="347ABE05" w14:textId="77777777" w:rsidTr="004C55BA">
        <w:trPr>
          <w:trHeight w:hRule="exact" w:val="483"/>
          <w:tblHeader/>
        </w:trPr>
        <w:tc>
          <w:tcPr>
            <w:tcW w:w="533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B13E52" w14:textId="77777777" w:rsidR="0068218B" w:rsidRPr="0068218B" w:rsidRDefault="0068218B" w:rsidP="004C55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</w:p>
        </w:tc>
        <w:tc>
          <w:tcPr>
            <w:tcW w:w="111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CB0A342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182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F740227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70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08370A7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D859261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84D79AA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236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F415436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99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8487335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E789F0E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</w:tr>
      <w:tr w:rsidR="0068218B" w:rsidRPr="00D8599D" w14:paraId="5A55BCE9" w14:textId="77777777" w:rsidTr="004C55BA">
        <w:trPr>
          <w:trHeight w:hRule="exact" w:val="483"/>
          <w:tblHeader/>
        </w:trPr>
        <w:tc>
          <w:tcPr>
            <w:tcW w:w="5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D888CD" w14:textId="77777777" w:rsidR="0068218B" w:rsidRPr="0068218B" w:rsidRDefault="0068218B" w:rsidP="004C55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  <w:vAlign w:val="center"/>
          </w:tcPr>
          <w:p w14:paraId="05050927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1822" w:type="dxa"/>
            <w:tcBorders>
              <w:top w:val="single" w:sz="4" w:space="0" w:color="auto"/>
            </w:tcBorders>
            <w:vAlign w:val="center"/>
          </w:tcPr>
          <w:p w14:paraId="2D3CC721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0FB00C0A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  <w:vAlign w:val="center"/>
          </w:tcPr>
          <w:p w14:paraId="6FCAA74F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  <w:vAlign w:val="center"/>
          </w:tcPr>
          <w:p w14:paraId="4C816D12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2360" w:type="dxa"/>
            <w:tcBorders>
              <w:top w:val="single" w:sz="4" w:space="0" w:color="auto"/>
            </w:tcBorders>
            <w:vAlign w:val="center"/>
          </w:tcPr>
          <w:p w14:paraId="1C42309F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999" w:type="dxa"/>
            <w:tcBorders>
              <w:top w:val="single" w:sz="4" w:space="0" w:color="auto"/>
            </w:tcBorders>
            <w:vAlign w:val="center"/>
          </w:tcPr>
          <w:p w14:paraId="324FF883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40FD8EA2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</w:tr>
      <w:tr w:rsidR="0068218B" w:rsidRPr="00D8599D" w14:paraId="70FD4564" w14:textId="77777777" w:rsidTr="004C55BA">
        <w:trPr>
          <w:trHeight w:hRule="exact" w:val="483"/>
          <w:tblHeader/>
        </w:trPr>
        <w:tc>
          <w:tcPr>
            <w:tcW w:w="533" w:type="dxa"/>
            <w:shd w:val="clear" w:color="auto" w:fill="auto"/>
            <w:vAlign w:val="center"/>
          </w:tcPr>
          <w:p w14:paraId="263D0B3E" w14:textId="77777777" w:rsidR="0068218B" w:rsidRPr="0068218B" w:rsidRDefault="0068218B" w:rsidP="004C55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</w:p>
        </w:tc>
        <w:tc>
          <w:tcPr>
            <w:tcW w:w="1119" w:type="dxa"/>
            <w:vAlign w:val="center"/>
          </w:tcPr>
          <w:p w14:paraId="0EE4FFC6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1822" w:type="dxa"/>
            <w:vAlign w:val="center"/>
          </w:tcPr>
          <w:p w14:paraId="023515E4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700" w:type="dxa"/>
            <w:vAlign w:val="center"/>
          </w:tcPr>
          <w:p w14:paraId="49957FD4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840" w:type="dxa"/>
            <w:vAlign w:val="center"/>
          </w:tcPr>
          <w:p w14:paraId="0755C41C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840" w:type="dxa"/>
            <w:vAlign w:val="center"/>
          </w:tcPr>
          <w:p w14:paraId="0051135C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2360" w:type="dxa"/>
            <w:vAlign w:val="center"/>
          </w:tcPr>
          <w:p w14:paraId="416051D7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999" w:type="dxa"/>
            <w:vAlign w:val="center"/>
          </w:tcPr>
          <w:p w14:paraId="27307F66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993" w:type="dxa"/>
            <w:vAlign w:val="center"/>
          </w:tcPr>
          <w:p w14:paraId="0A942933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</w:tr>
      <w:tr w:rsidR="0068218B" w:rsidRPr="00D8599D" w14:paraId="5C31FF87" w14:textId="77777777" w:rsidTr="004C55BA">
        <w:trPr>
          <w:trHeight w:hRule="exact" w:val="483"/>
          <w:tblHeader/>
        </w:trPr>
        <w:tc>
          <w:tcPr>
            <w:tcW w:w="533" w:type="dxa"/>
            <w:shd w:val="clear" w:color="auto" w:fill="auto"/>
            <w:vAlign w:val="center"/>
          </w:tcPr>
          <w:p w14:paraId="3F5C128D" w14:textId="77777777" w:rsidR="0068218B" w:rsidRPr="0068218B" w:rsidRDefault="0068218B" w:rsidP="004C55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</w:p>
        </w:tc>
        <w:tc>
          <w:tcPr>
            <w:tcW w:w="1119" w:type="dxa"/>
            <w:vAlign w:val="center"/>
          </w:tcPr>
          <w:p w14:paraId="4A408390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1822" w:type="dxa"/>
            <w:vAlign w:val="center"/>
          </w:tcPr>
          <w:p w14:paraId="28040B13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700" w:type="dxa"/>
            <w:vAlign w:val="center"/>
          </w:tcPr>
          <w:p w14:paraId="3E2990A0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840" w:type="dxa"/>
            <w:vAlign w:val="center"/>
          </w:tcPr>
          <w:p w14:paraId="5B9E10DB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840" w:type="dxa"/>
            <w:vAlign w:val="center"/>
          </w:tcPr>
          <w:p w14:paraId="59F98D61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2360" w:type="dxa"/>
            <w:vAlign w:val="center"/>
          </w:tcPr>
          <w:p w14:paraId="55B1AAB0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999" w:type="dxa"/>
            <w:vAlign w:val="center"/>
          </w:tcPr>
          <w:p w14:paraId="1BEE03B9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993" w:type="dxa"/>
            <w:vAlign w:val="center"/>
          </w:tcPr>
          <w:p w14:paraId="15118542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</w:tr>
      <w:tr w:rsidR="0068218B" w:rsidRPr="00D8599D" w14:paraId="2E2A7CAE" w14:textId="77777777" w:rsidTr="004C55BA">
        <w:trPr>
          <w:trHeight w:hRule="exact" w:val="483"/>
          <w:tblHeader/>
        </w:trPr>
        <w:tc>
          <w:tcPr>
            <w:tcW w:w="533" w:type="dxa"/>
            <w:shd w:val="clear" w:color="auto" w:fill="auto"/>
            <w:vAlign w:val="center"/>
          </w:tcPr>
          <w:p w14:paraId="0524D3FC" w14:textId="77777777" w:rsidR="0068218B" w:rsidRPr="0068218B" w:rsidRDefault="0068218B" w:rsidP="004C55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</w:p>
        </w:tc>
        <w:tc>
          <w:tcPr>
            <w:tcW w:w="1119" w:type="dxa"/>
            <w:vAlign w:val="center"/>
          </w:tcPr>
          <w:p w14:paraId="70E51A46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1822" w:type="dxa"/>
            <w:vAlign w:val="center"/>
          </w:tcPr>
          <w:p w14:paraId="202DE452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700" w:type="dxa"/>
            <w:vAlign w:val="center"/>
          </w:tcPr>
          <w:p w14:paraId="1B9CDF0E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840" w:type="dxa"/>
            <w:vAlign w:val="center"/>
          </w:tcPr>
          <w:p w14:paraId="6C25D794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840" w:type="dxa"/>
            <w:vAlign w:val="center"/>
          </w:tcPr>
          <w:p w14:paraId="02CC2B27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2360" w:type="dxa"/>
            <w:vAlign w:val="center"/>
          </w:tcPr>
          <w:p w14:paraId="6DA0174F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999" w:type="dxa"/>
            <w:vAlign w:val="center"/>
          </w:tcPr>
          <w:p w14:paraId="31AB2EFC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993" w:type="dxa"/>
            <w:vAlign w:val="center"/>
          </w:tcPr>
          <w:p w14:paraId="0F3638B7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</w:tr>
      <w:tr w:rsidR="0068218B" w:rsidRPr="00D8599D" w14:paraId="24AAABF4" w14:textId="77777777" w:rsidTr="004C55BA">
        <w:trPr>
          <w:trHeight w:hRule="exact" w:val="483"/>
          <w:tblHeader/>
        </w:trPr>
        <w:tc>
          <w:tcPr>
            <w:tcW w:w="533" w:type="dxa"/>
            <w:shd w:val="clear" w:color="auto" w:fill="auto"/>
            <w:vAlign w:val="center"/>
          </w:tcPr>
          <w:p w14:paraId="2EFDDB88" w14:textId="77777777" w:rsidR="0068218B" w:rsidRPr="0068218B" w:rsidRDefault="0068218B" w:rsidP="004C55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</w:p>
        </w:tc>
        <w:tc>
          <w:tcPr>
            <w:tcW w:w="1119" w:type="dxa"/>
            <w:vAlign w:val="center"/>
          </w:tcPr>
          <w:p w14:paraId="5BDBAC59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1822" w:type="dxa"/>
            <w:vAlign w:val="center"/>
          </w:tcPr>
          <w:p w14:paraId="156FB82A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700" w:type="dxa"/>
            <w:vAlign w:val="center"/>
          </w:tcPr>
          <w:p w14:paraId="79F8D0F6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840" w:type="dxa"/>
            <w:vAlign w:val="center"/>
          </w:tcPr>
          <w:p w14:paraId="597565ED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840" w:type="dxa"/>
            <w:vAlign w:val="center"/>
          </w:tcPr>
          <w:p w14:paraId="07D418FB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2360" w:type="dxa"/>
            <w:vAlign w:val="center"/>
          </w:tcPr>
          <w:p w14:paraId="6ECF0D87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999" w:type="dxa"/>
            <w:vAlign w:val="center"/>
          </w:tcPr>
          <w:p w14:paraId="1846E4AA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993" w:type="dxa"/>
            <w:vAlign w:val="center"/>
          </w:tcPr>
          <w:p w14:paraId="72BF0188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</w:tr>
      <w:tr w:rsidR="0068218B" w:rsidRPr="00D8599D" w14:paraId="579833A6" w14:textId="77777777" w:rsidTr="004C55BA">
        <w:trPr>
          <w:trHeight w:hRule="exact" w:val="483"/>
          <w:tblHeader/>
        </w:trPr>
        <w:tc>
          <w:tcPr>
            <w:tcW w:w="533" w:type="dxa"/>
            <w:shd w:val="clear" w:color="auto" w:fill="auto"/>
            <w:vAlign w:val="center"/>
          </w:tcPr>
          <w:p w14:paraId="429378B2" w14:textId="77777777" w:rsidR="0068218B" w:rsidRPr="0068218B" w:rsidRDefault="0068218B" w:rsidP="004C55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</w:p>
        </w:tc>
        <w:tc>
          <w:tcPr>
            <w:tcW w:w="1119" w:type="dxa"/>
            <w:vAlign w:val="center"/>
          </w:tcPr>
          <w:p w14:paraId="2E8A2253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1822" w:type="dxa"/>
            <w:vAlign w:val="center"/>
          </w:tcPr>
          <w:p w14:paraId="0453A5F2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700" w:type="dxa"/>
            <w:vAlign w:val="center"/>
          </w:tcPr>
          <w:p w14:paraId="1811D596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840" w:type="dxa"/>
            <w:vAlign w:val="center"/>
          </w:tcPr>
          <w:p w14:paraId="7F3B9675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840" w:type="dxa"/>
            <w:vAlign w:val="center"/>
          </w:tcPr>
          <w:p w14:paraId="2C0804D6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2360" w:type="dxa"/>
            <w:vAlign w:val="center"/>
          </w:tcPr>
          <w:p w14:paraId="4AAE42CF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999" w:type="dxa"/>
            <w:vAlign w:val="center"/>
          </w:tcPr>
          <w:p w14:paraId="1A45DA77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993" w:type="dxa"/>
            <w:vAlign w:val="center"/>
          </w:tcPr>
          <w:p w14:paraId="04DAC3DA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</w:tr>
      <w:tr w:rsidR="0068218B" w:rsidRPr="00D8599D" w14:paraId="74B92F37" w14:textId="77777777" w:rsidTr="004C55BA">
        <w:trPr>
          <w:trHeight w:hRule="exact" w:val="483"/>
          <w:tblHeader/>
        </w:trPr>
        <w:tc>
          <w:tcPr>
            <w:tcW w:w="533" w:type="dxa"/>
            <w:shd w:val="clear" w:color="auto" w:fill="auto"/>
            <w:vAlign w:val="center"/>
          </w:tcPr>
          <w:p w14:paraId="05023CA7" w14:textId="77777777" w:rsidR="0068218B" w:rsidRPr="0068218B" w:rsidRDefault="0068218B" w:rsidP="004C55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</w:p>
        </w:tc>
        <w:tc>
          <w:tcPr>
            <w:tcW w:w="1119" w:type="dxa"/>
            <w:vAlign w:val="center"/>
          </w:tcPr>
          <w:p w14:paraId="41DD81DF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1822" w:type="dxa"/>
            <w:vAlign w:val="center"/>
          </w:tcPr>
          <w:p w14:paraId="69CC327C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700" w:type="dxa"/>
            <w:vAlign w:val="center"/>
          </w:tcPr>
          <w:p w14:paraId="59B99D28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840" w:type="dxa"/>
            <w:vAlign w:val="center"/>
          </w:tcPr>
          <w:p w14:paraId="40CEE6C4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840" w:type="dxa"/>
            <w:vAlign w:val="center"/>
          </w:tcPr>
          <w:p w14:paraId="5C77C1DF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2360" w:type="dxa"/>
            <w:vAlign w:val="center"/>
          </w:tcPr>
          <w:p w14:paraId="79556B97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999" w:type="dxa"/>
            <w:vAlign w:val="center"/>
          </w:tcPr>
          <w:p w14:paraId="5D0D690E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993" w:type="dxa"/>
            <w:vAlign w:val="center"/>
          </w:tcPr>
          <w:p w14:paraId="668418D2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</w:tr>
      <w:tr w:rsidR="0068218B" w:rsidRPr="00D8599D" w14:paraId="61B4ECD8" w14:textId="77777777" w:rsidTr="004C55BA">
        <w:trPr>
          <w:trHeight w:hRule="exact" w:val="483"/>
          <w:tblHeader/>
        </w:trPr>
        <w:tc>
          <w:tcPr>
            <w:tcW w:w="533" w:type="dxa"/>
            <w:shd w:val="clear" w:color="auto" w:fill="auto"/>
            <w:vAlign w:val="center"/>
          </w:tcPr>
          <w:p w14:paraId="7F5545A4" w14:textId="77777777" w:rsidR="0068218B" w:rsidRPr="0068218B" w:rsidRDefault="0068218B" w:rsidP="004C55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</w:p>
        </w:tc>
        <w:tc>
          <w:tcPr>
            <w:tcW w:w="1119" w:type="dxa"/>
            <w:vAlign w:val="center"/>
          </w:tcPr>
          <w:p w14:paraId="055D9DBE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1822" w:type="dxa"/>
            <w:vAlign w:val="center"/>
          </w:tcPr>
          <w:p w14:paraId="73792A8F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700" w:type="dxa"/>
            <w:vAlign w:val="center"/>
          </w:tcPr>
          <w:p w14:paraId="0A62940F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840" w:type="dxa"/>
            <w:vAlign w:val="center"/>
          </w:tcPr>
          <w:p w14:paraId="02D6AA57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840" w:type="dxa"/>
            <w:vAlign w:val="center"/>
          </w:tcPr>
          <w:p w14:paraId="00518980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2360" w:type="dxa"/>
            <w:vAlign w:val="center"/>
          </w:tcPr>
          <w:p w14:paraId="5314A853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999" w:type="dxa"/>
            <w:vAlign w:val="center"/>
          </w:tcPr>
          <w:p w14:paraId="5A8A6B29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993" w:type="dxa"/>
            <w:vAlign w:val="center"/>
          </w:tcPr>
          <w:p w14:paraId="0B3DECDF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</w:tr>
      <w:tr w:rsidR="0068218B" w:rsidRPr="00D8599D" w14:paraId="4AB11788" w14:textId="77777777" w:rsidTr="004C55BA">
        <w:trPr>
          <w:trHeight w:hRule="exact" w:val="483"/>
          <w:tblHeader/>
        </w:trPr>
        <w:tc>
          <w:tcPr>
            <w:tcW w:w="533" w:type="dxa"/>
            <w:shd w:val="clear" w:color="auto" w:fill="auto"/>
            <w:vAlign w:val="center"/>
          </w:tcPr>
          <w:p w14:paraId="74EEFF65" w14:textId="77777777" w:rsidR="0068218B" w:rsidRPr="0068218B" w:rsidRDefault="0068218B" w:rsidP="004C55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</w:p>
        </w:tc>
        <w:tc>
          <w:tcPr>
            <w:tcW w:w="1119" w:type="dxa"/>
            <w:vAlign w:val="center"/>
          </w:tcPr>
          <w:p w14:paraId="0FC8B93C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1822" w:type="dxa"/>
            <w:vAlign w:val="center"/>
          </w:tcPr>
          <w:p w14:paraId="2276E9DF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700" w:type="dxa"/>
            <w:vAlign w:val="center"/>
          </w:tcPr>
          <w:p w14:paraId="46F6D6E5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840" w:type="dxa"/>
            <w:vAlign w:val="center"/>
          </w:tcPr>
          <w:p w14:paraId="069EE297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840" w:type="dxa"/>
            <w:vAlign w:val="center"/>
          </w:tcPr>
          <w:p w14:paraId="186774B4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2360" w:type="dxa"/>
            <w:vAlign w:val="center"/>
          </w:tcPr>
          <w:p w14:paraId="53F4D98F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999" w:type="dxa"/>
            <w:vAlign w:val="center"/>
          </w:tcPr>
          <w:p w14:paraId="734B1751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993" w:type="dxa"/>
            <w:vAlign w:val="center"/>
          </w:tcPr>
          <w:p w14:paraId="22CA6C7F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</w:tr>
      <w:tr w:rsidR="0068218B" w:rsidRPr="00D8599D" w14:paraId="347CC124" w14:textId="77777777" w:rsidTr="004C55BA">
        <w:trPr>
          <w:trHeight w:hRule="exact" w:val="483"/>
          <w:tblHeader/>
        </w:trPr>
        <w:tc>
          <w:tcPr>
            <w:tcW w:w="533" w:type="dxa"/>
            <w:shd w:val="clear" w:color="auto" w:fill="auto"/>
            <w:vAlign w:val="center"/>
          </w:tcPr>
          <w:p w14:paraId="06E09C9E" w14:textId="77777777" w:rsidR="0068218B" w:rsidRPr="0068218B" w:rsidRDefault="0068218B" w:rsidP="004C55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</w:p>
        </w:tc>
        <w:tc>
          <w:tcPr>
            <w:tcW w:w="1119" w:type="dxa"/>
            <w:vAlign w:val="center"/>
          </w:tcPr>
          <w:p w14:paraId="71E51590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1822" w:type="dxa"/>
            <w:vAlign w:val="center"/>
          </w:tcPr>
          <w:p w14:paraId="7C79300B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700" w:type="dxa"/>
            <w:vAlign w:val="center"/>
          </w:tcPr>
          <w:p w14:paraId="50350437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840" w:type="dxa"/>
            <w:vAlign w:val="center"/>
          </w:tcPr>
          <w:p w14:paraId="1CEF9351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840" w:type="dxa"/>
            <w:vAlign w:val="center"/>
          </w:tcPr>
          <w:p w14:paraId="2DF33C08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2360" w:type="dxa"/>
            <w:vAlign w:val="center"/>
          </w:tcPr>
          <w:p w14:paraId="6752BBD2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999" w:type="dxa"/>
            <w:vAlign w:val="center"/>
          </w:tcPr>
          <w:p w14:paraId="6BFC5AFA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993" w:type="dxa"/>
            <w:vAlign w:val="center"/>
          </w:tcPr>
          <w:p w14:paraId="4B3B140B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</w:tr>
      <w:tr w:rsidR="0068218B" w:rsidRPr="00D8599D" w14:paraId="0F8B3B64" w14:textId="77777777" w:rsidTr="004C55BA">
        <w:trPr>
          <w:trHeight w:hRule="exact" w:val="483"/>
          <w:tblHeader/>
        </w:trPr>
        <w:tc>
          <w:tcPr>
            <w:tcW w:w="533" w:type="dxa"/>
            <w:shd w:val="clear" w:color="auto" w:fill="auto"/>
            <w:vAlign w:val="center"/>
          </w:tcPr>
          <w:p w14:paraId="310A3F12" w14:textId="77777777" w:rsidR="0068218B" w:rsidRPr="0068218B" w:rsidRDefault="0068218B" w:rsidP="004C55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</w:p>
        </w:tc>
        <w:tc>
          <w:tcPr>
            <w:tcW w:w="1119" w:type="dxa"/>
            <w:vAlign w:val="center"/>
          </w:tcPr>
          <w:p w14:paraId="712269D5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1822" w:type="dxa"/>
            <w:vAlign w:val="center"/>
          </w:tcPr>
          <w:p w14:paraId="5042F77B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700" w:type="dxa"/>
            <w:vAlign w:val="center"/>
          </w:tcPr>
          <w:p w14:paraId="341D0120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840" w:type="dxa"/>
            <w:vAlign w:val="center"/>
          </w:tcPr>
          <w:p w14:paraId="57C1017D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840" w:type="dxa"/>
            <w:vAlign w:val="center"/>
          </w:tcPr>
          <w:p w14:paraId="22630296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2360" w:type="dxa"/>
            <w:vAlign w:val="center"/>
          </w:tcPr>
          <w:p w14:paraId="4B66F6BA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999" w:type="dxa"/>
            <w:vAlign w:val="center"/>
          </w:tcPr>
          <w:p w14:paraId="48142D4A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993" w:type="dxa"/>
            <w:vAlign w:val="center"/>
          </w:tcPr>
          <w:p w14:paraId="491A430E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</w:tr>
      <w:tr w:rsidR="0068218B" w:rsidRPr="00D8599D" w14:paraId="5270549F" w14:textId="77777777" w:rsidTr="004C55BA">
        <w:trPr>
          <w:trHeight w:hRule="exact" w:val="483"/>
          <w:tblHeader/>
        </w:trPr>
        <w:tc>
          <w:tcPr>
            <w:tcW w:w="533" w:type="dxa"/>
            <w:shd w:val="clear" w:color="auto" w:fill="auto"/>
            <w:vAlign w:val="center"/>
          </w:tcPr>
          <w:p w14:paraId="6B7233DB" w14:textId="77777777" w:rsidR="0068218B" w:rsidRPr="0068218B" w:rsidRDefault="0068218B" w:rsidP="004C55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</w:p>
        </w:tc>
        <w:tc>
          <w:tcPr>
            <w:tcW w:w="1119" w:type="dxa"/>
            <w:vAlign w:val="center"/>
          </w:tcPr>
          <w:p w14:paraId="173C522C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1822" w:type="dxa"/>
            <w:vAlign w:val="center"/>
          </w:tcPr>
          <w:p w14:paraId="00290DF9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700" w:type="dxa"/>
            <w:vAlign w:val="center"/>
          </w:tcPr>
          <w:p w14:paraId="4209AE79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840" w:type="dxa"/>
            <w:vAlign w:val="center"/>
          </w:tcPr>
          <w:p w14:paraId="08772776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840" w:type="dxa"/>
            <w:vAlign w:val="center"/>
          </w:tcPr>
          <w:p w14:paraId="5E319103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2360" w:type="dxa"/>
            <w:vAlign w:val="center"/>
          </w:tcPr>
          <w:p w14:paraId="2E95144E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999" w:type="dxa"/>
            <w:vAlign w:val="center"/>
          </w:tcPr>
          <w:p w14:paraId="2838C39D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  <w:tc>
          <w:tcPr>
            <w:tcW w:w="993" w:type="dxa"/>
            <w:vAlign w:val="center"/>
          </w:tcPr>
          <w:p w14:paraId="24B51842" w14:textId="77777777" w:rsidR="0068218B" w:rsidRPr="00D8599D" w:rsidRDefault="0068218B" w:rsidP="004C55BA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18"/>
                <w:szCs w:val="18"/>
                <w:rtl/>
              </w:rPr>
            </w:pPr>
          </w:p>
        </w:tc>
      </w:tr>
    </w:tbl>
    <w:p w14:paraId="3A6B3DE4" w14:textId="77777777" w:rsidR="0068218B" w:rsidRDefault="0068218B" w:rsidP="004C55BA">
      <w:pPr>
        <w:tabs>
          <w:tab w:val="left" w:pos="515"/>
        </w:tabs>
        <w:spacing w:line="360" w:lineRule="auto"/>
        <w:ind w:left="373"/>
        <w:rPr>
          <w:rFonts w:cs="AL-Mohanad"/>
          <w:b/>
          <w:bCs/>
          <w:color w:val="808080"/>
          <w:sz w:val="20"/>
          <w:szCs w:val="20"/>
          <w:rtl/>
        </w:rPr>
      </w:pPr>
    </w:p>
    <w:tbl>
      <w:tblPr>
        <w:tblStyle w:val="TableGrid"/>
        <w:bidiVisual/>
        <w:tblW w:w="0" w:type="auto"/>
        <w:tblInd w:w="1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356"/>
        <w:gridCol w:w="2456"/>
        <w:gridCol w:w="4254"/>
      </w:tblGrid>
      <w:tr w:rsidR="0068218B" w14:paraId="6FD6E4DC" w14:textId="77777777" w:rsidTr="0068218B">
        <w:tc>
          <w:tcPr>
            <w:tcW w:w="3356" w:type="dxa"/>
            <w:tcBorders>
              <w:bottom w:val="single" w:sz="18" w:space="0" w:color="auto"/>
            </w:tcBorders>
            <w:vAlign w:val="center"/>
          </w:tcPr>
          <w:p w14:paraId="3F321D68" w14:textId="18018664" w:rsidR="0068218B" w:rsidRPr="0068218B" w:rsidRDefault="0068218B" w:rsidP="004C55BA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sz w:val="26"/>
                <w:szCs w:val="26"/>
                <w:rtl/>
              </w:rPr>
            </w:pPr>
            <w:r w:rsidRPr="0068218B">
              <w:rPr>
                <w:rFonts w:cs="AL-Mohanad" w:hint="cs"/>
                <w:b/>
                <w:bCs/>
                <w:sz w:val="26"/>
                <w:szCs w:val="26"/>
                <w:rtl/>
              </w:rPr>
              <w:t xml:space="preserve">رأي </w:t>
            </w:r>
            <w:r w:rsidR="004C55BA">
              <w:rPr>
                <w:rFonts w:cs="AL-Mohanad" w:hint="cs"/>
                <w:b/>
                <w:bCs/>
                <w:sz w:val="26"/>
                <w:szCs w:val="26"/>
                <w:rtl/>
              </w:rPr>
              <w:t>مدير</w:t>
            </w:r>
            <w:r w:rsidRPr="0068218B">
              <w:rPr>
                <w:rFonts w:cs="AL-Mohanad" w:hint="cs"/>
                <w:b/>
                <w:bCs/>
                <w:sz w:val="26"/>
                <w:szCs w:val="26"/>
                <w:rtl/>
              </w:rPr>
              <w:t xml:space="preserve"> المدرسة  </w:t>
            </w:r>
          </w:p>
        </w:tc>
        <w:tc>
          <w:tcPr>
            <w:tcW w:w="6710" w:type="dxa"/>
            <w:gridSpan w:val="2"/>
            <w:tcBorders>
              <w:bottom w:val="single" w:sz="18" w:space="0" w:color="auto"/>
            </w:tcBorders>
            <w:vAlign w:val="center"/>
          </w:tcPr>
          <w:p w14:paraId="009F06DC" w14:textId="77777777" w:rsidR="0068218B" w:rsidRPr="0068218B" w:rsidRDefault="0068218B" w:rsidP="004C55BA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sz w:val="26"/>
                <w:szCs w:val="26"/>
                <w:rtl/>
              </w:rPr>
            </w:pPr>
            <w:r w:rsidRPr="0068218B">
              <w:rPr>
                <w:rFonts w:cs="AL-Mohanad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68218B">
              <w:rPr>
                <w:rFonts w:cs="AL-Mohanad" w:hint="cs"/>
                <w:b/>
                <w:bCs/>
                <w:sz w:val="26"/>
                <w:szCs w:val="26"/>
              </w:rPr>
              <w:sym w:font="Wingdings" w:char="F0A8"/>
            </w:r>
            <w:r w:rsidRPr="0068218B">
              <w:rPr>
                <w:rFonts w:cs="AL-Mohanad" w:hint="cs"/>
                <w:b/>
                <w:bCs/>
                <w:sz w:val="26"/>
                <w:szCs w:val="26"/>
                <w:rtl/>
              </w:rPr>
              <w:t xml:space="preserve">  الموافقة  </w:t>
            </w:r>
            <w:r>
              <w:rPr>
                <w:rFonts w:cs="AL-Mohanad" w:hint="cs"/>
                <w:b/>
                <w:bCs/>
                <w:sz w:val="26"/>
                <w:szCs w:val="26"/>
                <w:rtl/>
              </w:rPr>
              <w:t xml:space="preserve">        </w:t>
            </w:r>
            <w:r w:rsidRPr="0068218B">
              <w:rPr>
                <w:rFonts w:cs="AL-Mohanad" w:hint="cs"/>
                <w:b/>
                <w:bCs/>
                <w:sz w:val="26"/>
                <w:szCs w:val="26"/>
                <w:rtl/>
              </w:rPr>
              <w:t xml:space="preserve">   </w:t>
            </w:r>
            <w:r w:rsidRPr="0068218B">
              <w:rPr>
                <w:rFonts w:cs="AL-Mohanad" w:hint="cs"/>
                <w:b/>
                <w:bCs/>
                <w:sz w:val="26"/>
                <w:szCs w:val="26"/>
              </w:rPr>
              <w:sym w:font="Wingdings" w:char="F0A8"/>
            </w:r>
            <w:r w:rsidRPr="0068218B">
              <w:rPr>
                <w:rFonts w:cs="AL-Mohanad" w:hint="cs"/>
                <w:b/>
                <w:bCs/>
                <w:sz w:val="26"/>
                <w:szCs w:val="26"/>
                <w:rtl/>
              </w:rPr>
              <w:t xml:space="preserve"> عدم الموافقة</w:t>
            </w:r>
          </w:p>
        </w:tc>
      </w:tr>
      <w:tr w:rsidR="0068218B" w14:paraId="0AB6A97C" w14:textId="77777777" w:rsidTr="0068218B">
        <w:tc>
          <w:tcPr>
            <w:tcW w:w="335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216BBF1" w14:textId="77777777" w:rsidR="0068218B" w:rsidRPr="0068218B" w:rsidRDefault="0068218B" w:rsidP="004C55BA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sz w:val="26"/>
                <w:szCs w:val="26"/>
                <w:rtl/>
              </w:rPr>
            </w:pPr>
            <w:r>
              <w:rPr>
                <w:rFonts w:cs="AL-Mohanad" w:hint="cs"/>
                <w:b/>
                <w:bCs/>
                <w:sz w:val="26"/>
                <w:szCs w:val="26"/>
                <w:rtl/>
              </w:rPr>
              <w:t>الاسم</w:t>
            </w:r>
          </w:p>
        </w:tc>
        <w:tc>
          <w:tcPr>
            <w:tcW w:w="245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D34E0D8" w14:textId="77777777" w:rsidR="0068218B" w:rsidRPr="0068218B" w:rsidRDefault="0068218B" w:rsidP="004C55BA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sz w:val="26"/>
                <w:szCs w:val="26"/>
                <w:rtl/>
              </w:rPr>
            </w:pPr>
            <w:r>
              <w:rPr>
                <w:rFonts w:cs="AL-Mohanad" w:hint="cs"/>
                <w:b/>
                <w:bCs/>
                <w:sz w:val="26"/>
                <w:szCs w:val="26"/>
                <w:rtl/>
              </w:rPr>
              <w:t xml:space="preserve">التاريخ     /     14 هـ </w:t>
            </w:r>
          </w:p>
        </w:tc>
        <w:tc>
          <w:tcPr>
            <w:tcW w:w="425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0A2A592" w14:textId="77777777" w:rsidR="0068218B" w:rsidRPr="0068218B" w:rsidRDefault="0068218B" w:rsidP="004C55BA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sz w:val="26"/>
                <w:szCs w:val="26"/>
                <w:rtl/>
              </w:rPr>
            </w:pPr>
            <w:r>
              <w:rPr>
                <w:rFonts w:cs="AL-Mohanad" w:hint="cs"/>
                <w:b/>
                <w:bCs/>
                <w:sz w:val="26"/>
                <w:szCs w:val="26"/>
                <w:rtl/>
              </w:rPr>
              <w:t>التوقيع</w:t>
            </w:r>
          </w:p>
        </w:tc>
      </w:tr>
    </w:tbl>
    <w:p w14:paraId="1C90AC8D" w14:textId="77777777" w:rsidR="0068218B" w:rsidRDefault="0068218B" w:rsidP="004C55BA">
      <w:pPr>
        <w:tabs>
          <w:tab w:val="left" w:pos="515"/>
        </w:tabs>
        <w:spacing w:line="360" w:lineRule="auto"/>
        <w:ind w:left="373"/>
        <w:rPr>
          <w:rFonts w:cs="AL-Mohanad"/>
          <w:b/>
          <w:bCs/>
          <w:color w:val="808080"/>
          <w:sz w:val="20"/>
          <w:szCs w:val="20"/>
          <w:rtl/>
        </w:rPr>
      </w:pPr>
    </w:p>
    <w:p w14:paraId="75386108" w14:textId="77777777" w:rsidR="003C2673" w:rsidRPr="008A1DCE" w:rsidRDefault="003C2673" w:rsidP="004C55BA">
      <w:pPr>
        <w:ind w:right="-851"/>
        <w:rPr>
          <w:szCs w:val="36"/>
          <w:rtl/>
        </w:rPr>
      </w:pPr>
    </w:p>
    <w:sectPr w:rsidR="003C2673" w:rsidRPr="008A1DCE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30D4FF" w14:textId="77777777" w:rsidR="00891038" w:rsidRDefault="00891038" w:rsidP="000B54C1">
      <w:r>
        <w:separator/>
      </w:r>
    </w:p>
  </w:endnote>
  <w:endnote w:type="continuationSeparator" w:id="0">
    <w:p w14:paraId="1CA6C9D2" w14:textId="77777777" w:rsidR="00891038" w:rsidRDefault="00891038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B25A8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4761E" w14:textId="77777777" w:rsidR="00891038" w:rsidRDefault="00891038" w:rsidP="000B54C1">
      <w:r>
        <w:separator/>
      </w:r>
    </w:p>
  </w:footnote>
  <w:footnote w:type="continuationSeparator" w:id="0">
    <w:p w14:paraId="6031854A" w14:textId="77777777" w:rsidR="00891038" w:rsidRDefault="00891038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72DCBCED" w14:textId="77777777" w:rsidTr="005302DE">
      <w:tc>
        <w:tcPr>
          <w:tcW w:w="3402" w:type="dxa"/>
          <w:vAlign w:val="center"/>
        </w:tcPr>
        <w:p w14:paraId="4D3C8C75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4A55F5C2" wp14:editId="5EC1E4EC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6E54803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450856F5" w14:textId="60A03801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4C55BA">
            <w:rPr>
              <w:rFonts w:cs="AL-Mohanad" w:hint="cs"/>
              <w:sz w:val="22"/>
              <w:szCs w:val="22"/>
              <w:rtl/>
            </w:rPr>
            <w:t>........</w:t>
          </w:r>
        </w:p>
        <w:p w14:paraId="6BFCD3DC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5D589D79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4F781C95" wp14:editId="4DED5AB7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2B9E2338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6CB9E346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3250DCA8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632DE5FB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1948BBC6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1B68FB"/>
    <w:multiLevelType w:val="hybridMultilevel"/>
    <w:tmpl w:val="751C10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1533062">
    <w:abstractNumId w:val="0"/>
  </w:num>
  <w:num w:numId="2" w16cid:durableId="1866016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218B"/>
    <w:rsid w:val="000168AB"/>
    <w:rsid w:val="000417CD"/>
    <w:rsid w:val="000B54C1"/>
    <w:rsid w:val="0012662B"/>
    <w:rsid w:val="001D0A7D"/>
    <w:rsid w:val="002C5438"/>
    <w:rsid w:val="002F57A0"/>
    <w:rsid w:val="00332D9C"/>
    <w:rsid w:val="00341DA8"/>
    <w:rsid w:val="003942ED"/>
    <w:rsid w:val="003C2673"/>
    <w:rsid w:val="004050BF"/>
    <w:rsid w:val="004C55BA"/>
    <w:rsid w:val="004D4A0E"/>
    <w:rsid w:val="004F62EE"/>
    <w:rsid w:val="005275B1"/>
    <w:rsid w:val="005302DE"/>
    <w:rsid w:val="00565997"/>
    <w:rsid w:val="0057349D"/>
    <w:rsid w:val="00674CBA"/>
    <w:rsid w:val="0068143D"/>
    <w:rsid w:val="0068218B"/>
    <w:rsid w:val="006E0A53"/>
    <w:rsid w:val="006E0D08"/>
    <w:rsid w:val="00726AB7"/>
    <w:rsid w:val="00726C3F"/>
    <w:rsid w:val="007820F1"/>
    <w:rsid w:val="007A0ADD"/>
    <w:rsid w:val="008255C9"/>
    <w:rsid w:val="00886A39"/>
    <w:rsid w:val="00891038"/>
    <w:rsid w:val="008A1DCE"/>
    <w:rsid w:val="008E6B73"/>
    <w:rsid w:val="009C0A5D"/>
    <w:rsid w:val="00A345C3"/>
    <w:rsid w:val="00A765CF"/>
    <w:rsid w:val="00AA34B5"/>
    <w:rsid w:val="00C85A10"/>
    <w:rsid w:val="00D472F1"/>
    <w:rsid w:val="00EB5EB7"/>
    <w:rsid w:val="00F07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646B81"/>
  <w15:docId w15:val="{1CFA9386-ED58-4EAB-9E00-4B201D83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21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نمووذج.dotx</Template>
  <TotalTime>15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3</cp:revision>
  <dcterms:created xsi:type="dcterms:W3CDTF">2017-04-29T15:25:00Z</dcterms:created>
  <dcterms:modified xsi:type="dcterms:W3CDTF">2025-05-16T16:08:00Z</dcterms:modified>
</cp:coreProperties>
</file>