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1AE51701" w14:textId="77777777" w:rsidTr="0066698F">
        <w:tc>
          <w:tcPr>
            <w:tcW w:w="10005" w:type="dxa"/>
          </w:tcPr>
          <w:p w14:paraId="6B183639" w14:textId="77777777" w:rsidR="005302DE" w:rsidRPr="0066698F" w:rsidRDefault="0066698F" w:rsidP="0066698F">
            <w:pPr>
              <w:ind w:left="-181" w:firstLine="181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A7D6B">
              <w:rPr>
                <w:rFonts w:hint="cs"/>
                <w:b/>
                <w:bCs/>
                <w:sz w:val="24"/>
                <w:szCs w:val="24"/>
                <w:rtl/>
              </w:rPr>
              <w:t xml:space="preserve">نموذج رقم  ( 7 ) </w:t>
            </w:r>
          </w:p>
        </w:tc>
      </w:tr>
      <w:tr w:rsidR="005302DE" w14:paraId="420FD4F2" w14:textId="77777777" w:rsidTr="0066698F">
        <w:tc>
          <w:tcPr>
            <w:tcW w:w="10005" w:type="dxa"/>
          </w:tcPr>
          <w:p w14:paraId="61B04339" w14:textId="77777777" w:rsidR="005302DE" w:rsidRPr="0066698F" w:rsidRDefault="0066698F" w:rsidP="0066698F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6698F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رمز النموذج  ( و . ت. ع . ن  - 1 0 </w:t>
            </w:r>
            <w:r w:rsidRPr="0066698F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–</w:t>
            </w:r>
            <w:r w:rsidRPr="0066698F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1 0 )</w:t>
            </w:r>
          </w:p>
        </w:tc>
      </w:tr>
      <w:tr w:rsidR="005302DE" w14:paraId="025762BC" w14:textId="77777777" w:rsidTr="0066698F">
        <w:tc>
          <w:tcPr>
            <w:tcW w:w="10005" w:type="dxa"/>
          </w:tcPr>
          <w:p w14:paraId="74692FB0" w14:textId="77777777" w:rsidR="005302DE" w:rsidRPr="0066698F" w:rsidRDefault="0066698F" w:rsidP="0066698F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6698F">
              <w:rPr>
                <w:rFonts w:cs="PT Bold Heading"/>
                <w:b/>
                <w:bCs/>
                <w:sz w:val="30"/>
                <w:szCs w:val="30"/>
                <w:rtl/>
              </w:rPr>
              <w:t>سجل توزيع</w:t>
            </w:r>
            <w:r w:rsidR="00CE762A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حصص</w:t>
            </w:r>
            <w:r w:rsidRPr="0066698F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الانتظار</w:t>
            </w:r>
          </w:p>
        </w:tc>
      </w:tr>
    </w:tbl>
    <w:p w14:paraId="6D737A12" w14:textId="77777777" w:rsidR="0066698F" w:rsidRDefault="0066698F" w:rsidP="0066698F">
      <w:pPr>
        <w:spacing w:line="360" w:lineRule="auto"/>
        <w:ind w:left="-181" w:firstLine="181"/>
        <w:jc w:val="center"/>
        <w:rPr>
          <w:rFonts w:cs="AL-Mohanad"/>
          <w:b/>
          <w:bCs/>
          <w:sz w:val="24"/>
          <w:szCs w:val="24"/>
          <w:rtl/>
        </w:rPr>
      </w:pPr>
      <w:r w:rsidRPr="003A7D6B">
        <w:rPr>
          <w:rFonts w:cs="AL-Mohanad"/>
          <w:b/>
          <w:bCs/>
          <w:sz w:val="24"/>
          <w:szCs w:val="24"/>
          <w:rtl/>
        </w:rPr>
        <w:t xml:space="preserve">للعام الدراسي                14هـ  </w:t>
      </w:r>
      <w:r w:rsidRPr="003A7D6B">
        <w:rPr>
          <w:rFonts w:cs="AL-Mohanad"/>
          <w:b/>
          <w:bCs/>
          <w:sz w:val="24"/>
          <w:szCs w:val="24"/>
        </w:rPr>
        <w:t>/</w:t>
      </w:r>
      <w:r w:rsidRPr="003A7D6B">
        <w:rPr>
          <w:rFonts w:cs="AL-Mohanad"/>
          <w:b/>
          <w:bCs/>
          <w:sz w:val="24"/>
          <w:szCs w:val="24"/>
          <w:rtl/>
        </w:rPr>
        <w:t xml:space="preserve">               الفصل</w:t>
      </w:r>
      <w:r>
        <w:rPr>
          <w:rFonts w:cs="AL-Mohanad" w:hint="cs"/>
          <w:b/>
          <w:bCs/>
          <w:sz w:val="24"/>
          <w:szCs w:val="24"/>
          <w:rtl/>
        </w:rPr>
        <w:t xml:space="preserve"> الدراسي </w:t>
      </w:r>
      <w:r w:rsidRPr="003A7D6B">
        <w:rPr>
          <w:rFonts w:cs="AL-Mohanad"/>
          <w:b/>
          <w:bCs/>
          <w:sz w:val="24"/>
          <w:szCs w:val="24"/>
          <w:rtl/>
        </w:rPr>
        <w:t xml:space="preserve">  </w:t>
      </w:r>
      <w:r>
        <w:rPr>
          <w:rFonts w:cs="AL-Mohanad"/>
          <w:b/>
          <w:bCs/>
          <w:sz w:val="24"/>
          <w:szCs w:val="24"/>
        </w:rPr>
        <w:sym w:font="Wingdings" w:char="F0A8"/>
      </w:r>
      <w:r>
        <w:rPr>
          <w:rFonts w:cs="AL-Mohanad" w:hint="cs"/>
          <w:b/>
          <w:bCs/>
          <w:sz w:val="24"/>
          <w:szCs w:val="24"/>
          <w:rtl/>
        </w:rPr>
        <w:t xml:space="preserve"> الأول     </w:t>
      </w:r>
      <w:r>
        <w:rPr>
          <w:rFonts w:cs="AL-Mohanad" w:hint="cs"/>
          <w:b/>
          <w:bCs/>
          <w:sz w:val="24"/>
          <w:szCs w:val="24"/>
        </w:rPr>
        <w:sym w:font="Wingdings" w:char="F0A8"/>
      </w:r>
      <w:r>
        <w:rPr>
          <w:rFonts w:cs="AL-Mohanad" w:hint="cs"/>
          <w:b/>
          <w:bCs/>
          <w:sz w:val="24"/>
          <w:szCs w:val="24"/>
          <w:rtl/>
        </w:rPr>
        <w:t xml:space="preserve"> الثاني</w:t>
      </w:r>
    </w:p>
    <w:p w14:paraId="021EF217" w14:textId="77777777" w:rsidR="0066698F" w:rsidRPr="003A7D6B" w:rsidRDefault="0066698F" w:rsidP="0066698F">
      <w:pPr>
        <w:spacing w:line="360" w:lineRule="auto"/>
        <w:ind w:left="-181" w:firstLine="39"/>
        <w:rPr>
          <w:rFonts w:cs="AL-Mohanad"/>
          <w:b/>
          <w:bCs/>
          <w:sz w:val="24"/>
          <w:szCs w:val="24"/>
          <w:rtl/>
        </w:rPr>
      </w:pPr>
      <w:r w:rsidRPr="003A7D6B">
        <w:rPr>
          <w:rFonts w:cs="AL-Mohanad" w:hint="cs"/>
          <w:b/>
          <w:bCs/>
          <w:sz w:val="24"/>
          <w:szCs w:val="24"/>
          <w:rtl/>
        </w:rPr>
        <w:t xml:space="preserve">زملائي </w:t>
      </w:r>
      <w:r w:rsidRPr="003A7D6B">
        <w:rPr>
          <w:rFonts w:cs="AL-Mohanad"/>
          <w:b/>
          <w:bCs/>
          <w:sz w:val="24"/>
          <w:szCs w:val="24"/>
          <w:rtl/>
        </w:rPr>
        <w:t xml:space="preserve"> المعلمين </w:t>
      </w:r>
      <w:r w:rsidRPr="003A7D6B">
        <w:rPr>
          <w:rFonts w:cs="AL-Mohanad"/>
          <w:b/>
          <w:bCs/>
          <w:sz w:val="24"/>
          <w:szCs w:val="24"/>
        </w:rPr>
        <w:t>/</w:t>
      </w:r>
      <w:r w:rsidRPr="003A7D6B">
        <w:rPr>
          <w:rFonts w:cs="AL-Mohanad"/>
          <w:b/>
          <w:bCs/>
          <w:sz w:val="24"/>
          <w:szCs w:val="24"/>
          <w:rtl/>
        </w:rPr>
        <w:t xml:space="preserve"> نظراً لغياب الأخ الزميل :                                     لهذا اليوم </w:t>
      </w:r>
      <w:r w:rsidRPr="003A7D6B"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 xml:space="preserve">              </w:t>
      </w:r>
      <w:r w:rsidRPr="003A7D6B">
        <w:rPr>
          <w:rFonts w:cs="AL-Mohanad"/>
          <w:b/>
          <w:bCs/>
          <w:sz w:val="24"/>
          <w:szCs w:val="24"/>
          <w:rtl/>
        </w:rPr>
        <w:t xml:space="preserve">الموافق        </w:t>
      </w:r>
      <w:r w:rsidRPr="003A7D6B">
        <w:rPr>
          <w:rFonts w:cs="AL-Mohanad"/>
          <w:b/>
          <w:bCs/>
          <w:sz w:val="24"/>
          <w:szCs w:val="24"/>
        </w:rPr>
        <w:t xml:space="preserve">/     /   </w:t>
      </w:r>
      <w:r w:rsidRPr="003A7D6B">
        <w:rPr>
          <w:rFonts w:cs="AL-Mohanad"/>
          <w:b/>
          <w:bCs/>
          <w:sz w:val="24"/>
          <w:szCs w:val="24"/>
          <w:rtl/>
        </w:rPr>
        <w:t xml:space="preserve">        14هـ                  آمل تسديد مكانه حسب الجدول الموضح والتوقيع بالعلم </w:t>
      </w:r>
      <w:r>
        <w:rPr>
          <w:rFonts w:cs="AL-Mohanad" w:hint="cs"/>
          <w:b/>
          <w:bCs/>
          <w:sz w:val="24"/>
          <w:szCs w:val="24"/>
          <w:rtl/>
        </w:rPr>
        <w:t xml:space="preserve"> </w:t>
      </w:r>
      <w:r w:rsidRPr="003A7D6B">
        <w:rPr>
          <w:rFonts w:cs="AL-Mohanad"/>
          <w:b/>
          <w:bCs/>
          <w:sz w:val="24"/>
          <w:szCs w:val="24"/>
          <w:rtl/>
        </w:rPr>
        <w:t>ولكم جزيل الشكر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20"/>
        <w:gridCol w:w="1276"/>
        <w:gridCol w:w="1701"/>
        <w:gridCol w:w="2693"/>
        <w:gridCol w:w="1134"/>
        <w:gridCol w:w="2390"/>
      </w:tblGrid>
      <w:tr w:rsidR="0066698F" w:rsidRPr="006E6976" w14:paraId="722D4E5C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83A15F9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الحصة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769E572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الفصل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4943E39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المادة</w:t>
            </w:r>
          </w:p>
        </w:tc>
        <w:tc>
          <w:tcPr>
            <w:tcW w:w="26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623FB8F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المعلم المنتظر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D76512C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التوقيع</w:t>
            </w:r>
          </w:p>
        </w:tc>
        <w:tc>
          <w:tcPr>
            <w:tcW w:w="239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F14F5F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ملحوظات</w:t>
            </w:r>
          </w:p>
        </w:tc>
      </w:tr>
      <w:tr w:rsidR="0066698F" w:rsidRPr="006E6976" w14:paraId="4375D477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F2417C2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1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6B03C87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20ED2B9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DB6C83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82BCAFC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316F9B2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4E6364B4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top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A64B8EB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516C120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74FBB37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77213AC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50D85D5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17811731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4EDE4AD8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1B262E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3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A9495E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1481EB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6CFB4E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5C4BB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34D0F1F0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040520BF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0EA255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4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1A6A75C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16F55D5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73C84F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C53D6F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64D2BF6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1BD257E5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3C5E27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5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98D5647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33CF5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4A6058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02E4265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09B5BAF7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42D5883D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82BCF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6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597C642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9D732C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558245D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780BA1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0563057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18A5DDA7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4D8561E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7</w:t>
            </w: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A6C7B17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BAF20E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4E4CE9E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D73A7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73EAFAD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</w:tbl>
    <w:p w14:paraId="2E351787" w14:textId="77777777" w:rsidR="0066698F" w:rsidRPr="003A7D6B" w:rsidRDefault="0066698F" w:rsidP="0066698F">
      <w:pPr>
        <w:spacing w:line="360" w:lineRule="auto"/>
        <w:ind w:left="-181" w:firstLine="39"/>
        <w:rPr>
          <w:rFonts w:cs="AL-Mohanad"/>
          <w:b/>
          <w:bCs/>
          <w:sz w:val="24"/>
          <w:szCs w:val="24"/>
          <w:rtl/>
        </w:rPr>
      </w:pPr>
      <w:r w:rsidRPr="003A7D6B">
        <w:rPr>
          <w:rFonts w:cs="AL-Mohanad" w:hint="cs"/>
          <w:b/>
          <w:bCs/>
          <w:sz w:val="24"/>
          <w:szCs w:val="24"/>
          <w:rtl/>
        </w:rPr>
        <w:t xml:space="preserve">زملائي </w:t>
      </w:r>
      <w:r w:rsidRPr="003A7D6B">
        <w:rPr>
          <w:rFonts w:cs="AL-Mohanad"/>
          <w:b/>
          <w:bCs/>
          <w:sz w:val="24"/>
          <w:szCs w:val="24"/>
          <w:rtl/>
        </w:rPr>
        <w:t xml:space="preserve"> المعلمين </w:t>
      </w:r>
      <w:r w:rsidRPr="003A7D6B">
        <w:rPr>
          <w:rFonts w:cs="AL-Mohanad"/>
          <w:b/>
          <w:bCs/>
          <w:sz w:val="24"/>
          <w:szCs w:val="24"/>
        </w:rPr>
        <w:t>/</w:t>
      </w:r>
      <w:r w:rsidRPr="003A7D6B">
        <w:rPr>
          <w:rFonts w:cs="AL-Mohanad"/>
          <w:b/>
          <w:bCs/>
          <w:sz w:val="24"/>
          <w:szCs w:val="24"/>
          <w:rtl/>
        </w:rPr>
        <w:t xml:space="preserve"> نظراً لغياب الأخ الزميل :                                     لهذا اليوم </w:t>
      </w:r>
      <w:r w:rsidRPr="003A7D6B"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 xml:space="preserve">              </w:t>
      </w:r>
      <w:r w:rsidRPr="003A7D6B">
        <w:rPr>
          <w:rFonts w:cs="AL-Mohanad"/>
          <w:b/>
          <w:bCs/>
          <w:sz w:val="24"/>
          <w:szCs w:val="24"/>
          <w:rtl/>
        </w:rPr>
        <w:t xml:space="preserve">الموافق        </w:t>
      </w:r>
      <w:r w:rsidRPr="003A7D6B">
        <w:rPr>
          <w:rFonts w:cs="AL-Mohanad"/>
          <w:b/>
          <w:bCs/>
          <w:sz w:val="24"/>
          <w:szCs w:val="24"/>
        </w:rPr>
        <w:t xml:space="preserve">/     /   </w:t>
      </w:r>
      <w:r w:rsidRPr="003A7D6B">
        <w:rPr>
          <w:rFonts w:cs="AL-Mohanad"/>
          <w:b/>
          <w:bCs/>
          <w:sz w:val="24"/>
          <w:szCs w:val="24"/>
          <w:rtl/>
        </w:rPr>
        <w:t xml:space="preserve">        14هـ                  آمل تسديد مكانه حسب الجدول الموضح والتوقيع بالعلم </w:t>
      </w:r>
      <w:r>
        <w:rPr>
          <w:rFonts w:cs="AL-Mohanad" w:hint="cs"/>
          <w:b/>
          <w:bCs/>
          <w:sz w:val="24"/>
          <w:szCs w:val="24"/>
          <w:rtl/>
        </w:rPr>
        <w:t xml:space="preserve"> </w:t>
      </w:r>
      <w:r w:rsidRPr="003A7D6B">
        <w:rPr>
          <w:rFonts w:cs="AL-Mohanad"/>
          <w:b/>
          <w:bCs/>
          <w:sz w:val="24"/>
          <w:szCs w:val="24"/>
          <w:rtl/>
        </w:rPr>
        <w:t>ولكم جزيل الشكر</w:t>
      </w:r>
    </w:p>
    <w:p w14:paraId="45D450F0" w14:textId="77777777" w:rsidR="0066698F" w:rsidRPr="006E6976" w:rsidRDefault="0066698F" w:rsidP="0066698F">
      <w:pPr>
        <w:rPr>
          <w:rFonts w:cs="AL-Mohanad"/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20"/>
        <w:gridCol w:w="1276"/>
        <w:gridCol w:w="1701"/>
        <w:gridCol w:w="2693"/>
        <w:gridCol w:w="1134"/>
        <w:gridCol w:w="2390"/>
      </w:tblGrid>
      <w:tr w:rsidR="0066698F" w:rsidRPr="006E6976" w14:paraId="30E66FE8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D31D82E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الحصة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C3F6A79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الفصل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7E4974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المادة</w:t>
            </w:r>
          </w:p>
        </w:tc>
        <w:tc>
          <w:tcPr>
            <w:tcW w:w="26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78C20E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المعلم المنتظر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5D670BE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التوقيع</w:t>
            </w:r>
          </w:p>
        </w:tc>
        <w:tc>
          <w:tcPr>
            <w:tcW w:w="239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EAFFF6B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ملحوظات</w:t>
            </w:r>
          </w:p>
        </w:tc>
      </w:tr>
      <w:tr w:rsidR="0066698F" w:rsidRPr="006E6976" w14:paraId="2E4ABEB7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35FEE6D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1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A889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066DD2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53EE1E7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86D58B9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5F18A12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56B9AB99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top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48334B9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88A403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2ACDB7B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310D1955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5E919A6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12DD8165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7D53BF7A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BF8F75B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3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93631AF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F1CAEF5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A70E98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BC026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4FB5679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45BFDE1E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0E5B14C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4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6CF5B6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BF200A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E1064D5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F9089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0DCB27BB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35266B00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CB8ECAD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5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D5CA981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DF68B2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3C03C4C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D5FBF5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5C2FE9B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5501CE19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DE39E1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6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034AFF2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04EBDB7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7D0F76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6B0607F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0772AA7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44D9D622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14C8A7F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7</w:t>
            </w: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069F5D1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C0817EF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D8B10D5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116929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55FC230F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</w:tbl>
    <w:p w14:paraId="73F8AE77" w14:textId="77777777" w:rsidR="0066698F" w:rsidRPr="003A7D6B" w:rsidRDefault="0066698F" w:rsidP="0066698F">
      <w:pPr>
        <w:spacing w:line="360" w:lineRule="auto"/>
        <w:ind w:left="-181" w:firstLine="39"/>
        <w:rPr>
          <w:rFonts w:cs="AL-Mohanad"/>
          <w:b/>
          <w:bCs/>
          <w:sz w:val="24"/>
          <w:szCs w:val="24"/>
          <w:rtl/>
        </w:rPr>
      </w:pPr>
      <w:r w:rsidRPr="006E6976">
        <w:rPr>
          <w:rFonts w:cs="AL-Mohanad"/>
          <w:sz w:val="12"/>
          <w:szCs w:val="12"/>
          <w:rtl/>
        </w:rPr>
        <w:br/>
      </w:r>
      <w:r w:rsidRPr="003A7D6B">
        <w:rPr>
          <w:rFonts w:cs="AL-Mohanad" w:hint="cs"/>
          <w:b/>
          <w:bCs/>
          <w:sz w:val="24"/>
          <w:szCs w:val="24"/>
          <w:rtl/>
        </w:rPr>
        <w:t xml:space="preserve">زملائي </w:t>
      </w:r>
      <w:r w:rsidRPr="003A7D6B">
        <w:rPr>
          <w:rFonts w:cs="AL-Mohanad"/>
          <w:b/>
          <w:bCs/>
          <w:sz w:val="24"/>
          <w:szCs w:val="24"/>
          <w:rtl/>
        </w:rPr>
        <w:t xml:space="preserve"> المعلمين </w:t>
      </w:r>
      <w:r w:rsidRPr="003A7D6B">
        <w:rPr>
          <w:rFonts w:cs="AL-Mohanad"/>
          <w:b/>
          <w:bCs/>
          <w:sz w:val="24"/>
          <w:szCs w:val="24"/>
        </w:rPr>
        <w:t>/</w:t>
      </w:r>
      <w:r w:rsidRPr="003A7D6B">
        <w:rPr>
          <w:rFonts w:cs="AL-Mohanad"/>
          <w:b/>
          <w:bCs/>
          <w:sz w:val="24"/>
          <w:szCs w:val="24"/>
          <w:rtl/>
        </w:rPr>
        <w:t xml:space="preserve"> نظراً لغياب الأخ الزميل :                                     لهذا اليوم </w:t>
      </w:r>
      <w:r w:rsidRPr="003A7D6B"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 xml:space="preserve">              </w:t>
      </w:r>
      <w:r w:rsidRPr="003A7D6B">
        <w:rPr>
          <w:rFonts w:cs="AL-Mohanad"/>
          <w:b/>
          <w:bCs/>
          <w:sz w:val="24"/>
          <w:szCs w:val="24"/>
          <w:rtl/>
        </w:rPr>
        <w:t xml:space="preserve">الموافق        </w:t>
      </w:r>
      <w:r w:rsidRPr="003A7D6B">
        <w:rPr>
          <w:rFonts w:cs="AL-Mohanad"/>
          <w:b/>
          <w:bCs/>
          <w:sz w:val="24"/>
          <w:szCs w:val="24"/>
        </w:rPr>
        <w:t xml:space="preserve">/     /   </w:t>
      </w:r>
      <w:r w:rsidRPr="003A7D6B">
        <w:rPr>
          <w:rFonts w:cs="AL-Mohanad"/>
          <w:b/>
          <w:bCs/>
          <w:sz w:val="24"/>
          <w:szCs w:val="24"/>
          <w:rtl/>
        </w:rPr>
        <w:t xml:space="preserve">        14هـ                  آمل تسديد مكانه حسب الجدول الموضح والتوقيع بالعلم </w:t>
      </w:r>
      <w:r>
        <w:rPr>
          <w:rFonts w:cs="AL-Mohanad" w:hint="cs"/>
          <w:b/>
          <w:bCs/>
          <w:sz w:val="24"/>
          <w:szCs w:val="24"/>
          <w:rtl/>
        </w:rPr>
        <w:t xml:space="preserve"> </w:t>
      </w:r>
      <w:r w:rsidRPr="003A7D6B">
        <w:rPr>
          <w:rFonts w:cs="AL-Mohanad"/>
          <w:b/>
          <w:bCs/>
          <w:sz w:val="24"/>
          <w:szCs w:val="24"/>
          <w:rtl/>
        </w:rPr>
        <w:t>ولكم جزيل الشكر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20"/>
        <w:gridCol w:w="1276"/>
        <w:gridCol w:w="1701"/>
        <w:gridCol w:w="2693"/>
        <w:gridCol w:w="1134"/>
        <w:gridCol w:w="2390"/>
      </w:tblGrid>
      <w:tr w:rsidR="0066698F" w:rsidRPr="006E6976" w14:paraId="1DCC1A82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649FC7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الحصة</w:t>
            </w: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F668CEF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الفصل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C399FC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المادة</w:t>
            </w:r>
          </w:p>
        </w:tc>
        <w:tc>
          <w:tcPr>
            <w:tcW w:w="26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9B2EE41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المعلم المنتظر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06B1B7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التوقيع</w:t>
            </w:r>
          </w:p>
        </w:tc>
        <w:tc>
          <w:tcPr>
            <w:tcW w:w="239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80974A0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ملحوظات</w:t>
            </w:r>
          </w:p>
        </w:tc>
      </w:tr>
      <w:tr w:rsidR="0066698F" w:rsidRPr="006E6976" w14:paraId="72EB2337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21B4C9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1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A214867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9E378E7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6A1F57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E52648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9E7F69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43D9DE53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top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1B2EF90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89D477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14CABBFB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409A3E50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78554A6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7B13DB8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69814D52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83301F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3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7DF95E7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786C710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88F8C4C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606377E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178BCE9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15FDA4AC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080342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4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15DB58D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30AC5F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F58F27D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5B7EE0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1B1F2C92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2CCE788D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A326D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5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415BD1B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10474B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2FEB4B9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67FD0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70634EAF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1DD9BBBA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7F37F22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6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36100E3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6BCD85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1B844FA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3B069C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647955B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6698F" w:rsidRPr="006E6976" w14:paraId="5E09B78E" w14:textId="77777777" w:rsidTr="003C5040">
        <w:trPr>
          <w:trHeight w:hRule="exact" w:val="284"/>
          <w:jc w:val="center"/>
        </w:trPr>
        <w:tc>
          <w:tcPr>
            <w:tcW w:w="92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503802C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  <w:r w:rsidRPr="006E6976">
              <w:rPr>
                <w:rFonts w:cs="AL-Mohanad"/>
                <w:sz w:val="20"/>
                <w:szCs w:val="20"/>
                <w:rtl/>
              </w:rPr>
              <w:t>7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258FB4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AAC2D08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A4850C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4F4646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390" w:type="dxa"/>
            <w:shd w:val="clear" w:color="auto" w:fill="FFFFFF" w:themeFill="background1"/>
            <w:vAlign w:val="center"/>
          </w:tcPr>
          <w:p w14:paraId="3347A174" w14:textId="77777777" w:rsidR="0066698F" w:rsidRPr="006E6976" w:rsidRDefault="0066698F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</w:tbl>
    <w:p w14:paraId="35D3A950" w14:textId="77777777" w:rsidR="0066698F" w:rsidRDefault="0066698F" w:rsidP="0066698F">
      <w:pPr>
        <w:rPr>
          <w:rFonts w:cs="AL-Mohanad"/>
          <w:sz w:val="24"/>
          <w:szCs w:val="24"/>
          <w:rtl/>
        </w:rPr>
      </w:pPr>
    </w:p>
    <w:p w14:paraId="14133D07" w14:textId="77777777" w:rsidR="0066698F" w:rsidRPr="003A7D6B" w:rsidRDefault="0066698F" w:rsidP="0066698F">
      <w:pPr>
        <w:rPr>
          <w:rFonts w:cs="AL-Mohanad"/>
          <w:b/>
          <w:bCs/>
          <w:sz w:val="24"/>
          <w:szCs w:val="24"/>
          <w:rtl/>
        </w:rPr>
      </w:pPr>
      <w:r w:rsidRPr="003A7D6B">
        <w:rPr>
          <w:rFonts w:cs="AL-Mohanad"/>
          <w:b/>
          <w:bCs/>
          <w:sz w:val="24"/>
          <w:szCs w:val="24"/>
          <w:rtl/>
        </w:rPr>
        <w:tab/>
        <w:t xml:space="preserve">وكيل الشؤون التعليمية </w:t>
      </w:r>
      <w:r w:rsidRPr="003A7D6B">
        <w:rPr>
          <w:rFonts w:cs="AL-Mohanad"/>
          <w:b/>
          <w:bCs/>
          <w:sz w:val="24"/>
          <w:szCs w:val="24"/>
        </w:rPr>
        <w:t>/</w:t>
      </w:r>
      <w:r w:rsidRPr="003A7D6B">
        <w:rPr>
          <w:rFonts w:cs="AL-Mohanad"/>
          <w:b/>
          <w:bCs/>
          <w:sz w:val="24"/>
          <w:szCs w:val="24"/>
          <w:rtl/>
        </w:rPr>
        <w:tab/>
      </w:r>
      <w:r w:rsidRPr="003A7D6B">
        <w:rPr>
          <w:rFonts w:cs="AL-Mohanad"/>
          <w:b/>
          <w:bCs/>
          <w:sz w:val="24"/>
          <w:szCs w:val="24"/>
          <w:rtl/>
        </w:rPr>
        <w:tab/>
      </w:r>
      <w:r w:rsidRPr="003A7D6B">
        <w:rPr>
          <w:rFonts w:cs="AL-Mohanad"/>
          <w:b/>
          <w:bCs/>
          <w:sz w:val="24"/>
          <w:szCs w:val="24"/>
          <w:rtl/>
        </w:rPr>
        <w:tab/>
      </w:r>
      <w:r w:rsidRPr="003A7D6B">
        <w:rPr>
          <w:rFonts w:cs="AL-Mohanad"/>
          <w:b/>
          <w:bCs/>
          <w:sz w:val="24"/>
          <w:szCs w:val="24"/>
          <w:rtl/>
        </w:rPr>
        <w:tab/>
      </w:r>
      <w:r w:rsidRPr="003A7D6B">
        <w:rPr>
          <w:rFonts w:cs="AL-Mohanad"/>
          <w:b/>
          <w:bCs/>
          <w:sz w:val="24"/>
          <w:szCs w:val="24"/>
          <w:rtl/>
        </w:rPr>
        <w:tab/>
      </w:r>
      <w:r w:rsidRPr="003A7D6B">
        <w:rPr>
          <w:rFonts w:cs="AL-Mohanad"/>
          <w:b/>
          <w:bCs/>
          <w:sz w:val="24"/>
          <w:szCs w:val="24"/>
          <w:rtl/>
        </w:rPr>
        <w:tab/>
      </w:r>
      <w:r w:rsidRPr="003A7D6B">
        <w:rPr>
          <w:rFonts w:cs="AL-Mohanad"/>
          <w:b/>
          <w:bCs/>
          <w:sz w:val="24"/>
          <w:szCs w:val="24"/>
          <w:rtl/>
        </w:rPr>
        <w:tab/>
        <w:t>التوقيع :</w:t>
      </w:r>
    </w:p>
    <w:p w14:paraId="4118FCA6" w14:textId="77777777" w:rsidR="0066698F" w:rsidRDefault="0066698F" w:rsidP="0066698F">
      <w:pPr>
        <w:ind w:left="-181" w:firstLine="181"/>
        <w:jc w:val="center"/>
        <w:rPr>
          <w:rFonts w:cs="AL-Mohanad"/>
          <w:sz w:val="24"/>
          <w:szCs w:val="24"/>
          <w:rtl/>
        </w:rPr>
      </w:pPr>
    </w:p>
    <w:p w14:paraId="76A1549A" w14:textId="77777777" w:rsidR="0066698F" w:rsidRPr="008A1DCE" w:rsidRDefault="0066698F" w:rsidP="005302DE">
      <w:pPr>
        <w:ind w:left="-1" w:right="-851"/>
        <w:rPr>
          <w:szCs w:val="36"/>
          <w:rtl/>
        </w:rPr>
      </w:pPr>
    </w:p>
    <w:sectPr w:rsidR="0066698F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2F8C9" w14:textId="77777777" w:rsidR="00654AD7" w:rsidRDefault="00654AD7" w:rsidP="000B54C1">
      <w:r>
        <w:separator/>
      </w:r>
    </w:p>
  </w:endnote>
  <w:endnote w:type="continuationSeparator" w:id="0">
    <w:p w14:paraId="708D4DD7" w14:textId="77777777" w:rsidR="00654AD7" w:rsidRDefault="00654AD7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BEE24" w14:textId="77777777" w:rsidR="00CE762A" w:rsidRDefault="00CE76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57237" w14:textId="77777777" w:rsidR="00B7299B" w:rsidRPr="0066698F" w:rsidRDefault="00B7299B" w:rsidP="00B7299B">
    <w:pPr>
      <w:rPr>
        <w:rFonts w:cs="AL-Mohanad"/>
        <w:sz w:val="16"/>
        <w:szCs w:val="16"/>
        <w:rtl/>
      </w:rPr>
    </w:pPr>
    <w:r w:rsidRPr="0066698F">
      <w:rPr>
        <w:rFonts w:cs="AL-Mohanad" w:hint="cs"/>
        <w:sz w:val="16"/>
        <w:szCs w:val="16"/>
        <w:rtl/>
      </w:rPr>
      <w:t>الحازمي</w:t>
    </w:r>
  </w:p>
  <w:p w14:paraId="7BEB8CC1" w14:textId="77777777" w:rsidR="00573ACF" w:rsidRPr="00CE762A" w:rsidRDefault="00CE762A" w:rsidP="00B7299B">
    <w:pPr>
      <w:pStyle w:val="Footer"/>
      <w:jc w:val="cen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2571D" w14:textId="77777777" w:rsidR="00CE762A" w:rsidRDefault="00CE76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298FB" w14:textId="77777777" w:rsidR="00654AD7" w:rsidRDefault="00654AD7" w:rsidP="000B54C1">
      <w:r>
        <w:separator/>
      </w:r>
    </w:p>
  </w:footnote>
  <w:footnote w:type="continuationSeparator" w:id="0">
    <w:p w14:paraId="59513520" w14:textId="77777777" w:rsidR="00654AD7" w:rsidRDefault="00654AD7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92EFF" w14:textId="77777777" w:rsidR="00CE762A" w:rsidRDefault="00CE76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7566796" w14:textId="77777777" w:rsidTr="005302DE">
      <w:tc>
        <w:tcPr>
          <w:tcW w:w="3402" w:type="dxa"/>
          <w:vAlign w:val="center"/>
        </w:tcPr>
        <w:p w14:paraId="3CAE3278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4EBD438A" wp14:editId="4DD4F4ED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1D2F386" w14:textId="77777777" w:rsidR="000B54C1" w:rsidRPr="00C22210" w:rsidRDefault="00573ACF" w:rsidP="00573ACF">
          <w:pPr>
            <w:ind w:left="941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4D50B90" w14:textId="7777777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>الإدارة العامة للتعليم بمنطقة المدينة المنورة</w:t>
          </w:r>
        </w:p>
        <w:p w14:paraId="4C29496A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66F23787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7DC5023C" wp14:editId="09F3A558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54935F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14A7611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443FFEC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FBE01C2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8D0C5EC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EC8BD" w14:textId="77777777" w:rsidR="00CE762A" w:rsidRDefault="00CE76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4053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98F"/>
    <w:rsid w:val="000B54C1"/>
    <w:rsid w:val="001D0A7D"/>
    <w:rsid w:val="002F57A0"/>
    <w:rsid w:val="00332D9C"/>
    <w:rsid w:val="003942ED"/>
    <w:rsid w:val="003C2673"/>
    <w:rsid w:val="003C5040"/>
    <w:rsid w:val="004D4A0E"/>
    <w:rsid w:val="004F62EE"/>
    <w:rsid w:val="005302DE"/>
    <w:rsid w:val="00565997"/>
    <w:rsid w:val="00573ACF"/>
    <w:rsid w:val="00654AD7"/>
    <w:rsid w:val="0066698F"/>
    <w:rsid w:val="0068143D"/>
    <w:rsid w:val="006E0A53"/>
    <w:rsid w:val="00721FD9"/>
    <w:rsid w:val="007A0ADD"/>
    <w:rsid w:val="0084062F"/>
    <w:rsid w:val="008A1DCE"/>
    <w:rsid w:val="008E6B73"/>
    <w:rsid w:val="009248BA"/>
    <w:rsid w:val="009C0A5D"/>
    <w:rsid w:val="00A345C3"/>
    <w:rsid w:val="00A765CF"/>
    <w:rsid w:val="00B7299B"/>
    <w:rsid w:val="00C828D0"/>
    <w:rsid w:val="00C85A10"/>
    <w:rsid w:val="00CE762A"/>
    <w:rsid w:val="00D31FC0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90C5D8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606;&#1605;&#1575;&#1584;&#1580;%20&#1575;&#1604;&#1575;&#1580;&#1585;&#1575;&#1574;&#1610;\&#1606;&#1605;&#1608;&#1608;&#1608;&#1608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نمووووووذج.dotx</Template>
  <TotalTime>16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dcterms:created xsi:type="dcterms:W3CDTF">2017-04-24T17:55:00Z</dcterms:created>
  <dcterms:modified xsi:type="dcterms:W3CDTF">2025-05-16T16:34:00Z</dcterms:modified>
</cp:coreProperties>
</file>