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3A6D3D6F" w14:textId="77777777" w:rsidTr="00AC583D">
        <w:tc>
          <w:tcPr>
            <w:tcW w:w="10005" w:type="dxa"/>
          </w:tcPr>
          <w:p w14:paraId="7059A71F" w14:textId="77777777" w:rsidR="005302DE" w:rsidRDefault="00E271B3" w:rsidP="00E271B3">
            <w:pPr>
              <w:jc w:val="right"/>
              <w:rPr>
                <w:szCs w:val="36"/>
                <w:rtl/>
              </w:rPr>
            </w:pPr>
            <w:r w:rsidRPr="00E271B3">
              <w:rPr>
                <w:rFonts w:cs="AL-Mohanad" w:hint="cs"/>
                <w:b/>
                <w:bCs/>
                <w:sz w:val="22"/>
                <w:szCs w:val="22"/>
                <w:rtl/>
              </w:rPr>
              <w:t>نموذج رقم ( 9 )</w:t>
            </w:r>
          </w:p>
        </w:tc>
      </w:tr>
      <w:tr w:rsidR="005302DE" w14:paraId="5BFF64F3" w14:textId="77777777" w:rsidTr="00AC583D">
        <w:tc>
          <w:tcPr>
            <w:tcW w:w="10005" w:type="dxa"/>
          </w:tcPr>
          <w:p w14:paraId="0BDA97D4" w14:textId="77777777" w:rsidR="005302DE" w:rsidRDefault="00E271B3" w:rsidP="00E271B3">
            <w:pPr>
              <w:jc w:val="right"/>
              <w:rPr>
                <w:szCs w:val="36"/>
                <w:rtl/>
              </w:rPr>
            </w:pPr>
            <w:r w:rsidRPr="00E271B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E271B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  <w:r w:rsidRPr="00E271B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النمو</w:t>
            </w:r>
            <w:r w:rsidRPr="00E271B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ذ</w:t>
            </w:r>
            <w:r w:rsidR="00A46EF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ج، (و</w:t>
            </w:r>
            <w:r w:rsidR="00A46EF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.</w:t>
            </w:r>
            <w:r w:rsidRPr="00E271B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ت٠ع٠ن- ٠١-٠٣)</w:t>
            </w:r>
          </w:p>
        </w:tc>
      </w:tr>
      <w:tr w:rsidR="005302DE" w14:paraId="31098154" w14:textId="77777777" w:rsidTr="00AC583D">
        <w:tc>
          <w:tcPr>
            <w:tcW w:w="10005" w:type="dxa"/>
          </w:tcPr>
          <w:p w14:paraId="6FD09C4F" w14:textId="77777777" w:rsidR="005302DE" w:rsidRPr="00E271B3" w:rsidRDefault="00E271B3" w:rsidP="00E271B3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E271B3">
              <w:rPr>
                <w:rFonts w:cs="PT Bold Heading"/>
                <w:b/>
                <w:bCs/>
                <w:sz w:val="30"/>
                <w:szCs w:val="30"/>
                <w:rtl/>
              </w:rPr>
              <w:t>ا</w:t>
            </w:r>
            <w:r w:rsidRPr="00E271B3">
              <w:rPr>
                <w:rFonts w:cs="PT Bold Heading" w:hint="cs"/>
                <w:b/>
                <w:bCs/>
                <w:sz w:val="30"/>
                <w:szCs w:val="30"/>
                <w:rtl/>
              </w:rPr>
              <w:t>س</w:t>
            </w:r>
            <w:r w:rsidRPr="00E271B3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م </w:t>
            </w:r>
            <w:r w:rsidRPr="00E271B3">
              <w:rPr>
                <w:rFonts w:cs="PT Bold Heading" w:hint="cs"/>
                <w:b/>
                <w:bCs/>
                <w:sz w:val="30"/>
                <w:szCs w:val="30"/>
                <w:rtl/>
              </w:rPr>
              <w:t>النموذج</w:t>
            </w:r>
            <w:r w:rsidRPr="00E271B3">
              <w:rPr>
                <w:rFonts w:cs="PT Bold Heading"/>
                <w:b/>
                <w:bCs/>
                <w:sz w:val="30"/>
                <w:szCs w:val="30"/>
                <w:rtl/>
              </w:rPr>
              <w:t>، تقرير</w:t>
            </w:r>
            <w:r w:rsidRPr="00E271B3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E271B3">
              <w:rPr>
                <w:rFonts w:cs="PT Bold Heading"/>
                <w:b/>
                <w:bCs/>
                <w:sz w:val="30"/>
                <w:szCs w:val="30"/>
                <w:rtl/>
              </w:rPr>
              <w:t>المناوبة اليومي</w:t>
            </w:r>
          </w:p>
        </w:tc>
      </w:tr>
    </w:tbl>
    <w:p w14:paraId="54B34C74" w14:textId="77777777" w:rsidR="00E271B3" w:rsidRPr="00C33CA8" w:rsidRDefault="00E271B3" w:rsidP="00E271B3">
      <w:pPr>
        <w:rPr>
          <w:rFonts w:cs="AL-Mohanad"/>
          <w:b/>
          <w:bCs/>
          <w:sz w:val="14"/>
          <w:szCs w:val="14"/>
          <w:rtl/>
        </w:rPr>
      </w:pPr>
    </w:p>
    <w:p w14:paraId="7D88EF47" w14:textId="77777777" w:rsidR="00E271B3" w:rsidRDefault="00E271B3" w:rsidP="00E271B3">
      <w:pPr>
        <w:jc w:val="both"/>
        <w:rPr>
          <w:rFonts w:cs="AL-Mohanad"/>
          <w:sz w:val="22"/>
          <w:szCs w:val="22"/>
          <w:rtl/>
        </w:rPr>
      </w:pPr>
    </w:p>
    <w:p w14:paraId="095081A4" w14:textId="77777777" w:rsidR="00AC583D" w:rsidRDefault="00AC583D" w:rsidP="00AC583D">
      <w:pPr>
        <w:pStyle w:val="Bodytext20"/>
        <w:shd w:val="clear" w:color="auto" w:fill="auto"/>
        <w:tabs>
          <w:tab w:val="left" w:pos="1622"/>
          <w:tab w:val="left" w:pos="4322"/>
        </w:tabs>
        <w:spacing w:after="0" w:line="259" w:lineRule="exact"/>
        <w:ind w:left="-142"/>
        <w:rPr>
          <w:rtl/>
        </w:rPr>
      </w:pPr>
    </w:p>
    <w:p w14:paraId="708A1404" w14:textId="77777777" w:rsidR="00AC583D" w:rsidRDefault="00AC583D" w:rsidP="00AC583D">
      <w:pPr>
        <w:spacing w:line="360" w:lineRule="auto"/>
        <w:ind w:left="-181" w:firstLine="181"/>
        <w:jc w:val="center"/>
        <w:rPr>
          <w:rFonts w:cs="AL-Mohanad"/>
          <w:b/>
          <w:bCs/>
          <w:sz w:val="24"/>
          <w:szCs w:val="24"/>
          <w:rtl/>
        </w:rPr>
      </w:pPr>
      <w:r>
        <w:rPr>
          <w:rFonts w:cs="AL-Mohanad" w:hint="cs"/>
          <w:b/>
          <w:bCs/>
          <w:sz w:val="24"/>
          <w:szCs w:val="24"/>
          <w:rtl/>
        </w:rPr>
        <w:t>ا</w:t>
      </w:r>
      <w:r w:rsidR="00851135">
        <w:rPr>
          <w:rFonts w:cs="AL-Mohanad"/>
          <w:b/>
          <w:bCs/>
          <w:sz w:val="24"/>
          <w:szCs w:val="24"/>
          <w:rtl/>
        </w:rPr>
        <w:t xml:space="preserve">لعام الدراسي    </w:t>
      </w:r>
      <w:r w:rsidRPr="003A7D6B">
        <w:rPr>
          <w:rFonts w:cs="AL-Mohanad"/>
          <w:b/>
          <w:bCs/>
          <w:sz w:val="24"/>
          <w:szCs w:val="24"/>
          <w:rtl/>
        </w:rPr>
        <w:t xml:space="preserve">    14هـ  </w:t>
      </w:r>
      <w:r w:rsidRPr="003A7D6B">
        <w:rPr>
          <w:rFonts w:cs="AL-Mohanad"/>
          <w:b/>
          <w:bCs/>
          <w:sz w:val="24"/>
          <w:szCs w:val="24"/>
        </w:rPr>
        <w:t>/</w:t>
      </w:r>
      <w:r w:rsidRPr="003A7D6B">
        <w:rPr>
          <w:rFonts w:cs="AL-Mohanad"/>
          <w:b/>
          <w:bCs/>
          <w:sz w:val="24"/>
          <w:szCs w:val="24"/>
          <w:rtl/>
        </w:rPr>
        <w:t xml:space="preserve">   </w:t>
      </w:r>
      <w:r>
        <w:rPr>
          <w:rFonts w:cs="AL-Mohanad" w:hint="cs"/>
          <w:b/>
          <w:bCs/>
          <w:sz w:val="24"/>
          <w:szCs w:val="24"/>
          <w:rtl/>
        </w:rPr>
        <w:t xml:space="preserve"> 14 هـ</w:t>
      </w:r>
      <w:r w:rsidRPr="003A7D6B">
        <w:rPr>
          <w:rFonts w:cs="AL-Mohanad"/>
          <w:b/>
          <w:bCs/>
          <w:sz w:val="24"/>
          <w:szCs w:val="24"/>
          <w:rtl/>
        </w:rPr>
        <w:t xml:space="preserve">            الفصل</w:t>
      </w:r>
      <w:r>
        <w:rPr>
          <w:rFonts w:cs="AL-Mohanad" w:hint="cs"/>
          <w:b/>
          <w:bCs/>
          <w:sz w:val="24"/>
          <w:szCs w:val="24"/>
          <w:rtl/>
        </w:rPr>
        <w:t xml:space="preserve"> الدراسي </w:t>
      </w:r>
      <w:r w:rsidRPr="003A7D6B">
        <w:rPr>
          <w:rFonts w:cs="AL-Mohanad"/>
          <w:b/>
          <w:bCs/>
          <w:sz w:val="24"/>
          <w:szCs w:val="24"/>
          <w:rtl/>
        </w:rPr>
        <w:t xml:space="preserve">  </w:t>
      </w:r>
      <w:r>
        <w:rPr>
          <w:rFonts w:cs="AL-Mohanad"/>
          <w:b/>
          <w:bCs/>
          <w:sz w:val="24"/>
          <w:szCs w:val="24"/>
        </w:rPr>
        <w:sym w:font="Wingdings" w:char="F0A8"/>
      </w:r>
      <w:r>
        <w:rPr>
          <w:rFonts w:cs="AL-Mohanad" w:hint="cs"/>
          <w:b/>
          <w:bCs/>
          <w:sz w:val="24"/>
          <w:szCs w:val="24"/>
          <w:rtl/>
        </w:rPr>
        <w:t xml:space="preserve"> الأول     </w:t>
      </w:r>
      <w:r>
        <w:rPr>
          <w:rFonts w:cs="AL-Mohanad" w:hint="cs"/>
          <w:b/>
          <w:bCs/>
          <w:sz w:val="24"/>
          <w:szCs w:val="24"/>
        </w:rPr>
        <w:sym w:font="Wingdings" w:char="F0A8"/>
      </w:r>
      <w:r>
        <w:rPr>
          <w:rFonts w:cs="AL-Mohanad" w:hint="cs"/>
          <w:b/>
          <w:bCs/>
          <w:sz w:val="24"/>
          <w:szCs w:val="24"/>
          <w:rtl/>
        </w:rPr>
        <w:t xml:space="preserve"> </w:t>
      </w:r>
      <w:r w:rsidR="00851135">
        <w:rPr>
          <w:rFonts w:cs="AL-Mohanad" w:hint="cs"/>
          <w:b/>
          <w:bCs/>
          <w:sz w:val="24"/>
          <w:szCs w:val="24"/>
          <w:rtl/>
        </w:rPr>
        <w:t xml:space="preserve">       </w:t>
      </w:r>
      <w:r>
        <w:rPr>
          <w:rFonts w:cs="AL-Mohanad" w:hint="cs"/>
          <w:b/>
          <w:bCs/>
          <w:sz w:val="24"/>
          <w:szCs w:val="24"/>
          <w:rtl/>
        </w:rPr>
        <w:t>الثاني</w:t>
      </w:r>
      <w:r w:rsidR="00851135">
        <w:rPr>
          <w:rFonts w:cs="AL-Mohanad" w:hint="cs"/>
          <w:b/>
          <w:bCs/>
          <w:sz w:val="24"/>
          <w:szCs w:val="24"/>
          <w:rtl/>
        </w:rPr>
        <w:t xml:space="preserve"> التاريخ:   /    /     14 هـ</w:t>
      </w:r>
    </w:p>
    <w:p w14:paraId="7C2EDA6E" w14:textId="77777777" w:rsidR="00AC583D" w:rsidRDefault="00AC583D" w:rsidP="00AC583D">
      <w:pPr>
        <w:pStyle w:val="Bodytext20"/>
        <w:shd w:val="clear" w:color="auto" w:fill="auto"/>
        <w:tabs>
          <w:tab w:val="left" w:pos="1622"/>
          <w:tab w:val="left" w:pos="4322"/>
        </w:tabs>
        <w:spacing w:after="0" w:line="259" w:lineRule="exact"/>
        <w:ind w:left="-142"/>
        <w:rPr>
          <w:rtl/>
        </w:rPr>
      </w:pPr>
    </w:p>
    <w:tbl>
      <w:tblPr>
        <w:tblW w:w="0" w:type="auto"/>
        <w:tblInd w:w="-20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7"/>
        <w:gridCol w:w="2242"/>
        <w:gridCol w:w="4025"/>
        <w:gridCol w:w="992"/>
      </w:tblGrid>
      <w:tr w:rsidR="00AC583D" w14:paraId="69D59CC2" w14:textId="77777777" w:rsidTr="00C921DA">
        <w:trPr>
          <w:trHeight w:hRule="exact" w:val="475"/>
        </w:trPr>
        <w:tc>
          <w:tcPr>
            <w:tcW w:w="287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C7EAD44" w14:textId="77777777" w:rsidR="00AC583D" w:rsidRPr="00AC583D" w:rsidRDefault="00AC583D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ملحوظات</w:t>
            </w:r>
            <w:r w:rsidRPr="00AC583D">
              <w:rPr>
                <w:rFonts w:asciiTheme="majorBidi" w:hAnsiTheme="majorBidi" w:cstheme="majorBidi" w:hint="cs"/>
                <w:sz w:val="28"/>
                <w:szCs w:val="28"/>
                <w:rtl/>
              </w:rPr>
              <w:t>*</w:t>
            </w:r>
          </w:p>
        </w:tc>
        <w:tc>
          <w:tcPr>
            <w:tcW w:w="224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2C9D48F" w14:textId="77777777" w:rsidR="00AC583D" w:rsidRPr="00AC583D" w:rsidRDefault="00AC583D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التوقيع</w:t>
            </w:r>
          </w:p>
        </w:tc>
        <w:tc>
          <w:tcPr>
            <w:tcW w:w="402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3EC3708" w14:textId="77777777" w:rsidR="00AC583D" w:rsidRPr="00AC583D" w:rsidRDefault="00AC583D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 w:hint="cs"/>
                <w:sz w:val="28"/>
                <w:szCs w:val="28"/>
                <w:rtl/>
              </w:rPr>
              <w:t>اسم</w:t>
            </w: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الموظف المناوب</w:t>
            </w:r>
            <w:r w:rsidRPr="00AC583D">
              <w:rPr>
                <w:rFonts w:asciiTheme="majorBidi" w:hAnsiTheme="majorBidi" w:cstheme="majorBidi" w:hint="cs"/>
                <w:sz w:val="28"/>
                <w:szCs w:val="28"/>
                <w:rtl/>
              </w:rPr>
              <w:t>*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0819E0" w14:textId="77777777" w:rsidR="00AC583D" w:rsidRPr="00AC583D" w:rsidRDefault="00AC583D" w:rsidP="00AC583D">
            <w:pPr>
              <w:pStyle w:val="Bodytext20"/>
              <w:shd w:val="clear" w:color="auto" w:fill="auto"/>
              <w:spacing w:after="0" w:line="240" w:lineRule="auto"/>
              <w:ind w:left="18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م</w:t>
            </w:r>
          </w:p>
        </w:tc>
      </w:tr>
      <w:tr w:rsidR="00AC583D" w14:paraId="7EBF9F46" w14:textId="77777777" w:rsidTr="00C921DA">
        <w:trPr>
          <w:trHeight w:hRule="exact" w:val="326"/>
        </w:trPr>
        <w:tc>
          <w:tcPr>
            <w:tcW w:w="28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EBBE61" w14:textId="77777777" w:rsidR="00AC583D" w:rsidRPr="00AC583D" w:rsidRDefault="00AC583D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242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F36B66" w14:textId="77777777" w:rsidR="00AC583D" w:rsidRPr="00AC583D" w:rsidRDefault="00AC583D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025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6C11ED" w14:textId="77777777" w:rsidR="00AC583D" w:rsidRPr="00AC583D" w:rsidRDefault="00AC583D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F8A431" w14:textId="77777777" w:rsidR="00AC583D" w:rsidRPr="00AC583D" w:rsidRDefault="00AC583D" w:rsidP="00AC583D">
            <w:pPr>
              <w:pStyle w:val="Bodytext20"/>
              <w:numPr>
                <w:ilvl w:val="0"/>
                <w:numId w:val="5"/>
              </w:numPr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AC583D" w14:paraId="3D952E24" w14:textId="77777777" w:rsidTr="00C921DA">
        <w:trPr>
          <w:trHeight w:hRule="exact" w:val="486"/>
        </w:trPr>
        <w:tc>
          <w:tcPr>
            <w:tcW w:w="287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84E3878" w14:textId="77777777" w:rsidR="00AC583D" w:rsidRPr="00AC583D" w:rsidRDefault="00AC583D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24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BD906C6" w14:textId="77777777" w:rsidR="00AC583D" w:rsidRPr="00AC583D" w:rsidRDefault="00AC583D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02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E58FBB" w14:textId="77777777" w:rsidR="00AC583D" w:rsidRPr="00AC583D" w:rsidRDefault="00AC583D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7BC72" w14:textId="77777777" w:rsidR="00AC583D" w:rsidRPr="00AC583D" w:rsidRDefault="00AC583D" w:rsidP="00AC583D">
            <w:pPr>
              <w:pStyle w:val="Bodytext20"/>
              <w:numPr>
                <w:ilvl w:val="0"/>
                <w:numId w:val="5"/>
              </w:numPr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14:paraId="1F17F4EB" w14:textId="77777777" w:rsidR="00AC583D" w:rsidRDefault="00AC583D" w:rsidP="00AC583D">
      <w:pPr>
        <w:pStyle w:val="Bodytext20"/>
        <w:shd w:val="clear" w:color="auto" w:fill="auto"/>
        <w:tabs>
          <w:tab w:val="left" w:pos="1622"/>
          <w:tab w:val="left" w:pos="4322"/>
        </w:tabs>
        <w:spacing w:after="0" w:line="259" w:lineRule="exact"/>
        <w:ind w:left="-142"/>
        <w:rPr>
          <w:rtl/>
        </w:rPr>
      </w:pPr>
    </w:p>
    <w:p w14:paraId="751BAD0A" w14:textId="77777777" w:rsidR="00E271B3" w:rsidRDefault="00E271B3" w:rsidP="00E271B3">
      <w:pPr>
        <w:rPr>
          <w:sz w:val="2"/>
          <w:szCs w:val="2"/>
          <w:rtl/>
        </w:rPr>
      </w:pPr>
    </w:p>
    <w:p w14:paraId="41CA5863" w14:textId="77777777" w:rsidR="00E271B3" w:rsidRDefault="00E271B3" w:rsidP="00E271B3">
      <w:pPr>
        <w:rPr>
          <w:sz w:val="2"/>
          <w:szCs w:val="2"/>
          <w:rtl/>
        </w:rPr>
      </w:pPr>
    </w:p>
    <w:p w14:paraId="0AAD9C45" w14:textId="77777777" w:rsidR="00E271B3" w:rsidRDefault="00E271B3" w:rsidP="00E271B3">
      <w:pPr>
        <w:rPr>
          <w:sz w:val="2"/>
          <w:szCs w:val="2"/>
          <w:rtl/>
        </w:rPr>
      </w:pPr>
    </w:p>
    <w:p w14:paraId="4150AF6D" w14:textId="77777777" w:rsidR="00AC583D" w:rsidRDefault="00AC583D" w:rsidP="00E271B3">
      <w:pPr>
        <w:spacing w:line="272" w:lineRule="exact"/>
        <w:rPr>
          <w:rStyle w:val="Tablecaption"/>
          <w:rtl/>
        </w:rPr>
      </w:pPr>
    </w:p>
    <w:p w14:paraId="4F66B074" w14:textId="77777777" w:rsidR="00E271B3" w:rsidRPr="00AC583D" w:rsidRDefault="00E271B3" w:rsidP="00E271B3">
      <w:pPr>
        <w:spacing w:line="272" w:lineRule="exact"/>
        <w:rPr>
          <w:rFonts w:cs="PT Bold Heading"/>
          <w:sz w:val="42"/>
          <w:szCs w:val="46"/>
          <w:rtl/>
        </w:rPr>
      </w:pPr>
      <w:r w:rsidRPr="00AC583D">
        <w:rPr>
          <w:rStyle w:val="Tablecaption"/>
          <w:rFonts w:cs="PT Bold Heading"/>
          <w:sz w:val="24"/>
          <w:szCs w:val="24"/>
          <w:rtl/>
        </w:rPr>
        <w:t>أ</w:t>
      </w:r>
      <w:r w:rsidRPr="00AC583D">
        <w:rPr>
          <w:rStyle w:val="Tablecaption12pt"/>
          <w:rFonts w:cs="PT Bold Heading" w:hint="cs"/>
          <w:sz w:val="30"/>
          <w:szCs w:val="30"/>
          <w:rtl/>
        </w:rPr>
        <w:t>سما</w:t>
      </w:r>
      <w:r w:rsidRPr="00AC583D">
        <w:rPr>
          <w:rStyle w:val="Tablecaption"/>
          <w:rFonts w:cs="PT Bold Heading"/>
          <w:sz w:val="24"/>
          <w:szCs w:val="24"/>
          <w:rtl/>
        </w:rPr>
        <w:t>ء الطلاب المتأخرين:</w:t>
      </w:r>
    </w:p>
    <w:p w14:paraId="318C3366" w14:textId="77777777" w:rsidR="00E271B3" w:rsidRDefault="00E271B3" w:rsidP="00E271B3">
      <w:pPr>
        <w:rPr>
          <w:rFonts w:cs="AL-Mohanad"/>
          <w:sz w:val="22"/>
          <w:szCs w:val="22"/>
          <w:rtl/>
        </w:rPr>
      </w:pPr>
    </w:p>
    <w:tbl>
      <w:tblPr>
        <w:tblW w:w="0" w:type="auto"/>
        <w:tblInd w:w="-1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7"/>
        <w:gridCol w:w="2165"/>
        <w:gridCol w:w="1272"/>
        <w:gridCol w:w="1186"/>
        <w:gridCol w:w="2753"/>
        <w:gridCol w:w="992"/>
      </w:tblGrid>
      <w:tr w:rsidR="00AC583D" w:rsidRPr="00AC583D" w14:paraId="63921D62" w14:textId="77777777" w:rsidTr="00C921DA">
        <w:trPr>
          <w:trHeight w:hRule="exact" w:val="451"/>
        </w:trPr>
        <w:tc>
          <w:tcPr>
            <w:tcW w:w="169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9CA10D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ملحوظات</w:t>
            </w:r>
          </w:p>
        </w:tc>
        <w:tc>
          <w:tcPr>
            <w:tcW w:w="216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5DB5720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الاجراء المتخذ</w:t>
            </w:r>
          </w:p>
        </w:tc>
        <w:tc>
          <w:tcPr>
            <w:tcW w:w="127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AAA3394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ind w:right="38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الزمن</w:t>
            </w:r>
          </w:p>
        </w:tc>
        <w:tc>
          <w:tcPr>
            <w:tcW w:w="118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E897D26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الفصل</w:t>
            </w:r>
          </w:p>
        </w:tc>
        <w:tc>
          <w:tcPr>
            <w:tcW w:w="275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B92E01D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AC930C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ind w:left="32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م</w:t>
            </w:r>
          </w:p>
        </w:tc>
      </w:tr>
      <w:tr w:rsidR="00AC583D" w:rsidRPr="00AC583D" w14:paraId="3758BE59" w14:textId="77777777" w:rsidTr="00C921DA">
        <w:trPr>
          <w:trHeight w:hRule="exact" w:val="461"/>
        </w:trPr>
        <w:tc>
          <w:tcPr>
            <w:tcW w:w="169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77E1343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6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AB5E94D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FC40177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1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D7931E8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75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D7C7EE7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D33CA" w14:textId="77777777" w:rsidR="00E271B3" w:rsidRPr="00AC583D" w:rsidRDefault="00E271B3" w:rsidP="00AC583D">
            <w:pPr>
              <w:pStyle w:val="Bodytext20"/>
              <w:numPr>
                <w:ilvl w:val="0"/>
                <w:numId w:val="4"/>
              </w:numPr>
              <w:shd w:val="clear" w:color="auto" w:fill="auto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AC583D" w:rsidRPr="00AC583D" w14:paraId="3E5A7C42" w14:textId="77777777" w:rsidTr="00C921DA">
        <w:trPr>
          <w:trHeight w:hRule="exact" w:val="456"/>
        </w:trPr>
        <w:tc>
          <w:tcPr>
            <w:tcW w:w="1697" w:type="dxa"/>
            <w:tcBorders>
              <w:top w:val="single" w:sz="4" w:space="0" w:color="auto"/>
            </w:tcBorders>
            <w:shd w:val="clear" w:color="auto" w:fill="auto"/>
          </w:tcPr>
          <w:p w14:paraId="628B40CF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65" w:type="dxa"/>
            <w:tcBorders>
              <w:top w:val="single" w:sz="4" w:space="0" w:color="auto"/>
            </w:tcBorders>
            <w:shd w:val="clear" w:color="auto" w:fill="auto"/>
          </w:tcPr>
          <w:p w14:paraId="1342354C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</w:tcPr>
          <w:p w14:paraId="6E034DE4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</w:tcPr>
          <w:p w14:paraId="0FD02741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753" w:type="dxa"/>
            <w:tcBorders>
              <w:top w:val="single" w:sz="4" w:space="0" w:color="auto"/>
            </w:tcBorders>
            <w:shd w:val="clear" w:color="auto" w:fill="auto"/>
          </w:tcPr>
          <w:p w14:paraId="3F7EB32B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C4831" w14:textId="77777777" w:rsidR="00E271B3" w:rsidRPr="00AC583D" w:rsidRDefault="00E271B3" w:rsidP="00AC583D">
            <w:pPr>
              <w:pStyle w:val="Bodytext20"/>
              <w:numPr>
                <w:ilvl w:val="0"/>
                <w:numId w:val="4"/>
              </w:numPr>
              <w:shd w:val="clear" w:color="auto" w:fill="auto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AC583D" w:rsidRPr="00AC583D" w14:paraId="6061F67C" w14:textId="77777777" w:rsidTr="00C921DA">
        <w:trPr>
          <w:trHeight w:hRule="exact" w:val="456"/>
        </w:trPr>
        <w:tc>
          <w:tcPr>
            <w:tcW w:w="1697" w:type="dxa"/>
            <w:shd w:val="clear" w:color="auto" w:fill="auto"/>
          </w:tcPr>
          <w:p w14:paraId="305DBE94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65" w:type="dxa"/>
            <w:shd w:val="clear" w:color="auto" w:fill="auto"/>
          </w:tcPr>
          <w:p w14:paraId="1764FC00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2" w:type="dxa"/>
            <w:shd w:val="clear" w:color="auto" w:fill="auto"/>
          </w:tcPr>
          <w:p w14:paraId="18244360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186" w:type="dxa"/>
            <w:shd w:val="clear" w:color="auto" w:fill="auto"/>
          </w:tcPr>
          <w:p w14:paraId="42397644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753" w:type="dxa"/>
            <w:shd w:val="clear" w:color="auto" w:fill="auto"/>
          </w:tcPr>
          <w:p w14:paraId="317AF7FB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881387" w14:textId="77777777" w:rsidR="00E271B3" w:rsidRPr="00AC583D" w:rsidRDefault="00E271B3" w:rsidP="00AC583D">
            <w:pPr>
              <w:pStyle w:val="Bodytext20"/>
              <w:numPr>
                <w:ilvl w:val="0"/>
                <w:numId w:val="4"/>
              </w:numPr>
              <w:shd w:val="clear" w:color="auto" w:fill="auto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AC583D" w:rsidRPr="00AC583D" w14:paraId="0551B23A" w14:textId="77777777" w:rsidTr="00C921DA">
        <w:trPr>
          <w:trHeight w:hRule="exact" w:val="451"/>
        </w:trPr>
        <w:tc>
          <w:tcPr>
            <w:tcW w:w="1697" w:type="dxa"/>
            <w:shd w:val="clear" w:color="auto" w:fill="auto"/>
          </w:tcPr>
          <w:p w14:paraId="2939E816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65" w:type="dxa"/>
            <w:shd w:val="clear" w:color="auto" w:fill="auto"/>
          </w:tcPr>
          <w:p w14:paraId="2D896331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2" w:type="dxa"/>
            <w:shd w:val="clear" w:color="auto" w:fill="auto"/>
          </w:tcPr>
          <w:p w14:paraId="0AAF286B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186" w:type="dxa"/>
            <w:shd w:val="clear" w:color="auto" w:fill="auto"/>
          </w:tcPr>
          <w:p w14:paraId="7CAE4DA2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753" w:type="dxa"/>
            <w:shd w:val="clear" w:color="auto" w:fill="auto"/>
          </w:tcPr>
          <w:p w14:paraId="45E54BF8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8A03659" w14:textId="77777777" w:rsidR="00E271B3" w:rsidRPr="00AC583D" w:rsidRDefault="00E271B3" w:rsidP="00AC583D">
            <w:pPr>
              <w:pStyle w:val="Bodytext20"/>
              <w:numPr>
                <w:ilvl w:val="0"/>
                <w:numId w:val="4"/>
              </w:numPr>
              <w:shd w:val="clear" w:color="auto" w:fill="auto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AC583D" w:rsidRPr="00AC583D" w14:paraId="4C6EB6B2" w14:textId="77777777" w:rsidTr="00C921DA">
        <w:trPr>
          <w:trHeight w:hRule="exact" w:val="461"/>
        </w:trPr>
        <w:tc>
          <w:tcPr>
            <w:tcW w:w="1697" w:type="dxa"/>
            <w:shd w:val="clear" w:color="auto" w:fill="auto"/>
          </w:tcPr>
          <w:p w14:paraId="2A2F0FE5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65" w:type="dxa"/>
            <w:shd w:val="clear" w:color="auto" w:fill="auto"/>
          </w:tcPr>
          <w:p w14:paraId="6A81A033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2" w:type="dxa"/>
            <w:shd w:val="clear" w:color="auto" w:fill="auto"/>
          </w:tcPr>
          <w:p w14:paraId="09EBC6D5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186" w:type="dxa"/>
            <w:shd w:val="clear" w:color="auto" w:fill="auto"/>
          </w:tcPr>
          <w:p w14:paraId="353787FC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753" w:type="dxa"/>
            <w:shd w:val="clear" w:color="auto" w:fill="auto"/>
          </w:tcPr>
          <w:p w14:paraId="2E68A7A3" w14:textId="77777777" w:rsidR="00E271B3" w:rsidRPr="00AC583D" w:rsidRDefault="00E271B3" w:rsidP="00AC58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FF3F0ED" w14:textId="77777777" w:rsidR="00E271B3" w:rsidRPr="00AC583D" w:rsidRDefault="00E271B3" w:rsidP="00AC583D">
            <w:pPr>
              <w:pStyle w:val="Bodytext20"/>
              <w:numPr>
                <w:ilvl w:val="0"/>
                <w:numId w:val="4"/>
              </w:numPr>
              <w:shd w:val="clear" w:color="auto" w:fill="auto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14:paraId="4E63BB95" w14:textId="77777777" w:rsidR="00E271B3" w:rsidRDefault="00E271B3" w:rsidP="00E271B3">
      <w:pPr>
        <w:rPr>
          <w:rFonts w:cs="AL-Mohanad"/>
          <w:sz w:val="22"/>
          <w:szCs w:val="22"/>
          <w:rtl/>
        </w:rPr>
      </w:pPr>
    </w:p>
    <w:p w14:paraId="632012B3" w14:textId="77777777" w:rsidR="00E271B3" w:rsidRPr="00AC583D" w:rsidRDefault="00AC583D" w:rsidP="00AC583D">
      <w:pPr>
        <w:spacing w:line="272" w:lineRule="exact"/>
        <w:rPr>
          <w:rStyle w:val="Tablecaption"/>
          <w:rFonts w:cs="PT Bold Heading"/>
          <w:sz w:val="24"/>
          <w:szCs w:val="24"/>
          <w:rtl/>
        </w:rPr>
      </w:pPr>
      <w:r w:rsidRPr="00AC583D">
        <w:rPr>
          <w:rStyle w:val="Tablecaption"/>
          <w:rFonts w:cs="PT Bold Heading" w:hint="cs"/>
          <w:sz w:val="24"/>
          <w:szCs w:val="24"/>
          <w:rtl/>
        </w:rPr>
        <w:t>أ</w:t>
      </w:r>
      <w:r w:rsidRPr="00AC583D">
        <w:rPr>
          <w:rStyle w:val="Tablecaption"/>
          <w:rFonts w:cs="PT Bold Heading"/>
          <w:sz w:val="24"/>
          <w:szCs w:val="24"/>
          <w:rtl/>
        </w:rPr>
        <w:t>سماء</w:t>
      </w:r>
      <w:r>
        <w:rPr>
          <w:rStyle w:val="Tablecaption"/>
          <w:rFonts w:cs="PT Bold Heading"/>
          <w:sz w:val="24"/>
          <w:szCs w:val="24"/>
          <w:rtl/>
        </w:rPr>
        <w:t xml:space="preserve"> الطلاب المخالفين</w:t>
      </w:r>
    </w:p>
    <w:p w14:paraId="607A597B" w14:textId="77777777" w:rsidR="00E271B3" w:rsidRDefault="00E271B3" w:rsidP="00E271B3">
      <w:pPr>
        <w:rPr>
          <w:rFonts w:cs="AL-Mohanad"/>
          <w:sz w:val="22"/>
          <w:szCs w:val="22"/>
          <w:rtl/>
        </w:rPr>
      </w:pPr>
    </w:p>
    <w:tbl>
      <w:tblPr>
        <w:tblW w:w="0" w:type="auto"/>
        <w:tblInd w:w="-1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7"/>
        <w:gridCol w:w="2165"/>
        <w:gridCol w:w="1272"/>
        <w:gridCol w:w="1186"/>
        <w:gridCol w:w="2753"/>
        <w:gridCol w:w="992"/>
      </w:tblGrid>
      <w:tr w:rsidR="00AC583D" w:rsidRPr="00AC583D" w14:paraId="6E2F4217" w14:textId="77777777" w:rsidTr="00C921DA">
        <w:trPr>
          <w:trHeight w:hRule="exact" w:val="451"/>
        </w:trPr>
        <w:tc>
          <w:tcPr>
            <w:tcW w:w="169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0C7B892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ملحوظات</w:t>
            </w:r>
          </w:p>
        </w:tc>
        <w:tc>
          <w:tcPr>
            <w:tcW w:w="216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900A0AB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الاجراء المتخذ</w:t>
            </w:r>
          </w:p>
        </w:tc>
        <w:tc>
          <w:tcPr>
            <w:tcW w:w="127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8207B9D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ind w:right="38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الزمن</w:t>
            </w:r>
          </w:p>
        </w:tc>
        <w:tc>
          <w:tcPr>
            <w:tcW w:w="118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33186B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الفصل</w:t>
            </w:r>
          </w:p>
        </w:tc>
        <w:tc>
          <w:tcPr>
            <w:tcW w:w="275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03C874E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الا</w:t>
            </w:r>
            <w:r w:rsidRPr="00AC583D">
              <w:rPr>
                <w:rFonts w:asciiTheme="majorBidi" w:hAnsiTheme="majorBidi" w:cstheme="majorBidi" w:hint="cs"/>
                <w:sz w:val="28"/>
                <w:szCs w:val="28"/>
                <w:rtl/>
              </w:rPr>
              <w:t>سم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D1F8B48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ind w:left="32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C583D">
              <w:rPr>
                <w:rFonts w:asciiTheme="majorBidi" w:hAnsiTheme="majorBidi" w:cstheme="majorBidi"/>
                <w:sz w:val="28"/>
                <w:szCs w:val="28"/>
                <w:rtl/>
              </w:rPr>
              <w:t>م</w:t>
            </w:r>
          </w:p>
        </w:tc>
      </w:tr>
      <w:tr w:rsidR="00AC583D" w:rsidRPr="00AC583D" w14:paraId="1B291CE7" w14:textId="77777777" w:rsidTr="00C921DA">
        <w:trPr>
          <w:trHeight w:hRule="exact" w:val="466"/>
        </w:trPr>
        <w:tc>
          <w:tcPr>
            <w:tcW w:w="169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6074CCA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6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119B289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1E2DA61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1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6E0A651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75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3591FA7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204CA5" w14:textId="77777777" w:rsidR="00E271B3" w:rsidRPr="00AC583D" w:rsidRDefault="00E271B3" w:rsidP="00AC583D">
            <w:pPr>
              <w:pStyle w:val="Bodytext20"/>
              <w:numPr>
                <w:ilvl w:val="0"/>
                <w:numId w:val="6"/>
              </w:numPr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AC583D" w:rsidRPr="00AC583D" w14:paraId="52A757EE" w14:textId="77777777" w:rsidTr="00C921DA">
        <w:trPr>
          <w:trHeight w:hRule="exact" w:val="451"/>
        </w:trPr>
        <w:tc>
          <w:tcPr>
            <w:tcW w:w="1697" w:type="dxa"/>
            <w:tcBorders>
              <w:top w:val="single" w:sz="4" w:space="0" w:color="auto"/>
            </w:tcBorders>
            <w:shd w:val="clear" w:color="auto" w:fill="auto"/>
          </w:tcPr>
          <w:p w14:paraId="13467DEC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65" w:type="dxa"/>
            <w:tcBorders>
              <w:top w:val="single" w:sz="4" w:space="0" w:color="auto"/>
            </w:tcBorders>
            <w:shd w:val="clear" w:color="auto" w:fill="auto"/>
          </w:tcPr>
          <w:p w14:paraId="12597C76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</w:tcPr>
          <w:p w14:paraId="0E08776A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</w:tcPr>
          <w:p w14:paraId="75D9C7FD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753" w:type="dxa"/>
            <w:tcBorders>
              <w:top w:val="single" w:sz="4" w:space="0" w:color="auto"/>
            </w:tcBorders>
            <w:shd w:val="clear" w:color="auto" w:fill="auto"/>
          </w:tcPr>
          <w:p w14:paraId="3EDA34BD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260C01" w14:textId="77777777" w:rsidR="00E271B3" w:rsidRPr="00AC583D" w:rsidRDefault="00E271B3" w:rsidP="00AC583D">
            <w:pPr>
              <w:pStyle w:val="Bodytext20"/>
              <w:numPr>
                <w:ilvl w:val="0"/>
                <w:numId w:val="6"/>
              </w:numPr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AC583D" w:rsidRPr="00AC583D" w14:paraId="7EA428EC" w14:textId="77777777" w:rsidTr="00C921DA">
        <w:trPr>
          <w:trHeight w:hRule="exact" w:val="456"/>
        </w:trPr>
        <w:tc>
          <w:tcPr>
            <w:tcW w:w="1697" w:type="dxa"/>
            <w:shd w:val="clear" w:color="auto" w:fill="auto"/>
          </w:tcPr>
          <w:p w14:paraId="78E52FEE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65" w:type="dxa"/>
            <w:shd w:val="clear" w:color="auto" w:fill="auto"/>
          </w:tcPr>
          <w:p w14:paraId="0B6CC1F0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2" w:type="dxa"/>
            <w:shd w:val="clear" w:color="auto" w:fill="auto"/>
          </w:tcPr>
          <w:p w14:paraId="6658CD0E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186" w:type="dxa"/>
            <w:shd w:val="clear" w:color="auto" w:fill="auto"/>
          </w:tcPr>
          <w:p w14:paraId="77BF8D1D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753" w:type="dxa"/>
            <w:shd w:val="clear" w:color="auto" w:fill="auto"/>
          </w:tcPr>
          <w:p w14:paraId="0A959B7B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7A8099" w14:textId="77777777" w:rsidR="00E271B3" w:rsidRPr="00AC583D" w:rsidRDefault="00E271B3" w:rsidP="00AC583D">
            <w:pPr>
              <w:pStyle w:val="Bodytext20"/>
              <w:numPr>
                <w:ilvl w:val="0"/>
                <w:numId w:val="6"/>
              </w:numPr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AC583D" w:rsidRPr="00AC583D" w14:paraId="6A8F8BD6" w14:textId="77777777" w:rsidTr="00C921DA">
        <w:trPr>
          <w:trHeight w:hRule="exact" w:val="456"/>
        </w:trPr>
        <w:tc>
          <w:tcPr>
            <w:tcW w:w="1697" w:type="dxa"/>
            <w:shd w:val="clear" w:color="auto" w:fill="auto"/>
          </w:tcPr>
          <w:p w14:paraId="7AC2E08A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65" w:type="dxa"/>
            <w:shd w:val="clear" w:color="auto" w:fill="auto"/>
          </w:tcPr>
          <w:p w14:paraId="212D033F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2" w:type="dxa"/>
            <w:shd w:val="clear" w:color="auto" w:fill="auto"/>
          </w:tcPr>
          <w:p w14:paraId="56E25E21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186" w:type="dxa"/>
            <w:shd w:val="clear" w:color="auto" w:fill="auto"/>
          </w:tcPr>
          <w:p w14:paraId="4541F473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753" w:type="dxa"/>
            <w:shd w:val="clear" w:color="auto" w:fill="auto"/>
          </w:tcPr>
          <w:p w14:paraId="0E4BBF2A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AF16A81" w14:textId="77777777" w:rsidR="00E271B3" w:rsidRPr="00AC583D" w:rsidRDefault="00E271B3" w:rsidP="00AC583D">
            <w:pPr>
              <w:pStyle w:val="Bodytext20"/>
              <w:numPr>
                <w:ilvl w:val="0"/>
                <w:numId w:val="6"/>
              </w:numPr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AC583D" w:rsidRPr="00AC583D" w14:paraId="43364247" w14:textId="77777777" w:rsidTr="00C921DA">
        <w:trPr>
          <w:trHeight w:hRule="exact" w:val="456"/>
        </w:trPr>
        <w:tc>
          <w:tcPr>
            <w:tcW w:w="1697" w:type="dxa"/>
            <w:shd w:val="clear" w:color="auto" w:fill="auto"/>
          </w:tcPr>
          <w:p w14:paraId="1FF47AB1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65" w:type="dxa"/>
            <w:shd w:val="clear" w:color="auto" w:fill="auto"/>
          </w:tcPr>
          <w:p w14:paraId="0113AC00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2" w:type="dxa"/>
            <w:shd w:val="clear" w:color="auto" w:fill="auto"/>
          </w:tcPr>
          <w:p w14:paraId="6ABA2B5A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186" w:type="dxa"/>
            <w:shd w:val="clear" w:color="auto" w:fill="auto"/>
          </w:tcPr>
          <w:p w14:paraId="031E141C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753" w:type="dxa"/>
            <w:shd w:val="clear" w:color="auto" w:fill="auto"/>
          </w:tcPr>
          <w:p w14:paraId="33F63124" w14:textId="77777777" w:rsidR="00E271B3" w:rsidRPr="00AC583D" w:rsidRDefault="00E271B3" w:rsidP="00AC583D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6C80A0D" w14:textId="77777777" w:rsidR="00E271B3" w:rsidRPr="00AC583D" w:rsidRDefault="00E271B3" w:rsidP="00AC583D">
            <w:pPr>
              <w:pStyle w:val="Bodytext20"/>
              <w:numPr>
                <w:ilvl w:val="0"/>
                <w:numId w:val="6"/>
              </w:numPr>
              <w:shd w:val="clear" w:color="auto" w:fill="auto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14:paraId="1399886B" w14:textId="77777777" w:rsidR="00AC583D" w:rsidRPr="00AC583D" w:rsidRDefault="00AC583D" w:rsidP="00AC583D">
      <w:pPr>
        <w:rPr>
          <w:rFonts w:ascii="Arabic Typesetting" w:hAnsi="Arabic Typesetting" w:cs="Arabic Typesetting"/>
          <w:sz w:val="50"/>
          <w:szCs w:val="54"/>
          <w:rtl/>
        </w:rPr>
      </w:pPr>
      <w:r w:rsidRPr="00AC583D">
        <w:rPr>
          <w:rStyle w:val="Tablecaption5"/>
          <w:rFonts w:ascii="Arabic Typesetting" w:hAnsi="Arabic Typesetting" w:cs="Arabic Typesetting"/>
          <w:sz w:val="31"/>
          <w:szCs w:val="31"/>
          <w:rtl/>
        </w:rPr>
        <w:t>*يتم تسليم هذا التقرير إلى وكيل الشؤن التعليمية في اليوم التالي للمناوبة.</w:t>
      </w:r>
    </w:p>
    <w:p w14:paraId="0413368F" w14:textId="77777777" w:rsidR="00AC583D" w:rsidRDefault="00AC583D" w:rsidP="00E271B3">
      <w:pPr>
        <w:rPr>
          <w:rFonts w:cs="AL-Mohanad"/>
          <w:color w:val="003300"/>
          <w:sz w:val="24"/>
          <w:szCs w:val="24"/>
          <w:rtl/>
        </w:rPr>
      </w:pPr>
    </w:p>
    <w:p w14:paraId="7020BC93" w14:textId="77777777" w:rsidR="00AC583D" w:rsidRDefault="00AC583D" w:rsidP="00E271B3">
      <w:pPr>
        <w:rPr>
          <w:rFonts w:cs="AL-Mohanad"/>
          <w:color w:val="003300"/>
          <w:sz w:val="24"/>
          <w:szCs w:val="24"/>
          <w:rtl/>
        </w:rPr>
      </w:pPr>
    </w:p>
    <w:p w14:paraId="32EF4F2F" w14:textId="77777777" w:rsidR="00AC583D" w:rsidRDefault="00AC583D" w:rsidP="00E271B3">
      <w:pPr>
        <w:rPr>
          <w:rFonts w:cs="AL-Mohanad"/>
          <w:color w:val="003300"/>
          <w:sz w:val="24"/>
          <w:szCs w:val="24"/>
          <w:rtl/>
        </w:rPr>
      </w:pPr>
    </w:p>
    <w:p w14:paraId="21BD9A9D" w14:textId="77777777" w:rsidR="00AC583D" w:rsidRDefault="00AC583D" w:rsidP="00E271B3">
      <w:pPr>
        <w:rPr>
          <w:rFonts w:cs="AL-Mohanad"/>
          <w:color w:val="003300"/>
          <w:sz w:val="24"/>
          <w:szCs w:val="24"/>
          <w:rtl/>
        </w:rPr>
      </w:pPr>
    </w:p>
    <w:p w14:paraId="01E13907" w14:textId="77777777" w:rsidR="00AC583D" w:rsidRDefault="00AC583D" w:rsidP="00E271B3">
      <w:pPr>
        <w:rPr>
          <w:rFonts w:cs="AL-Mohanad"/>
          <w:color w:val="003300"/>
          <w:sz w:val="24"/>
          <w:szCs w:val="24"/>
          <w:rtl/>
        </w:rPr>
      </w:pPr>
    </w:p>
    <w:p w14:paraId="385579AA" w14:textId="77777777" w:rsidR="003C2673" w:rsidRPr="00AC583D" w:rsidRDefault="00E271B3" w:rsidP="00AC583D">
      <w:pPr>
        <w:rPr>
          <w:rFonts w:cs="AL-Mohanad"/>
          <w:color w:val="003300"/>
          <w:sz w:val="16"/>
          <w:szCs w:val="16"/>
          <w:rtl/>
        </w:rPr>
      </w:pPr>
      <w:r w:rsidRPr="00AC583D">
        <w:rPr>
          <w:rFonts w:cs="AL-Mohanad"/>
          <w:color w:val="003300"/>
          <w:sz w:val="16"/>
          <w:szCs w:val="16"/>
          <w:rtl/>
        </w:rPr>
        <w:tab/>
      </w:r>
    </w:p>
    <w:sectPr w:rsidR="003C2673" w:rsidRPr="00AC583D" w:rsidSect="00AC583D">
      <w:headerReference w:type="default" r:id="rId7"/>
      <w:footerReference w:type="default" r:id="rId8"/>
      <w:pgSz w:w="11906" w:h="16838"/>
      <w:pgMar w:top="1440" w:right="851" w:bottom="567" w:left="992" w:header="709" w:footer="709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E4CFE" w14:textId="77777777" w:rsidR="003D51DD" w:rsidRDefault="003D51DD" w:rsidP="000B54C1">
      <w:r>
        <w:separator/>
      </w:r>
    </w:p>
  </w:endnote>
  <w:endnote w:type="continuationSeparator" w:id="0">
    <w:p w14:paraId="4137B2E8" w14:textId="77777777" w:rsidR="003D51DD" w:rsidRDefault="003D51DD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FB95E" w14:textId="77777777" w:rsidR="00A46EF9" w:rsidRDefault="00A46EF9" w:rsidP="00A46EF9">
    <w:pPr>
      <w:pStyle w:val="Footer"/>
      <w:rPr>
        <w:rFonts w:ascii="GESSTwoMedium-Medium" w:eastAsia="Calibri" w:hAnsi="Calibri" w:cs="GESSTwoMedium-Medium"/>
        <w:color w:val="484848"/>
        <w:sz w:val="22"/>
        <w:szCs w:val="22"/>
        <w:rtl/>
      </w:rPr>
    </w:pPr>
    <w:r w:rsidRPr="00AC583D">
      <w:rPr>
        <w:rFonts w:cs="AL-Mohanad" w:hint="cs"/>
        <w:color w:val="003300"/>
        <w:sz w:val="16"/>
        <w:szCs w:val="16"/>
        <w:rtl/>
      </w:rPr>
      <w:t>الحازمي</w:t>
    </w:r>
    <w:r w:rsidRPr="00606CF3">
      <w:rPr>
        <w:rFonts w:ascii="GESSTwoMedium-Medium" w:eastAsia="Calibri" w:hAnsi="Calibri" w:cs="GESSTwoMedium-Medium" w:hint="cs"/>
        <w:color w:val="484848"/>
        <w:sz w:val="22"/>
        <w:szCs w:val="22"/>
        <w:rtl/>
      </w:rPr>
      <w:t xml:space="preserve"> </w:t>
    </w:r>
  </w:p>
  <w:p w14:paraId="49C7420F" w14:textId="77777777" w:rsidR="0012662B" w:rsidRPr="00606CF3" w:rsidRDefault="00606CF3" w:rsidP="00A46EF9">
    <w:pPr>
      <w:pStyle w:val="Footer"/>
      <w:jc w:val="center"/>
      <w:rPr>
        <w:sz w:val="42"/>
        <w:szCs w:val="46"/>
      </w:rPr>
    </w:pPr>
    <w:r w:rsidRPr="00606CF3">
      <w:rPr>
        <w:rFonts w:ascii="GESSTwoMedium-Medium" w:eastAsia="Calibri" w:hAnsi="Calibri" w:cs="GESSTwoMedium-Medium" w:hint="cs"/>
        <w:color w:val="484848"/>
        <w:sz w:val="22"/>
        <w:szCs w:val="22"/>
        <w:rtl/>
      </w:rPr>
      <w:t>الدليل</w:t>
    </w:r>
    <w:r w:rsidRPr="00606CF3">
      <w:rPr>
        <w:rFonts w:ascii="GESSTwoMedium-Medium" w:eastAsia="Calibri" w:hAnsi="Calibri" w:cs="GESSTwoMedium-Medium"/>
        <w:color w:val="484848"/>
        <w:sz w:val="22"/>
        <w:szCs w:val="22"/>
      </w:rPr>
      <w:t xml:space="preserve"> </w:t>
    </w:r>
    <w:r w:rsidRPr="00606CF3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الإجرائي</w:t>
    </w:r>
    <w:r w:rsidRPr="00606CF3">
      <w:rPr>
        <w:rFonts w:ascii="GESSTwoMedium-Medium" w:eastAsia="Calibri" w:hAnsi="Calibri" w:cs="GESSTwoMedium-Medium"/>
        <w:color w:val="333333"/>
        <w:sz w:val="22"/>
        <w:szCs w:val="22"/>
      </w:rPr>
      <w:t xml:space="preserve"> </w:t>
    </w:r>
    <w:r w:rsidRPr="00606CF3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لمدارس</w:t>
    </w:r>
    <w:r w:rsidRPr="00606CF3">
      <w:rPr>
        <w:rFonts w:ascii="GESSTwoMedium-Medium" w:eastAsia="Calibri" w:hAnsi="Calibri" w:cs="GESSTwoMedium-Medium"/>
        <w:color w:val="333333"/>
        <w:sz w:val="22"/>
        <w:szCs w:val="22"/>
      </w:rPr>
      <w:t xml:space="preserve"> </w:t>
    </w:r>
    <w:r w:rsidRPr="00606CF3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التعليم</w:t>
    </w:r>
    <w:r w:rsidRPr="00606CF3">
      <w:rPr>
        <w:rFonts w:ascii="GESSTwoMedium-Medium" w:eastAsia="Calibri" w:hAnsi="Calibri" w:cs="GESSTwoMedium-Medium"/>
        <w:color w:val="333333"/>
        <w:sz w:val="22"/>
        <w:szCs w:val="22"/>
      </w:rPr>
      <w:t xml:space="preserve"> </w:t>
    </w:r>
    <w:r w:rsidRPr="00606CF3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العام</w:t>
    </w:r>
    <w:r w:rsidRPr="00606CF3">
      <w:rPr>
        <w:rFonts w:ascii="GESSTwoMedium-Medium" w:eastAsia="Calibri" w:hAnsi="Calibri" w:cs="GESSTwoMedium-Medium"/>
        <w:color w:val="333333"/>
        <w:sz w:val="22"/>
        <w:szCs w:val="22"/>
      </w:rPr>
      <w:t xml:space="preserve"> </w:t>
    </w:r>
    <w:r w:rsidRPr="00606CF3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للعام</w:t>
    </w:r>
    <w:r w:rsidRPr="00606CF3">
      <w:rPr>
        <w:rFonts w:ascii="GESSTwoMedium-Medium" w:eastAsia="Calibri" w:hAnsi="Calibri" w:cs="GESSTwoMedium-Medium"/>
        <w:color w:val="333333"/>
        <w:sz w:val="22"/>
        <w:szCs w:val="22"/>
      </w:rPr>
      <w:t xml:space="preserve"> </w:t>
    </w:r>
    <w:r w:rsidRPr="00606CF3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الدراسي</w:t>
    </w:r>
    <w:r w:rsidRPr="00606CF3">
      <w:rPr>
        <w:rFonts w:ascii="GESSTwoMedium-Medium" w:eastAsia="Calibri" w:hAnsi="Calibri" w:cs="GESSTwoMedium-Medium"/>
        <w:color w:val="333333"/>
        <w:sz w:val="22"/>
        <w:szCs w:val="22"/>
      </w:rPr>
      <w:t xml:space="preserve"> 1436 - 1437 </w:t>
    </w:r>
    <w:r w:rsidRPr="00606CF3">
      <w:rPr>
        <w:rFonts w:ascii="GESSTwoMedium-Medium" w:eastAsia="Calibri" w:hAnsi="Calibri" w:cs="GESSTwoMedium-Medium" w:hint="cs"/>
        <w:color w:val="333333"/>
        <w:sz w:val="22"/>
        <w:szCs w:val="22"/>
        <w:rtl/>
      </w:rPr>
      <w:t xml:space="preserve">هـ </w:t>
    </w:r>
    <w:r w:rsidRPr="00606CF3">
      <w:rPr>
        <w:rFonts w:ascii="GESSTwoMedium-Medium" w:eastAsia="Calibri" w:hAnsi="Calibri" w:cs="GESSTwoMedium-Medium"/>
        <w:color w:val="333333"/>
        <w:sz w:val="22"/>
        <w:szCs w:val="22"/>
      </w:rPr>
      <w:t xml:space="preserve">- </w:t>
    </w:r>
    <w:r w:rsidRPr="00606CF3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الإصدار</w:t>
    </w:r>
    <w:r w:rsidRPr="00606CF3">
      <w:rPr>
        <w:rFonts w:ascii="GESSTwoMedium-Medium" w:eastAsia="Calibri" w:hAnsi="Calibri" w:cs="GESSTwoMedium-Medium"/>
        <w:color w:val="333333"/>
        <w:sz w:val="22"/>
        <w:szCs w:val="22"/>
      </w:rPr>
      <w:t xml:space="preserve"> </w:t>
    </w:r>
    <w:r w:rsidRPr="00606CF3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76102" w14:textId="77777777" w:rsidR="003D51DD" w:rsidRDefault="003D51DD" w:rsidP="000B54C1">
      <w:r>
        <w:separator/>
      </w:r>
    </w:p>
  </w:footnote>
  <w:footnote w:type="continuationSeparator" w:id="0">
    <w:p w14:paraId="02691FEB" w14:textId="77777777" w:rsidR="003D51DD" w:rsidRDefault="003D51DD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24B6C35B" w14:textId="77777777" w:rsidTr="005302DE">
      <w:tc>
        <w:tcPr>
          <w:tcW w:w="3402" w:type="dxa"/>
          <w:vAlign w:val="center"/>
        </w:tcPr>
        <w:p w14:paraId="60340292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34272B4A" wp14:editId="5DB4975D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53769A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0AF9CA70" w14:textId="305D0630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C921DA">
            <w:rPr>
              <w:rFonts w:cs="AL-Mohanad" w:hint="cs"/>
              <w:sz w:val="22"/>
              <w:szCs w:val="22"/>
              <w:rtl/>
            </w:rPr>
            <w:t>........</w:t>
          </w:r>
        </w:p>
        <w:p w14:paraId="2BD7F205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166C80A9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741FB0AF" wp14:editId="7ECA2AF9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5B909AE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5926827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6CB285C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17C2BC19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12713D59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1172F"/>
    <w:multiLevelType w:val="hybridMultilevel"/>
    <w:tmpl w:val="162E3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00C38"/>
    <w:multiLevelType w:val="hybridMultilevel"/>
    <w:tmpl w:val="F8F0B0B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FB0305F"/>
    <w:multiLevelType w:val="hybridMultilevel"/>
    <w:tmpl w:val="C1DA77D2"/>
    <w:lvl w:ilvl="0" w:tplc="212861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84A6A"/>
    <w:multiLevelType w:val="hybridMultilevel"/>
    <w:tmpl w:val="1500E846"/>
    <w:lvl w:ilvl="0" w:tplc="BF4C5C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062C3"/>
    <w:multiLevelType w:val="hybridMultilevel"/>
    <w:tmpl w:val="4170B0F0"/>
    <w:lvl w:ilvl="0" w:tplc="212861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953958">
    <w:abstractNumId w:val="0"/>
  </w:num>
  <w:num w:numId="2" w16cid:durableId="2035693387">
    <w:abstractNumId w:val="1"/>
  </w:num>
  <w:num w:numId="3" w16cid:durableId="1394426732">
    <w:abstractNumId w:val="2"/>
  </w:num>
  <w:num w:numId="4" w16cid:durableId="749935419">
    <w:abstractNumId w:val="5"/>
  </w:num>
  <w:num w:numId="5" w16cid:durableId="2134245496">
    <w:abstractNumId w:val="3"/>
  </w:num>
  <w:num w:numId="6" w16cid:durableId="15229360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1B3"/>
    <w:rsid w:val="00075BA5"/>
    <w:rsid w:val="000B54C1"/>
    <w:rsid w:val="0012662B"/>
    <w:rsid w:val="001D0A7D"/>
    <w:rsid w:val="002F57A0"/>
    <w:rsid w:val="00332D9C"/>
    <w:rsid w:val="003942ED"/>
    <w:rsid w:val="003C2673"/>
    <w:rsid w:val="003D51DD"/>
    <w:rsid w:val="004D4A0E"/>
    <w:rsid w:val="004F62EE"/>
    <w:rsid w:val="005302DE"/>
    <w:rsid w:val="00565997"/>
    <w:rsid w:val="00606CF3"/>
    <w:rsid w:val="0068143D"/>
    <w:rsid w:val="006E0A53"/>
    <w:rsid w:val="00725DF2"/>
    <w:rsid w:val="00726AB7"/>
    <w:rsid w:val="007A0ADD"/>
    <w:rsid w:val="00851135"/>
    <w:rsid w:val="008A1DCE"/>
    <w:rsid w:val="008E6B73"/>
    <w:rsid w:val="00994FBC"/>
    <w:rsid w:val="009C0A5D"/>
    <w:rsid w:val="00A345C3"/>
    <w:rsid w:val="00A46EF9"/>
    <w:rsid w:val="00A765CF"/>
    <w:rsid w:val="00AC583D"/>
    <w:rsid w:val="00C85A10"/>
    <w:rsid w:val="00C921DA"/>
    <w:rsid w:val="00D472F1"/>
    <w:rsid w:val="00E271B3"/>
    <w:rsid w:val="00E472D8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49C352"/>
  <w15:docId w15:val="{1CFA9386-ED58-4EAB-9E00-4B201D83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rsid w:val="00E271B3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271B3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Bodytext212pt">
    <w:name w:val="Body text (2) + 12 pt"/>
    <w:rsid w:val="00E271B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shd w:val="clear" w:color="auto" w:fill="FFFFFF"/>
      <w:lang w:val="ar-SA" w:eastAsia="ar-SA" w:bidi="ar-SA"/>
    </w:rPr>
  </w:style>
  <w:style w:type="character" w:customStyle="1" w:styleId="Tablecaption">
    <w:name w:val="Table caption"/>
    <w:rsid w:val="00E271B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8"/>
      <w:szCs w:val="18"/>
      <w:u w:val="none"/>
      <w:lang w:val="ar-SA" w:eastAsia="ar-SA" w:bidi="ar-SA"/>
    </w:rPr>
  </w:style>
  <w:style w:type="character" w:customStyle="1" w:styleId="Tablecaption12pt">
    <w:name w:val="Table caption + 12 pt"/>
    <w:rsid w:val="00E271B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ar-SA" w:eastAsia="ar-SA" w:bidi="ar-SA"/>
    </w:rPr>
  </w:style>
  <w:style w:type="character" w:customStyle="1" w:styleId="Tablecaption5">
    <w:name w:val="Table caption (5)"/>
    <w:rsid w:val="00E271B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7"/>
      <w:szCs w:val="17"/>
      <w:u w:val="none"/>
      <w:lang w:val="ar-SA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606;&#1605;&#1575;&#1584;&#1580;%20&#1575;&#1604;&#1575;&#1580;&#1585;&#1575;&#1574;&#1610;\&#1606;&#1605;&#1608;&#1608;&#1608;&#1608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نمووووووذج.dotx</Template>
  <TotalTime>26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2017-04-24T18:28:00Z</dcterms:created>
  <dcterms:modified xsi:type="dcterms:W3CDTF">2025-05-16T16:31:00Z</dcterms:modified>
</cp:coreProperties>
</file>