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71CC26F" w14:textId="77777777" w:rsidTr="0065601B">
        <w:tc>
          <w:tcPr>
            <w:tcW w:w="10005" w:type="dxa"/>
          </w:tcPr>
          <w:p w14:paraId="385E5CD9" w14:textId="77777777" w:rsidR="005302DE" w:rsidRPr="0065601B" w:rsidRDefault="0065601B" w:rsidP="0065601B">
            <w:pPr>
              <w:tabs>
                <w:tab w:val="left" w:pos="1213"/>
              </w:tabs>
              <w:jc w:val="right"/>
              <w:rPr>
                <w:rFonts w:cs="AL-Mohanad"/>
                <w:b/>
                <w:bCs/>
                <w:sz w:val="24"/>
                <w:szCs w:val="24"/>
                <w:rtl/>
              </w:rPr>
            </w:pPr>
            <w:r>
              <w:rPr>
                <w:rFonts w:cs="AL-Mohanad" w:hint="cs"/>
                <w:b/>
                <w:bCs/>
                <w:sz w:val="24"/>
                <w:szCs w:val="24"/>
                <w:rtl/>
              </w:rPr>
              <w:t xml:space="preserve">نموذج رقم ( 23 ) </w:t>
            </w:r>
          </w:p>
        </w:tc>
      </w:tr>
      <w:tr w:rsidR="005302DE" w14:paraId="6D2329F2" w14:textId="77777777" w:rsidTr="0065601B">
        <w:tc>
          <w:tcPr>
            <w:tcW w:w="10005" w:type="dxa"/>
          </w:tcPr>
          <w:p w14:paraId="455BC862" w14:textId="77777777" w:rsidR="005302DE" w:rsidRPr="0065601B" w:rsidRDefault="0065601B" w:rsidP="0065601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65601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 ( و.ط.ع.ن  -   0</w:t>
            </w:r>
            <w:r w:rsidRPr="0065601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3</w:t>
            </w:r>
            <w:r w:rsidRPr="0065601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  -   01  )</w:t>
            </w:r>
          </w:p>
        </w:tc>
      </w:tr>
      <w:tr w:rsidR="005302DE" w14:paraId="06C46EAF" w14:textId="77777777" w:rsidTr="0065601B">
        <w:tc>
          <w:tcPr>
            <w:tcW w:w="10005" w:type="dxa"/>
          </w:tcPr>
          <w:p w14:paraId="790D1AA7" w14:textId="77777777" w:rsidR="005302DE" w:rsidRPr="0065601B" w:rsidRDefault="0065601B" w:rsidP="0065601B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65601B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كشف بأسماء الطلاب المتأخرين صباحاً</w:t>
            </w:r>
          </w:p>
        </w:tc>
      </w:tr>
    </w:tbl>
    <w:p w14:paraId="38D6E659" w14:textId="77777777" w:rsidR="0065601B" w:rsidRPr="009126C7" w:rsidRDefault="0065601B" w:rsidP="0065601B">
      <w:pPr>
        <w:tabs>
          <w:tab w:val="left" w:pos="799"/>
        </w:tabs>
        <w:rPr>
          <w:rFonts w:cs="AL-Mohanad"/>
          <w:sz w:val="2"/>
          <w:szCs w:val="8"/>
          <w:rtl/>
        </w:rPr>
      </w:pPr>
    </w:p>
    <w:p w14:paraId="274FB5B5" w14:textId="77777777" w:rsidR="0065601B" w:rsidRPr="009126C7" w:rsidRDefault="0065601B" w:rsidP="0065601B">
      <w:pPr>
        <w:tabs>
          <w:tab w:val="left" w:pos="799"/>
        </w:tabs>
        <w:jc w:val="center"/>
        <w:rPr>
          <w:rFonts w:cs="AL-Mohanad"/>
          <w:b/>
          <w:bCs/>
          <w:color w:val="000000"/>
          <w:sz w:val="24"/>
          <w:szCs w:val="26"/>
          <w:rtl/>
        </w:rPr>
      </w:pPr>
      <w:r w:rsidRPr="009126C7">
        <w:rPr>
          <w:rFonts w:cs="AL-Mohanad"/>
          <w:b/>
          <w:bCs/>
          <w:color w:val="000000"/>
          <w:sz w:val="24"/>
          <w:szCs w:val="26"/>
          <w:rtl/>
        </w:rPr>
        <w:t xml:space="preserve">كشف بأسماء الطلاب المتأخرين صباحاً </w:t>
      </w:r>
    </w:p>
    <w:p w14:paraId="37FA9E45" w14:textId="77777777" w:rsidR="0065601B" w:rsidRPr="00913A7F" w:rsidRDefault="0065601B" w:rsidP="0065601B">
      <w:pPr>
        <w:tabs>
          <w:tab w:val="left" w:pos="799"/>
        </w:tabs>
        <w:jc w:val="center"/>
        <w:rPr>
          <w:rFonts w:cs="AL-Mohanad"/>
          <w:sz w:val="12"/>
          <w:szCs w:val="12"/>
          <w:rtl/>
        </w:rPr>
      </w:pPr>
    </w:p>
    <w:p w14:paraId="24969BC7" w14:textId="77777777" w:rsidR="0065601B" w:rsidRDefault="0065601B" w:rsidP="0065601B">
      <w:pPr>
        <w:tabs>
          <w:tab w:val="left" w:pos="799"/>
        </w:tabs>
        <w:jc w:val="center"/>
        <w:rPr>
          <w:rFonts w:cs="AL-Mohanad"/>
          <w:sz w:val="24"/>
          <w:szCs w:val="24"/>
          <w:rtl/>
        </w:rPr>
      </w:pPr>
      <w:r w:rsidRPr="0065601B">
        <w:rPr>
          <w:rFonts w:cs="AL-Mohanad"/>
          <w:sz w:val="28"/>
          <w:szCs w:val="28"/>
          <w:rtl/>
        </w:rPr>
        <w:t xml:space="preserve">اليوم </w:t>
      </w:r>
      <w:r w:rsidRPr="0065601B">
        <w:rPr>
          <w:rFonts w:cs="AL-Mohanad" w:hint="cs"/>
          <w:sz w:val="28"/>
          <w:szCs w:val="28"/>
          <w:rtl/>
        </w:rPr>
        <w:t xml:space="preserve">:                                               </w:t>
      </w:r>
      <w:r w:rsidRPr="0065601B">
        <w:rPr>
          <w:rFonts w:cs="AL-Mohanad"/>
          <w:sz w:val="24"/>
          <w:szCs w:val="24"/>
          <w:rtl/>
        </w:rPr>
        <w:t xml:space="preserve">    </w:t>
      </w:r>
      <w:r w:rsidRPr="0065601B">
        <w:rPr>
          <w:rFonts w:cs="AL-Mohanad"/>
          <w:sz w:val="28"/>
          <w:szCs w:val="28"/>
          <w:rtl/>
        </w:rPr>
        <w:t xml:space="preserve">التاريخ :  </w:t>
      </w:r>
      <w:r w:rsidRPr="0065601B">
        <w:rPr>
          <w:rFonts w:cs="AL-Mohanad" w:hint="cs"/>
          <w:sz w:val="24"/>
          <w:szCs w:val="24"/>
          <w:rtl/>
        </w:rPr>
        <w:t xml:space="preserve">     /         /      14 هـ</w:t>
      </w:r>
    </w:p>
    <w:p w14:paraId="40E2EB8C" w14:textId="77777777" w:rsidR="0065601B" w:rsidRPr="0065601B" w:rsidRDefault="0065601B" w:rsidP="0065601B">
      <w:pPr>
        <w:tabs>
          <w:tab w:val="left" w:pos="799"/>
        </w:tabs>
        <w:jc w:val="center"/>
        <w:rPr>
          <w:rFonts w:cs="AL-Mohanad"/>
          <w:sz w:val="24"/>
          <w:szCs w:val="24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1"/>
        <w:gridCol w:w="3063"/>
        <w:gridCol w:w="1767"/>
        <w:gridCol w:w="825"/>
        <w:gridCol w:w="942"/>
        <w:gridCol w:w="1407"/>
        <w:gridCol w:w="1702"/>
      </w:tblGrid>
      <w:tr w:rsidR="0065601B" w:rsidRPr="009126C7" w14:paraId="3E51C531" w14:textId="77777777" w:rsidTr="00617535">
        <w:trPr>
          <w:trHeight w:hRule="exact" w:val="504"/>
        </w:trPr>
        <w:tc>
          <w:tcPr>
            <w:tcW w:w="471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5C7333E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3063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9BCB5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1767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5D38916" w14:textId="35D22475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الصف</w:t>
            </w:r>
          </w:p>
        </w:tc>
        <w:tc>
          <w:tcPr>
            <w:tcW w:w="1767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F3F06B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مقدار التأخر</w:t>
            </w:r>
          </w:p>
        </w:tc>
        <w:tc>
          <w:tcPr>
            <w:tcW w:w="1407" w:type="dxa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FF10EF2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 w:hint="cs"/>
                <w:b/>
                <w:bCs/>
                <w:sz w:val="20"/>
                <w:szCs w:val="20"/>
                <w:rtl/>
              </w:rPr>
              <w:t>اسباب التأخر</w:t>
            </w:r>
          </w:p>
        </w:tc>
        <w:tc>
          <w:tcPr>
            <w:tcW w:w="1702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DD70E6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9126C7">
              <w:rPr>
                <w:rFonts w:cs="AL-Mohanad"/>
                <w:b/>
                <w:bCs/>
                <w:sz w:val="20"/>
                <w:szCs w:val="20"/>
                <w:rtl/>
              </w:rPr>
              <w:t>توقيع الطالب</w:t>
            </w:r>
          </w:p>
        </w:tc>
      </w:tr>
      <w:tr w:rsidR="0065601B" w:rsidRPr="009126C7" w14:paraId="28646D29" w14:textId="77777777" w:rsidTr="00617535">
        <w:trPr>
          <w:trHeight w:hRule="exact" w:val="394"/>
        </w:trPr>
        <w:tc>
          <w:tcPr>
            <w:tcW w:w="47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206AED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56F016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E95408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D8734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دقيقة</w:t>
            </w:r>
          </w:p>
        </w:tc>
        <w:tc>
          <w:tcPr>
            <w:tcW w:w="94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CB192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>ساعة</w:t>
            </w:r>
          </w:p>
        </w:tc>
        <w:tc>
          <w:tcPr>
            <w:tcW w:w="1407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A91978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E6F217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33F1401F" w14:textId="77777777" w:rsidTr="00617535">
        <w:trPr>
          <w:trHeight w:val="362"/>
        </w:trPr>
        <w:tc>
          <w:tcPr>
            <w:tcW w:w="47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FBC92F1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5DE13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C97027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47055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7A5DB7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E02DE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734EDFE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2231BCD7" w14:textId="77777777" w:rsidTr="00617535">
        <w:trPr>
          <w:trHeight w:val="341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935A194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29848D1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5D24D15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6880D737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31CD518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2CBDFEF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0FEA14E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5D3B409D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26376E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7A29610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207D5E1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048F192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00C5D37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04EBA0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274355B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54853D5F" w14:textId="77777777" w:rsidTr="00617535">
        <w:trPr>
          <w:trHeight w:val="341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52AB4A8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126160E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3CCF6FE2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7D04158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20B9DEF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5AC63C2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117BC6C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32B025A3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6903C22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365F96E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0C2DF33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59D94FA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00D1105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6F6B765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08A8116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6748F577" w14:textId="77777777" w:rsidTr="00617535">
        <w:trPr>
          <w:trHeight w:val="341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AA09ECE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6EF90E57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63A800B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3F302F8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369CB0C7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34368E7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2C056D9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095296A6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4FDD35C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48A2574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16FBE79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58F02B5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10BAF41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6F3296C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02D03A2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67A3E132" w14:textId="77777777" w:rsidTr="00617535">
        <w:trPr>
          <w:trHeight w:val="341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06A1A8D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41895F3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4E15AC6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3083977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4356F5A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7A1B6C7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091E3A0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6E59E737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5033B25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3800B73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0E81520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1233E3D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6BB8125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FA42A5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27F7F40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1C6D3F81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A08230B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75350C6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0F2A8A9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6E147AC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22B72B04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67FA02B4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7D46B3D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4C71583E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62A04F7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350D4E0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5A7805C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4982F1A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3F7D29E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3FBE1A8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7B0D689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76B982CF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3532D26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18F7D07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7606226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64629ED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3674544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27D20E2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40757FE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6062DCAA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5DC25A0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299C50A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6CCEF53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5AA294C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2A316C22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450E1AC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492660F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539F5E7E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B8460A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7763D72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4C41039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7533F31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6502033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94215A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17452B6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05D1531D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3F8F193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20585A2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7887B4D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093206D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5F3DDC8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6342AA4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0F8BEB5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0CE0FFA9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A6E2A78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7F601A8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24E5A9B2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19ABDB9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711520F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529E015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12A6323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5ED3BA16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EBCB928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1918074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49DCF1A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3C2FAE52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0C3F560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74D44D5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0FA8EE8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601FFDFC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B96C04B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615C096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22E2E1D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74FE818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62BC912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771A69E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4B5D94B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6F6B6C76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65F98E5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5C7955B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35D9529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6D42959D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2E72A6A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7F70A0B2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1ED1BDC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2D8FCD4B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72CE8E6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60EF871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601F28E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2671A0DB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7034B11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307AE71F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76015E69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42BC0A83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C38680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680B7E37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1BF5FA2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468A2D8A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3E01E7A4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6A20569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75A7D5A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15CA1FA7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2EC08E6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741E3A1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46A6883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7DC3E74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5F8BF444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726C98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460DAD9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36384D43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62D0551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shd w:val="clear" w:color="auto" w:fill="auto"/>
            <w:vAlign w:val="center"/>
          </w:tcPr>
          <w:p w14:paraId="0831980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shd w:val="clear" w:color="auto" w:fill="auto"/>
            <w:vAlign w:val="center"/>
          </w:tcPr>
          <w:p w14:paraId="71A1B601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14:paraId="63D03B6C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shd w:val="clear" w:color="auto" w:fill="auto"/>
            <w:vAlign w:val="center"/>
          </w:tcPr>
          <w:p w14:paraId="46849033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669CD8E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right w:val="single" w:sz="18" w:space="0" w:color="auto"/>
            </w:tcBorders>
            <w:shd w:val="clear" w:color="auto" w:fill="auto"/>
          </w:tcPr>
          <w:p w14:paraId="2A3B0B96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5601B" w:rsidRPr="009126C7" w14:paraId="26027EED" w14:textId="77777777" w:rsidTr="00617535">
        <w:trPr>
          <w:trHeight w:val="362"/>
        </w:trPr>
        <w:tc>
          <w:tcPr>
            <w:tcW w:w="47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8F8E007" w14:textId="77777777" w:rsidR="0065601B" w:rsidRPr="0065601B" w:rsidRDefault="0065601B" w:rsidP="0065601B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06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EB73A77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64AE3D7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25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136548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4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D213B25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0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EE6D8EE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70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1CEED0" w14:textId="77777777" w:rsidR="0065601B" w:rsidRPr="009126C7" w:rsidRDefault="0065601B" w:rsidP="000E4BF8">
            <w:pPr>
              <w:tabs>
                <w:tab w:val="left" w:pos="799"/>
              </w:tabs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48CC0A03" w14:textId="77777777" w:rsidR="0065601B" w:rsidRPr="006E6976" w:rsidRDefault="0065601B" w:rsidP="0065601B">
      <w:pPr>
        <w:tabs>
          <w:tab w:val="left" w:pos="799"/>
        </w:tabs>
        <w:jc w:val="center"/>
        <w:rPr>
          <w:rFonts w:cs="AL-Mohanad"/>
          <w:sz w:val="20"/>
          <w:szCs w:val="20"/>
          <w:rtl/>
        </w:rPr>
      </w:pPr>
    </w:p>
    <w:p w14:paraId="56A8EC9B" w14:textId="77777777" w:rsidR="003C2673" w:rsidRPr="008A1DCE" w:rsidRDefault="0065601B" w:rsidP="0065601B">
      <w:pPr>
        <w:tabs>
          <w:tab w:val="left" w:pos="799"/>
        </w:tabs>
        <w:rPr>
          <w:szCs w:val="36"/>
          <w:rtl/>
        </w:rPr>
      </w:pPr>
      <w:r w:rsidRPr="006E6976">
        <w:rPr>
          <w:rFonts w:cs="AL-Mohanad"/>
          <w:sz w:val="20"/>
          <w:szCs w:val="20"/>
          <w:rtl/>
        </w:rPr>
        <w:tab/>
      </w:r>
      <w:r w:rsidRPr="009126C7">
        <w:rPr>
          <w:rFonts w:cs="AL-Mohanad"/>
          <w:b/>
          <w:bCs/>
          <w:sz w:val="22"/>
          <w:szCs w:val="22"/>
          <w:rtl/>
        </w:rPr>
        <w:t>اسم المسؤول</w:t>
      </w:r>
      <w:r>
        <w:rPr>
          <w:rFonts w:cs="AL-Mohanad" w:hint="cs"/>
          <w:b/>
          <w:bCs/>
          <w:sz w:val="22"/>
          <w:szCs w:val="22"/>
          <w:rtl/>
        </w:rPr>
        <w:t xml:space="preserve">: </w:t>
      </w:r>
      <w:r w:rsidRPr="009126C7">
        <w:rPr>
          <w:rFonts w:cs="AL-Mohanad"/>
          <w:b/>
          <w:bCs/>
          <w:sz w:val="22"/>
          <w:szCs w:val="22"/>
          <w:rtl/>
        </w:rPr>
        <w:t xml:space="preserve"> </w:t>
      </w:r>
      <w:r>
        <w:rPr>
          <w:rFonts w:cs="AL-Mohanad" w:hint="cs"/>
          <w:b/>
          <w:bCs/>
          <w:sz w:val="18"/>
          <w:szCs w:val="18"/>
          <w:rtl/>
        </w:rPr>
        <w:t xml:space="preserve">                                                            </w:t>
      </w:r>
      <w:r w:rsidRPr="009126C7">
        <w:rPr>
          <w:rFonts w:cs="AL-Mohanad"/>
          <w:b/>
          <w:bCs/>
          <w:sz w:val="22"/>
          <w:szCs w:val="22"/>
          <w:rtl/>
        </w:rPr>
        <w:t xml:space="preserve">توقيع المسؤول </w:t>
      </w:r>
      <w:r>
        <w:rPr>
          <w:rFonts w:cs="AL-Mohanad" w:hint="cs"/>
          <w:b/>
          <w:bCs/>
          <w:sz w:val="18"/>
          <w:szCs w:val="18"/>
          <w:rtl/>
        </w:rPr>
        <w:t xml:space="preserve">: </w:t>
      </w:r>
    </w:p>
    <w:sectPr w:rsidR="003C2673" w:rsidRPr="008A1DCE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81BC5" w14:textId="77777777" w:rsidR="00794C0D" w:rsidRDefault="00794C0D" w:rsidP="000B54C1">
      <w:r>
        <w:separator/>
      </w:r>
    </w:p>
  </w:endnote>
  <w:endnote w:type="continuationSeparator" w:id="0">
    <w:p w14:paraId="2F8965FD" w14:textId="77777777" w:rsidR="00794C0D" w:rsidRDefault="00794C0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A77F2" w14:textId="77777777" w:rsidR="0012662B" w:rsidRPr="00726C3F" w:rsidRDefault="006E0D08" w:rsidP="00726C3F">
    <w:pPr>
      <w:pStyle w:val="Footer"/>
      <w:rPr>
        <w:sz w:val="42"/>
        <w:szCs w:val="46"/>
      </w:rPr>
    </w:pPr>
    <w:r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 xml:space="preserve">الحازمي                      </w:t>
    </w:r>
    <w:r w:rsidR="00726C3F"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="00726C3F"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="00726C3F"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="00726C3F"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EB628" w14:textId="77777777" w:rsidR="00794C0D" w:rsidRDefault="00794C0D" w:rsidP="000B54C1">
      <w:r>
        <w:separator/>
      </w:r>
    </w:p>
  </w:footnote>
  <w:footnote w:type="continuationSeparator" w:id="0">
    <w:p w14:paraId="09F446E3" w14:textId="77777777" w:rsidR="00794C0D" w:rsidRDefault="00794C0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67DC2AF" w14:textId="77777777" w:rsidTr="005302DE">
      <w:tc>
        <w:tcPr>
          <w:tcW w:w="3402" w:type="dxa"/>
          <w:vAlign w:val="center"/>
        </w:tcPr>
        <w:p w14:paraId="017FC43B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DB4475E" wp14:editId="6822C0E8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D97C009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1AEE060" w14:textId="6A06DDAE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617535">
            <w:rPr>
              <w:rFonts w:cs="AL-Mohanad" w:hint="cs"/>
              <w:sz w:val="22"/>
              <w:szCs w:val="22"/>
              <w:rtl/>
            </w:rPr>
            <w:t>.....</w:t>
          </w:r>
        </w:p>
        <w:p w14:paraId="0CE2B6AE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086ED4D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184F635E" wp14:editId="38A3D3E2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034A96BE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F859C90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23D41A3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1AFF12B7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1A282FF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916D1E"/>
    <w:multiLevelType w:val="hybridMultilevel"/>
    <w:tmpl w:val="BC80F1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6154">
    <w:abstractNumId w:val="0"/>
  </w:num>
  <w:num w:numId="2" w16cid:durableId="1083182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01B"/>
    <w:rsid w:val="000B54C1"/>
    <w:rsid w:val="0012662B"/>
    <w:rsid w:val="001D0A7D"/>
    <w:rsid w:val="002F57A0"/>
    <w:rsid w:val="00332D9C"/>
    <w:rsid w:val="00341DA8"/>
    <w:rsid w:val="00361A8B"/>
    <w:rsid w:val="003942ED"/>
    <w:rsid w:val="003C2673"/>
    <w:rsid w:val="003F7A77"/>
    <w:rsid w:val="004050BF"/>
    <w:rsid w:val="004D4A0E"/>
    <w:rsid w:val="004F62EE"/>
    <w:rsid w:val="005275B1"/>
    <w:rsid w:val="005302DE"/>
    <w:rsid w:val="00565997"/>
    <w:rsid w:val="00617535"/>
    <w:rsid w:val="0065601B"/>
    <w:rsid w:val="00674CBA"/>
    <w:rsid w:val="0068143D"/>
    <w:rsid w:val="006E0A53"/>
    <w:rsid w:val="006E0D08"/>
    <w:rsid w:val="00726AB7"/>
    <w:rsid w:val="00726C3F"/>
    <w:rsid w:val="00794C0D"/>
    <w:rsid w:val="007A0ADD"/>
    <w:rsid w:val="008A1DCE"/>
    <w:rsid w:val="008E6B73"/>
    <w:rsid w:val="009C0A5D"/>
    <w:rsid w:val="009F57BC"/>
    <w:rsid w:val="00A345C3"/>
    <w:rsid w:val="00A765CF"/>
    <w:rsid w:val="00D472F1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AD3866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6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575;&#1604;&#1606;&#1605;&#1575;&#1584;&#1580;%20&#1605;&#1593;&#1583;&#1604;&#1577;%20&#1576;&#1608;&#1575;&#1587;&#1591;&#1578;&#1610;\&#1606;&#1605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نموذج.dotx</Template>
  <TotalTime>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2</cp:revision>
  <dcterms:created xsi:type="dcterms:W3CDTF">2017-04-27T21:38:00Z</dcterms:created>
  <dcterms:modified xsi:type="dcterms:W3CDTF">2025-05-16T16:42:00Z</dcterms:modified>
</cp:coreProperties>
</file>