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34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"/>
        <w:gridCol w:w="2570"/>
        <w:gridCol w:w="856"/>
        <w:gridCol w:w="1714"/>
        <w:gridCol w:w="1713"/>
        <w:gridCol w:w="857"/>
        <w:gridCol w:w="2604"/>
      </w:tblGrid>
      <w:tr w:rsidR="005302DE" w14:paraId="7BDB473F" w14:textId="77777777" w:rsidTr="00B84C3A">
        <w:tc>
          <w:tcPr>
            <w:tcW w:w="10348" w:type="dxa"/>
            <w:gridSpan w:val="7"/>
            <w:shd w:val="clear" w:color="auto" w:fill="auto"/>
          </w:tcPr>
          <w:p w14:paraId="4C372D8D" w14:textId="77777777" w:rsidR="005302DE" w:rsidRPr="00BF2E87" w:rsidRDefault="00BF2E87" w:rsidP="00FA2184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( 24 ) </w:t>
            </w:r>
          </w:p>
        </w:tc>
      </w:tr>
      <w:tr w:rsidR="005302DE" w14:paraId="6100A235" w14:textId="77777777" w:rsidTr="00B84C3A">
        <w:tc>
          <w:tcPr>
            <w:tcW w:w="10348" w:type="dxa"/>
            <w:gridSpan w:val="7"/>
            <w:shd w:val="clear" w:color="auto" w:fill="auto"/>
          </w:tcPr>
          <w:p w14:paraId="2649319A" w14:textId="77777777" w:rsidR="005302DE" w:rsidRPr="00BF2E87" w:rsidRDefault="00BF2E87" w:rsidP="00BF2E87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BF2E87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 ( و.ط.ع.ن -   0</w:t>
            </w:r>
            <w:r w:rsidRPr="00BF2E87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3</w:t>
            </w:r>
            <w:r w:rsidRPr="00BF2E87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-   02   )</w:t>
            </w:r>
          </w:p>
        </w:tc>
      </w:tr>
      <w:tr w:rsidR="005302DE" w14:paraId="080CED8E" w14:textId="77777777" w:rsidTr="00B84C3A">
        <w:tc>
          <w:tcPr>
            <w:tcW w:w="10348" w:type="dxa"/>
            <w:gridSpan w:val="7"/>
            <w:shd w:val="clear" w:color="auto" w:fill="auto"/>
          </w:tcPr>
          <w:p w14:paraId="705BAD1C" w14:textId="77777777" w:rsidR="005302DE" w:rsidRPr="00BF2E87" w:rsidRDefault="00BF2E87" w:rsidP="00BF2E87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BF2E87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تحويل طالب متكرر الغياب والتأخر لوكيل شؤون الطلاب</w:t>
            </w:r>
          </w:p>
        </w:tc>
      </w:tr>
      <w:tr w:rsidR="00BF2E87" w:rsidRPr="00B34D67" w14:paraId="78AECF7B" w14:textId="77777777" w:rsidTr="00B84C3A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257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73022717" w14:textId="77777777" w:rsidR="00BF2E87" w:rsidRPr="00B34D67" w:rsidRDefault="00BF2E87" w:rsidP="00B34D67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B34D67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اسم الطالب</w:t>
            </w:r>
          </w:p>
        </w:tc>
        <w:tc>
          <w:tcPr>
            <w:tcW w:w="257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4A29AA3" w14:textId="77777777" w:rsidR="00BF2E87" w:rsidRPr="00B34D67" w:rsidRDefault="00BF2E87" w:rsidP="00B34D67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B34D67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الصف</w:t>
            </w:r>
          </w:p>
        </w:tc>
        <w:tc>
          <w:tcPr>
            <w:tcW w:w="257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5D132DAA" w14:textId="77777777" w:rsidR="00BF2E87" w:rsidRPr="00B34D67" w:rsidRDefault="00BF2E87" w:rsidP="00B34D67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B34D67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تاريخ التحويل</w:t>
            </w:r>
          </w:p>
        </w:tc>
        <w:tc>
          <w:tcPr>
            <w:tcW w:w="260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43CBB36A" w14:textId="77777777" w:rsidR="00BF2E87" w:rsidRPr="00B34D67" w:rsidRDefault="00BF2E87" w:rsidP="00B34D67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B34D67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الحصة</w:t>
            </w:r>
          </w:p>
        </w:tc>
      </w:tr>
      <w:tr w:rsidR="00B34D67" w:rsidRPr="00B34D67" w14:paraId="1ED08152" w14:textId="77777777" w:rsidTr="00B84C3A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257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655AAA0D" w14:textId="77777777" w:rsidR="00B34D67" w:rsidRPr="00B34D67" w:rsidRDefault="00B34D67" w:rsidP="00B34D67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2570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623AA50A" w14:textId="77777777" w:rsidR="00B34D67" w:rsidRPr="00B34D67" w:rsidRDefault="00B34D67" w:rsidP="00B34D67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2570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EDA552F" w14:textId="77777777" w:rsidR="00B34D67" w:rsidRPr="00B34D67" w:rsidRDefault="00B34D67" w:rsidP="00B34D67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260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902E323" w14:textId="77777777" w:rsidR="00B34D67" w:rsidRPr="00B34D67" w:rsidRDefault="00B34D67" w:rsidP="00B34D67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</w:tr>
      <w:tr w:rsidR="00BF2E87" w:rsidRPr="00B34D67" w14:paraId="67CD72D9" w14:textId="77777777" w:rsidTr="00B84C3A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2570" w:type="dxa"/>
            <w:tcBorders>
              <w:top w:val="single" w:sz="4" w:space="0" w:color="auto"/>
            </w:tcBorders>
            <w:shd w:val="clear" w:color="auto" w:fill="auto"/>
          </w:tcPr>
          <w:p w14:paraId="3FFDE4D4" w14:textId="77777777" w:rsidR="00BF2E87" w:rsidRPr="00B34D67" w:rsidRDefault="00BF2E8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B34D67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إلى: وكيل شؤون الطلاب</w:t>
            </w:r>
          </w:p>
        </w:tc>
        <w:tc>
          <w:tcPr>
            <w:tcW w:w="774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A408225" w14:textId="77777777" w:rsidR="00BF2E87" w:rsidRPr="00B34D67" w:rsidRDefault="00BF2E8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</w:tr>
      <w:tr w:rsidR="00BF2E87" w:rsidRPr="00B34D67" w14:paraId="727B7B3D" w14:textId="77777777" w:rsidTr="00B84C3A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10314" w:type="dxa"/>
            <w:gridSpan w:val="6"/>
            <w:shd w:val="clear" w:color="auto" w:fill="auto"/>
          </w:tcPr>
          <w:p w14:paraId="4FBBCB85" w14:textId="77777777" w:rsidR="00BF2E87" w:rsidRPr="00B34D67" w:rsidRDefault="00BF2E8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B34D67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 xml:space="preserve">أحيل لكم الطالب الموضح اسمه أعلاه للأسباب التالية: </w:t>
            </w:r>
          </w:p>
        </w:tc>
      </w:tr>
      <w:tr w:rsidR="00BF2E87" w:rsidRPr="00B34D67" w14:paraId="21F2371E" w14:textId="77777777" w:rsidTr="00B84C3A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10314" w:type="dxa"/>
            <w:gridSpan w:val="6"/>
            <w:shd w:val="clear" w:color="auto" w:fill="auto"/>
          </w:tcPr>
          <w:p w14:paraId="0633CFC5" w14:textId="77777777" w:rsidR="00BF2E87" w:rsidRDefault="00BF2E8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  <w:p w14:paraId="0CB66EBE" w14:textId="77777777" w:rsidR="001E4695" w:rsidRDefault="001E4695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  <w:p w14:paraId="4DC32F03" w14:textId="77777777" w:rsidR="001E4695" w:rsidRPr="00B34D67" w:rsidRDefault="001E4695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  <w:p w14:paraId="53EF6493" w14:textId="77777777" w:rsidR="00BF2E87" w:rsidRPr="00B34D67" w:rsidRDefault="00BF2E8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</w:tr>
      <w:tr w:rsidR="00BF2E87" w:rsidRPr="00B34D67" w14:paraId="027177D3" w14:textId="77777777" w:rsidTr="00B84C3A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10314" w:type="dxa"/>
            <w:gridSpan w:val="6"/>
            <w:shd w:val="clear" w:color="auto" w:fill="auto"/>
          </w:tcPr>
          <w:p w14:paraId="643939F6" w14:textId="77777777" w:rsidR="00BF2E87" w:rsidRPr="00B34D67" w:rsidRDefault="00BF2E8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B34D67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علماً أنه تم اتخاذ الإجراءات التالية</w:t>
            </w:r>
            <w:r w:rsid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:</w:t>
            </w:r>
          </w:p>
        </w:tc>
      </w:tr>
      <w:tr w:rsidR="00BF2E87" w:rsidRPr="00B34D67" w14:paraId="01358D02" w14:textId="77777777" w:rsidTr="00B84C3A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trHeight w:val="513"/>
        </w:trPr>
        <w:tc>
          <w:tcPr>
            <w:tcW w:w="10314" w:type="dxa"/>
            <w:gridSpan w:val="6"/>
            <w:shd w:val="clear" w:color="auto" w:fill="auto"/>
          </w:tcPr>
          <w:p w14:paraId="560E8AE1" w14:textId="77777777" w:rsidR="00BF2E87" w:rsidRPr="00B34D67" w:rsidRDefault="00BF2E8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  <w:p w14:paraId="06F2C08C" w14:textId="77777777" w:rsidR="00BF2E87" w:rsidRDefault="00BF2E8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  <w:p w14:paraId="29D16712" w14:textId="77777777" w:rsidR="001E4695" w:rsidRDefault="001E4695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  <w:p w14:paraId="616BD775" w14:textId="77777777" w:rsidR="001E4695" w:rsidRPr="00B34D67" w:rsidRDefault="001E4695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</w:tr>
      <w:tr w:rsidR="00BF2E87" w:rsidRPr="00B34D67" w14:paraId="24788BBF" w14:textId="77777777" w:rsidTr="00B84C3A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trHeight w:val="266"/>
        </w:trPr>
        <w:tc>
          <w:tcPr>
            <w:tcW w:w="3426" w:type="dxa"/>
            <w:gridSpan w:val="2"/>
            <w:shd w:val="clear" w:color="auto" w:fill="auto"/>
          </w:tcPr>
          <w:p w14:paraId="7E6F2F9C" w14:textId="77777777" w:rsidR="00BF2E87" w:rsidRPr="00B34D67" w:rsidRDefault="00BF2E87" w:rsidP="00FA2184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B34D67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اسم المرشد</w:t>
            </w:r>
          </w:p>
        </w:tc>
        <w:tc>
          <w:tcPr>
            <w:tcW w:w="3427" w:type="dxa"/>
            <w:gridSpan w:val="2"/>
            <w:shd w:val="clear" w:color="auto" w:fill="auto"/>
          </w:tcPr>
          <w:p w14:paraId="0A82621F" w14:textId="77777777" w:rsidR="00BF2E87" w:rsidRPr="00B34D67" w:rsidRDefault="00BF2E87" w:rsidP="00FA2184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B34D67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التوقيع</w:t>
            </w:r>
          </w:p>
        </w:tc>
        <w:tc>
          <w:tcPr>
            <w:tcW w:w="3461" w:type="dxa"/>
            <w:gridSpan w:val="2"/>
            <w:shd w:val="clear" w:color="auto" w:fill="auto"/>
          </w:tcPr>
          <w:p w14:paraId="46FAF43C" w14:textId="77777777" w:rsidR="00BF2E87" w:rsidRPr="00B34D67" w:rsidRDefault="00BF2E87" w:rsidP="00FA2184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B34D67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التاريخ</w:t>
            </w:r>
          </w:p>
        </w:tc>
      </w:tr>
      <w:tr w:rsidR="00BF2E87" w:rsidRPr="00B34D67" w14:paraId="7F64B42D" w14:textId="77777777" w:rsidTr="00B84C3A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trHeight w:val="265"/>
        </w:trPr>
        <w:tc>
          <w:tcPr>
            <w:tcW w:w="3426" w:type="dxa"/>
            <w:gridSpan w:val="2"/>
            <w:shd w:val="clear" w:color="auto" w:fill="auto"/>
          </w:tcPr>
          <w:p w14:paraId="3F95F215" w14:textId="77777777" w:rsidR="00BF2E87" w:rsidRPr="00B34D67" w:rsidRDefault="00BF2E8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3427" w:type="dxa"/>
            <w:gridSpan w:val="2"/>
            <w:shd w:val="clear" w:color="auto" w:fill="auto"/>
          </w:tcPr>
          <w:p w14:paraId="7674E558" w14:textId="77777777" w:rsidR="00BF2E87" w:rsidRPr="00B34D67" w:rsidRDefault="00BF2E8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3461" w:type="dxa"/>
            <w:gridSpan w:val="2"/>
            <w:shd w:val="clear" w:color="auto" w:fill="auto"/>
          </w:tcPr>
          <w:p w14:paraId="7D8F5960" w14:textId="77777777" w:rsidR="00BF2E87" w:rsidRPr="00B34D67" w:rsidRDefault="00BF2E8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</w:tr>
    </w:tbl>
    <w:p w14:paraId="55612FBD" w14:textId="77777777" w:rsidR="00BF2E87" w:rsidRPr="001E4695" w:rsidRDefault="00BF2E87" w:rsidP="00BF2E87">
      <w:pPr>
        <w:tabs>
          <w:tab w:val="left" w:pos="799"/>
        </w:tabs>
        <w:rPr>
          <w:rFonts w:cs="AL-Mohanad"/>
          <w:color w:val="003300"/>
          <w:sz w:val="10"/>
          <w:szCs w:val="10"/>
          <w:rtl/>
        </w:rPr>
      </w:pPr>
    </w:p>
    <w:tbl>
      <w:tblPr>
        <w:tblStyle w:val="TableGrid"/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426"/>
        <w:gridCol w:w="3427"/>
        <w:gridCol w:w="3427"/>
      </w:tblGrid>
      <w:tr w:rsidR="00BF2E87" w:rsidRPr="00BF2E87" w14:paraId="2D059DEF" w14:textId="77777777" w:rsidTr="00B84C3A">
        <w:tc>
          <w:tcPr>
            <w:tcW w:w="3426" w:type="dxa"/>
            <w:shd w:val="clear" w:color="auto" w:fill="auto"/>
          </w:tcPr>
          <w:p w14:paraId="0C713636" w14:textId="77777777" w:rsidR="00BF2E87" w:rsidRPr="00FA2184" w:rsidRDefault="00BF2E8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وكيل شؤون الطلاب</w:t>
            </w:r>
          </w:p>
        </w:tc>
        <w:tc>
          <w:tcPr>
            <w:tcW w:w="6854" w:type="dxa"/>
            <w:gridSpan w:val="2"/>
            <w:shd w:val="clear" w:color="auto" w:fill="auto"/>
          </w:tcPr>
          <w:p w14:paraId="6E397335" w14:textId="77777777" w:rsidR="00BF2E87" w:rsidRPr="00FA2184" w:rsidRDefault="00BF2E8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</w:tr>
      <w:tr w:rsidR="00B34D67" w:rsidRPr="00BF2E87" w14:paraId="53703450" w14:textId="77777777" w:rsidTr="00B84C3A">
        <w:tc>
          <w:tcPr>
            <w:tcW w:w="10280" w:type="dxa"/>
            <w:gridSpan w:val="3"/>
            <w:shd w:val="clear" w:color="auto" w:fill="auto"/>
          </w:tcPr>
          <w:p w14:paraId="4B88A008" w14:textId="77777777" w:rsidR="00B34D67" w:rsidRPr="00FA2184" w:rsidRDefault="00B34D6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تم إنهاء الموقف بتاريخ      /      /      14 هـ</w:t>
            </w:r>
          </w:p>
        </w:tc>
      </w:tr>
      <w:tr w:rsidR="00B34D67" w:rsidRPr="00BF2E87" w14:paraId="493978CC" w14:textId="77777777" w:rsidTr="00B84C3A">
        <w:tc>
          <w:tcPr>
            <w:tcW w:w="10280" w:type="dxa"/>
            <w:gridSpan w:val="3"/>
            <w:shd w:val="clear" w:color="auto" w:fill="auto"/>
          </w:tcPr>
          <w:p w14:paraId="1293C000" w14:textId="77777777" w:rsidR="00B34D67" w:rsidRPr="00FA2184" w:rsidRDefault="00B34D6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إلى مسجل ا</w:t>
            </w:r>
            <w:r w:rsid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ل</w:t>
            </w: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معلومات</w:t>
            </w:r>
          </w:p>
        </w:tc>
      </w:tr>
      <w:tr w:rsidR="00B34D67" w:rsidRPr="00BF2E87" w14:paraId="5DBEA7E6" w14:textId="77777777" w:rsidTr="00B84C3A">
        <w:tc>
          <w:tcPr>
            <w:tcW w:w="10280" w:type="dxa"/>
            <w:gridSpan w:val="3"/>
            <w:shd w:val="clear" w:color="auto" w:fill="auto"/>
          </w:tcPr>
          <w:p w14:paraId="3CDBF7CF" w14:textId="77777777" w:rsidR="00B34D67" w:rsidRPr="00FA2184" w:rsidRDefault="00B34D6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 xml:space="preserve">يتم حسم (                ) درجة على الطالب مكن درجات  </w:t>
            </w: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</w:rPr>
              <w:sym w:font="Wingdings" w:char="F0A8"/>
            </w: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 xml:space="preserve"> السلوك    </w:t>
            </w: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</w:rPr>
              <w:sym w:font="Wingdings" w:char="F0A8"/>
            </w: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 xml:space="preserve"> المواظبة حسب اللأئحة التالية:</w:t>
            </w:r>
          </w:p>
        </w:tc>
      </w:tr>
      <w:tr w:rsidR="00BF2E87" w:rsidRPr="00BF2E87" w14:paraId="596B79F1" w14:textId="77777777" w:rsidTr="00B84C3A">
        <w:tc>
          <w:tcPr>
            <w:tcW w:w="3426" w:type="dxa"/>
            <w:shd w:val="clear" w:color="auto" w:fill="auto"/>
            <w:vAlign w:val="center"/>
          </w:tcPr>
          <w:p w14:paraId="763C0B60" w14:textId="77777777" w:rsidR="00BF2E87" w:rsidRPr="00FA2184" w:rsidRDefault="00B34D67" w:rsidP="00FA2184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اسم الوكيل</w:t>
            </w:r>
          </w:p>
        </w:tc>
        <w:tc>
          <w:tcPr>
            <w:tcW w:w="3427" w:type="dxa"/>
            <w:shd w:val="clear" w:color="auto" w:fill="auto"/>
            <w:vAlign w:val="center"/>
          </w:tcPr>
          <w:p w14:paraId="788D667F" w14:textId="77777777" w:rsidR="00BF2E87" w:rsidRPr="00FA2184" w:rsidRDefault="00B34D67" w:rsidP="00FA2184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التوقيع</w:t>
            </w:r>
          </w:p>
        </w:tc>
        <w:tc>
          <w:tcPr>
            <w:tcW w:w="3427" w:type="dxa"/>
            <w:shd w:val="clear" w:color="auto" w:fill="auto"/>
            <w:vAlign w:val="center"/>
          </w:tcPr>
          <w:p w14:paraId="63A20375" w14:textId="77777777" w:rsidR="00BF2E87" w:rsidRPr="00FA2184" w:rsidRDefault="00B34D67" w:rsidP="00FA2184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التاريخ</w:t>
            </w:r>
          </w:p>
        </w:tc>
      </w:tr>
      <w:tr w:rsidR="00FA2184" w:rsidRPr="00BF2E87" w14:paraId="2AEB827F" w14:textId="77777777" w:rsidTr="00B84C3A">
        <w:tc>
          <w:tcPr>
            <w:tcW w:w="3426" w:type="dxa"/>
            <w:shd w:val="clear" w:color="auto" w:fill="auto"/>
          </w:tcPr>
          <w:p w14:paraId="0B31F59C" w14:textId="77777777" w:rsidR="00FA2184" w:rsidRPr="00FA2184" w:rsidRDefault="00FA2184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3427" w:type="dxa"/>
            <w:shd w:val="clear" w:color="auto" w:fill="auto"/>
          </w:tcPr>
          <w:p w14:paraId="16A81A19" w14:textId="77777777" w:rsidR="00FA2184" w:rsidRPr="00FA2184" w:rsidRDefault="00FA2184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3427" w:type="dxa"/>
            <w:shd w:val="clear" w:color="auto" w:fill="auto"/>
          </w:tcPr>
          <w:p w14:paraId="49FDDBF1" w14:textId="77777777" w:rsidR="00FA2184" w:rsidRPr="00FA2184" w:rsidRDefault="00FA2184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</w:tr>
      <w:tr w:rsidR="00B34D67" w:rsidRPr="00BF2E87" w14:paraId="3D476313" w14:textId="77777777" w:rsidTr="00B84C3A">
        <w:tc>
          <w:tcPr>
            <w:tcW w:w="10280" w:type="dxa"/>
            <w:gridSpan w:val="3"/>
            <w:shd w:val="clear" w:color="auto" w:fill="auto"/>
          </w:tcPr>
          <w:p w14:paraId="27FA02BA" w14:textId="77777777" w:rsidR="00B34D67" w:rsidRPr="00FA2184" w:rsidRDefault="00B34D6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إلى مسجل المعلومات</w:t>
            </w:r>
          </w:p>
        </w:tc>
      </w:tr>
      <w:tr w:rsidR="00FA2184" w:rsidRPr="00BF2E87" w14:paraId="73838326" w14:textId="77777777" w:rsidTr="00B84C3A">
        <w:tc>
          <w:tcPr>
            <w:tcW w:w="10280" w:type="dxa"/>
            <w:gridSpan w:val="3"/>
            <w:shd w:val="clear" w:color="auto" w:fill="auto"/>
          </w:tcPr>
          <w:p w14:paraId="76B0B102" w14:textId="77777777" w:rsidR="00FA2184" w:rsidRPr="00FA2184" w:rsidRDefault="00FA2184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 xml:space="preserve"> </w:t>
            </w: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</w:rPr>
              <w:sym w:font="Wingdings" w:char="F0A8"/>
            </w: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 xml:space="preserve">   تم حسم الدرجة بتاريخ:     /      /      14 هـ</w:t>
            </w:r>
          </w:p>
        </w:tc>
      </w:tr>
      <w:tr w:rsidR="00BF2E87" w:rsidRPr="00BF2E87" w14:paraId="7906B5EB" w14:textId="77777777" w:rsidTr="00B84C3A">
        <w:tc>
          <w:tcPr>
            <w:tcW w:w="3426" w:type="dxa"/>
            <w:shd w:val="clear" w:color="auto" w:fill="auto"/>
            <w:vAlign w:val="center"/>
          </w:tcPr>
          <w:p w14:paraId="174B3887" w14:textId="77777777" w:rsidR="00BF2E87" w:rsidRPr="00FA2184" w:rsidRDefault="00B34D67" w:rsidP="00FA2184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اسم مسجل المعلومات</w:t>
            </w:r>
          </w:p>
        </w:tc>
        <w:tc>
          <w:tcPr>
            <w:tcW w:w="3427" w:type="dxa"/>
            <w:shd w:val="clear" w:color="auto" w:fill="auto"/>
            <w:vAlign w:val="center"/>
          </w:tcPr>
          <w:p w14:paraId="3BC43FED" w14:textId="77777777" w:rsidR="00BF2E87" w:rsidRPr="00FA2184" w:rsidRDefault="00B34D67" w:rsidP="00FA2184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التوقيع</w:t>
            </w:r>
          </w:p>
        </w:tc>
        <w:tc>
          <w:tcPr>
            <w:tcW w:w="3427" w:type="dxa"/>
            <w:shd w:val="clear" w:color="auto" w:fill="auto"/>
            <w:vAlign w:val="center"/>
          </w:tcPr>
          <w:p w14:paraId="72D5395E" w14:textId="77777777" w:rsidR="00BF2E87" w:rsidRPr="00FA2184" w:rsidRDefault="00B34D67" w:rsidP="00FA2184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التاريخ</w:t>
            </w:r>
          </w:p>
        </w:tc>
      </w:tr>
      <w:tr w:rsidR="00BF2E87" w:rsidRPr="00BF2E87" w14:paraId="3CD3A7BC" w14:textId="77777777" w:rsidTr="00B84C3A">
        <w:tc>
          <w:tcPr>
            <w:tcW w:w="3426" w:type="dxa"/>
            <w:shd w:val="clear" w:color="auto" w:fill="auto"/>
          </w:tcPr>
          <w:p w14:paraId="117DF26F" w14:textId="77777777" w:rsidR="00BF2E87" w:rsidRPr="00FA2184" w:rsidRDefault="00BF2E8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3427" w:type="dxa"/>
            <w:shd w:val="clear" w:color="auto" w:fill="auto"/>
          </w:tcPr>
          <w:p w14:paraId="27CA3BC1" w14:textId="77777777" w:rsidR="00BF2E87" w:rsidRPr="00FA2184" w:rsidRDefault="00BF2E8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3427" w:type="dxa"/>
            <w:shd w:val="clear" w:color="auto" w:fill="auto"/>
          </w:tcPr>
          <w:p w14:paraId="14633422" w14:textId="77777777" w:rsidR="00BF2E87" w:rsidRPr="00FA2184" w:rsidRDefault="00BF2E8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</w:tr>
      <w:tr w:rsidR="00B34D67" w:rsidRPr="00BF2E87" w14:paraId="5F3774D7" w14:textId="77777777" w:rsidTr="00B84C3A">
        <w:tc>
          <w:tcPr>
            <w:tcW w:w="3426" w:type="dxa"/>
            <w:shd w:val="clear" w:color="auto" w:fill="auto"/>
          </w:tcPr>
          <w:p w14:paraId="1ED6B7A8" w14:textId="77777777" w:rsidR="00B34D67" w:rsidRPr="00FA2184" w:rsidRDefault="00B34D6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 xml:space="preserve">الى المرشد الطلابي: </w:t>
            </w:r>
          </w:p>
        </w:tc>
        <w:tc>
          <w:tcPr>
            <w:tcW w:w="6854" w:type="dxa"/>
            <w:gridSpan w:val="2"/>
            <w:shd w:val="clear" w:color="auto" w:fill="auto"/>
          </w:tcPr>
          <w:p w14:paraId="2E507223" w14:textId="77777777" w:rsidR="00B34D67" w:rsidRPr="00FA2184" w:rsidRDefault="00B34D6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</w:tr>
      <w:tr w:rsidR="00B34D67" w:rsidRPr="00BF2E87" w14:paraId="6D69325F" w14:textId="77777777" w:rsidTr="00B84C3A">
        <w:tc>
          <w:tcPr>
            <w:tcW w:w="10280" w:type="dxa"/>
            <w:gridSpan w:val="3"/>
            <w:shd w:val="clear" w:color="auto" w:fill="auto"/>
          </w:tcPr>
          <w:p w14:paraId="6D8A4AEC" w14:textId="77777777" w:rsidR="00B34D67" w:rsidRPr="00FA2184" w:rsidRDefault="00B34D6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آمل متابعة الطالب خلال الفترة القادمة و إبلاغنا عن مدى تحسن مستواه و رأيكم في تثبيت الحسم من عدمه</w:t>
            </w:r>
          </w:p>
        </w:tc>
      </w:tr>
      <w:tr w:rsidR="00B34D67" w:rsidRPr="00BF2E87" w14:paraId="0724B605" w14:textId="77777777" w:rsidTr="00B84C3A">
        <w:tc>
          <w:tcPr>
            <w:tcW w:w="3426" w:type="dxa"/>
            <w:shd w:val="clear" w:color="auto" w:fill="auto"/>
          </w:tcPr>
          <w:p w14:paraId="77BE636A" w14:textId="77777777" w:rsidR="00B34D67" w:rsidRPr="00FA2184" w:rsidRDefault="00FA2184" w:rsidP="00FA2184">
            <w:pPr>
              <w:tabs>
                <w:tab w:val="left" w:pos="799"/>
                <w:tab w:val="center" w:pos="1605"/>
                <w:tab w:val="left" w:pos="2507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  <w:tab/>
            </w:r>
            <w:r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  <w:tab/>
            </w:r>
            <w:r w:rsidR="00B34D67"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اسم الوكيل</w:t>
            </w:r>
            <w:r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  <w:tab/>
            </w:r>
          </w:p>
        </w:tc>
        <w:tc>
          <w:tcPr>
            <w:tcW w:w="3427" w:type="dxa"/>
            <w:shd w:val="clear" w:color="auto" w:fill="auto"/>
          </w:tcPr>
          <w:p w14:paraId="5DF8D1EB" w14:textId="77777777" w:rsidR="00B34D67" w:rsidRPr="00FA2184" w:rsidRDefault="00B34D67" w:rsidP="00FA2184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التوقيع</w:t>
            </w:r>
          </w:p>
        </w:tc>
        <w:tc>
          <w:tcPr>
            <w:tcW w:w="3427" w:type="dxa"/>
            <w:shd w:val="clear" w:color="auto" w:fill="auto"/>
          </w:tcPr>
          <w:p w14:paraId="2D99FA51" w14:textId="77777777" w:rsidR="00B34D67" w:rsidRPr="00FA2184" w:rsidRDefault="00B34D67" w:rsidP="00FA2184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التاريخ</w:t>
            </w:r>
          </w:p>
        </w:tc>
      </w:tr>
      <w:tr w:rsidR="00B34D67" w:rsidRPr="00BF2E87" w14:paraId="758A5DEF" w14:textId="77777777" w:rsidTr="00B84C3A">
        <w:tc>
          <w:tcPr>
            <w:tcW w:w="3426" w:type="dxa"/>
            <w:shd w:val="clear" w:color="auto" w:fill="auto"/>
          </w:tcPr>
          <w:p w14:paraId="266780F6" w14:textId="77777777" w:rsidR="00B34D67" w:rsidRPr="00FA2184" w:rsidRDefault="00B34D6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3427" w:type="dxa"/>
            <w:shd w:val="clear" w:color="auto" w:fill="auto"/>
          </w:tcPr>
          <w:p w14:paraId="6BCB181C" w14:textId="77777777" w:rsidR="00B34D67" w:rsidRPr="00FA2184" w:rsidRDefault="00B34D6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3427" w:type="dxa"/>
            <w:shd w:val="clear" w:color="auto" w:fill="auto"/>
          </w:tcPr>
          <w:p w14:paraId="6968D398" w14:textId="77777777" w:rsidR="00B34D67" w:rsidRPr="00FA2184" w:rsidRDefault="00B34D6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</w:tr>
      <w:tr w:rsidR="00B34D67" w:rsidRPr="00BF2E87" w14:paraId="059A96D9" w14:textId="77777777" w:rsidTr="00B84C3A">
        <w:tc>
          <w:tcPr>
            <w:tcW w:w="3426" w:type="dxa"/>
            <w:shd w:val="clear" w:color="auto" w:fill="auto"/>
          </w:tcPr>
          <w:p w14:paraId="5842935B" w14:textId="77777777" w:rsidR="00B34D67" w:rsidRPr="00FA2184" w:rsidRDefault="00B34D6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الى وكيل شؤون الطلاب</w:t>
            </w:r>
          </w:p>
        </w:tc>
        <w:tc>
          <w:tcPr>
            <w:tcW w:w="6854" w:type="dxa"/>
            <w:gridSpan w:val="2"/>
            <w:shd w:val="clear" w:color="auto" w:fill="auto"/>
          </w:tcPr>
          <w:p w14:paraId="0D1BFBE1" w14:textId="77777777" w:rsidR="00B34D67" w:rsidRPr="00FA2184" w:rsidRDefault="00B34D6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</w:tr>
      <w:tr w:rsidR="00B34D67" w:rsidRPr="00BF2E87" w14:paraId="55981D8D" w14:textId="77777777" w:rsidTr="00B84C3A">
        <w:tc>
          <w:tcPr>
            <w:tcW w:w="10280" w:type="dxa"/>
            <w:gridSpan w:val="3"/>
            <w:shd w:val="clear" w:color="auto" w:fill="auto"/>
          </w:tcPr>
          <w:p w14:paraId="1699A77A" w14:textId="77777777" w:rsidR="00B34D67" w:rsidRPr="00FA2184" w:rsidRDefault="00B34D6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FA2184">
              <w:rPr>
                <w:rFonts w:cs="AL-Mohanad"/>
                <w:b/>
                <w:bCs/>
                <w:color w:val="003300"/>
                <w:sz w:val="28"/>
                <w:szCs w:val="28"/>
              </w:rPr>
              <w:sym w:font="Wingdings" w:char="F0A8"/>
            </w: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 xml:space="preserve"> نرى تثبيت درجة الحسم لعدم إستجابة الطالب خلال الفترة السابقة.</w:t>
            </w:r>
          </w:p>
          <w:p w14:paraId="1FBA9FFB" w14:textId="77777777" w:rsidR="00B34D67" w:rsidRPr="00FA2184" w:rsidRDefault="00B34D6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FA2184">
              <w:rPr>
                <w:rFonts w:cs="AL-Mohanad"/>
                <w:b/>
                <w:bCs/>
                <w:color w:val="003300"/>
                <w:sz w:val="28"/>
                <w:szCs w:val="28"/>
              </w:rPr>
              <w:sym w:font="Wingdings" w:char="F0A8"/>
            </w: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 xml:space="preserve"> </w:t>
            </w:r>
            <w:r w:rsidR="001E4695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نرى الغاء حسم الدرجة لتحسن مستو</w:t>
            </w: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ى الطالب</w:t>
            </w:r>
          </w:p>
        </w:tc>
      </w:tr>
      <w:tr w:rsidR="00B34D67" w:rsidRPr="00BF2E87" w14:paraId="3DF46761" w14:textId="77777777" w:rsidTr="00B84C3A">
        <w:tc>
          <w:tcPr>
            <w:tcW w:w="3426" w:type="dxa"/>
            <w:shd w:val="clear" w:color="auto" w:fill="auto"/>
          </w:tcPr>
          <w:p w14:paraId="47B27AFF" w14:textId="77777777" w:rsidR="00B34D67" w:rsidRPr="00FA2184" w:rsidRDefault="00B34D67" w:rsidP="00FA2184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إسم المرشد الطلابي</w:t>
            </w:r>
          </w:p>
        </w:tc>
        <w:tc>
          <w:tcPr>
            <w:tcW w:w="3427" w:type="dxa"/>
            <w:shd w:val="clear" w:color="auto" w:fill="auto"/>
          </w:tcPr>
          <w:p w14:paraId="25255B22" w14:textId="77777777" w:rsidR="00B34D67" w:rsidRPr="00FA2184" w:rsidRDefault="00B34D67" w:rsidP="00FA2184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التوقيع</w:t>
            </w:r>
          </w:p>
        </w:tc>
        <w:tc>
          <w:tcPr>
            <w:tcW w:w="3427" w:type="dxa"/>
            <w:shd w:val="clear" w:color="auto" w:fill="auto"/>
          </w:tcPr>
          <w:p w14:paraId="252600AB" w14:textId="77777777" w:rsidR="00B34D67" w:rsidRPr="00FA2184" w:rsidRDefault="00B34D67" w:rsidP="00FA2184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  <w:r w:rsidRPr="00FA2184">
              <w:rPr>
                <w:rFonts w:cs="AL-Mohanad" w:hint="cs"/>
                <w:b/>
                <w:bCs/>
                <w:color w:val="003300"/>
                <w:sz w:val="28"/>
                <w:szCs w:val="28"/>
                <w:rtl/>
              </w:rPr>
              <w:t>التاريخ</w:t>
            </w:r>
          </w:p>
        </w:tc>
      </w:tr>
      <w:tr w:rsidR="00B34D67" w:rsidRPr="00BF2E87" w14:paraId="6FED3705" w14:textId="77777777" w:rsidTr="00B84C3A">
        <w:tc>
          <w:tcPr>
            <w:tcW w:w="3426" w:type="dxa"/>
            <w:shd w:val="clear" w:color="auto" w:fill="auto"/>
          </w:tcPr>
          <w:p w14:paraId="642EC41C" w14:textId="77777777" w:rsidR="00B34D67" w:rsidRPr="00FA2184" w:rsidRDefault="00B34D6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3427" w:type="dxa"/>
            <w:shd w:val="clear" w:color="auto" w:fill="auto"/>
          </w:tcPr>
          <w:p w14:paraId="71265823" w14:textId="77777777" w:rsidR="00B34D67" w:rsidRPr="00FA2184" w:rsidRDefault="00B34D6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  <w:tc>
          <w:tcPr>
            <w:tcW w:w="3427" w:type="dxa"/>
            <w:shd w:val="clear" w:color="auto" w:fill="auto"/>
          </w:tcPr>
          <w:p w14:paraId="67101B1E" w14:textId="77777777" w:rsidR="00B34D67" w:rsidRPr="00FA2184" w:rsidRDefault="00B34D67" w:rsidP="00BF2E87">
            <w:pPr>
              <w:tabs>
                <w:tab w:val="left" w:pos="799"/>
              </w:tabs>
              <w:rPr>
                <w:rFonts w:cs="AL-Mohanad"/>
                <w:b/>
                <w:bCs/>
                <w:color w:val="003300"/>
                <w:sz w:val="28"/>
                <w:szCs w:val="28"/>
                <w:rtl/>
              </w:rPr>
            </w:pPr>
          </w:p>
        </w:tc>
      </w:tr>
    </w:tbl>
    <w:p w14:paraId="7A64B4F2" w14:textId="77777777" w:rsidR="00BF2E87" w:rsidRDefault="00BF2E87" w:rsidP="00BF2E87">
      <w:pPr>
        <w:rPr>
          <w:rFonts w:cs="AL-Mohanad"/>
          <w:sz w:val="20"/>
          <w:szCs w:val="20"/>
          <w:rtl/>
        </w:rPr>
      </w:pPr>
    </w:p>
    <w:sectPr w:rsidR="00BF2E87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FF143" w14:textId="77777777" w:rsidR="00975756" w:rsidRDefault="00975756" w:rsidP="000B54C1">
      <w:r>
        <w:separator/>
      </w:r>
    </w:p>
  </w:endnote>
  <w:endnote w:type="continuationSeparator" w:id="0">
    <w:p w14:paraId="7224EDDB" w14:textId="77777777" w:rsidR="00975756" w:rsidRDefault="00975756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ED29F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9E5A0D" w14:textId="77777777" w:rsidR="00975756" w:rsidRDefault="00975756" w:rsidP="000B54C1">
      <w:r>
        <w:separator/>
      </w:r>
    </w:p>
  </w:footnote>
  <w:footnote w:type="continuationSeparator" w:id="0">
    <w:p w14:paraId="36D29AF9" w14:textId="77777777" w:rsidR="00975756" w:rsidRDefault="00975756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4DE2414B" w14:textId="77777777" w:rsidTr="005302DE">
      <w:tc>
        <w:tcPr>
          <w:tcW w:w="3402" w:type="dxa"/>
          <w:vAlign w:val="center"/>
        </w:tcPr>
        <w:p w14:paraId="246F8763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07E7C582" wp14:editId="6190BC41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5A99B2F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36B33916" w14:textId="33302A47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B84C3A">
            <w:rPr>
              <w:rFonts w:cs="AL-Mohanad" w:hint="cs"/>
              <w:sz w:val="22"/>
              <w:szCs w:val="22"/>
              <w:rtl/>
            </w:rPr>
            <w:t>................</w:t>
          </w:r>
        </w:p>
        <w:p w14:paraId="14A1C0C2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1C6C9C0F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0892F404" wp14:editId="08A7EE3C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0DABAD2A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0E1EE333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51FEE52E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3AAB04C1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7BEFCAA3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177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E87"/>
    <w:rsid w:val="000845E5"/>
    <w:rsid w:val="000B54C1"/>
    <w:rsid w:val="0012662B"/>
    <w:rsid w:val="001D0A7D"/>
    <w:rsid w:val="001E4695"/>
    <w:rsid w:val="002F57A0"/>
    <w:rsid w:val="00332D9C"/>
    <w:rsid w:val="00341DA8"/>
    <w:rsid w:val="00361A8B"/>
    <w:rsid w:val="003942ED"/>
    <w:rsid w:val="003C2673"/>
    <w:rsid w:val="003F7514"/>
    <w:rsid w:val="004050BF"/>
    <w:rsid w:val="004D4A0E"/>
    <w:rsid w:val="004F62EE"/>
    <w:rsid w:val="005275B1"/>
    <w:rsid w:val="005302DE"/>
    <w:rsid w:val="00565997"/>
    <w:rsid w:val="005D44DF"/>
    <w:rsid w:val="00674CBA"/>
    <w:rsid w:val="0068143D"/>
    <w:rsid w:val="006E0A53"/>
    <w:rsid w:val="006E0D08"/>
    <w:rsid w:val="00726AB7"/>
    <w:rsid w:val="00726C3F"/>
    <w:rsid w:val="007A0ADD"/>
    <w:rsid w:val="007B1331"/>
    <w:rsid w:val="008A1DCE"/>
    <w:rsid w:val="008E6B73"/>
    <w:rsid w:val="00975756"/>
    <w:rsid w:val="009C0A5D"/>
    <w:rsid w:val="00A345C3"/>
    <w:rsid w:val="00A765CF"/>
    <w:rsid w:val="00B34D67"/>
    <w:rsid w:val="00B84C3A"/>
    <w:rsid w:val="00BF2E87"/>
    <w:rsid w:val="00D472F1"/>
    <w:rsid w:val="00EB5EB7"/>
    <w:rsid w:val="00F23DEE"/>
    <w:rsid w:val="00FA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3B89AE"/>
  <w15:docId w15:val="{9B708D20-2348-488B-90DF-83F2E4A26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32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6</cp:revision>
  <cp:lastPrinted>2017-05-02T22:44:00Z</cp:lastPrinted>
  <dcterms:created xsi:type="dcterms:W3CDTF">2017-04-27T21:50:00Z</dcterms:created>
  <dcterms:modified xsi:type="dcterms:W3CDTF">2025-05-16T16:43:00Z</dcterms:modified>
</cp:coreProperties>
</file>