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5302DE" w14:paraId="003390DA" w14:textId="77777777" w:rsidTr="0005731B">
        <w:tc>
          <w:tcPr>
            <w:tcW w:w="10348" w:type="dxa"/>
          </w:tcPr>
          <w:p w14:paraId="221AFB9E" w14:textId="77777777" w:rsidR="005302DE" w:rsidRPr="0005731B" w:rsidRDefault="0005731B" w:rsidP="0005731B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( 25 ) </w:t>
            </w:r>
          </w:p>
        </w:tc>
      </w:tr>
      <w:tr w:rsidR="005302DE" w14:paraId="613C4454" w14:textId="77777777" w:rsidTr="0005731B">
        <w:tc>
          <w:tcPr>
            <w:tcW w:w="10348" w:type="dxa"/>
          </w:tcPr>
          <w:p w14:paraId="5548B45D" w14:textId="77777777" w:rsidR="005302DE" w:rsidRPr="0005731B" w:rsidRDefault="0005731B" w:rsidP="0005731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05731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 ( و.ط.ع.ن  -  0</w:t>
            </w:r>
            <w:r w:rsidRPr="0005731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</w:t>
            </w:r>
            <w:r w:rsidRPr="0005731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30  )</w:t>
            </w:r>
          </w:p>
        </w:tc>
      </w:tr>
      <w:tr w:rsidR="005302DE" w14:paraId="4DA2BB8A" w14:textId="77777777" w:rsidTr="0005731B">
        <w:tc>
          <w:tcPr>
            <w:tcW w:w="10348" w:type="dxa"/>
          </w:tcPr>
          <w:p w14:paraId="60162BFF" w14:textId="77777777" w:rsidR="005302DE" w:rsidRPr="0005731B" w:rsidRDefault="0005731B" w:rsidP="0005731B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05731B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كشف حضور وغياب طلاب المدرسة</w:t>
            </w:r>
          </w:p>
        </w:tc>
      </w:tr>
    </w:tbl>
    <w:p w14:paraId="7701782B" w14:textId="77777777" w:rsidR="0005731B" w:rsidRPr="006E6976" w:rsidRDefault="0005731B" w:rsidP="0005731B">
      <w:pPr>
        <w:tabs>
          <w:tab w:val="left" w:pos="515"/>
        </w:tabs>
        <w:spacing w:line="360" w:lineRule="auto"/>
        <w:ind w:left="373"/>
        <w:rPr>
          <w:rFonts w:cs="AL-Mohanad"/>
          <w:sz w:val="4"/>
          <w:szCs w:val="4"/>
          <w:rtl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6"/>
        <w:gridCol w:w="1483"/>
        <w:gridCol w:w="427"/>
        <w:gridCol w:w="427"/>
        <w:gridCol w:w="1205"/>
        <w:gridCol w:w="570"/>
        <w:gridCol w:w="571"/>
        <w:gridCol w:w="1877"/>
        <w:gridCol w:w="571"/>
        <w:gridCol w:w="422"/>
        <w:gridCol w:w="422"/>
        <w:gridCol w:w="439"/>
      </w:tblGrid>
      <w:tr w:rsidR="0005731B" w:rsidRPr="0005731B" w14:paraId="599EE8AB" w14:textId="77777777" w:rsidTr="000126FA">
        <w:trPr>
          <w:trHeight w:hRule="exact" w:val="608"/>
          <w:jc w:val="center"/>
        </w:trPr>
        <w:tc>
          <w:tcPr>
            <w:tcW w:w="572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BFE10" w14:textId="77777777" w:rsidR="0005731B" w:rsidRPr="00361D08" w:rsidRDefault="0005731B" w:rsidP="0005731B">
            <w:pPr>
              <w:pStyle w:val="Bodytext20"/>
              <w:shd w:val="clear" w:color="auto" w:fill="auto"/>
              <w:tabs>
                <w:tab w:val="left" w:pos="821"/>
              </w:tabs>
              <w:spacing w:after="0" w:line="240" w:lineRule="auto"/>
              <w:jc w:val="center"/>
              <w:rPr>
                <w:rFonts w:ascii="Arial" w:hAnsi="Arial" w:cs="Arial"/>
                <w:sz w:val="30"/>
                <w:szCs w:val="30"/>
                <w:rtl/>
              </w:rPr>
            </w:pPr>
            <w:r w:rsidRPr="00361D08">
              <w:rPr>
                <w:rFonts w:ascii="Arial" w:hAnsi="Arial" w:cs="Arial"/>
                <w:sz w:val="30"/>
                <w:szCs w:val="30"/>
                <w:rtl/>
              </w:rPr>
              <w:t xml:space="preserve">التاريخ          /        /    </w:t>
            </w:r>
            <w:r w:rsidRPr="00361D08">
              <w:rPr>
                <w:rFonts w:ascii="Arial" w:hAnsi="Arial" w:cs="Arial"/>
                <w:sz w:val="30"/>
                <w:szCs w:val="30"/>
                <w:rtl/>
              </w:rPr>
              <w:tab/>
              <w:t>١٤هـ</w:t>
            </w:r>
          </w:p>
        </w:tc>
        <w:tc>
          <w:tcPr>
            <w:tcW w:w="2448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FE69C7" w14:textId="77777777" w:rsidR="0005731B" w:rsidRPr="00361D08" w:rsidRDefault="0005731B" w:rsidP="0005731B">
            <w:pPr>
              <w:pStyle w:val="Bodytext20"/>
              <w:shd w:val="clear" w:color="auto" w:fill="auto"/>
              <w:spacing w:after="0" w:line="240" w:lineRule="auto"/>
              <w:ind w:right="260"/>
              <w:rPr>
                <w:rFonts w:ascii="Arial" w:hAnsi="Arial" w:cs="Arial"/>
                <w:sz w:val="30"/>
                <w:szCs w:val="30"/>
                <w:rtl/>
              </w:rPr>
            </w:pPr>
            <w:r w:rsidRPr="00361D08">
              <w:rPr>
                <w:rFonts w:ascii="Arial" w:hAnsi="Arial" w:cs="Arial"/>
                <w:sz w:val="30"/>
                <w:szCs w:val="30"/>
                <w:rtl/>
              </w:rPr>
              <w:t xml:space="preserve">اليوم: </w:t>
            </w:r>
          </w:p>
        </w:tc>
        <w:tc>
          <w:tcPr>
            <w:tcW w:w="1854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2CD973" w14:textId="77777777" w:rsidR="0005731B" w:rsidRPr="00361D08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Fonts w:ascii="Arial" w:hAnsi="Arial" w:cs="Arial"/>
                <w:sz w:val="30"/>
                <w:szCs w:val="30"/>
                <w:rtl/>
              </w:rPr>
            </w:pPr>
            <w:r w:rsidRPr="00361D08">
              <w:rPr>
                <w:rFonts w:ascii="Arial" w:hAnsi="Arial" w:cs="Arial"/>
                <w:sz w:val="30"/>
                <w:szCs w:val="30"/>
                <w:rtl/>
              </w:rPr>
              <w:t xml:space="preserve">الصف: </w:t>
            </w:r>
          </w:p>
        </w:tc>
      </w:tr>
      <w:tr w:rsidR="0005731B" w:rsidRPr="0056529B" w14:paraId="1A648140" w14:textId="77777777" w:rsidTr="000126FA">
        <w:trPr>
          <w:cantSplit/>
          <w:trHeight w:hRule="exact" w:val="454"/>
          <w:jc w:val="center"/>
        </w:trPr>
        <w:tc>
          <w:tcPr>
            <w:tcW w:w="161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050C46F" w14:textId="77777777" w:rsidR="0005731B" w:rsidRPr="0005731B" w:rsidRDefault="0005731B" w:rsidP="0005731B">
            <w:pPr>
              <w:pStyle w:val="Bodytext20"/>
              <w:shd w:val="clear" w:color="auto" w:fill="auto"/>
              <w:spacing w:before="280" w:after="0" w:line="240" w:lineRule="auto"/>
              <w:ind w:left="140" w:right="113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توقيع المعلم</w:t>
            </w:r>
          </w:p>
        </w:tc>
        <w:tc>
          <w:tcPr>
            <w:tcW w:w="1483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CA7C5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40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سبب الغياب</w:t>
            </w:r>
          </w:p>
        </w:tc>
        <w:tc>
          <w:tcPr>
            <w:tcW w:w="42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0D1B6A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ind w:left="160" w:right="113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المجيب</w:t>
            </w:r>
          </w:p>
        </w:tc>
        <w:tc>
          <w:tcPr>
            <w:tcW w:w="427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1E18C40" w14:textId="77777777" w:rsidR="0005731B" w:rsidRPr="0005731B" w:rsidRDefault="0005731B" w:rsidP="0005731B">
            <w:pPr>
              <w:pStyle w:val="Bodytext20"/>
              <w:shd w:val="clear" w:color="auto" w:fill="auto"/>
              <w:spacing w:before="60" w:after="0" w:line="24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الزمن</w:t>
            </w:r>
          </w:p>
        </w:tc>
        <w:tc>
          <w:tcPr>
            <w:tcW w:w="120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E2574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رقم الهاتف</w:t>
            </w:r>
          </w:p>
        </w:tc>
        <w:tc>
          <w:tcPr>
            <w:tcW w:w="1141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A172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نوع الغياب</w:t>
            </w:r>
          </w:p>
        </w:tc>
        <w:tc>
          <w:tcPr>
            <w:tcW w:w="1877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6155C6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57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247216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20" w:right="113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الغياب</w:t>
            </w: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3971B6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20" w:right="113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الحضور</w:t>
            </w: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6CC240B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20" w:right="113"/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المسجلون</w:t>
            </w:r>
          </w:p>
        </w:tc>
        <w:tc>
          <w:tcPr>
            <w:tcW w:w="43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08F7412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20" w:right="113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05731B"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  <w:t>الفصل</w:t>
            </w:r>
          </w:p>
        </w:tc>
      </w:tr>
      <w:tr w:rsidR="0005731B" w:rsidRPr="0056529B" w14:paraId="27DDAB74" w14:textId="77777777" w:rsidTr="000126FA">
        <w:trPr>
          <w:cantSplit/>
          <w:trHeight w:hRule="exact" w:val="666"/>
          <w:jc w:val="center"/>
        </w:trPr>
        <w:tc>
          <w:tcPr>
            <w:tcW w:w="161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1CBF3C42" w14:textId="77777777" w:rsidR="0005731B" w:rsidRPr="0056529B" w:rsidRDefault="0005731B" w:rsidP="0005731B">
            <w:pPr>
              <w:pStyle w:val="Bodytext20"/>
              <w:shd w:val="clear" w:color="auto" w:fill="auto"/>
              <w:spacing w:after="280" w:line="240" w:lineRule="auto"/>
              <w:ind w:left="140"/>
              <w:rPr>
                <w:b/>
                <w:bCs/>
                <w:rtl/>
              </w:rPr>
            </w:pPr>
          </w:p>
        </w:tc>
        <w:tc>
          <w:tcPr>
            <w:tcW w:w="1483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844E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40"/>
              <w:rPr>
                <w:rStyle w:val="Bodytext24pt"/>
                <w:b/>
                <w:bCs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BA21A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160"/>
              <w:rPr>
                <w:rStyle w:val="Bodytext2Arial34ptBoldScale200"/>
                <w:rtl/>
              </w:rPr>
            </w:pP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6A81E" w14:textId="77777777" w:rsidR="0005731B" w:rsidRPr="0056529B" w:rsidRDefault="0005731B" w:rsidP="0005731B">
            <w:pPr>
              <w:pStyle w:val="Bodytext20"/>
              <w:shd w:val="clear" w:color="auto" w:fill="auto"/>
              <w:spacing w:after="60" w:line="240" w:lineRule="auto"/>
              <w:rPr>
                <w:b/>
                <w:bCs/>
                <w:rtl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C7D96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b/>
                <w:bCs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3AB28B" w14:textId="77777777" w:rsidR="0005731B" w:rsidRPr="0056529B" w:rsidRDefault="0005731B" w:rsidP="0005731B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6529B">
              <w:rPr>
                <w:rFonts w:hint="cs"/>
                <w:b/>
                <w:bCs/>
                <w:sz w:val="20"/>
                <w:szCs w:val="20"/>
                <w:rtl/>
              </w:rPr>
              <w:t>بدون عذر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0E04A2D" w14:textId="77777777" w:rsidR="0005731B" w:rsidRPr="0056529B" w:rsidRDefault="0005731B" w:rsidP="0005731B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6529B">
              <w:rPr>
                <w:rFonts w:hint="cs"/>
                <w:b/>
                <w:bCs/>
                <w:sz w:val="20"/>
                <w:szCs w:val="20"/>
                <w:rtl/>
              </w:rPr>
              <w:t>بعذر</w:t>
            </w:r>
          </w:p>
        </w:tc>
        <w:tc>
          <w:tcPr>
            <w:tcW w:w="1877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8A655C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57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5F390F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20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71CEEF5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20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C08062C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20" w:right="113"/>
              <w:jc w:val="center"/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AE17F4E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220" w:right="113"/>
              <w:jc w:val="center"/>
              <w:rPr>
                <w:b/>
                <w:bCs/>
                <w:rtl/>
              </w:rPr>
            </w:pPr>
          </w:p>
        </w:tc>
      </w:tr>
      <w:tr w:rsidR="0005731B" w:rsidRPr="0056529B" w14:paraId="4313FF97" w14:textId="77777777" w:rsidTr="000126FA">
        <w:trPr>
          <w:trHeight w:hRule="exact" w:val="408"/>
          <w:jc w:val="center"/>
        </w:trPr>
        <w:tc>
          <w:tcPr>
            <w:tcW w:w="161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E074BF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78FB3AB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590890F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8AE31C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DB8047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67904862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2535BAC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4C5D8F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1)</w:t>
            </w:r>
          </w:p>
        </w:tc>
        <w:tc>
          <w:tcPr>
            <w:tcW w:w="57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1ADFFE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2B40242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56B7CC1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3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1CE1EC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180"/>
              <w:rPr>
                <w:b/>
                <w:bCs/>
                <w:rtl/>
              </w:rPr>
            </w:pPr>
            <w:r w:rsidRPr="0056529B">
              <w:rPr>
                <w:b/>
                <w:bCs/>
                <w:rtl/>
              </w:rPr>
              <w:t>١</w:t>
            </w:r>
          </w:p>
        </w:tc>
      </w:tr>
      <w:tr w:rsidR="0005731B" w:rsidRPr="0056529B" w14:paraId="0D416946" w14:textId="77777777" w:rsidTr="000126FA">
        <w:trPr>
          <w:trHeight w:hRule="exact" w:val="394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71410A1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2BE93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9EE84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D41CAF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3C05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C6B14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8CE62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669128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2)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ADB727E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FC3FFC7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382B04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D71B5C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4E04D9E4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2170558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8E179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2C369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36981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76945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256E2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FE952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AD80C3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3)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1D31B97F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7A5EBE5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5770DB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915208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645D557D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2B27E9A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353A8B3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21FCCDD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A71CF2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B2401E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2F69B76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05AD1AE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EE8DEC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4)</w:t>
            </w:r>
          </w:p>
        </w:tc>
        <w:tc>
          <w:tcPr>
            <w:tcW w:w="57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6C78DCC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09796A2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027AC8A8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7075A0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5A277A29" w14:textId="77777777" w:rsidTr="000126FA">
        <w:trPr>
          <w:trHeight w:hRule="exact" w:val="394"/>
          <w:jc w:val="center"/>
        </w:trPr>
        <w:tc>
          <w:tcPr>
            <w:tcW w:w="161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BA58F7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497EFB5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277D0A5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302FF0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24FF863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79CBD1ED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1B4176E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7BFF18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1)</w:t>
            </w:r>
          </w:p>
        </w:tc>
        <w:tc>
          <w:tcPr>
            <w:tcW w:w="57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4F620D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5157ED1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52F82A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3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B3AE02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180"/>
              <w:rPr>
                <w:b/>
                <w:bCs/>
                <w:rtl/>
              </w:rPr>
            </w:pPr>
            <w:r w:rsidRPr="0056529B">
              <w:rPr>
                <w:b/>
                <w:bCs/>
                <w:rtl/>
              </w:rPr>
              <w:t>٢</w:t>
            </w:r>
          </w:p>
        </w:tc>
      </w:tr>
      <w:tr w:rsidR="0005731B" w:rsidRPr="0056529B" w14:paraId="45796635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3786656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ED6A4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12E64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1A273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600E0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06E53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94D53D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C53F9B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2)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4725EADC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4AFD3B0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858D1A4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6F5E17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07FCC88D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5D52CE8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C9F1A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47662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260C7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B9945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7C964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9E4FD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6A362A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3)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5FACA62C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D6FD9AC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6FE86B5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82A4E6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3608D6B4" w14:textId="77777777" w:rsidTr="000126FA">
        <w:trPr>
          <w:trHeight w:hRule="exact" w:val="394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7A6772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835FA4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69CF008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553541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28CDE08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D2B83A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09661A4D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0BA8DB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4)</w:t>
            </w:r>
          </w:p>
        </w:tc>
        <w:tc>
          <w:tcPr>
            <w:tcW w:w="57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359ABD5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221CECB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3606EF01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0BC81D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01DE0E97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C218CE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7E269D9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2A79258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4A1FE12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559CB15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774BFDF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959EE4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15F613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1)</w:t>
            </w:r>
          </w:p>
        </w:tc>
        <w:tc>
          <w:tcPr>
            <w:tcW w:w="57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78E152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0CEB31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4B85F9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3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387B47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180"/>
              <w:rPr>
                <w:b/>
                <w:bCs/>
                <w:rtl/>
              </w:rPr>
            </w:pPr>
            <w:r w:rsidRPr="0056529B">
              <w:rPr>
                <w:b/>
                <w:bCs/>
                <w:rtl/>
              </w:rPr>
              <w:t>٣</w:t>
            </w:r>
          </w:p>
        </w:tc>
      </w:tr>
      <w:tr w:rsidR="0005731B" w:rsidRPr="0056529B" w14:paraId="268D23C8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3EE26862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CB53E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5F207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6D0A4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306DE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F6346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443CD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DDCDA7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2)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6727748E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FAF5336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4182079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A2A47D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19CF0A61" w14:textId="77777777" w:rsidTr="000126FA">
        <w:trPr>
          <w:trHeight w:hRule="exact" w:val="394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0FA2775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C9FE1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262B0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4E520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AD113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7B03F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53D40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FACEE9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3)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1AE0B8D5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A1F8458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624E9F3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300225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3F22A684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6CDE2E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386DCE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37D5AF6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BB8188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0091DFC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7422B2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07F80C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7BCAB9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4)</w:t>
            </w:r>
          </w:p>
        </w:tc>
        <w:tc>
          <w:tcPr>
            <w:tcW w:w="57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61D0E27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23B493DC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61992068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7D2C8B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14D45BBB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2F5ADD8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4BF0AFF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6B9BC4F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51DF111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759F7A6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22742C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7393D8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FA6C91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1)</w:t>
            </w:r>
          </w:p>
        </w:tc>
        <w:tc>
          <w:tcPr>
            <w:tcW w:w="57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723BF3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16B278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6D72BC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3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B70F58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180"/>
              <w:rPr>
                <w:b/>
                <w:bCs/>
                <w:rtl/>
              </w:rPr>
            </w:pPr>
            <w:r w:rsidRPr="0056529B">
              <w:rPr>
                <w:b/>
                <w:bCs/>
                <w:rtl/>
              </w:rPr>
              <w:t>٤</w:t>
            </w:r>
          </w:p>
        </w:tc>
      </w:tr>
      <w:tr w:rsidR="0005731B" w:rsidRPr="0056529B" w14:paraId="2BA1BA8F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31CFCBF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D0BFAD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56121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B020F4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11216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3B945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B65CE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1672C5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2)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83D9E2B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6EE9D713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BECDA55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80AE0B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663DD01C" w14:textId="77777777" w:rsidTr="000126FA">
        <w:trPr>
          <w:trHeight w:hRule="exact" w:val="394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767EBC4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095F02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D8EB58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6D7DCB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3BCB1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AEB5DC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79005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0E14A4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3)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23AC306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358C03A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ED36570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E73089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77C8AC7D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C65A1E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202068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2C1EFA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5143F8D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4D6C23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DE48D9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418D81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278690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4)</w:t>
            </w:r>
          </w:p>
        </w:tc>
        <w:tc>
          <w:tcPr>
            <w:tcW w:w="57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F61F45D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BE87A84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0B0CEA1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F3C490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79385031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88E31F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220BD6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2D0F1A5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7727A7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DD0C83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D9D235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6062BAF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AC870D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1)</w:t>
            </w:r>
          </w:p>
        </w:tc>
        <w:tc>
          <w:tcPr>
            <w:tcW w:w="57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63C5E35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9AECCA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1EF0DC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3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F0213F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180"/>
              <w:rPr>
                <w:b/>
                <w:bCs/>
                <w:rtl/>
              </w:rPr>
            </w:pPr>
            <w:r w:rsidRPr="0056529B">
              <w:rPr>
                <w:b/>
                <w:bCs/>
                <w:rtl/>
              </w:rPr>
              <w:t>٥</w:t>
            </w:r>
          </w:p>
        </w:tc>
      </w:tr>
      <w:tr w:rsidR="0005731B" w:rsidRPr="0056529B" w14:paraId="12C25554" w14:textId="77777777" w:rsidTr="000126FA">
        <w:trPr>
          <w:trHeight w:hRule="exact" w:val="394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006964A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46660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C4155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72D4A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554A7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1750E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86E62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37A61B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2)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1EC280A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5BC8AD05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CA28B29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C1756B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13DED48E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4450279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0CC9C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A5373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44697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8DBE7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D0875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E5D41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06B0B4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3)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4B5B943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A91314D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2F1D61D1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E58BC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33118032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668CFE2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9FF5C0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647AA9B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50CEF47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2E85E255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6148B3F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3D2BEEF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7AEEA4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4)</w:t>
            </w:r>
          </w:p>
        </w:tc>
        <w:tc>
          <w:tcPr>
            <w:tcW w:w="57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C21E7E9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BCAC9C9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DABEC53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9610DB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0799EA98" w14:textId="77777777" w:rsidTr="000126FA">
        <w:trPr>
          <w:trHeight w:hRule="exact" w:val="394"/>
          <w:jc w:val="center"/>
        </w:trPr>
        <w:tc>
          <w:tcPr>
            <w:tcW w:w="1616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416FC17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775D36F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4E126192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235EE9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5A0ED472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05F8FF1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C5F01D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D6E2A3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1)</w:t>
            </w:r>
          </w:p>
        </w:tc>
        <w:tc>
          <w:tcPr>
            <w:tcW w:w="57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05C143E9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6256FA1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2" w:type="dxa"/>
            <w:vMerge w:val="restart"/>
            <w:tcBorders>
              <w:top w:val="single" w:sz="18" w:space="0" w:color="auto"/>
              <w:left w:val="single" w:sz="4" w:space="0" w:color="auto"/>
            </w:tcBorders>
            <w:shd w:val="clear" w:color="auto" w:fill="auto"/>
          </w:tcPr>
          <w:p w14:paraId="3DC42F6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39" w:type="dxa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5B3200" w14:textId="77777777" w:rsidR="0005731B" w:rsidRPr="0056529B" w:rsidRDefault="0005731B" w:rsidP="0005731B">
            <w:pPr>
              <w:pStyle w:val="Bodytext20"/>
              <w:shd w:val="clear" w:color="auto" w:fill="auto"/>
              <w:spacing w:after="0" w:line="240" w:lineRule="auto"/>
              <w:ind w:left="180"/>
              <w:rPr>
                <w:b/>
                <w:bCs/>
                <w:rtl/>
              </w:rPr>
            </w:pPr>
            <w:r w:rsidRPr="0056529B">
              <w:rPr>
                <w:b/>
                <w:bCs/>
                <w:rtl/>
              </w:rPr>
              <w:t>٦</w:t>
            </w:r>
          </w:p>
        </w:tc>
      </w:tr>
      <w:tr w:rsidR="0005731B" w:rsidRPr="0056529B" w14:paraId="21554117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36C96C5C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4EE68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EEB278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416EE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47539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5E2430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9F33F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9914C5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2)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0CBEB072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0A83C807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7C9D7A5F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06C99CE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685E82F1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</w:tcPr>
          <w:p w14:paraId="5EAECD3F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04C512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0945EB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CBFDF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DA01E3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871431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1E7484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68C830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3)</w:t>
            </w:r>
          </w:p>
        </w:tc>
        <w:tc>
          <w:tcPr>
            <w:tcW w:w="57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2FD4CA48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1160F4C4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4F9AB70E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6D623C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  <w:tr w:rsidR="0005731B" w:rsidRPr="0056529B" w14:paraId="17467703" w14:textId="77777777" w:rsidTr="000126FA">
        <w:trPr>
          <w:trHeight w:hRule="exact" w:val="398"/>
          <w:jc w:val="center"/>
        </w:trPr>
        <w:tc>
          <w:tcPr>
            <w:tcW w:w="161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CD24E2A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B0D6956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4C8EFE6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24C2A07E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5993CAE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15DBE48D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2FDBA687" w14:textId="77777777" w:rsidR="0005731B" w:rsidRPr="0056529B" w:rsidRDefault="0005731B" w:rsidP="0005731B">
            <w:pPr>
              <w:rPr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905074" w14:textId="77777777" w:rsidR="0005731B" w:rsidRPr="0005731B" w:rsidRDefault="0005731B" w:rsidP="0005731B">
            <w:pPr>
              <w:pStyle w:val="Bodytext20"/>
              <w:shd w:val="clear" w:color="auto" w:fill="auto"/>
              <w:spacing w:after="0" w:line="240" w:lineRule="auto"/>
              <w:rPr>
                <w:rtl/>
              </w:rPr>
            </w:pPr>
            <w:r w:rsidRPr="0005731B">
              <w:rPr>
                <w:rFonts w:hint="cs"/>
                <w:rtl/>
              </w:rPr>
              <w:t>4)</w:t>
            </w:r>
          </w:p>
        </w:tc>
        <w:tc>
          <w:tcPr>
            <w:tcW w:w="57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736B2996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71274937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18" w:space="0" w:color="auto"/>
            </w:tcBorders>
            <w:shd w:val="clear" w:color="auto" w:fill="auto"/>
          </w:tcPr>
          <w:p w14:paraId="0B30A836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  <w:tc>
          <w:tcPr>
            <w:tcW w:w="439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B1E260" w14:textId="77777777" w:rsidR="0005731B" w:rsidRPr="0056529B" w:rsidRDefault="0005731B" w:rsidP="0005731B">
            <w:pPr>
              <w:rPr>
                <w:b/>
                <w:bCs/>
                <w:rtl/>
              </w:rPr>
            </w:pPr>
          </w:p>
        </w:tc>
      </w:tr>
    </w:tbl>
    <w:p w14:paraId="0550646B" w14:textId="77777777" w:rsidR="0005731B" w:rsidRPr="0056529B" w:rsidRDefault="0005731B" w:rsidP="0005731B">
      <w:pPr>
        <w:tabs>
          <w:tab w:val="left" w:pos="515"/>
        </w:tabs>
        <w:spacing w:line="360" w:lineRule="auto"/>
        <w:ind w:left="373"/>
        <w:rPr>
          <w:rFonts w:cs="AL-Mohanad"/>
          <w:sz w:val="10"/>
          <w:szCs w:val="10"/>
          <w:rtl/>
        </w:rPr>
      </w:pPr>
    </w:p>
    <w:p w14:paraId="7829046E" w14:textId="77777777" w:rsidR="003C2673" w:rsidRPr="0005731B" w:rsidRDefault="0005731B" w:rsidP="0005731B">
      <w:pPr>
        <w:tabs>
          <w:tab w:val="left" w:pos="657"/>
        </w:tabs>
        <w:spacing w:line="360" w:lineRule="auto"/>
        <w:rPr>
          <w:rFonts w:cs="AL-Mohanad"/>
          <w:b/>
          <w:bCs/>
          <w:sz w:val="20"/>
          <w:szCs w:val="20"/>
          <w:rtl/>
        </w:rPr>
      </w:pPr>
      <w:r w:rsidRPr="006E6976">
        <w:rPr>
          <w:rFonts w:cs="AL-Mohanad"/>
          <w:sz w:val="20"/>
          <w:szCs w:val="20"/>
          <w:rtl/>
        </w:rPr>
        <w:tab/>
      </w:r>
      <w:r>
        <w:rPr>
          <w:rFonts w:cs="AL-Mohanad"/>
          <w:b/>
          <w:bCs/>
          <w:sz w:val="20"/>
          <w:szCs w:val="20"/>
          <w:rtl/>
        </w:rPr>
        <w:t>اسم  المسئول</w:t>
      </w:r>
      <w:r>
        <w:rPr>
          <w:rFonts w:cs="AL-Mohanad" w:hint="cs"/>
          <w:b/>
          <w:bCs/>
          <w:sz w:val="20"/>
          <w:szCs w:val="20"/>
          <w:rtl/>
        </w:rPr>
        <w:t xml:space="preserve">: </w:t>
      </w: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/>
          <w:b/>
          <w:bCs/>
          <w:sz w:val="20"/>
          <w:szCs w:val="20"/>
          <w:rtl/>
        </w:rPr>
        <w:tab/>
      </w:r>
      <w:r>
        <w:rPr>
          <w:rFonts w:cs="AL-Mohanad"/>
          <w:b/>
          <w:bCs/>
          <w:sz w:val="20"/>
          <w:szCs w:val="20"/>
          <w:rtl/>
        </w:rPr>
        <w:tab/>
        <w:t>التوقي</w:t>
      </w:r>
      <w:r>
        <w:rPr>
          <w:rFonts w:cs="AL-Mohanad" w:hint="cs"/>
          <w:b/>
          <w:bCs/>
          <w:sz w:val="20"/>
          <w:szCs w:val="20"/>
          <w:rtl/>
        </w:rPr>
        <w:t xml:space="preserve">ع: </w:t>
      </w:r>
    </w:p>
    <w:sectPr w:rsidR="003C2673" w:rsidRPr="0005731B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C1B96F" w14:textId="77777777" w:rsidR="001340FC" w:rsidRDefault="001340FC" w:rsidP="000B54C1">
      <w:r>
        <w:separator/>
      </w:r>
    </w:p>
  </w:endnote>
  <w:endnote w:type="continuationSeparator" w:id="0">
    <w:p w14:paraId="4A56191E" w14:textId="77777777" w:rsidR="001340FC" w:rsidRDefault="001340FC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62B52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A7470" w14:textId="77777777" w:rsidR="001340FC" w:rsidRDefault="001340FC" w:rsidP="000B54C1">
      <w:r>
        <w:separator/>
      </w:r>
    </w:p>
  </w:footnote>
  <w:footnote w:type="continuationSeparator" w:id="0">
    <w:p w14:paraId="64886038" w14:textId="77777777" w:rsidR="001340FC" w:rsidRDefault="001340FC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0A5AE69C" w14:textId="77777777" w:rsidTr="005302DE">
      <w:tc>
        <w:tcPr>
          <w:tcW w:w="3402" w:type="dxa"/>
          <w:vAlign w:val="center"/>
        </w:tcPr>
        <w:p w14:paraId="5029B54B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02E1FF1" wp14:editId="148C300D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B1CDE9A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D94AA6A" w14:textId="74DC76F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0126FA">
            <w:rPr>
              <w:rFonts w:cs="AL-Mohanad" w:hint="cs"/>
              <w:sz w:val="22"/>
              <w:szCs w:val="22"/>
              <w:rtl/>
            </w:rPr>
            <w:t>...........</w:t>
          </w:r>
        </w:p>
        <w:p w14:paraId="5B5A70B5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37A2C58B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611C31D8" wp14:editId="11B1247B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A812DA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48C1366F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3752275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5BC782B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5C4DB21B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85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31B"/>
    <w:rsid w:val="000126FA"/>
    <w:rsid w:val="0005731B"/>
    <w:rsid w:val="000B1374"/>
    <w:rsid w:val="000B54C1"/>
    <w:rsid w:val="0010569D"/>
    <w:rsid w:val="0012662B"/>
    <w:rsid w:val="001340FC"/>
    <w:rsid w:val="001D0A7D"/>
    <w:rsid w:val="002F57A0"/>
    <w:rsid w:val="00332D9C"/>
    <w:rsid w:val="00341DA8"/>
    <w:rsid w:val="00361A8B"/>
    <w:rsid w:val="00361D08"/>
    <w:rsid w:val="003942ED"/>
    <w:rsid w:val="003C2673"/>
    <w:rsid w:val="004050BF"/>
    <w:rsid w:val="00494759"/>
    <w:rsid w:val="004D4A0E"/>
    <w:rsid w:val="004F62EE"/>
    <w:rsid w:val="005275B1"/>
    <w:rsid w:val="005302DE"/>
    <w:rsid w:val="00565997"/>
    <w:rsid w:val="00674CBA"/>
    <w:rsid w:val="0068143D"/>
    <w:rsid w:val="006E0A53"/>
    <w:rsid w:val="006E0D08"/>
    <w:rsid w:val="00726AB7"/>
    <w:rsid w:val="00726C3F"/>
    <w:rsid w:val="00775232"/>
    <w:rsid w:val="007A0ADD"/>
    <w:rsid w:val="008A1DCE"/>
    <w:rsid w:val="008E6B73"/>
    <w:rsid w:val="009C0A5D"/>
    <w:rsid w:val="00A345C3"/>
    <w:rsid w:val="00A765CF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1A1D6B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Bodytext2">
    <w:name w:val="Body text (2)_"/>
    <w:link w:val="Bodytext20"/>
    <w:rsid w:val="0005731B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5731B"/>
    <w:pPr>
      <w:widowControl w:val="0"/>
      <w:shd w:val="clear" w:color="auto" w:fill="FFFFFF"/>
      <w:spacing w:after="120" w:line="389" w:lineRule="exact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Bodytext24pt">
    <w:name w:val="Body text (2) + 4 pt"/>
    <w:rsid w:val="0005731B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Bodytext2Arial34ptBoldScale200">
    <w:name w:val="Body text (2) + Arial;34 pt;Bold;Scale 200%"/>
    <w:rsid w:val="0005731B"/>
    <w:rPr>
      <w:rFonts w:ascii="Arial" w:eastAsia="Arial" w:hAnsi="Arial" w:cs="Arial"/>
      <w:b/>
      <w:bCs/>
      <w:i w:val="0"/>
      <w:iCs w:val="0"/>
      <w:smallCaps w:val="0"/>
      <w:strike w:val="0"/>
      <w:color w:val="FFFFFF"/>
      <w:spacing w:val="0"/>
      <w:w w:val="200"/>
      <w:position w:val="0"/>
      <w:sz w:val="68"/>
      <w:szCs w:val="68"/>
      <w:u w:val="none"/>
      <w:shd w:val="clear" w:color="auto" w:fill="FFFFFF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27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4</cp:revision>
  <dcterms:created xsi:type="dcterms:W3CDTF">2017-04-28T07:54:00Z</dcterms:created>
  <dcterms:modified xsi:type="dcterms:W3CDTF">2025-05-16T16:41:00Z</dcterms:modified>
</cp:coreProperties>
</file>