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1A13C852" w14:textId="77777777" w:rsidTr="006658F0">
        <w:tc>
          <w:tcPr>
            <w:tcW w:w="10348" w:type="dxa"/>
          </w:tcPr>
          <w:p w14:paraId="721B3D83" w14:textId="77777777" w:rsidR="005302DE" w:rsidRPr="006658F0" w:rsidRDefault="006658F0" w:rsidP="006658F0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( 26 ) </w:t>
            </w:r>
          </w:p>
        </w:tc>
      </w:tr>
      <w:tr w:rsidR="005302DE" w14:paraId="797DBE9B" w14:textId="77777777" w:rsidTr="006658F0">
        <w:tc>
          <w:tcPr>
            <w:tcW w:w="10348" w:type="dxa"/>
          </w:tcPr>
          <w:p w14:paraId="03F8C3D7" w14:textId="77777777" w:rsidR="005302DE" w:rsidRPr="006658F0" w:rsidRDefault="006658F0" w:rsidP="009A7987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6658F0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رمز النموذج : ( و.ط.ع.ن  -  </w:t>
            </w:r>
            <w:r w:rsidR="009A7987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03</w:t>
            </w:r>
            <w:r w:rsidRPr="006658F0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 04 )</w:t>
            </w:r>
          </w:p>
        </w:tc>
      </w:tr>
      <w:tr w:rsidR="005302DE" w14:paraId="53D168BB" w14:textId="77777777" w:rsidTr="006658F0">
        <w:tc>
          <w:tcPr>
            <w:tcW w:w="10348" w:type="dxa"/>
          </w:tcPr>
          <w:p w14:paraId="680646A7" w14:textId="77777777" w:rsidR="005302DE" w:rsidRPr="006658F0" w:rsidRDefault="006658F0" w:rsidP="006658F0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6658F0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سجل استئذان الطلاب أثناء الدوام الرسمي</w:t>
            </w:r>
          </w:p>
        </w:tc>
      </w:tr>
    </w:tbl>
    <w:p w14:paraId="23ABB5A3" w14:textId="77777777" w:rsidR="006658F0" w:rsidRPr="0056529B" w:rsidRDefault="006658F0" w:rsidP="006658F0">
      <w:pPr>
        <w:tabs>
          <w:tab w:val="left" w:pos="1213"/>
        </w:tabs>
        <w:spacing w:line="360" w:lineRule="auto"/>
        <w:rPr>
          <w:rFonts w:cs="AL-Mohanad"/>
          <w:b/>
          <w:bCs/>
          <w:sz w:val="24"/>
          <w:szCs w:val="24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422"/>
        <w:gridCol w:w="2387"/>
        <w:gridCol w:w="843"/>
        <w:gridCol w:w="923"/>
        <w:gridCol w:w="482"/>
        <w:gridCol w:w="562"/>
        <w:gridCol w:w="2972"/>
        <w:gridCol w:w="1668"/>
      </w:tblGrid>
      <w:tr w:rsidR="006658F0" w:rsidRPr="00D54345" w14:paraId="1B86688C" w14:textId="77777777" w:rsidTr="00D1642F">
        <w:trPr>
          <w:trHeight w:hRule="exact" w:val="548"/>
        </w:trPr>
        <w:tc>
          <w:tcPr>
            <w:tcW w:w="42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63F0AE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  <w:rtl/>
              </w:rPr>
              <w:t>م</w:t>
            </w:r>
          </w:p>
        </w:tc>
        <w:tc>
          <w:tcPr>
            <w:tcW w:w="238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14FB1B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D54345">
              <w:rPr>
                <w:rFonts w:cs="AL-Mohanad"/>
                <w:b/>
                <w:bCs/>
                <w:sz w:val="24"/>
                <w:szCs w:val="24"/>
                <w:rtl/>
              </w:rPr>
              <w:t>اسم الطالب</w:t>
            </w:r>
          </w:p>
        </w:tc>
        <w:tc>
          <w:tcPr>
            <w:tcW w:w="843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5F227FB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D54345">
              <w:rPr>
                <w:rFonts w:cs="AL-Mohanad"/>
                <w:b/>
                <w:bCs/>
                <w:sz w:val="24"/>
                <w:szCs w:val="24"/>
                <w:rtl/>
              </w:rPr>
              <w:t>الفصل</w:t>
            </w:r>
          </w:p>
        </w:tc>
        <w:tc>
          <w:tcPr>
            <w:tcW w:w="923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5F4949D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D54345">
              <w:rPr>
                <w:rFonts w:cs="AL-Mohanad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1044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F60901" w14:textId="77777777" w:rsidR="006658F0" w:rsidRPr="006658F0" w:rsidRDefault="006658F0" w:rsidP="006658F0">
            <w:pPr>
              <w:tabs>
                <w:tab w:val="left" w:pos="657"/>
              </w:tabs>
              <w:jc w:val="center"/>
              <w:rPr>
                <w:rFonts w:cs="AL-Mohanad"/>
                <w:sz w:val="20"/>
                <w:szCs w:val="20"/>
                <w:rtl/>
              </w:rPr>
            </w:pPr>
            <w:r w:rsidRPr="006658F0">
              <w:rPr>
                <w:rFonts w:cs="AL-Mohanad"/>
                <w:sz w:val="20"/>
                <w:szCs w:val="20"/>
                <w:rtl/>
              </w:rPr>
              <w:t>وقت الخروج</w:t>
            </w:r>
          </w:p>
        </w:tc>
        <w:tc>
          <w:tcPr>
            <w:tcW w:w="297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C42729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D54345">
              <w:rPr>
                <w:rFonts w:cs="AL-Mohanad"/>
                <w:b/>
                <w:bCs/>
                <w:sz w:val="24"/>
                <w:szCs w:val="24"/>
                <w:rtl/>
              </w:rPr>
              <w:t>سبب الاستئذان</w:t>
            </w:r>
          </w:p>
        </w:tc>
        <w:tc>
          <w:tcPr>
            <w:tcW w:w="166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1F016D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D54345">
              <w:rPr>
                <w:rFonts w:cs="AL-Mohanad"/>
                <w:b/>
                <w:bCs/>
                <w:sz w:val="24"/>
                <w:szCs w:val="24"/>
                <w:rtl/>
              </w:rPr>
              <w:t>التوقيع</w:t>
            </w:r>
          </w:p>
        </w:tc>
      </w:tr>
      <w:tr w:rsidR="006658F0" w:rsidRPr="00D54345" w14:paraId="36BFCFA5" w14:textId="77777777" w:rsidTr="00D1642F">
        <w:trPr>
          <w:trHeight w:hRule="exact" w:val="340"/>
        </w:trPr>
        <w:tc>
          <w:tcPr>
            <w:tcW w:w="42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65944F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F75F2E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20B68A9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3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ABB0C64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4D70883" w14:textId="77777777" w:rsidR="006658F0" w:rsidRPr="006658F0" w:rsidRDefault="006658F0" w:rsidP="006658F0">
            <w:pPr>
              <w:tabs>
                <w:tab w:val="left" w:pos="657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6658F0">
              <w:rPr>
                <w:rFonts w:cs="AL-Mohanad"/>
                <w:b/>
                <w:bCs/>
                <w:sz w:val="22"/>
                <w:szCs w:val="22"/>
                <w:rtl/>
              </w:rPr>
              <w:t>د</w:t>
            </w:r>
          </w:p>
        </w:tc>
        <w:tc>
          <w:tcPr>
            <w:tcW w:w="56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6E3533" w14:textId="77777777" w:rsidR="006658F0" w:rsidRPr="006658F0" w:rsidRDefault="006658F0" w:rsidP="006658F0">
            <w:pPr>
              <w:tabs>
                <w:tab w:val="left" w:pos="657"/>
              </w:tabs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6658F0">
              <w:rPr>
                <w:rFonts w:cs="AL-Mohanad"/>
                <w:b/>
                <w:bCs/>
                <w:sz w:val="22"/>
                <w:szCs w:val="22"/>
                <w:rtl/>
              </w:rPr>
              <w:t>س</w:t>
            </w:r>
          </w:p>
        </w:tc>
        <w:tc>
          <w:tcPr>
            <w:tcW w:w="297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FBB46D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459DB4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0D2F75C6" w14:textId="77777777" w:rsidTr="00D1642F">
        <w:trPr>
          <w:trHeight w:val="424"/>
        </w:trPr>
        <w:tc>
          <w:tcPr>
            <w:tcW w:w="42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8DAAD4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DF8892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6A86FEC3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923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7E861BE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482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FAAD3D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D4B044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7ACF88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788267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16CC4348" w14:textId="77777777" w:rsidTr="00D1642F">
        <w:trPr>
          <w:trHeight w:val="422"/>
        </w:trPr>
        <w:tc>
          <w:tcPr>
            <w:tcW w:w="42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C5E3ED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C5E15F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C63F778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14:paraId="1219771C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2" w:type="dxa"/>
            <w:vMerge/>
            <w:shd w:val="clear" w:color="auto" w:fill="auto"/>
            <w:vAlign w:val="center"/>
          </w:tcPr>
          <w:p w14:paraId="75FB2FB5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06217FB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3EE150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  <w:rtl/>
              </w:rPr>
              <w:t>اسم ولي الأمر :</w:t>
            </w:r>
          </w:p>
        </w:tc>
        <w:tc>
          <w:tcPr>
            <w:tcW w:w="16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566779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37C10CF1" w14:textId="77777777" w:rsidTr="00D1642F">
        <w:trPr>
          <w:trHeight w:val="424"/>
        </w:trPr>
        <w:tc>
          <w:tcPr>
            <w:tcW w:w="422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3DEF15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09CEE0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7521D7A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14:paraId="14418A58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482" w:type="dxa"/>
            <w:vMerge w:val="restart"/>
            <w:shd w:val="clear" w:color="auto" w:fill="auto"/>
            <w:vAlign w:val="center"/>
          </w:tcPr>
          <w:p w14:paraId="31650E36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CDF08F5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676296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8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3E0E8E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35627E53" w14:textId="77777777" w:rsidTr="00D1642F">
        <w:trPr>
          <w:trHeight w:val="422"/>
        </w:trPr>
        <w:tc>
          <w:tcPr>
            <w:tcW w:w="42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1A4B9A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D30272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D11D5C2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14:paraId="1042678B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2" w:type="dxa"/>
            <w:vMerge/>
            <w:shd w:val="clear" w:color="auto" w:fill="auto"/>
            <w:vAlign w:val="center"/>
          </w:tcPr>
          <w:p w14:paraId="5E8B00D5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5ABD435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F8AD26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  <w:rtl/>
              </w:rPr>
              <w:t>اسم ولي الأمر :</w:t>
            </w:r>
          </w:p>
        </w:tc>
        <w:tc>
          <w:tcPr>
            <w:tcW w:w="16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1777FB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3357B193" w14:textId="77777777" w:rsidTr="00D1642F">
        <w:trPr>
          <w:trHeight w:val="424"/>
        </w:trPr>
        <w:tc>
          <w:tcPr>
            <w:tcW w:w="422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94FB17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715907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B7139D0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14:paraId="61C392FD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482" w:type="dxa"/>
            <w:vMerge w:val="restart"/>
            <w:shd w:val="clear" w:color="auto" w:fill="auto"/>
            <w:vAlign w:val="center"/>
          </w:tcPr>
          <w:p w14:paraId="26EAD71E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A4B6042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B88CF5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8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0469B2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620AD578" w14:textId="77777777" w:rsidTr="00D1642F">
        <w:trPr>
          <w:trHeight w:val="422"/>
        </w:trPr>
        <w:tc>
          <w:tcPr>
            <w:tcW w:w="42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441B0F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CEF34E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758BD8B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14:paraId="326C5EE7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2" w:type="dxa"/>
            <w:vMerge/>
            <w:shd w:val="clear" w:color="auto" w:fill="auto"/>
            <w:vAlign w:val="center"/>
          </w:tcPr>
          <w:p w14:paraId="0281A2DB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251645B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83C4C3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  <w:rtl/>
              </w:rPr>
              <w:t>اسم ولي الأمر :</w:t>
            </w:r>
          </w:p>
        </w:tc>
        <w:tc>
          <w:tcPr>
            <w:tcW w:w="16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20452F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33C00A43" w14:textId="77777777" w:rsidTr="00D1642F">
        <w:trPr>
          <w:trHeight w:val="412"/>
        </w:trPr>
        <w:tc>
          <w:tcPr>
            <w:tcW w:w="422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AC3BAD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7A48F1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44D315F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14:paraId="006BF20A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482" w:type="dxa"/>
            <w:vMerge w:val="restart"/>
            <w:shd w:val="clear" w:color="auto" w:fill="auto"/>
            <w:vAlign w:val="center"/>
          </w:tcPr>
          <w:p w14:paraId="48312C05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172931C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826F90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8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FED1B5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5B5144FD" w14:textId="77777777" w:rsidTr="00D1642F">
        <w:trPr>
          <w:trHeight w:val="412"/>
        </w:trPr>
        <w:tc>
          <w:tcPr>
            <w:tcW w:w="42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566967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16960C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48706FB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14:paraId="4B237CA3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2" w:type="dxa"/>
            <w:vMerge/>
            <w:shd w:val="clear" w:color="auto" w:fill="auto"/>
            <w:vAlign w:val="center"/>
          </w:tcPr>
          <w:p w14:paraId="2B714E8F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4DF9985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11476E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  <w:rtl/>
              </w:rPr>
              <w:t>اسم ولي الأمر :</w:t>
            </w:r>
          </w:p>
        </w:tc>
        <w:tc>
          <w:tcPr>
            <w:tcW w:w="16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EDFEB6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4ABEC46D" w14:textId="77777777" w:rsidTr="00D1642F">
        <w:trPr>
          <w:trHeight w:val="424"/>
        </w:trPr>
        <w:tc>
          <w:tcPr>
            <w:tcW w:w="422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D07E14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81B774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F67D673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14:paraId="3D9AD69D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482" w:type="dxa"/>
            <w:vMerge w:val="restart"/>
            <w:shd w:val="clear" w:color="auto" w:fill="auto"/>
            <w:vAlign w:val="center"/>
          </w:tcPr>
          <w:p w14:paraId="782820E5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682E58E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AD55DF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8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C42B52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7C1920C5" w14:textId="77777777" w:rsidTr="00D1642F">
        <w:trPr>
          <w:trHeight w:val="422"/>
        </w:trPr>
        <w:tc>
          <w:tcPr>
            <w:tcW w:w="42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82690F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0527AA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9CF559D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14:paraId="42142BFF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2" w:type="dxa"/>
            <w:vMerge/>
            <w:shd w:val="clear" w:color="auto" w:fill="auto"/>
            <w:vAlign w:val="center"/>
          </w:tcPr>
          <w:p w14:paraId="1AE8A5D0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2DDDAC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9E09C4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  <w:rtl/>
              </w:rPr>
              <w:t>اسم ولي الأمر :</w:t>
            </w:r>
          </w:p>
        </w:tc>
        <w:tc>
          <w:tcPr>
            <w:tcW w:w="16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E98ED3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71951611" w14:textId="77777777" w:rsidTr="00D1642F">
        <w:trPr>
          <w:trHeight w:val="424"/>
        </w:trPr>
        <w:tc>
          <w:tcPr>
            <w:tcW w:w="422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0B29E3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52E147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499255A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14:paraId="123ACF41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482" w:type="dxa"/>
            <w:vMerge w:val="restart"/>
            <w:shd w:val="clear" w:color="auto" w:fill="auto"/>
            <w:vAlign w:val="center"/>
          </w:tcPr>
          <w:p w14:paraId="752DB71E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D6F72D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D56E29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8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EFFBA0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74958996" w14:textId="77777777" w:rsidTr="00D1642F">
        <w:trPr>
          <w:trHeight w:val="422"/>
        </w:trPr>
        <w:tc>
          <w:tcPr>
            <w:tcW w:w="42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7C8E6C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70B600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7030613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14:paraId="5A0CEC34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2" w:type="dxa"/>
            <w:vMerge/>
            <w:shd w:val="clear" w:color="auto" w:fill="auto"/>
            <w:vAlign w:val="center"/>
          </w:tcPr>
          <w:p w14:paraId="3CCE76E9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7B49153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37FE56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  <w:rtl/>
              </w:rPr>
              <w:t>اسم ولي الأمر :</w:t>
            </w:r>
          </w:p>
        </w:tc>
        <w:tc>
          <w:tcPr>
            <w:tcW w:w="16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24F346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3C037B00" w14:textId="77777777" w:rsidTr="00D1642F">
        <w:trPr>
          <w:trHeight w:val="412"/>
        </w:trPr>
        <w:tc>
          <w:tcPr>
            <w:tcW w:w="422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CC326F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B79860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15D82BA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14:paraId="1B6CE9F9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482" w:type="dxa"/>
            <w:vMerge w:val="restart"/>
            <w:shd w:val="clear" w:color="auto" w:fill="auto"/>
            <w:vAlign w:val="center"/>
          </w:tcPr>
          <w:p w14:paraId="3C58A51D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FC31118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738B1A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8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AC45EE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3D11C3E3" w14:textId="77777777" w:rsidTr="00D1642F">
        <w:trPr>
          <w:trHeight w:val="412"/>
        </w:trPr>
        <w:tc>
          <w:tcPr>
            <w:tcW w:w="42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928A09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C66FB5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3B85714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14:paraId="01F1A2CA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2" w:type="dxa"/>
            <w:vMerge/>
            <w:shd w:val="clear" w:color="auto" w:fill="auto"/>
            <w:vAlign w:val="center"/>
          </w:tcPr>
          <w:p w14:paraId="2DFED110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3A716B4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1EB13C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  <w:rtl/>
              </w:rPr>
              <w:t>اسم ولي الأمر :</w:t>
            </w:r>
          </w:p>
        </w:tc>
        <w:tc>
          <w:tcPr>
            <w:tcW w:w="16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822D54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0C3DA250" w14:textId="77777777" w:rsidTr="00D1642F">
        <w:trPr>
          <w:trHeight w:val="424"/>
        </w:trPr>
        <w:tc>
          <w:tcPr>
            <w:tcW w:w="422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94A32B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44A24D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6136394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14:paraId="20DFE522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482" w:type="dxa"/>
            <w:vMerge w:val="restart"/>
            <w:shd w:val="clear" w:color="auto" w:fill="auto"/>
            <w:vAlign w:val="center"/>
          </w:tcPr>
          <w:p w14:paraId="4865FDF3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BCC40C0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DCC7B0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8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E57EC8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55327458" w14:textId="77777777" w:rsidTr="00D1642F">
        <w:trPr>
          <w:trHeight w:val="422"/>
        </w:trPr>
        <w:tc>
          <w:tcPr>
            <w:tcW w:w="42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88A105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95FB02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3CB4C6C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14:paraId="093FBD21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2" w:type="dxa"/>
            <w:vMerge/>
            <w:shd w:val="clear" w:color="auto" w:fill="auto"/>
            <w:vAlign w:val="center"/>
          </w:tcPr>
          <w:p w14:paraId="6D47520F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423F6B1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BBDE35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  <w:rtl/>
              </w:rPr>
              <w:t>اسم ولي الأمر :</w:t>
            </w:r>
          </w:p>
        </w:tc>
        <w:tc>
          <w:tcPr>
            <w:tcW w:w="16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488567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6D6F65CC" w14:textId="77777777" w:rsidTr="00D1642F">
        <w:trPr>
          <w:trHeight w:val="424"/>
        </w:trPr>
        <w:tc>
          <w:tcPr>
            <w:tcW w:w="422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A62917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831806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03D484A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14:paraId="0A0B1BE0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482" w:type="dxa"/>
            <w:vMerge w:val="restart"/>
            <w:shd w:val="clear" w:color="auto" w:fill="auto"/>
            <w:vAlign w:val="center"/>
          </w:tcPr>
          <w:p w14:paraId="673908E9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217B6C0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CAB101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8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F53142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5A050A85" w14:textId="77777777" w:rsidTr="00D1642F">
        <w:trPr>
          <w:trHeight w:val="422"/>
        </w:trPr>
        <w:tc>
          <w:tcPr>
            <w:tcW w:w="42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A1457C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F381FB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6CE7583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14:paraId="697F2231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2" w:type="dxa"/>
            <w:vMerge/>
            <w:shd w:val="clear" w:color="auto" w:fill="auto"/>
            <w:vAlign w:val="center"/>
          </w:tcPr>
          <w:p w14:paraId="4D4F9887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19B4E03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0C69D5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  <w:rtl/>
              </w:rPr>
              <w:t>اسم ولي الأمر :</w:t>
            </w:r>
          </w:p>
        </w:tc>
        <w:tc>
          <w:tcPr>
            <w:tcW w:w="16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44F8AD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6658F0" w:rsidRPr="00D54345" w14:paraId="3D8DD2BB" w14:textId="77777777" w:rsidTr="00D1642F">
        <w:trPr>
          <w:trHeight w:val="566"/>
        </w:trPr>
        <w:tc>
          <w:tcPr>
            <w:tcW w:w="422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716BF5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474F1A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AB25BA8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14:paraId="6773133F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482" w:type="dxa"/>
            <w:vMerge w:val="restart"/>
            <w:shd w:val="clear" w:color="auto" w:fill="auto"/>
            <w:vAlign w:val="center"/>
          </w:tcPr>
          <w:p w14:paraId="44B64236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F16E1CB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left w:val="single" w:sz="18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E0E9DC" w14:textId="77777777" w:rsidR="006658F0" w:rsidRPr="00D54345" w:rsidRDefault="006658F0" w:rsidP="007644E8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668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7870D8" w14:textId="77777777" w:rsidR="006658F0" w:rsidRPr="00D54345" w:rsidRDefault="006658F0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  <w:tr w:rsidR="007644E8" w:rsidRPr="00D54345" w14:paraId="74B6A254" w14:textId="77777777" w:rsidTr="00D1642F">
        <w:trPr>
          <w:trHeight w:val="566"/>
        </w:trPr>
        <w:tc>
          <w:tcPr>
            <w:tcW w:w="42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DA159F" w14:textId="77777777" w:rsidR="007644E8" w:rsidRPr="00D54345" w:rsidRDefault="007644E8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7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7C2564" w14:textId="77777777" w:rsidR="007644E8" w:rsidRPr="00D54345" w:rsidRDefault="007644E8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3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EB342BF" w14:textId="77777777" w:rsidR="007644E8" w:rsidRPr="00D54345" w:rsidRDefault="007644E8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14:paraId="1E1475ED" w14:textId="77777777" w:rsidR="007644E8" w:rsidRPr="00D54345" w:rsidRDefault="007644E8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82" w:type="dxa"/>
            <w:vMerge/>
            <w:shd w:val="clear" w:color="auto" w:fill="auto"/>
            <w:vAlign w:val="center"/>
          </w:tcPr>
          <w:p w14:paraId="11FCC517" w14:textId="77777777" w:rsidR="007644E8" w:rsidRPr="00D54345" w:rsidRDefault="007644E8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2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921BB7A" w14:textId="77777777" w:rsidR="007644E8" w:rsidRPr="00D54345" w:rsidRDefault="007644E8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972" w:type="dxa"/>
            <w:tcBorders>
              <w:top w:val="dotted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221309" w14:textId="77777777" w:rsidR="007644E8" w:rsidRPr="00D54345" w:rsidRDefault="007644E8" w:rsidP="003C7AE1">
            <w:pPr>
              <w:tabs>
                <w:tab w:val="left" w:pos="657"/>
              </w:tabs>
              <w:spacing w:line="360" w:lineRule="auto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D54345">
              <w:rPr>
                <w:rFonts w:cs="AL-Mohanad"/>
                <w:b/>
                <w:bCs/>
                <w:sz w:val="16"/>
                <w:szCs w:val="16"/>
                <w:rtl/>
              </w:rPr>
              <w:t>اسم ولي الأمر :</w:t>
            </w:r>
          </w:p>
        </w:tc>
        <w:tc>
          <w:tcPr>
            <w:tcW w:w="1668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410055" w14:textId="77777777" w:rsidR="007644E8" w:rsidRPr="00D54345" w:rsidRDefault="007644E8" w:rsidP="000951E4">
            <w:pPr>
              <w:tabs>
                <w:tab w:val="left" w:pos="657"/>
              </w:tabs>
              <w:spacing w:line="360" w:lineRule="auto"/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</w:p>
        </w:tc>
      </w:tr>
    </w:tbl>
    <w:p w14:paraId="1D7E6E79" w14:textId="77777777" w:rsidR="006658F0" w:rsidRDefault="006658F0" w:rsidP="006658F0">
      <w:pPr>
        <w:spacing w:line="360" w:lineRule="auto"/>
        <w:ind w:left="373"/>
        <w:rPr>
          <w:rFonts w:cs="AL-Mohanad"/>
          <w:sz w:val="20"/>
          <w:szCs w:val="20"/>
          <w:rtl/>
        </w:rPr>
      </w:pPr>
    </w:p>
    <w:p w14:paraId="1660D879" w14:textId="41BC321B" w:rsidR="003C2673" w:rsidRPr="006658F0" w:rsidRDefault="006658F0" w:rsidP="006658F0">
      <w:pPr>
        <w:spacing w:line="360" w:lineRule="auto"/>
        <w:ind w:left="373"/>
        <w:rPr>
          <w:rFonts w:cs="AL-Mohanad"/>
          <w:sz w:val="22"/>
          <w:szCs w:val="22"/>
          <w:rtl/>
        </w:rPr>
      </w:pPr>
      <w:r w:rsidRPr="006658F0">
        <w:rPr>
          <w:rFonts w:cs="AL-Mohanad"/>
          <w:sz w:val="20"/>
          <w:szCs w:val="20"/>
          <w:rtl/>
        </w:rPr>
        <w:t>ملاحظة : لا بد من حضور ولي الأمر في حال خروج الطالب أثناء الدوام الرسمي ، خلاف ذلك يمنع خروج الطالب من ال</w:t>
      </w:r>
      <w:r>
        <w:rPr>
          <w:rFonts w:cs="AL-Mohanad"/>
          <w:sz w:val="20"/>
          <w:szCs w:val="20"/>
          <w:rtl/>
        </w:rPr>
        <w:t xml:space="preserve">مدرسة حسب لوائح وزارة التعليم </w:t>
      </w:r>
    </w:p>
    <w:sectPr w:rsidR="003C2673" w:rsidRPr="006658F0" w:rsidSect="005302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7AC33" w14:textId="77777777" w:rsidR="008F13EC" w:rsidRDefault="008F13EC" w:rsidP="000B54C1">
      <w:r>
        <w:separator/>
      </w:r>
    </w:p>
  </w:endnote>
  <w:endnote w:type="continuationSeparator" w:id="0">
    <w:p w14:paraId="320ED4E4" w14:textId="77777777" w:rsidR="008F13EC" w:rsidRDefault="008F13EC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326EA" w14:textId="77777777" w:rsidR="006E0D08" w:rsidRDefault="006E0D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A4B88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C74E6" w14:textId="77777777" w:rsidR="006E0D08" w:rsidRDefault="006E0D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22A7D" w14:textId="77777777" w:rsidR="008F13EC" w:rsidRDefault="008F13EC" w:rsidP="000B54C1">
      <w:r>
        <w:separator/>
      </w:r>
    </w:p>
  </w:footnote>
  <w:footnote w:type="continuationSeparator" w:id="0">
    <w:p w14:paraId="04D47FFE" w14:textId="77777777" w:rsidR="008F13EC" w:rsidRDefault="008F13EC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F976F" w14:textId="77777777" w:rsidR="006E0D08" w:rsidRDefault="006E0D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6C683C33" w14:textId="77777777" w:rsidTr="005302DE">
      <w:tc>
        <w:tcPr>
          <w:tcW w:w="3402" w:type="dxa"/>
          <w:vAlign w:val="center"/>
        </w:tcPr>
        <w:p w14:paraId="2C074A09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5402DAF3" wp14:editId="0C9678BE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EB01629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344EE309" w14:textId="77777777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>الإدارة العامة للتعليم بمنطقة المدينة المنورة</w:t>
          </w:r>
        </w:p>
        <w:p w14:paraId="51689654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345BE7FD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03A2CA0C" wp14:editId="172DEA9B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44DF95B9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507FB89E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4EDA5A2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29C101A1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75DA7200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89480" w14:textId="77777777" w:rsidR="006E0D08" w:rsidRDefault="006E0D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521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8F0"/>
    <w:rsid w:val="000B54C1"/>
    <w:rsid w:val="0012662B"/>
    <w:rsid w:val="001D0A7D"/>
    <w:rsid w:val="002F57A0"/>
    <w:rsid w:val="0032496D"/>
    <w:rsid w:val="00332D9C"/>
    <w:rsid w:val="00341DA8"/>
    <w:rsid w:val="00361A8B"/>
    <w:rsid w:val="003942ED"/>
    <w:rsid w:val="003C2673"/>
    <w:rsid w:val="004050BF"/>
    <w:rsid w:val="004D1D6C"/>
    <w:rsid w:val="004D4A0E"/>
    <w:rsid w:val="004F62EE"/>
    <w:rsid w:val="005275B1"/>
    <w:rsid w:val="005302DE"/>
    <w:rsid w:val="00565997"/>
    <w:rsid w:val="005F4F87"/>
    <w:rsid w:val="006658F0"/>
    <w:rsid w:val="00674CBA"/>
    <w:rsid w:val="0068143D"/>
    <w:rsid w:val="006E0A53"/>
    <w:rsid w:val="006E0D08"/>
    <w:rsid w:val="00726AB7"/>
    <w:rsid w:val="00726C3F"/>
    <w:rsid w:val="007644E8"/>
    <w:rsid w:val="007A0ADD"/>
    <w:rsid w:val="008A1DCE"/>
    <w:rsid w:val="008E6B73"/>
    <w:rsid w:val="008F13EC"/>
    <w:rsid w:val="009A7987"/>
    <w:rsid w:val="009C0A5D"/>
    <w:rsid w:val="00A345C3"/>
    <w:rsid w:val="00A765CF"/>
    <w:rsid w:val="00B93603"/>
    <w:rsid w:val="00D031B6"/>
    <w:rsid w:val="00D1642F"/>
    <w:rsid w:val="00D472F1"/>
    <w:rsid w:val="00DC6DF3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6E411A"/>
  <w15:docId w15:val="{9B708D20-2348-488B-90DF-83F2E4A2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15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6</cp:revision>
  <cp:lastPrinted>2017-05-02T22:49:00Z</cp:lastPrinted>
  <dcterms:created xsi:type="dcterms:W3CDTF">2017-04-28T08:20:00Z</dcterms:created>
  <dcterms:modified xsi:type="dcterms:W3CDTF">2025-05-16T16:53:00Z</dcterms:modified>
</cp:coreProperties>
</file>