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207" w:type="dxa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5302DE" w14:paraId="168780DA" w14:textId="77777777" w:rsidTr="009A4C9D">
        <w:tc>
          <w:tcPr>
            <w:tcW w:w="10207" w:type="dxa"/>
          </w:tcPr>
          <w:p w14:paraId="704B5EFA" w14:textId="77777777" w:rsidR="005302DE" w:rsidRPr="009A4C9D" w:rsidRDefault="009A4C9D" w:rsidP="009A4C9D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( 29 ) </w:t>
            </w:r>
          </w:p>
        </w:tc>
      </w:tr>
      <w:tr w:rsidR="005302DE" w14:paraId="734D9D90" w14:textId="77777777" w:rsidTr="009A4C9D">
        <w:tc>
          <w:tcPr>
            <w:tcW w:w="10207" w:type="dxa"/>
          </w:tcPr>
          <w:p w14:paraId="6766F18D" w14:textId="77777777" w:rsidR="005302DE" w:rsidRPr="009A4C9D" w:rsidRDefault="009A4C9D" w:rsidP="009A4C9D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النموذج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 xml:space="preserve"> : )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و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>.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ط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>.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ع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>.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ن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 xml:space="preserve">. - </w:t>
            </w:r>
            <w:r w:rsidRPr="009A4C9D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-4 0 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–</w:t>
            </w:r>
            <w:r w:rsidRPr="009A4C9D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 xml:space="preserve"> 1 0</w:t>
            </w:r>
            <w:r w:rsidRPr="009A4C9D">
              <w:rPr>
                <w:rFonts w:cs="AL-Mohanad"/>
                <w:b/>
                <w:bCs/>
                <w:color w:val="FF0000"/>
                <w:sz w:val="22"/>
                <w:szCs w:val="22"/>
              </w:rPr>
              <w:t>(</w:t>
            </w:r>
          </w:p>
        </w:tc>
      </w:tr>
      <w:tr w:rsidR="005302DE" w14:paraId="1008E823" w14:textId="77777777" w:rsidTr="009A4C9D">
        <w:tc>
          <w:tcPr>
            <w:tcW w:w="10207" w:type="dxa"/>
          </w:tcPr>
          <w:p w14:paraId="03A29A5F" w14:textId="77777777" w:rsidR="005302DE" w:rsidRPr="009A4C9D" w:rsidRDefault="009A4C9D" w:rsidP="009A4C9D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اسم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</w:t>
            </w: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النموذج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: </w:t>
            </w: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كشف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</w:t>
            </w: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بالحالات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</w:t>
            </w: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المرضية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</w:t>
            </w:r>
            <w:r w:rsidRPr="009A4C9D">
              <w:rPr>
                <w:rFonts w:cs="PT Bold Heading"/>
                <w:b/>
                <w:bCs/>
                <w:sz w:val="30"/>
                <w:szCs w:val="30"/>
                <w:rtl/>
              </w:rPr>
              <w:t>للطلاب</w:t>
            </w:r>
            <w:r w:rsidRPr="009A4C9D">
              <w:rPr>
                <w:rFonts w:cs="PT Bold Heading"/>
                <w:b/>
                <w:bCs/>
                <w:sz w:val="30"/>
                <w:szCs w:val="30"/>
              </w:rPr>
              <w:t xml:space="preserve">                          </w:t>
            </w:r>
          </w:p>
        </w:tc>
      </w:tr>
    </w:tbl>
    <w:p w14:paraId="40BE2DFA" w14:textId="77777777" w:rsidR="009A4C9D" w:rsidRDefault="009A4C9D" w:rsidP="009A4C9D">
      <w:pPr>
        <w:tabs>
          <w:tab w:val="left" w:pos="1153"/>
        </w:tabs>
        <w:rPr>
          <w:rFonts w:cs="AL-Mohanad"/>
          <w:color w:val="003300"/>
          <w:sz w:val="20"/>
          <w:szCs w:val="20"/>
          <w:rtl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8"/>
        <w:gridCol w:w="1696"/>
        <w:gridCol w:w="1345"/>
        <w:gridCol w:w="186"/>
        <w:gridCol w:w="993"/>
        <w:gridCol w:w="3403"/>
        <w:gridCol w:w="309"/>
      </w:tblGrid>
      <w:tr w:rsidR="009A4C9D" w:rsidRPr="004C0DB5" w14:paraId="6565369E" w14:textId="77777777" w:rsidTr="00FD6961">
        <w:trPr>
          <w:trHeight w:val="471"/>
          <w:jc w:val="center"/>
        </w:trPr>
        <w:tc>
          <w:tcPr>
            <w:tcW w:w="2672" w:type="pct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F6B08D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هاتف ولى الامر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</w:tcPr>
          <w:p w14:paraId="44DFFE2B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الصف</w:t>
            </w:r>
          </w:p>
        </w:tc>
        <w:tc>
          <w:tcPr>
            <w:tcW w:w="1683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0269581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اسم الطالب</w:t>
            </w:r>
          </w:p>
        </w:tc>
        <w:tc>
          <w:tcPr>
            <w:tcW w:w="15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42668E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م</w:t>
            </w:r>
          </w:p>
        </w:tc>
      </w:tr>
      <w:tr w:rsidR="009A4C9D" w:rsidRPr="004C0DB5" w14:paraId="3CE44435" w14:textId="77777777" w:rsidTr="00FD6961">
        <w:trPr>
          <w:trHeight w:val="444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6ED2DDA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الجوال</w:t>
            </w: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04F7F7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العمل</w:t>
            </w: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DA96445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المنزل</w:t>
            </w:r>
          </w:p>
        </w:tc>
        <w:tc>
          <w:tcPr>
            <w:tcW w:w="491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67884FA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9269D4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F298FE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51B6A4FA" w14:textId="77777777" w:rsidTr="00FD6961">
        <w:trPr>
          <w:trHeight w:val="471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C196984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F1B2A4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5EEE34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49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E53CAB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556F06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90F93F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596A71D8" w14:textId="77777777" w:rsidTr="00FD6961">
        <w:trPr>
          <w:trHeight w:val="449"/>
          <w:jc w:val="center"/>
        </w:trPr>
        <w:tc>
          <w:tcPr>
            <w:tcW w:w="4846" w:type="pct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E3E269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وصف الحالة المرضة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1BCF2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5224EA45" w14:textId="77777777" w:rsidTr="00FD6961">
        <w:trPr>
          <w:trHeight w:val="471"/>
          <w:jc w:val="center"/>
        </w:trPr>
        <w:tc>
          <w:tcPr>
            <w:tcW w:w="4846" w:type="pct"/>
            <w:gridSpan w:val="6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9E54D1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28BE9A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072A3CEE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C281D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التوصيات</w:t>
            </w:r>
          </w:p>
        </w:tc>
        <w:tc>
          <w:tcPr>
            <w:tcW w:w="2419" w:type="pct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BD294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الا</w:t>
            </w: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ج</w:t>
            </w:r>
            <w:r w:rsidRPr="009A4C9D">
              <w:rPr>
                <w:rFonts w:ascii="Arial" w:hAnsi="Arial" w:cs="Arial"/>
                <w:sz w:val="37"/>
                <w:szCs w:val="37"/>
                <w:rtl/>
              </w:rPr>
              <w:t>راء المطلوب عند وقوع الحالة</w:t>
            </w:r>
          </w:p>
        </w:tc>
      </w:tr>
      <w:tr w:rsidR="009A4C9D" w:rsidRPr="004C0DB5" w14:paraId="023C73BE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701CAC" w14:textId="77777777" w:rsidR="009A4C9D" w:rsidRPr="009A4C9D" w:rsidRDefault="009A4C9D" w:rsidP="009A4C9D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  <w:tc>
          <w:tcPr>
            <w:tcW w:w="2419" w:type="pct"/>
            <w:gridSpan w:val="4"/>
            <w:shd w:val="clear" w:color="auto" w:fill="auto"/>
            <w:vAlign w:val="center"/>
          </w:tcPr>
          <w:p w14:paraId="3A08E4C0" w14:textId="77777777" w:rsidR="009A4C9D" w:rsidRPr="009A4C9D" w:rsidRDefault="009A4C9D" w:rsidP="000951E4">
            <w:pPr>
              <w:bidi w:val="0"/>
              <w:spacing w:line="254" w:lineRule="exact"/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</w:tr>
    </w:tbl>
    <w:p w14:paraId="6430F944" w14:textId="77777777" w:rsidR="003C2673" w:rsidRDefault="003C2673" w:rsidP="005302DE">
      <w:pPr>
        <w:ind w:left="-1" w:right="-851"/>
        <w:rPr>
          <w:sz w:val="10"/>
          <w:szCs w:val="10"/>
          <w:rtl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8"/>
        <w:gridCol w:w="1696"/>
        <w:gridCol w:w="1345"/>
        <w:gridCol w:w="186"/>
        <w:gridCol w:w="993"/>
        <w:gridCol w:w="3403"/>
        <w:gridCol w:w="309"/>
      </w:tblGrid>
      <w:tr w:rsidR="009A4C9D" w:rsidRPr="004C0DB5" w14:paraId="4DC5B08D" w14:textId="77777777" w:rsidTr="00FD6961">
        <w:trPr>
          <w:trHeight w:val="471"/>
          <w:jc w:val="center"/>
        </w:trPr>
        <w:tc>
          <w:tcPr>
            <w:tcW w:w="2672" w:type="pct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D79D37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هاتف ولى الامر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</w:tcPr>
          <w:p w14:paraId="7BB72CF4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الصف</w:t>
            </w:r>
          </w:p>
        </w:tc>
        <w:tc>
          <w:tcPr>
            <w:tcW w:w="1683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D44950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اسم الطالب</w:t>
            </w:r>
          </w:p>
        </w:tc>
        <w:tc>
          <w:tcPr>
            <w:tcW w:w="15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55E0C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م</w:t>
            </w:r>
          </w:p>
        </w:tc>
      </w:tr>
      <w:tr w:rsidR="009A4C9D" w:rsidRPr="004C0DB5" w14:paraId="581569F7" w14:textId="77777777" w:rsidTr="00FD6961">
        <w:trPr>
          <w:trHeight w:val="444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12E1EC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الجوال</w:t>
            </w: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71E64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العمل</w:t>
            </w: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39B75C6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المنزل</w:t>
            </w:r>
          </w:p>
        </w:tc>
        <w:tc>
          <w:tcPr>
            <w:tcW w:w="491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E021A2E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B303BF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3703B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7F42404B" w14:textId="77777777" w:rsidTr="00FD6961">
        <w:trPr>
          <w:trHeight w:val="471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8F141A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4030E7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44E25EB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49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511A7E5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63026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5F7618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6F986A43" w14:textId="77777777" w:rsidTr="00FD6961">
        <w:trPr>
          <w:trHeight w:val="449"/>
          <w:jc w:val="center"/>
        </w:trPr>
        <w:tc>
          <w:tcPr>
            <w:tcW w:w="4846" w:type="pct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A98BB0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وصف الحالة المرضة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09DF4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7B18EBEE" w14:textId="77777777" w:rsidTr="00FD6961">
        <w:trPr>
          <w:trHeight w:val="471"/>
          <w:jc w:val="center"/>
        </w:trPr>
        <w:tc>
          <w:tcPr>
            <w:tcW w:w="4846" w:type="pct"/>
            <w:gridSpan w:val="6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31774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B926F9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561CA37F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002A0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التوصيات</w:t>
            </w:r>
          </w:p>
        </w:tc>
        <w:tc>
          <w:tcPr>
            <w:tcW w:w="2419" w:type="pct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15CAA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الا</w:t>
            </w: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ج</w:t>
            </w:r>
            <w:r w:rsidRPr="009A4C9D">
              <w:rPr>
                <w:rFonts w:ascii="Arial" w:hAnsi="Arial" w:cs="Arial"/>
                <w:sz w:val="37"/>
                <w:szCs w:val="37"/>
                <w:rtl/>
              </w:rPr>
              <w:t>راء المطلوب عند وقوع الحالة</w:t>
            </w:r>
          </w:p>
        </w:tc>
      </w:tr>
      <w:tr w:rsidR="009A4C9D" w:rsidRPr="004C0DB5" w14:paraId="3CBE058D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B932C1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  <w:tc>
          <w:tcPr>
            <w:tcW w:w="2419" w:type="pct"/>
            <w:gridSpan w:val="4"/>
            <w:shd w:val="clear" w:color="auto" w:fill="auto"/>
            <w:vAlign w:val="center"/>
          </w:tcPr>
          <w:p w14:paraId="12DCD402" w14:textId="77777777" w:rsidR="009A4C9D" w:rsidRPr="009A4C9D" w:rsidRDefault="009A4C9D" w:rsidP="000951E4">
            <w:pPr>
              <w:bidi w:val="0"/>
              <w:spacing w:line="254" w:lineRule="exact"/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</w:tr>
    </w:tbl>
    <w:p w14:paraId="60E7CE3C" w14:textId="77777777" w:rsidR="009A4C9D" w:rsidRDefault="009A4C9D" w:rsidP="005302DE">
      <w:pPr>
        <w:ind w:left="-1" w:right="-851"/>
        <w:rPr>
          <w:sz w:val="10"/>
          <w:szCs w:val="10"/>
          <w:rtl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78"/>
        <w:gridCol w:w="1696"/>
        <w:gridCol w:w="1345"/>
        <w:gridCol w:w="186"/>
        <w:gridCol w:w="993"/>
        <w:gridCol w:w="3403"/>
        <w:gridCol w:w="309"/>
      </w:tblGrid>
      <w:tr w:rsidR="009A4C9D" w:rsidRPr="004C0DB5" w14:paraId="4445341B" w14:textId="77777777" w:rsidTr="00FD6961">
        <w:trPr>
          <w:trHeight w:val="471"/>
          <w:jc w:val="center"/>
        </w:trPr>
        <w:tc>
          <w:tcPr>
            <w:tcW w:w="2672" w:type="pct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7DFAFBC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هاتف ولى الامر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</w:tcPr>
          <w:p w14:paraId="1B659445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الصف</w:t>
            </w:r>
          </w:p>
        </w:tc>
        <w:tc>
          <w:tcPr>
            <w:tcW w:w="1683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F5CDCC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اسم الطالب</w:t>
            </w:r>
          </w:p>
        </w:tc>
        <w:tc>
          <w:tcPr>
            <w:tcW w:w="15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E4BD76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م</w:t>
            </w:r>
          </w:p>
        </w:tc>
      </w:tr>
      <w:tr w:rsidR="009A4C9D" w:rsidRPr="004C0DB5" w14:paraId="0769B9CC" w14:textId="77777777" w:rsidTr="00FD6961">
        <w:trPr>
          <w:trHeight w:val="444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ECBA4A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الجوال</w:t>
            </w: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DB3717C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العمل</w:t>
            </w: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815A2A0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المنزل</w:t>
            </w:r>
          </w:p>
        </w:tc>
        <w:tc>
          <w:tcPr>
            <w:tcW w:w="491" w:type="pct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0CA247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BA4294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98F7DE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48F76703" w14:textId="77777777" w:rsidTr="00FD6961">
        <w:trPr>
          <w:trHeight w:val="471"/>
          <w:jc w:val="center"/>
        </w:trPr>
        <w:tc>
          <w:tcPr>
            <w:tcW w:w="107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0978C9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839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C6BACC5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757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9CFD975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491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D639D2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683" w:type="pc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74D85F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D9F5C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191AB4F0" w14:textId="77777777" w:rsidTr="00FD6961">
        <w:trPr>
          <w:trHeight w:val="449"/>
          <w:jc w:val="center"/>
        </w:trPr>
        <w:tc>
          <w:tcPr>
            <w:tcW w:w="4846" w:type="pct"/>
            <w:gridSpan w:val="6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37A8B8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وصف الحالة المرضة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507163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22B0F656" w14:textId="77777777" w:rsidTr="00FD6961">
        <w:trPr>
          <w:trHeight w:val="471"/>
          <w:jc w:val="center"/>
        </w:trPr>
        <w:tc>
          <w:tcPr>
            <w:tcW w:w="4846" w:type="pct"/>
            <w:gridSpan w:val="6"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C2A17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  <w:tc>
          <w:tcPr>
            <w:tcW w:w="15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077218" w14:textId="77777777" w:rsidR="009A4C9D" w:rsidRPr="009A4C9D" w:rsidRDefault="009A4C9D" w:rsidP="000951E4">
            <w:pPr>
              <w:bidi w:val="0"/>
              <w:jc w:val="center"/>
              <w:rPr>
                <w:rFonts w:ascii="Arial" w:hAnsi="Arial" w:cs="Arial"/>
                <w:sz w:val="37"/>
                <w:szCs w:val="37"/>
              </w:rPr>
            </w:pPr>
          </w:p>
        </w:tc>
      </w:tr>
      <w:tr w:rsidR="009A4C9D" w:rsidRPr="004C0DB5" w14:paraId="0AA07230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6FF34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التوصيات</w:t>
            </w:r>
          </w:p>
        </w:tc>
        <w:tc>
          <w:tcPr>
            <w:tcW w:w="2419" w:type="pct"/>
            <w:gridSpan w:val="4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D97669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</w:rPr>
            </w:pPr>
            <w:r w:rsidRPr="009A4C9D">
              <w:rPr>
                <w:rFonts w:ascii="Arial" w:hAnsi="Arial" w:cs="Arial"/>
                <w:sz w:val="37"/>
                <w:szCs w:val="37"/>
                <w:rtl/>
              </w:rPr>
              <w:t>الا</w:t>
            </w:r>
            <w:r w:rsidRPr="009A4C9D">
              <w:rPr>
                <w:rFonts w:ascii="Arial" w:hAnsi="Arial" w:cs="Arial" w:hint="cs"/>
                <w:sz w:val="37"/>
                <w:szCs w:val="37"/>
                <w:rtl/>
              </w:rPr>
              <w:t>ج</w:t>
            </w:r>
            <w:r w:rsidRPr="009A4C9D">
              <w:rPr>
                <w:rFonts w:ascii="Arial" w:hAnsi="Arial" w:cs="Arial"/>
                <w:sz w:val="37"/>
                <w:szCs w:val="37"/>
                <w:rtl/>
              </w:rPr>
              <w:t>راء المطلوب عند وقوع الحالة</w:t>
            </w:r>
          </w:p>
        </w:tc>
      </w:tr>
      <w:tr w:rsidR="009A4C9D" w:rsidRPr="004C0DB5" w14:paraId="7F78DAA7" w14:textId="77777777" w:rsidTr="00FD6961">
        <w:trPr>
          <w:trHeight w:val="449"/>
          <w:jc w:val="center"/>
        </w:trPr>
        <w:tc>
          <w:tcPr>
            <w:tcW w:w="2581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495F53" w14:textId="77777777" w:rsidR="009A4C9D" w:rsidRPr="009A4C9D" w:rsidRDefault="009A4C9D" w:rsidP="000951E4">
            <w:pPr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  <w:tc>
          <w:tcPr>
            <w:tcW w:w="2419" w:type="pct"/>
            <w:gridSpan w:val="4"/>
            <w:shd w:val="clear" w:color="auto" w:fill="auto"/>
            <w:vAlign w:val="center"/>
          </w:tcPr>
          <w:p w14:paraId="41DABC5C" w14:textId="77777777" w:rsidR="009A4C9D" w:rsidRPr="009A4C9D" w:rsidRDefault="009A4C9D" w:rsidP="000951E4">
            <w:pPr>
              <w:bidi w:val="0"/>
              <w:spacing w:line="254" w:lineRule="exact"/>
              <w:jc w:val="center"/>
              <w:rPr>
                <w:rFonts w:ascii="Arial" w:hAnsi="Arial" w:cs="Arial"/>
                <w:sz w:val="37"/>
                <w:szCs w:val="37"/>
                <w:rtl/>
              </w:rPr>
            </w:pPr>
          </w:p>
        </w:tc>
      </w:tr>
    </w:tbl>
    <w:p w14:paraId="5A693293" w14:textId="77777777" w:rsidR="009A4C9D" w:rsidRPr="009A4C9D" w:rsidRDefault="009A4C9D" w:rsidP="005302DE">
      <w:pPr>
        <w:ind w:left="-1" w:right="-851"/>
        <w:rPr>
          <w:sz w:val="10"/>
          <w:szCs w:val="10"/>
          <w:rtl/>
        </w:rPr>
      </w:pPr>
    </w:p>
    <w:sectPr w:rsidR="009A4C9D" w:rsidRPr="009A4C9D" w:rsidSect="005302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FDF0E" w14:textId="77777777" w:rsidR="001453DD" w:rsidRDefault="001453DD" w:rsidP="000B54C1">
      <w:r>
        <w:separator/>
      </w:r>
    </w:p>
  </w:endnote>
  <w:endnote w:type="continuationSeparator" w:id="0">
    <w:p w14:paraId="7D94F143" w14:textId="77777777" w:rsidR="001453DD" w:rsidRDefault="001453D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28C78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7EB99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6F69B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390BE" w14:textId="77777777" w:rsidR="001453DD" w:rsidRDefault="001453DD" w:rsidP="000B54C1">
      <w:r>
        <w:separator/>
      </w:r>
    </w:p>
  </w:footnote>
  <w:footnote w:type="continuationSeparator" w:id="0">
    <w:p w14:paraId="68E937AE" w14:textId="77777777" w:rsidR="001453DD" w:rsidRDefault="001453D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1E343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81332D8" w14:textId="77777777" w:rsidTr="005302DE">
      <w:tc>
        <w:tcPr>
          <w:tcW w:w="3402" w:type="dxa"/>
          <w:vAlign w:val="center"/>
        </w:tcPr>
        <w:p w14:paraId="6EC2939B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476B299" wp14:editId="48AE5C97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9A59A05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21127D45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5D5C9688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4407D0C6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422F1DB" wp14:editId="2BA55911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AE10EF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7076402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194719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6D5EDDF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0392501B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DD652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548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C9D"/>
    <w:rsid w:val="000B54C1"/>
    <w:rsid w:val="0012662B"/>
    <w:rsid w:val="001453DD"/>
    <w:rsid w:val="001D0A7D"/>
    <w:rsid w:val="001F21E4"/>
    <w:rsid w:val="002334C3"/>
    <w:rsid w:val="002F57A0"/>
    <w:rsid w:val="00332D9C"/>
    <w:rsid w:val="00341DA8"/>
    <w:rsid w:val="00361A8B"/>
    <w:rsid w:val="003942ED"/>
    <w:rsid w:val="003C2673"/>
    <w:rsid w:val="004050BF"/>
    <w:rsid w:val="004D4A0E"/>
    <w:rsid w:val="004F62EE"/>
    <w:rsid w:val="005275B1"/>
    <w:rsid w:val="005302DE"/>
    <w:rsid w:val="00546636"/>
    <w:rsid w:val="00565997"/>
    <w:rsid w:val="00674CBA"/>
    <w:rsid w:val="0068143D"/>
    <w:rsid w:val="006E0A53"/>
    <w:rsid w:val="006E0D08"/>
    <w:rsid w:val="00726AB7"/>
    <w:rsid w:val="00726C3F"/>
    <w:rsid w:val="007A0ADD"/>
    <w:rsid w:val="008A1DCE"/>
    <w:rsid w:val="008E6B73"/>
    <w:rsid w:val="009A4C9D"/>
    <w:rsid w:val="009C0A5D"/>
    <w:rsid w:val="00A345C3"/>
    <w:rsid w:val="00A765CF"/>
    <w:rsid w:val="00C1058C"/>
    <w:rsid w:val="00D472F1"/>
    <w:rsid w:val="00EB5EB7"/>
    <w:rsid w:val="00FD6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377B49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82335-4A16-4A0A-B7DF-45088AA00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3</cp:revision>
  <dcterms:created xsi:type="dcterms:W3CDTF">2017-04-28T09:07:00Z</dcterms:created>
  <dcterms:modified xsi:type="dcterms:W3CDTF">2025-05-16T16:52:00Z</dcterms:modified>
</cp:coreProperties>
</file>