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bidiVisual/>
        <w:tblW w:w="10348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5302DE" w14:paraId="59014F9E" w14:textId="77777777" w:rsidTr="000E3323">
        <w:tc>
          <w:tcPr>
            <w:tcW w:w="10348" w:type="dxa"/>
          </w:tcPr>
          <w:p w14:paraId="0A46CBB3" w14:textId="77777777" w:rsidR="005302DE" w:rsidRPr="001A7A04" w:rsidRDefault="001A7A04" w:rsidP="001A7A04">
            <w:pPr>
              <w:tabs>
                <w:tab w:val="left" w:pos="1213"/>
              </w:tabs>
              <w:jc w:val="right"/>
              <w:rPr>
                <w:rFonts w:cs="AL-Mohanad"/>
                <w:b/>
                <w:bCs/>
                <w:sz w:val="24"/>
                <w:szCs w:val="24"/>
                <w:rtl/>
              </w:rPr>
            </w:pPr>
            <w:r>
              <w:rPr>
                <w:rFonts w:cs="AL-Mohanad" w:hint="cs"/>
                <w:b/>
                <w:bCs/>
                <w:sz w:val="24"/>
                <w:szCs w:val="24"/>
                <w:rtl/>
              </w:rPr>
              <w:t xml:space="preserve">نموذج رقم ( 30 ) </w:t>
            </w:r>
          </w:p>
        </w:tc>
      </w:tr>
      <w:tr w:rsidR="005302DE" w14:paraId="2F853366" w14:textId="77777777" w:rsidTr="000E3323">
        <w:tc>
          <w:tcPr>
            <w:tcW w:w="10348" w:type="dxa"/>
          </w:tcPr>
          <w:p w14:paraId="22584614" w14:textId="77777777" w:rsidR="005302DE" w:rsidRPr="001A7A04" w:rsidRDefault="001A7A04" w:rsidP="001A7A04">
            <w:pPr>
              <w:jc w:val="right"/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</w:pPr>
            <w:r w:rsidRPr="001A7A04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رمز</w:t>
            </w:r>
            <w:r w:rsidRPr="001A7A04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 xml:space="preserve"> النموذج:</w:t>
            </w:r>
            <w:r w:rsidRPr="001A7A04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 xml:space="preserve"> (و٠ط٠ع</w:t>
            </w:r>
            <w:r w:rsidRPr="001A7A04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.</w:t>
            </w:r>
            <w:r w:rsidRPr="001A7A04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ن٠-٠٤-٠٢)</w:t>
            </w:r>
          </w:p>
        </w:tc>
      </w:tr>
      <w:tr w:rsidR="005302DE" w14:paraId="54C686D4" w14:textId="77777777" w:rsidTr="000E3323">
        <w:tc>
          <w:tcPr>
            <w:tcW w:w="10348" w:type="dxa"/>
          </w:tcPr>
          <w:p w14:paraId="2411AA7F" w14:textId="77777777" w:rsidR="005302DE" w:rsidRPr="001A7A04" w:rsidRDefault="001A7A04" w:rsidP="001A7A04">
            <w:pPr>
              <w:jc w:val="center"/>
              <w:rPr>
                <w:rFonts w:cs="PT Bold Heading"/>
                <w:b/>
                <w:bCs/>
                <w:sz w:val="30"/>
                <w:szCs w:val="30"/>
                <w:rtl/>
              </w:rPr>
            </w:pPr>
            <w:r w:rsidRPr="001A7A04">
              <w:rPr>
                <w:rFonts w:cs="PT Bold Heading"/>
                <w:b/>
                <w:bCs/>
                <w:sz w:val="30"/>
                <w:szCs w:val="30"/>
                <w:rtl/>
              </w:rPr>
              <w:t xml:space="preserve">اسم </w:t>
            </w:r>
            <w:r w:rsidRPr="001A7A04">
              <w:rPr>
                <w:rFonts w:cs="PT Bold Heading" w:hint="cs"/>
                <w:b/>
                <w:bCs/>
                <w:sz w:val="30"/>
                <w:szCs w:val="30"/>
                <w:rtl/>
              </w:rPr>
              <w:t>النموذج</w:t>
            </w:r>
            <w:r w:rsidRPr="001A7A04">
              <w:rPr>
                <w:rFonts w:cs="PT Bold Heading"/>
                <w:b/>
                <w:bCs/>
                <w:sz w:val="30"/>
                <w:szCs w:val="30"/>
                <w:rtl/>
              </w:rPr>
              <w:t xml:space="preserve"> استمارة ابلاغ عن حالة طالب</w:t>
            </w:r>
          </w:p>
        </w:tc>
      </w:tr>
    </w:tbl>
    <w:p w14:paraId="5F2F51CC" w14:textId="77777777" w:rsidR="003942ED" w:rsidRDefault="003942ED" w:rsidP="001A7A04">
      <w:pPr>
        <w:ind w:right="-851"/>
        <w:rPr>
          <w:szCs w:val="36"/>
          <w:rtl/>
        </w:rPr>
      </w:pPr>
    </w:p>
    <w:p w14:paraId="3561F6B2" w14:textId="77777777" w:rsidR="001A7A04" w:rsidRPr="001A7A04" w:rsidRDefault="001A7A04" w:rsidP="001A7A04">
      <w:pPr>
        <w:pStyle w:val="Bodytext20"/>
        <w:shd w:val="clear" w:color="auto" w:fill="auto"/>
        <w:tabs>
          <w:tab w:val="left" w:pos="6590"/>
        </w:tabs>
        <w:spacing w:after="0" w:line="240" w:lineRule="auto"/>
        <w:ind w:left="-1"/>
        <w:rPr>
          <w:rFonts w:cs="DecoType Naskh"/>
          <w:sz w:val="32"/>
          <w:szCs w:val="32"/>
          <w:rtl/>
        </w:rPr>
      </w:pPr>
      <w:r w:rsidRPr="001A7A04">
        <w:rPr>
          <w:rFonts w:cs="DecoType Naskh"/>
          <w:sz w:val="32"/>
          <w:szCs w:val="32"/>
          <w:rtl/>
        </w:rPr>
        <w:t>المكرم الأستاذ</w:t>
      </w:r>
      <w:r w:rsidRPr="001A7A04">
        <w:rPr>
          <w:rFonts w:cs="DecoType Naskh" w:hint="cs"/>
          <w:sz w:val="32"/>
          <w:szCs w:val="32"/>
          <w:rtl/>
        </w:rPr>
        <w:t xml:space="preserve">: </w:t>
      </w:r>
      <w:r w:rsidRPr="001A7A04">
        <w:rPr>
          <w:rFonts w:cs="DecoType Naskh"/>
          <w:sz w:val="32"/>
          <w:szCs w:val="32"/>
          <w:rtl/>
        </w:rPr>
        <w:tab/>
      </w:r>
      <w:r w:rsidRPr="001A7A04">
        <w:rPr>
          <w:rFonts w:cs="DecoType Naskh" w:hint="cs"/>
          <w:sz w:val="32"/>
          <w:szCs w:val="32"/>
          <w:rtl/>
        </w:rPr>
        <w:tab/>
      </w:r>
      <w:r w:rsidRPr="001A7A04">
        <w:rPr>
          <w:rFonts w:cs="DecoType Naskh" w:hint="cs"/>
          <w:sz w:val="32"/>
          <w:szCs w:val="32"/>
          <w:rtl/>
        </w:rPr>
        <w:tab/>
      </w:r>
      <w:r w:rsidRPr="001A7A04">
        <w:rPr>
          <w:rFonts w:cs="DecoType Naskh" w:hint="cs"/>
          <w:sz w:val="32"/>
          <w:szCs w:val="32"/>
          <w:rtl/>
        </w:rPr>
        <w:tab/>
      </w:r>
      <w:r w:rsidRPr="001A7A04">
        <w:rPr>
          <w:rFonts w:cs="DecoType Naskh" w:hint="cs"/>
          <w:sz w:val="32"/>
          <w:szCs w:val="32"/>
          <w:rtl/>
        </w:rPr>
        <w:tab/>
      </w:r>
      <w:r w:rsidRPr="001A7A04">
        <w:rPr>
          <w:rFonts w:cs="DecoType Naskh"/>
          <w:sz w:val="32"/>
          <w:szCs w:val="32"/>
          <w:rtl/>
        </w:rPr>
        <w:t>وفقه الله</w:t>
      </w:r>
    </w:p>
    <w:p w14:paraId="0A41E09C" w14:textId="77777777" w:rsidR="001A7A04" w:rsidRPr="001A7A04" w:rsidRDefault="001A7A04" w:rsidP="001A7A04">
      <w:pPr>
        <w:pStyle w:val="Bodytext20"/>
        <w:shd w:val="clear" w:color="auto" w:fill="auto"/>
        <w:spacing w:after="0" w:line="240" w:lineRule="auto"/>
        <w:ind w:left="-1"/>
        <w:rPr>
          <w:rFonts w:cs="DecoType Naskh"/>
          <w:sz w:val="32"/>
          <w:szCs w:val="32"/>
          <w:rtl/>
        </w:rPr>
      </w:pPr>
      <w:r w:rsidRPr="001A7A04">
        <w:rPr>
          <w:rFonts w:cs="DecoType Naskh"/>
          <w:sz w:val="32"/>
          <w:szCs w:val="32"/>
          <w:rtl/>
        </w:rPr>
        <w:t>السلام عليكم ورحمة الله وبركاته</w:t>
      </w:r>
    </w:p>
    <w:p w14:paraId="1C528143" w14:textId="77777777" w:rsidR="001A7A04" w:rsidRDefault="001A7A04" w:rsidP="001A7A04">
      <w:pPr>
        <w:pStyle w:val="Bodytext20"/>
        <w:shd w:val="clear" w:color="auto" w:fill="auto"/>
        <w:spacing w:after="0" w:line="240" w:lineRule="auto"/>
        <w:ind w:left="-1"/>
        <w:jc w:val="both"/>
        <w:rPr>
          <w:rFonts w:cs="DecoType Naskh"/>
          <w:sz w:val="32"/>
          <w:szCs w:val="32"/>
          <w:rtl/>
        </w:rPr>
      </w:pPr>
      <w:r w:rsidRPr="001A7A04">
        <w:rPr>
          <w:rFonts w:cs="DecoType Naskh"/>
          <w:sz w:val="32"/>
          <w:szCs w:val="32"/>
          <w:rtl/>
        </w:rPr>
        <w:t xml:space="preserve">يوضح الجدول </w:t>
      </w:r>
      <w:r w:rsidRPr="001A7A04">
        <w:rPr>
          <w:rStyle w:val="Bodytext211pt"/>
          <w:rFonts w:cs="DecoType Naskh"/>
          <w:sz w:val="38"/>
          <w:szCs w:val="38"/>
          <w:rtl/>
        </w:rPr>
        <w:t>أد</w:t>
      </w:r>
      <w:r w:rsidRPr="001A7A04">
        <w:rPr>
          <w:rStyle w:val="Bodytext211pt"/>
          <w:rFonts w:cs="DecoType Naskh" w:hint="cs"/>
          <w:sz w:val="38"/>
          <w:szCs w:val="38"/>
          <w:rtl/>
        </w:rPr>
        <w:t>نا</w:t>
      </w:r>
      <w:r w:rsidRPr="001A7A04">
        <w:rPr>
          <w:rFonts w:cs="DecoType Naskh"/>
          <w:sz w:val="32"/>
          <w:szCs w:val="32"/>
          <w:rtl/>
        </w:rPr>
        <w:t>ه ال</w:t>
      </w:r>
      <w:r w:rsidRPr="001A7A04">
        <w:rPr>
          <w:rFonts w:cs="DecoType Naskh" w:hint="cs"/>
          <w:sz w:val="32"/>
          <w:szCs w:val="32"/>
          <w:rtl/>
        </w:rPr>
        <w:t>ح</w:t>
      </w:r>
      <w:r w:rsidRPr="001A7A04">
        <w:rPr>
          <w:rFonts w:cs="DecoType Naskh"/>
          <w:sz w:val="32"/>
          <w:szCs w:val="32"/>
          <w:rtl/>
        </w:rPr>
        <w:t>الة / الحالات الصحية للط</w:t>
      </w:r>
      <w:r w:rsidRPr="001A7A04">
        <w:rPr>
          <w:rFonts w:cs="DecoType Naskh" w:hint="cs"/>
          <w:sz w:val="32"/>
          <w:szCs w:val="32"/>
          <w:rtl/>
        </w:rPr>
        <w:t>لب</w:t>
      </w:r>
      <w:r w:rsidRPr="001A7A04">
        <w:rPr>
          <w:rFonts w:cs="DecoType Naskh"/>
          <w:sz w:val="32"/>
          <w:szCs w:val="32"/>
          <w:rtl/>
        </w:rPr>
        <w:t xml:space="preserve"> / الطلاب، والتي </w:t>
      </w:r>
      <w:r w:rsidRPr="001A7A04">
        <w:rPr>
          <w:rFonts w:cs="DecoType Naskh" w:hint="cs"/>
          <w:sz w:val="32"/>
          <w:szCs w:val="32"/>
          <w:rtl/>
        </w:rPr>
        <w:t>تتطلب</w:t>
      </w:r>
      <w:r w:rsidRPr="001A7A04">
        <w:rPr>
          <w:rFonts w:cs="DecoType Naskh"/>
          <w:sz w:val="32"/>
          <w:szCs w:val="32"/>
          <w:rtl/>
        </w:rPr>
        <w:t xml:space="preserve"> منكم التعامل معها حسب ما هو موضح </w:t>
      </w:r>
    </w:p>
    <w:tbl>
      <w:tblPr>
        <w:tblW w:w="5129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63"/>
        <w:gridCol w:w="2887"/>
        <w:gridCol w:w="1778"/>
        <w:gridCol w:w="755"/>
        <w:gridCol w:w="1873"/>
        <w:gridCol w:w="815"/>
      </w:tblGrid>
      <w:tr w:rsidR="001A7A04" w:rsidRPr="004C0DB5" w14:paraId="1742A412" w14:textId="77777777" w:rsidTr="00EF662E">
        <w:trPr>
          <w:trHeight w:hRule="exact" w:val="1082"/>
          <w:jc w:val="center"/>
        </w:trPr>
        <w:tc>
          <w:tcPr>
            <w:tcW w:w="109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435B0D9" w14:textId="77777777" w:rsidR="001A7A04" w:rsidRPr="001A7A04" w:rsidRDefault="001A7A04" w:rsidP="001A7A04">
            <w:pPr>
              <w:pStyle w:val="Bodytext20"/>
              <w:shd w:val="clear" w:color="auto" w:fill="auto"/>
              <w:spacing w:after="0" w:line="240" w:lineRule="auto"/>
              <w:ind w:left="-1"/>
              <w:jc w:val="center"/>
              <w:rPr>
                <w:rFonts w:cs="DecoType Naskh"/>
                <w:sz w:val="32"/>
                <w:szCs w:val="32"/>
                <w:rtl/>
              </w:rPr>
            </w:pPr>
            <w:r w:rsidRPr="001A7A04">
              <w:rPr>
                <w:rFonts w:cs="DecoType Naskh"/>
                <w:sz w:val="32"/>
                <w:szCs w:val="32"/>
                <w:rtl/>
              </w:rPr>
              <w:t>التوصيات</w:t>
            </w:r>
          </w:p>
        </w:tc>
        <w:tc>
          <w:tcPr>
            <w:tcW w:w="139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ACE2F94" w14:textId="77777777" w:rsidR="001A7A04" w:rsidRPr="001A7A04" w:rsidRDefault="001A7A04" w:rsidP="001A7A04">
            <w:pPr>
              <w:pStyle w:val="Bodytext20"/>
              <w:shd w:val="clear" w:color="auto" w:fill="auto"/>
              <w:spacing w:after="0" w:line="240" w:lineRule="auto"/>
              <w:ind w:left="-1"/>
              <w:jc w:val="center"/>
              <w:rPr>
                <w:rFonts w:cs="DecoType Naskh"/>
                <w:sz w:val="32"/>
                <w:szCs w:val="32"/>
                <w:rtl/>
              </w:rPr>
            </w:pPr>
            <w:r>
              <w:rPr>
                <w:rFonts w:cs="DecoType Naskh"/>
                <w:sz w:val="32"/>
                <w:szCs w:val="32"/>
                <w:rtl/>
              </w:rPr>
              <w:t>ال</w:t>
            </w:r>
            <w:r>
              <w:rPr>
                <w:rFonts w:cs="DecoType Naskh" w:hint="cs"/>
                <w:sz w:val="32"/>
                <w:szCs w:val="32"/>
                <w:rtl/>
              </w:rPr>
              <w:t>إج</w:t>
            </w:r>
            <w:r w:rsidRPr="001A7A04">
              <w:rPr>
                <w:rFonts w:cs="DecoType Naskh"/>
                <w:sz w:val="32"/>
                <w:szCs w:val="32"/>
                <w:rtl/>
              </w:rPr>
              <w:t>راء المطلوب عند وقوع الحالة</w:t>
            </w:r>
          </w:p>
        </w:tc>
        <w:tc>
          <w:tcPr>
            <w:tcW w:w="85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403D4" w14:textId="77777777" w:rsidR="001A7A04" w:rsidRPr="001A7A04" w:rsidRDefault="001A7A04" w:rsidP="001A7A04">
            <w:pPr>
              <w:pStyle w:val="Bodytext20"/>
              <w:shd w:val="clear" w:color="auto" w:fill="auto"/>
              <w:spacing w:after="0" w:line="240" w:lineRule="auto"/>
              <w:ind w:left="-1"/>
              <w:jc w:val="center"/>
              <w:rPr>
                <w:rFonts w:cs="DecoType Naskh"/>
                <w:sz w:val="32"/>
                <w:szCs w:val="32"/>
                <w:rtl/>
              </w:rPr>
            </w:pPr>
            <w:r w:rsidRPr="001A7A04">
              <w:rPr>
                <w:rFonts w:cs="DecoType Naskh"/>
                <w:sz w:val="32"/>
                <w:szCs w:val="32"/>
                <w:rtl/>
              </w:rPr>
              <w:t>وصف الحالة</w:t>
            </w:r>
          </w:p>
        </w:tc>
        <w:tc>
          <w:tcPr>
            <w:tcW w:w="364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3A54C" w14:textId="77777777" w:rsidR="001A7A04" w:rsidRPr="001A7A04" w:rsidRDefault="001A7A04" w:rsidP="001A7A04">
            <w:pPr>
              <w:ind w:left="-1"/>
              <w:jc w:val="center"/>
              <w:rPr>
                <w:rFonts w:ascii="Microsoft Sans Serif" w:eastAsia="Microsoft Sans Serif" w:hAnsi="Microsoft Sans Serif" w:cs="DecoType Naskh"/>
                <w:sz w:val="32"/>
                <w:szCs w:val="32"/>
                <w:rtl/>
              </w:rPr>
            </w:pPr>
            <w:r w:rsidRPr="001A7A04">
              <w:rPr>
                <w:rFonts w:ascii="Microsoft Sans Serif" w:eastAsia="Microsoft Sans Serif" w:hAnsi="Microsoft Sans Serif" w:cs="DecoType Naskh" w:hint="cs"/>
                <w:sz w:val="32"/>
                <w:szCs w:val="32"/>
                <w:rtl/>
              </w:rPr>
              <w:t>الصف</w:t>
            </w:r>
          </w:p>
        </w:tc>
        <w:tc>
          <w:tcPr>
            <w:tcW w:w="903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920D0" w14:textId="77777777" w:rsidR="001A7A04" w:rsidRPr="001A7A04" w:rsidRDefault="001A7A04" w:rsidP="001A7A04">
            <w:pPr>
              <w:pStyle w:val="Bodytext20"/>
              <w:shd w:val="clear" w:color="auto" w:fill="auto"/>
              <w:spacing w:after="0" w:line="240" w:lineRule="auto"/>
              <w:ind w:left="-1"/>
              <w:jc w:val="center"/>
              <w:rPr>
                <w:rFonts w:cs="DecoType Naskh"/>
                <w:sz w:val="32"/>
                <w:szCs w:val="32"/>
                <w:rtl/>
              </w:rPr>
            </w:pPr>
            <w:r w:rsidRPr="001A7A04">
              <w:rPr>
                <w:rFonts w:cs="DecoType Naskh"/>
                <w:sz w:val="32"/>
                <w:szCs w:val="32"/>
                <w:rtl/>
              </w:rPr>
              <w:t>اسم ال</w:t>
            </w:r>
            <w:r w:rsidRPr="001A7A04">
              <w:rPr>
                <w:rFonts w:cs="DecoType Naskh" w:hint="cs"/>
                <w:sz w:val="32"/>
                <w:szCs w:val="32"/>
                <w:rtl/>
              </w:rPr>
              <w:t>طالب</w:t>
            </w:r>
          </w:p>
        </w:tc>
        <w:tc>
          <w:tcPr>
            <w:tcW w:w="39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12C9AFD" w14:textId="77777777" w:rsidR="001A7A04" w:rsidRPr="001A7A04" w:rsidRDefault="001A7A04" w:rsidP="001A7A04">
            <w:pPr>
              <w:pStyle w:val="Bodytext20"/>
              <w:shd w:val="clear" w:color="auto" w:fill="auto"/>
              <w:spacing w:after="0" w:line="240" w:lineRule="auto"/>
              <w:ind w:left="-1"/>
              <w:jc w:val="center"/>
              <w:rPr>
                <w:rFonts w:cs="DecoType Naskh"/>
                <w:sz w:val="32"/>
                <w:szCs w:val="32"/>
                <w:rtl/>
              </w:rPr>
            </w:pPr>
            <w:r w:rsidRPr="001A7A04">
              <w:rPr>
                <w:rFonts w:cs="DecoType Naskh"/>
                <w:sz w:val="32"/>
                <w:szCs w:val="32"/>
                <w:rtl/>
              </w:rPr>
              <w:t>م</w:t>
            </w:r>
          </w:p>
        </w:tc>
      </w:tr>
      <w:tr w:rsidR="001A7A04" w:rsidRPr="001A7A04" w14:paraId="4CAFA38B" w14:textId="77777777" w:rsidTr="00EF662E">
        <w:trPr>
          <w:trHeight w:val="567"/>
          <w:jc w:val="center"/>
        </w:trPr>
        <w:tc>
          <w:tcPr>
            <w:tcW w:w="1091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29CF6F1" w14:textId="77777777" w:rsidR="001A7A04" w:rsidRPr="001A7A04" w:rsidRDefault="001A7A04" w:rsidP="001A7A04">
            <w:pPr>
              <w:rPr>
                <w:b/>
                <w:bCs/>
                <w:sz w:val="34"/>
                <w:szCs w:val="36"/>
                <w:rtl/>
              </w:rPr>
            </w:pPr>
          </w:p>
        </w:tc>
        <w:tc>
          <w:tcPr>
            <w:tcW w:w="1392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ABA626E" w14:textId="77777777" w:rsidR="001A7A04" w:rsidRPr="001A7A04" w:rsidRDefault="001A7A04" w:rsidP="001A7A04">
            <w:pPr>
              <w:rPr>
                <w:b/>
                <w:bCs/>
                <w:sz w:val="34"/>
                <w:szCs w:val="36"/>
                <w:rtl/>
              </w:rPr>
            </w:pPr>
          </w:p>
        </w:tc>
        <w:tc>
          <w:tcPr>
            <w:tcW w:w="857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2B5ED893" w14:textId="77777777" w:rsidR="001A7A04" w:rsidRPr="001A7A04" w:rsidRDefault="001A7A04" w:rsidP="001A7A04">
            <w:pPr>
              <w:rPr>
                <w:b/>
                <w:bCs/>
                <w:sz w:val="34"/>
                <w:szCs w:val="36"/>
                <w:rtl/>
              </w:rPr>
            </w:pPr>
          </w:p>
        </w:tc>
        <w:tc>
          <w:tcPr>
            <w:tcW w:w="364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0A7453C" w14:textId="77777777" w:rsidR="001A7A04" w:rsidRPr="001A7A04" w:rsidRDefault="001A7A04" w:rsidP="001A7A04">
            <w:pPr>
              <w:rPr>
                <w:b/>
                <w:bCs/>
                <w:sz w:val="34"/>
                <w:szCs w:val="36"/>
                <w:rtl/>
              </w:rPr>
            </w:pPr>
          </w:p>
        </w:tc>
        <w:tc>
          <w:tcPr>
            <w:tcW w:w="903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C17F3B9" w14:textId="77777777" w:rsidR="001A7A04" w:rsidRPr="001A7A04" w:rsidRDefault="001A7A04" w:rsidP="001A7A04">
            <w:pPr>
              <w:rPr>
                <w:b/>
                <w:bCs/>
                <w:sz w:val="34"/>
                <w:szCs w:val="36"/>
                <w:rtl/>
              </w:rPr>
            </w:pPr>
          </w:p>
        </w:tc>
        <w:tc>
          <w:tcPr>
            <w:tcW w:w="395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DEDF3D3" w14:textId="77777777" w:rsidR="001A7A04" w:rsidRPr="001A7A04" w:rsidRDefault="001A7A04" w:rsidP="000E3323">
            <w:pPr>
              <w:pStyle w:val="Bodytext20"/>
              <w:numPr>
                <w:ilvl w:val="0"/>
                <w:numId w:val="2"/>
              </w:numPr>
              <w:shd w:val="clear" w:color="auto" w:fill="auto"/>
              <w:spacing w:after="0" w:line="240" w:lineRule="auto"/>
              <w:ind w:left="587"/>
              <w:rPr>
                <w:sz w:val="22"/>
                <w:szCs w:val="22"/>
                <w:rtl/>
              </w:rPr>
            </w:pPr>
          </w:p>
        </w:tc>
      </w:tr>
      <w:tr w:rsidR="001A7A04" w:rsidRPr="001A7A04" w14:paraId="72E820A0" w14:textId="77777777" w:rsidTr="00EF662E">
        <w:trPr>
          <w:trHeight w:val="567"/>
          <w:jc w:val="center"/>
        </w:trPr>
        <w:tc>
          <w:tcPr>
            <w:tcW w:w="1091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0921E6B0" w14:textId="77777777" w:rsidR="001A7A04" w:rsidRPr="001A7A04" w:rsidRDefault="001A7A04" w:rsidP="001A7A04">
            <w:pPr>
              <w:rPr>
                <w:b/>
                <w:bCs/>
                <w:sz w:val="34"/>
                <w:szCs w:val="36"/>
                <w:rtl/>
              </w:rPr>
            </w:pPr>
          </w:p>
        </w:tc>
        <w:tc>
          <w:tcPr>
            <w:tcW w:w="1392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749BA395" w14:textId="77777777" w:rsidR="001A7A04" w:rsidRPr="001A7A04" w:rsidRDefault="001A7A04" w:rsidP="001A7A04">
            <w:pPr>
              <w:rPr>
                <w:b/>
                <w:bCs/>
                <w:sz w:val="34"/>
                <w:szCs w:val="36"/>
                <w:rtl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18" w:space="0" w:color="auto"/>
            </w:tcBorders>
            <w:shd w:val="clear" w:color="auto" w:fill="auto"/>
          </w:tcPr>
          <w:p w14:paraId="11DF8D6F" w14:textId="77777777" w:rsidR="001A7A04" w:rsidRPr="001A7A04" w:rsidRDefault="001A7A04" w:rsidP="001A7A04">
            <w:pPr>
              <w:rPr>
                <w:b/>
                <w:bCs/>
                <w:sz w:val="34"/>
                <w:szCs w:val="36"/>
                <w:rtl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8418A01" w14:textId="77777777" w:rsidR="001A7A04" w:rsidRPr="001A7A04" w:rsidRDefault="001A7A04" w:rsidP="001A7A04">
            <w:pPr>
              <w:rPr>
                <w:b/>
                <w:bCs/>
                <w:sz w:val="34"/>
                <w:szCs w:val="36"/>
                <w:rtl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558286D" w14:textId="77777777" w:rsidR="001A7A04" w:rsidRPr="001A7A04" w:rsidRDefault="001A7A04" w:rsidP="001A7A04">
            <w:pPr>
              <w:rPr>
                <w:b/>
                <w:bCs/>
                <w:sz w:val="34"/>
                <w:szCs w:val="36"/>
                <w:rtl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2138BD3" w14:textId="77777777" w:rsidR="001A7A04" w:rsidRPr="001A7A04" w:rsidRDefault="001A7A04" w:rsidP="000E3323">
            <w:pPr>
              <w:pStyle w:val="Bodytext20"/>
              <w:numPr>
                <w:ilvl w:val="0"/>
                <w:numId w:val="2"/>
              </w:numPr>
              <w:shd w:val="clear" w:color="auto" w:fill="auto"/>
              <w:spacing w:after="0" w:line="240" w:lineRule="auto"/>
              <w:ind w:left="587"/>
              <w:rPr>
                <w:sz w:val="22"/>
                <w:szCs w:val="22"/>
                <w:rtl/>
              </w:rPr>
            </w:pPr>
          </w:p>
        </w:tc>
      </w:tr>
      <w:tr w:rsidR="001A7A04" w:rsidRPr="001A7A04" w14:paraId="0A5B766F" w14:textId="77777777" w:rsidTr="00EF662E">
        <w:trPr>
          <w:trHeight w:val="567"/>
          <w:jc w:val="center"/>
        </w:trPr>
        <w:tc>
          <w:tcPr>
            <w:tcW w:w="1091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4E388772" w14:textId="77777777" w:rsidR="001A7A04" w:rsidRPr="001A7A04" w:rsidRDefault="001A7A04" w:rsidP="001A7A04">
            <w:pPr>
              <w:rPr>
                <w:b/>
                <w:bCs/>
                <w:sz w:val="34"/>
                <w:szCs w:val="36"/>
                <w:rtl/>
              </w:rPr>
            </w:pPr>
          </w:p>
        </w:tc>
        <w:tc>
          <w:tcPr>
            <w:tcW w:w="1392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69B0FADA" w14:textId="77777777" w:rsidR="001A7A04" w:rsidRPr="001A7A04" w:rsidRDefault="001A7A04" w:rsidP="001A7A04">
            <w:pPr>
              <w:rPr>
                <w:b/>
                <w:bCs/>
                <w:sz w:val="34"/>
                <w:szCs w:val="36"/>
                <w:rtl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18" w:space="0" w:color="auto"/>
            </w:tcBorders>
            <w:shd w:val="clear" w:color="auto" w:fill="auto"/>
          </w:tcPr>
          <w:p w14:paraId="45946040" w14:textId="77777777" w:rsidR="001A7A04" w:rsidRPr="001A7A04" w:rsidRDefault="001A7A04" w:rsidP="001A7A04">
            <w:pPr>
              <w:rPr>
                <w:b/>
                <w:bCs/>
                <w:sz w:val="34"/>
                <w:szCs w:val="36"/>
                <w:rtl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83D5608" w14:textId="77777777" w:rsidR="001A7A04" w:rsidRPr="001A7A04" w:rsidRDefault="001A7A04" w:rsidP="001A7A04">
            <w:pPr>
              <w:rPr>
                <w:b/>
                <w:bCs/>
                <w:sz w:val="34"/>
                <w:szCs w:val="36"/>
                <w:rtl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41A687F" w14:textId="77777777" w:rsidR="001A7A04" w:rsidRPr="001A7A04" w:rsidRDefault="001A7A04" w:rsidP="001A7A04">
            <w:pPr>
              <w:rPr>
                <w:b/>
                <w:bCs/>
                <w:sz w:val="34"/>
                <w:szCs w:val="36"/>
                <w:rtl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4277FB7" w14:textId="77777777" w:rsidR="001A7A04" w:rsidRPr="001A7A04" w:rsidRDefault="001A7A04" w:rsidP="000E3323">
            <w:pPr>
              <w:pStyle w:val="Bodytext20"/>
              <w:numPr>
                <w:ilvl w:val="0"/>
                <w:numId w:val="2"/>
              </w:numPr>
              <w:shd w:val="clear" w:color="auto" w:fill="auto"/>
              <w:spacing w:after="0" w:line="240" w:lineRule="auto"/>
              <w:ind w:left="587"/>
              <w:rPr>
                <w:sz w:val="22"/>
                <w:szCs w:val="22"/>
                <w:rtl/>
              </w:rPr>
            </w:pPr>
          </w:p>
        </w:tc>
      </w:tr>
      <w:tr w:rsidR="001A7A04" w:rsidRPr="001A7A04" w14:paraId="03A754AE" w14:textId="77777777" w:rsidTr="00EF662E">
        <w:trPr>
          <w:trHeight w:val="567"/>
          <w:jc w:val="center"/>
        </w:trPr>
        <w:tc>
          <w:tcPr>
            <w:tcW w:w="1091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71DB49D3" w14:textId="77777777" w:rsidR="001A7A04" w:rsidRPr="001A7A04" w:rsidRDefault="001A7A04" w:rsidP="001A7A04">
            <w:pPr>
              <w:rPr>
                <w:b/>
                <w:bCs/>
                <w:sz w:val="34"/>
                <w:szCs w:val="36"/>
                <w:rtl/>
              </w:rPr>
            </w:pPr>
          </w:p>
        </w:tc>
        <w:tc>
          <w:tcPr>
            <w:tcW w:w="1392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04AC2B20" w14:textId="77777777" w:rsidR="001A7A04" w:rsidRPr="001A7A04" w:rsidRDefault="001A7A04" w:rsidP="001A7A04">
            <w:pPr>
              <w:rPr>
                <w:b/>
                <w:bCs/>
                <w:sz w:val="34"/>
                <w:szCs w:val="36"/>
                <w:rtl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18" w:space="0" w:color="auto"/>
            </w:tcBorders>
            <w:shd w:val="clear" w:color="auto" w:fill="auto"/>
          </w:tcPr>
          <w:p w14:paraId="5BFF2DAF" w14:textId="77777777" w:rsidR="001A7A04" w:rsidRPr="001A7A04" w:rsidRDefault="001A7A04" w:rsidP="001A7A04">
            <w:pPr>
              <w:rPr>
                <w:b/>
                <w:bCs/>
                <w:sz w:val="34"/>
                <w:szCs w:val="36"/>
                <w:rtl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7888237" w14:textId="77777777" w:rsidR="001A7A04" w:rsidRPr="001A7A04" w:rsidRDefault="001A7A04" w:rsidP="001A7A04">
            <w:pPr>
              <w:rPr>
                <w:b/>
                <w:bCs/>
                <w:sz w:val="34"/>
                <w:szCs w:val="36"/>
                <w:rtl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AF86A8B" w14:textId="77777777" w:rsidR="001A7A04" w:rsidRPr="001A7A04" w:rsidRDefault="001A7A04" w:rsidP="001A7A04">
            <w:pPr>
              <w:rPr>
                <w:b/>
                <w:bCs/>
                <w:sz w:val="34"/>
                <w:szCs w:val="36"/>
                <w:rtl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71C4C49" w14:textId="77777777" w:rsidR="001A7A04" w:rsidRPr="001A7A04" w:rsidRDefault="001A7A04" w:rsidP="000E3323">
            <w:pPr>
              <w:pStyle w:val="Bodytext20"/>
              <w:numPr>
                <w:ilvl w:val="0"/>
                <w:numId w:val="2"/>
              </w:numPr>
              <w:shd w:val="clear" w:color="auto" w:fill="auto"/>
              <w:spacing w:after="0" w:line="240" w:lineRule="auto"/>
              <w:ind w:left="587"/>
              <w:rPr>
                <w:sz w:val="22"/>
                <w:szCs w:val="22"/>
                <w:rtl/>
              </w:rPr>
            </w:pPr>
          </w:p>
        </w:tc>
      </w:tr>
      <w:tr w:rsidR="001A7A04" w:rsidRPr="001A7A04" w14:paraId="06D44CD8" w14:textId="77777777" w:rsidTr="00EF662E">
        <w:trPr>
          <w:trHeight w:val="567"/>
          <w:jc w:val="center"/>
        </w:trPr>
        <w:tc>
          <w:tcPr>
            <w:tcW w:w="1091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4568479D" w14:textId="77777777" w:rsidR="001A7A04" w:rsidRPr="001A7A04" w:rsidRDefault="001A7A04" w:rsidP="001A7A04">
            <w:pPr>
              <w:rPr>
                <w:b/>
                <w:bCs/>
                <w:sz w:val="34"/>
                <w:szCs w:val="36"/>
                <w:rtl/>
              </w:rPr>
            </w:pPr>
          </w:p>
        </w:tc>
        <w:tc>
          <w:tcPr>
            <w:tcW w:w="1392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4C9038E9" w14:textId="77777777" w:rsidR="001A7A04" w:rsidRPr="001A7A04" w:rsidRDefault="001A7A04" w:rsidP="001A7A04">
            <w:pPr>
              <w:rPr>
                <w:b/>
                <w:bCs/>
                <w:sz w:val="34"/>
                <w:szCs w:val="36"/>
                <w:rtl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18" w:space="0" w:color="auto"/>
            </w:tcBorders>
            <w:shd w:val="clear" w:color="auto" w:fill="auto"/>
          </w:tcPr>
          <w:p w14:paraId="53E42B8B" w14:textId="77777777" w:rsidR="001A7A04" w:rsidRPr="001A7A04" w:rsidRDefault="001A7A04" w:rsidP="001A7A04">
            <w:pPr>
              <w:rPr>
                <w:b/>
                <w:bCs/>
                <w:sz w:val="34"/>
                <w:szCs w:val="36"/>
                <w:rtl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36758B9" w14:textId="77777777" w:rsidR="001A7A04" w:rsidRPr="001A7A04" w:rsidRDefault="001A7A04" w:rsidP="001A7A04">
            <w:pPr>
              <w:rPr>
                <w:b/>
                <w:bCs/>
                <w:sz w:val="34"/>
                <w:szCs w:val="36"/>
                <w:rtl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EC39A41" w14:textId="77777777" w:rsidR="001A7A04" w:rsidRPr="001A7A04" w:rsidRDefault="001A7A04" w:rsidP="001A7A04">
            <w:pPr>
              <w:rPr>
                <w:b/>
                <w:bCs/>
                <w:sz w:val="34"/>
                <w:szCs w:val="36"/>
                <w:rtl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101A2EE" w14:textId="77777777" w:rsidR="001A7A04" w:rsidRPr="001A7A04" w:rsidRDefault="001A7A04" w:rsidP="000E3323">
            <w:pPr>
              <w:pStyle w:val="Bodytext20"/>
              <w:numPr>
                <w:ilvl w:val="0"/>
                <w:numId w:val="2"/>
              </w:numPr>
              <w:shd w:val="clear" w:color="auto" w:fill="auto"/>
              <w:spacing w:after="0" w:line="240" w:lineRule="auto"/>
              <w:ind w:left="587"/>
              <w:rPr>
                <w:sz w:val="22"/>
                <w:szCs w:val="22"/>
                <w:rtl/>
              </w:rPr>
            </w:pPr>
          </w:p>
        </w:tc>
      </w:tr>
      <w:tr w:rsidR="001A7A04" w:rsidRPr="001A7A04" w14:paraId="1FFD99D8" w14:textId="77777777" w:rsidTr="00EF662E">
        <w:trPr>
          <w:trHeight w:val="567"/>
          <w:jc w:val="center"/>
        </w:trPr>
        <w:tc>
          <w:tcPr>
            <w:tcW w:w="1091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1994BFC8" w14:textId="77777777" w:rsidR="001A7A04" w:rsidRPr="001A7A04" w:rsidRDefault="001A7A04" w:rsidP="001A7A04">
            <w:pPr>
              <w:rPr>
                <w:b/>
                <w:bCs/>
                <w:sz w:val="34"/>
                <w:szCs w:val="36"/>
                <w:rtl/>
              </w:rPr>
            </w:pPr>
          </w:p>
        </w:tc>
        <w:tc>
          <w:tcPr>
            <w:tcW w:w="1392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7A8E0FCE" w14:textId="77777777" w:rsidR="001A7A04" w:rsidRPr="001A7A04" w:rsidRDefault="001A7A04" w:rsidP="001A7A04">
            <w:pPr>
              <w:rPr>
                <w:b/>
                <w:bCs/>
                <w:sz w:val="34"/>
                <w:szCs w:val="36"/>
                <w:rtl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18" w:space="0" w:color="auto"/>
            </w:tcBorders>
            <w:shd w:val="clear" w:color="auto" w:fill="auto"/>
          </w:tcPr>
          <w:p w14:paraId="37013BDC" w14:textId="77777777" w:rsidR="001A7A04" w:rsidRPr="001A7A04" w:rsidRDefault="001A7A04" w:rsidP="001A7A04">
            <w:pPr>
              <w:rPr>
                <w:b/>
                <w:bCs/>
                <w:sz w:val="34"/>
                <w:szCs w:val="36"/>
                <w:rtl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56241A9" w14:textId="77777777" w:rsidR="001A7A04" w:rsidRPr="001A7A04" w:rsidRDefault="001A7A04" w:rsidP="001A7A04">
            <w:pPr>
              <w:rPr>
                <w:b/>
                <w:bCs/>
                <w:sz w:val="34"/>
                <w:szCs w:val="36"/>
                <w:rtl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57DC8F5" w14:textId="77777777" w:rsidR="001A7A04" w:rsidRPr="001A7A04" w:rsidRDefault="001A7A04" w:rsidP="001A7A04">
            <w:pPr>
              <w:rPr>
                <w:b/>
                <w:bCs/>
                <w:sz w:val="34"/>
                <w:szCs w:val="36"/>
                <w:rtl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59353AB" w14:textId="77777777" w:rsidR="001A7A04" w:rsidRPr="001A7A04" w:rsidRDefault="001A7A04" w:rsidP="000E3323">
            <w:pPr>
              <w:pStyle w:val="Bodytext20"/>
              <w:numPr>
                <w:ilvl w:val="0"/>
                <w:numId w:val="2"/>
              </w:numPr>
              <w:shd w:val="clear" w:color="auto" w:fill="auto"/>
              <w:spacing w:after="0" w:line="240" w:lineRule="auto"/>
              <w:ind w:left="587"/>
              <w:rPr>
                <w:sz w:val="22"/>
                <w:szCs w:val="22"/>
                <w:rtl/>
              </w:rPr>
            </w:pPr>
          </w:p>
        </w:tc>
      </w:tr>
      <w:tr w:rsidR="001A7A04" w:rsidRPr="001A7A04" w14:paraId="449BFFC3" w14:textId="77777777" w:rsidTr="00EF662E">
        <w:trPr>
          <w:trHeight w:val="567"/>
          <w:jc w:val="center"/>
        </w:trPr>
        <w:tc>
          <w:tcPr>
            <w:tcW w:w="1091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5F03BB53" w14:textId="77777777" w:rsidR="001A7A04" w:rsidRPr="001A7A04" w:rsidRDefault="001A7A04" w:rsidP="001A7A04">
            <w:pPr>
              <w:rPr>
                <w:b/>
                <w:bCs/>
                <w:sz w:val="34"/>
                <w:szCs w:val="36"/>
                <w:rtl/>
              </w:rPr>
            </w:pPr>
          </w:p>
        </w:tc>
        <w:tc>
          <w:tcPr>
            <w:tcW w:w="1392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2D364069" w14:textId="77777777" w:rsidR="001A7A04" w:rsidRPr="001A7A04" w:rsidRDefault="001A7A04" w:rsidP="001A7A04">
            <w:pPr>
              <w:rPr>
                <w:b/>
                <w:bCs/>
                <w:sz w:val="34"/>
                <w:szCs w:val="36"/>
                <w:rtl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18" w:space="0" w:color="auto"/>
            </w:tcBorders>
            <w:shd w:val="clear" w:color="auto" w:fill="auto"/>
          </w:tcPr>
          <w:p w14:paraId="1551CD25" w14:textId="77777777" w:rsidR="001A7A04" w:rsidRPr="001A7A04" w:rsidRDefault="001A7A04" w:rsidP="001A7A04">
            <w:pPr>
              <w:rPr>
                <w:b/>
                <w:bCs/>
                <w:sz w:val="34"/>
                <w:szCs w:val="36"/>
                <w:rtl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E37C57A" w14:textId="77777777" w:rsidR="001A7A04" w:rsidRPr="001A7A04" w:rsidRDefault="001A7A04" w:rsidP="001A7A04">
            <w:pPr>
              <w:rPr>
                <w:b/>
                <w:bCs/>
                <w:sz w:val="34"/>
                <w:szCs w:val="36"/>
                <w:rtl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9FCCA3" w14:textId="77777777" w:rsidR="001A7A04" w:rsidRPr="001A7A04" w:rsidRDefault="001A7A04" w:rsidP="001A7A04">
            <w:pPr>
              <w:rPr>
                <w:b/>
                <w:bCs/>
                <w:sz w:val="34"/>
                <w:szCs w:val="36"/>
                <w:rtl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97A51AB" w14:textId="77777777" w:rsidR="001A7A04" w:rsidRPr="001A7A04" w:rsidRDefault="001A7A04" w:rsidP="000E3323">
            <w:pPr>
              <w:pStyle w:val="Bodytext20"/>
              <w:numPr>
                <w:ilvl w:val="0"/>
                <w:numId w:val="2"/>
              </w:numPr>
              <w:shd w:val="clear" w:color="auto" w:fill="auto"/>
              <w:spacing w:after="0" w:line="240" w:lineRule="auto"/>
              <w:ind w:left="587"/>
              <w:rPr>
                <w:sz w:val="22"/>
                <w:szCs w:val="22"/>
                <w:rtl/>
              </w:rPr>
            </w:pPr>
          </w:p>
        </w:tc>
      </w:tr>
      <w:tr w:rsidR="001A7A04" w:rsidRPr="001A7A04" w14:paraId="43B59BA4" w14:textId="77777777" w:rsidTr="00EF662E">
        <w:trPr>
          <w:trHeight w:val="567"/>
          <w:jc w:val="center"/>
        </w:trPr>
        <w:tc>
          <w:tcPr>
            <w:tcW w:w="1091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2FAFB23C" w14:textId="77777777" w:rsidR="001A7A04" w:rsidRPr="001A7A04" w:rsidRDefault="001A7A04" w:rsidP="001A7A04">
            <w:pPr>
              <w:rPr>
                <w:b/>
                <w:bCs/>
                <w:sz w:val="34"/>
                <w:szCs w:val="36"/>
                <w:rtl/>
              </w:rPr>
            </w:pPr>
          </w:p>
        </w:tc>
        <w:tc>
          <w:tcPr>
            <w:tcW w:w="1392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02556BD6" w14:textId="77777777" w:rsidR="001A7A04" w:rsidRPr="001A7A04" w:rsidRDefault="001A7A04" w:rsidP="001A7A04">
            <w:pPr>
              <w:rPr>
                <w:b/>
                <w:bCs/>
                <w:sz w:val="34"/>
                <w:szCs w:val="36"/>
                <w:rtl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18" w:space="0" w:color="auto"/>
            </w:tcBorders>
            <w:shd w:val="clear" w:color="auto" w:fill="auto"/>
          </w:tcPr>
          <w:p w14:paraId="2216A186" w14:textId="77777777" w:rsidR="001A7A04" w:rsidRPr="001A7A04" w:rsidRDefault="001A7A04" w:rsidP="001A7A04">
            <w:pPr>
              <w:rPr>
                <w:b/>
                <w:bCs/>
                <w:sz w:val="34"/>
                <w:szCs w:val="36"/>
                <w:rtl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93F4EAC" w14:textId="77777777" w:rsidR="001A7A04" w:rsidRPr="001A7A04" w:rsidRDefault="001A7A04" w:rsidP="001A7A04">
            <w:pPr>
              <w:rPr>
                <w:b/>
                <w:bCs/>
                <w:sz w:val="34"/>
                <w:szCs w:val="36"/>
                <w:rtl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CBA07C7" w14:textId="77777777" w:rsidR="001A7A04" w:rsidRPr="001A7A04" w:rsidRDefault="001A7A04" w:rsidP="001A7A04">
            <w:pPr>
              <w:rPr>
                <w:b/>
                <w:bCs/>
                <w:sz w:val="34"/>
                <w:szCs w:val="36"/>
                <w:rtl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7C961B1" w14:textId="77777777" w:rsidR="001A7A04" w:rsidRPr="001A7A04" w:rsidRDefault="001A7A04" w:rsidP="000E3323">
            <w:pPr>
              <w:pStyle w:val="Bodytext20"/>
              <w:numPr>
                <w:ilvl w:val="0"/>
                <w:numId w:val="2"/>
              </w:numPr>
              <w:shd w:val="clear" w:color="auto" w:fill="auto"/>
              <w:spacing w:after="0" w:line="240" w:lineRule="auto"/>
              <w:ind w:left="587"/>
              <w:rPr>
                <w:sz w:val="22"/>
                <w:szCs w:val="22"/>
                <w:rtl/>
              </w:rPr>
            </w:pPr>
          </w:p>
        </w:tc>
      </w:tr>
      <w:tr w:rsidR="001A7A04" w:rsidRPr="001A7A04" w14:paraId="5A6114C9" w14:textId="77777777" w:rsidTr="00EF662E">
        <w:trPr>
          <w:trHeight w:val="567"/>
          <w:jc w:val="center"/>
        </w:trPr>
        <w:tc>
          <w:tcPr>
            <w:tcW w:w="1091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2920C257" w14:textId="77777777" w:rsidR="001A7A04" w:rsidRPr="001A7A04" w:rsidRDefault="001A7A04" w:rsidP="001A7A04">
            <w:pPr>
              <w:rPr>
                <w:b/>
                <w:bCs/>
                <w:sz w:val="34"/>
                <w:szCs w:val="36"/>
                <w:rtl/>
              </w:rPr>
            </w:pPr>
          </w:p>
        </w:tc>
        <w:tc>
          <w:tcPr>
            <w:tcW w:w="1392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68CC3C53" w14:textId="77777777" w:rsidR="001A7A04" w:rsidRPr="001A7A04" w:rsidRDefault="001A7A04" w:rsidP="001A7A04">
            <w:pPr>
              <w:rPr>
                <w:b/>
                <w:bCs/>
                <w:sz w:val="34"/>
                <w:szCs w:val="36"/>
                <w:rtl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18" w:space="0" w:color="auto"/>
            </w:tcBorders>
            <w:shd w:val="clear" w:color="auto" w:fill="auto"/>
          </w:tcPr>
          <w:p w14:paraId="7E33293F" w14:textId="77777777" w:rsidR="001A7A04" w:rsidRPr="001A7A04" w:rsidRDefault="001A7A04" w:rsidP="001A7A04">
            <w:pPr>
              <w:rPr>
                <w:b/>
                <w:bCs/>
                <w:sz w:val="34"/>
                <w:szCs w:val="36"/>
                <w:rtl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BC241B6" w14:textId="77777777" w:rsidR="001A7A04" w:rsidRPr="001A7A04" w:rsidRDefault="001A7A04" w:rsidP="001A7A04">
            <w:pPr>
              <w:rPr>
                <w:b/>
                <w:bCs/>
                <w:sz w:val="34"/>
                <w:szCs w:val="36"/>
                <w:rtl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65FA548" w14:textId="77777777" w:rsidR="001A7A04" w:rsidRPr="001A7A04" w:rsidRDefault="001A7A04" w:rsidP="001A7A04">
            <w:pPr>
              <w:rPr>
                <w:b/>
                <w:bCs/>
                <w:sz w:val="34"/>
                <w:szCs w:val="36"/>
                <w:rtl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E547D8C" w14:textId="77777777" w:rsidR="001A7A04" w:rsidRPr="001A7A04" w:rsidRDefault="001A7A04" w:rsidP="000E3323">
            <w:pPr>
              <w:pStyle w:val="Bodytext20"/>
              <w:numPr>
                <w:ilvl w:val="0"/>
                <w:numId w:val="2"/>
              </w:numPr>
              <w:shd w:val="clear" w:color="auto" w:fill="auto"/>
              <w:spacing w:after="0" w:line="240" w:lineRule="auto"/>
              <w:ind w:left="587"/>
              <w:rPr>
                <w:sz w:val="22"/>
                <w:szCs w:val="22"/>
                <w:rtl/>
              </w:rPr>
            </w:pPr>
          </w:p>
        </w:tc>
      </w:tr>
      <w:tr w:rsidR="001A7A04" w:rsidRPr="001A7A04" w14:paraId="399E4A8E" w14:textId="77777777" w:rsidTr="00EF662E">
        <w:trPr>
          <w:trHeight w:val="567"/>
          <w:jc w:val="center"/>
        </w:trPr>
        <w:tc>
          <w:tcPr>
            <w:tcW w:w="1091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5967544F" w14:textId="77777777" w:rsidR="001A7A04" w:rsidRPr="001A7A04" w:rsidRDefault="001A7A04" w:rsidP="001A7A04">
            <w:pPr>
              <w:rPr>
                <w:b/>
                <w:bCs/>
                <w:sz w:val="34"/>
                <w:szCs w:val="36"/>
                <w:rtl/>
              </w:rPr>
            </w:pPr>
          </w:p>
        </w:tc>
        <w:tc>
          <w:tcPr>
            <w:tcW w:w="1392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6C1A4D1D" w14:textId="77777777" w:rsidR="001A7A04" w:rsidRPr="001A7A04" w:rsidRDefault="001A7A04" w:rsidP="001A7A04">
            <w:pPr>
              <w:rPr>
                <w:b/>
                <w:bCs/>
                <w:sz w:val="34"/>
                <w:szCs w:val="36"/>
                <w:rtl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18" w:space="0" w:color="auto"/>
            </w:tcBorders>
            <w:shd w:val="clear" w:color="auto" w:fill="auto"/>
          </w:tcPr>
          <w:p w14:paraId="480D3963" w14:textId="77777777" w:rsidR="001A7A04" w:rsidRPr="001A7A04" w:rsidRDefault="001A7A04" w:rsidP="001A7A04">
            <w:pPr>
              <w:rPr>
                <w:b/>
                <w:bCs/>
                <w:sz w:val="34"/>
                <w:szCs w:val="36"/>
                <w:rtl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E5F5B83" w14:textId="77777777" w:rsidR="001A7A04" w:rsidRPr="001A7A04" w:rsidRDefault="001A7A04" w:rsidP="001A7A04">
            <w:pPr>
              <w:rPr>
                <w:b/>
                <w:bCs/>
                <w:sz w:val="34"/>
                <w:szCs w:val="36"/>
                <w:rtl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B46948B" w14:textId="77777777" w:rsidR="001A7A04" w:rsidRPr="001A7A04" w:rsidRDefault="001A7A04" w:rsidP="001A7A04">
            <w:pPr>
              <w:rPr>
                <w:b/>
                <w:bCs/>
                <w:sz w:val="34"/>
                <w:szCs w:val="36"/>
                <w:rtl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DBD7E2D" w14:textId="77777777" w:rsidR="001A7A04" w:rsidRPr="001A7A04" w:rsidRDefault="001A7A04" w:rsidP="000E3323">
            <w:pPr>
              <w:pStyle w:val="Bodytext20"/>
              <w:numPr>
                <w:ilvl w:val="0"/>
                <w:numId w:val="2"/>
              </w:numPr>
              <w:shd w:val="clear" w:color="auto" w:fill="auto"/>
              <w:spacing w:after="0" w:line="240" w:lineRule="auto"/>
              <w:ind w:left="587"/>
              <w:rPr>
                <w:sz w:val="22"/>
                <w:szCs w:val="22"/>
                <w:rtl/>
              </w:rPr>
            </w:pPr>
          </w:p>
        </w:tc>
      </w:tr>
      <w:tr w:rsidR="001A7A04" w:rsidRPr="001A7A04" w14:paraId="68F3BD7D" w14:textId="77777777" w:rsidTr="00EF662E">
        <w:trPr>
          <w:trHeight w:val="567"/>
          <w:jc w:val="center"/>
        </w:trPr>
        <w:tc>
          <w:tcPr>
            <w:tcW w:w="1091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089F0AFF" w14:textId="77777777" w:rsidR="001A7A04" w:rsidRPr="001A7A04" w:rsidRDefault="001A7A04" w:rsidP="001A7A04">
            <w:pPr>
              <w:rPr>
                <w:b/>
                <w:bCs/>
                <w:sz w:val="34"/>
                <w:szCs w:val="36"/>
                <w:rtl/>
              </w:rPr>
            </w:pPr>
          </w:p>
        </w:tc>
        <w:tc>
          <w:tcPr>
            <w:tcW w:w="1392" w:type="pc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58759135" w14:textId="77777777" w:rsidR="001A7A04" w:rsidRPr="001A7A04" w:rsidRDefault="001A7A04" w:rsidP="001A7A04">
            <w:pPr>
              <w:rPr>
                <w:b/>
                <w:bCs/>
                <w:sz w:val="34"/>
                <w:szCs w:val="36"/>
                <w:rtl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18" w:space="0" w:color="auto"/>
            </w:tcBorders>
            <w:shd w:val="clear" w:color="auto" w:fill="auto"/>
          </w:tcPr>
          <w:p w14:paraId="31507D6A" w14:textId="77777777" w:rsidR="001A7A04" w:rsidRPr="001A7A04" w:rsidRDefault="001A7A04" w:rsidP="001A7A04">
            <w:pPr>
              <w:rPr>
                <w:b/>
                <w:bCs/>
                <w:sz w:val="34"/>
                <w:szCs w:val="36"/>
                <w:rtl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7E81935" w14:textId="77777777" w:rsidR="001A7A04" w:rsidRPr="001A7A04" w:rsidRDefault="001A7A04" w:rsidP="001A7A04">
            <w:pPr>
              <w:rPr>
                <w:b/>
                <w:bCs/>
                <w:sz w:val="34"/>
                <w:szCs w:val="36"/>
                <w:rtl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E1BEDF5" w14:textId="77777777" w:rsidR="001A7A04" w:rsidRPr="001A7A04" w:rsidRDefault="001A7A04" w:rsidP="001A7A04">
            <w:pPr>
              <w:rPr>
                <w:b/>
                <w:bCs/>
                <w:sz w:val="34"/>
                <w:szCs w:val="36"/>
                <w:rtl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0849277" w14:textId="77777777" w:rsidR="001A7A04" w:rsidRPr="001A7A04" w:rsidRDefault="001A7A04" w:rsidP="000E3323">
            <w:pPr>
              <w:pStyle w:val="Bodytext20"/>
              <w:numPr>
                <w:ilvl w:val="0"/>
                <w:numId w:val="2"/>
              </w:numPr>
              <w:shd w:val="clear" w:color="auto" w:fill="auto"/>
              <w:spacing w:after="0" w:line="240" w:lineRule="auto"/>
              <w:ind w:left="587"/>
              <w:rPr>
                <w:sz w:val="22"/>
                <w:szCs w:val="22"/>
                <w:rtl/>
              </w:rPr>
            </w:pPr>
          </w:p>
        </w:tc>
      </w:tr>
      <w:tr w:rsidR="001A7A04" w:rsidRPr="001A7A04" w14:paraId="40349821" w14:textId="77777777" w:rsidTr="00EF662E">
        <w:trPr>
          <w:trHeight w:val="567"/>
          <w:jc w:val="center"/>
        </w:trPr>
        <w:tc>
          <w:tcPr>
            <w:tcW w:w="1091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9B95194" w14:textId="77777777" w:rsidR="001A7A04" w:rsidRPr="001A7A04" w:rsidRDefault="001A7A04" w:rsidP="001A7A04">
            <w:pPr>
              <w:rPr>
                <w:b/>
                <w:bCs/>
                <w:sz w:val="34"/>
                <w:szCs w:val="36"/>
                <w:rtl/>
              </w:rPr>
            </w:pPr>
          </w:p>
        </w:tc>
        <w:tc>
          <w:tcPr>
            <w:tcW w:w="1392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57B8D8F" w14:textId="77777777" w:rsidR="001A7A04" w:rsidRPr="001A7A04" w:rsidRDefault="001A7A04" w:rsidP="001A7A04">
            <w:pPr>
              <w:rPr>
                <w:b/>
                <w:bCs/>
                <w:sz w:val="34"/>
                <w:szCs w:val="36"/>
                <w:rtl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FF264EA" w14:textId="77777777" w:rsidR="001A7A04" w:rsidRPr="001A7A04" w:rsidRDefault="001A7A04" w:rsidP="001A7A04">
            <w:pPr>
              <w:rPr>
                <w:b/>
                <w:bCs/>
                <w:sz w:val="34"/>
                <w:szCs w:val="36"/>
                <w:rtl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shd w:val="clear" w:color="auto" w:fill="auto"/>
          </w:tcPr>
          <w:p w14:paraId="4116472A" w14:textId="77777777" w:rsidR="001A7A04" w:rsidRPr="001A7A04" w:rsidRDefault="001A7A04" w:rsidP="001A7A04">
            <w:pPr>
              <w:rPr>
                <w:b/>
                <w:bCs/>
                <w:sz w:val="34"/>
                <w:szCs w:val="36"/>
                <w:rtl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shd w:val="clear" w:color="auto" w:fill="auto"/>
          </w:tcPr>
          <w:p w14:paraId="0EB4EE4D" w14:textId="77777777" w:rsidR="001A7A04" w:rsidRPr="001A7A04" w:rsidRDefault="001A7A04" w:rsidP="001A7A04">
            <w:pPr>
              <w:rPr>
                <w:b/>
                <w:bCs/>
                <w:sz w:val="34"/>
                <w:szCs w:val="36"/>
                <w:rtl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E26C3DB" w14:textId="77777777" w:rsidR="001A7A04" w:rsidRPr="001A7A04" w:rsidRDefault="001A7A04" w:rsidP="000E3323">
            <w:pPr>
              <w:pStyle w:val="Bodytext20"/>
              <w:numPr>
                <w:ilvl w:val="0"/>
                <w:numId w:val="2"/>
              </w:numPr>
              <w:shd w:val="clear" w:color="auto" w:fill="auto"/>
              <w:spacing w:after="0" w:line="240" w:lineRule="auto"/>
              <w:ind w:left="587"/>
              <w:rPr>
                <w:sz w:val="22"/>
                <w:szCs w:val="22"/>
                <w:rtl/>
              </w:rPr>
            </w:pPr>
          </w:p>
        </w:tc>
      </w:tr>
      <w:tr w:rsidR="001A7A04" w:rsidRPr="001A7A04" w14:paraId="68E7604D" w14:textId="77777777" w:rsidTr="00EF662E">
        <w:trPr>
          <w:trHeight w:val="567"/>
          <w:jc w:val="center"/>
        </w:trPr>
        <w:tc>
          <w:tcPr>
            <w:tcW w:w="109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CBCEF39" w14:textId="77777777" w:rsidR="001A7A04" w:rsidRPr="001A7A04" w:rsidRDefault="001A7A04" w:rsidP="001A7A04">
            <w:pPr>
              <w:pStyle w:val="Bodytext20"/>
              <w:shd w:val="clear" w:color="auto" w:fill="auto"/>
              <w:spacing w:after="0" w:line="240" w:lineRule="auto"/>
              <w:ind w:left="-1"/>
              <w:jc w:val="center"/>
              <w:rPr>
                <w:rFonts w:cs="DecoType Naskh"/>
                <w:sz w:val="34"/>
                <w:szCs w:val="36"/>
                <w:rtl/>
              </w:rPr>
            </w:pPr>
          </w:p>
        </w:tc>
        <w:tc>
          <w:tcPr>
            <w:tcW w:w="1392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7323141" w14:textId="770D2C4C" w:rsidR="001A7A04" w:rsidRPr="001A7A04" w:rsidRDefault="00EF662E" w:rsidP="001A7A04">
            <w:pPr>
              <w:pStyle w:val="Bodytext20"/>
              <w:shd w:val="clear" w:color="auto" w:fill="auto"/>
              <w:spacing w:after="0" w:line="240" w:lineRule="auto"/>
              <w:ind w:left="-1"/>
              <w:jc w:val="center"/>
              <w:rPr>
                <w:rFonts w:cs="DecoType Naskh"/>
                <w:sz w:val="30"/>
                <w:szCs w:val="32"/>
                <w:rtl/>
              </w:rPr>
            </w:pPr>
            <w:r>
              <w:rPr>
                <w:rFonts w:cs="DecoType Naskh" w:hint="cs"/>
                <w:sz w:val="30"/>
                <w:szCs w:val="32"/>
                <w:rtl/>
              </w:rPr>
              <w:t>مدير</w:t>
            </w:r>
            <w:r w:rsidR="001A7A04" w:rsidRPr="001A7A04">
              <w:rPr>
                <w:rFonts w:cs="DecoType Naskh"/>
                <w:sz w:val="30"/>
                <w:szCs w:val="32"/>
                <w:rtl/>
              </w:rPr>
              <w:t xml:space="preserve"> المدرسة</w:t>
            </w:r>
          </w:p>
        </w:tc>
        <w:tc>
          <w:tcPr>
            <w:tcW w:w="1220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14:paraId="1B985266" w14:textId="77777777" w:rsidR="001A7A04" w:rsidRPr="001A7A04" w:rsidRDefault="001A7A04" w:rsidP="001A7A04">
            <w:pPr>
              <w:pStyle w:val="Bodytext20"/>
              <w:shd w:val="clear" w:color="auto" w:fill="auto"/>
              <w:spacing w:after="0" w:line="240" w:lineRule="auto"/>
              <w:ind w:left="-1"/>
              <w:jc w:val="center"/>
              <w:rPr>
                <w:rFonts w:cs="DecoType Naskh"/>
                <w:sz w:val="30"/>
                <w:szCs w:val="32"/>
                <w:rtl/>
              </w:rPr>
            </w:pPr>
          </w:p>
        </w:tc>
        <w:tc>
          <w:tcPr>
            <w:tcW w:w="1297" w:type="pct"/>
            <w:gridSpan w:val="2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D9DC6FB" w14:textId="163E7B03" w:rsidR="001A7A04" w:rsidRPr="001A7A04" w:rsidRDefault="00EF662E" w:rsidP="001A7A04">
            <w:pPr>
              <w:pStyle w:val="Bodytext20"/>
              <w:shd w:val="clear" w:color="auto" w:fill="auto"/>
              <w:spacing w:after="0" w:line="240" w:lineRule="auto"/>
              <w:ind w:left="-1"/>
              <w:jc w:val="center"/>
              <w:rPr>
                <w:rFonts w:cs="DecoType Naskh"/>
                <w:sz w:val="30"/>
                <w:szCs w:val="32"/>
                <w:rtl/>
              </w:rPr>
            </w:pPr>
            <w:r>
              <w:rPr>
                <w:rFonts w:cs="DecoType Naskh" w:hint="cs"/>
                <w:sz w:val="30"/>
                <w:szCs w:val="32"/>
                <w:rtl/>
              </w:rPr>
              <w:t>الموجه</w:t>
            </w:r>
            <w:r w:rsidR="001A7A04" w:rsidRPr="001A7A04">
              <w:rPr>
                <w:rFonts w:cs="DecoType Naskh"/>
                <w:sz w:val="30"/>
                <w:szCs w:val="32"/>
                <w:rtl/>
              </w:rPr>
              <w:t xml:space="preserve"> </w:t>
            </w:r>
            <w:r w:rsidR="001A7A04" w:rsidRPr="001A7A04">
              <w:rPr>
                <w:rFonts w:cs="DecoType Naskh" w:hint="cs"/>
                <w:sz w:val="30"/>
                <w:szCs w:val="32"/>
                <w:rtl/>
              </w:rPr>
              <w:t>الطلابي</w:t>
            </w:r>
          </w:p>
        </w:tc>
      </w:tr>
    </w:tbl>
    <w:p w14:paraId="0F665101" w14:textId="77777777" w:rsidR="001A7A04" w:rsidRDefault="001A7A04" w:rsidP="001A7A04">
      <w:pPr>
        <w:pStyle w:val="Bodytext20"/>
        <w:shd w:val="clear" w:color="auto" w:fill="auto"/>
        <w:spacing w:after="0" w:line="240" w:lineRule="auto"/>
        <w:ind w:left="-1"/>
        <w:jc w:val="both"/>
        <w:rPr>
          <w:rFonts w:cs="DecoType Naskh"/>
          <w:sz w:val="10"/>
          <w:szCs w:val="10"/>
          <w:rtl/>
        </w:rPr>
      </w:pPr>
    </w:p>
    <w:sectPr w:rsidR="001A7A04" w:rsidSect="005302DE">
      <w:headerReference w:type="default" r:id="rId7"/>
      <w:footerReference w:type="default" r:id="rId8"/>
      <w:pgSz w:w="11906" w:h="16838"/>
      <w:pgMar w:top="1440" w:right="849" w:bottom="1440" w:left="993" w:header="708" w:footer="708" w:gutter="0"/>
      <w:pgBorders w:offsetFrom="page">
        <w:top w:val="twistedLines2" w:sz="10" w:space="24" w:color="auto"/>
        <w:left w:val="twistedLines2" w:sz="10" w:space="24" w:color="auto"/>
        <w:bottom w:val="twistedLines2" w:sz="10" w:space="24" w:color="auto"/>
        <w:right w:val="twistedLines2" w:sz="1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2B414B" w14:textId="77777777" w:rsidR="00746E6E" w:rsidRDefault="00746E6E" w:rsidP="000B54C1">
      <w:r>
        <w:separator/>
      </w:r>
    </w:p>
  </w:endnote>
  <w:endnote w:type="continuationSeparator" w:id="0">
    <w:p w14:paraId="7D66D390" w14:textId="77777777" w:rsidR="00746E6E" w:rsidRDefault="00746E6E" w:rsidP="000B5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L-Mohanad">
    <w:altName w:val="Arial"/>
    <w:panose1 w:val="00000000000000000000"/>
    <w:charset w:val="B2"/>
    <w:family w:val="auto"/>
    <w:notTrueType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GESSTwoMedium-Medium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DA6D8C" w14:textId="77777777" w:rsidR="0012662B" w:rsidRPr="00726C3F" w:rsidRDefault="006E0D08" w:rsidP="00726C3F">
    <w:pPr>
      <w:pStyle w:val="Footer"/>
      <w:rPr>
        <w:sz w:val="42"/>
        <w:szCs w:val="46"/>
      </w:rPr>
    </w:pPr>
    <w:r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 xml:space="preserve">الحازمي                      </w:t>
    </w:r>
    <w:r w:rsidR="00726C3F" w:rsidRPr="00CE762A"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>الدليل</w:t>
    </w:r>
    <w:r w:rsidR="00726C3F" w:rsidRPr="00CE762A">
      <w:rPr>
        <w:rFonts w:ascii="GESSTwoMedium-Medium" w:eastAsiaTheme="minorHAnsi" w:hAnsiTheme="minorHAnsi" w:cs="GESSTwoMedium-Medium"/>
        <w:color w:val="484848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الإجرائي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لمدارس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التعليم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الدراسي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1436 - 1437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 xml:space="preserve">هـ 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-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الإصدار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الثالث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554DD5" w14:textId="77777777" w:rsidR="00746E6E" w:rsidRDefault="00746E6E" w:rsidP="000B54C1">
      <w:r>
        <w:separator/>
      </w:r>
    </w:p>
  </w:footnote>
  <w:footnote w:type="continuationSeparator" w:id="0">
    <w:p w14:paraId="7AABDB91" w14:textId="77777777" w:rsidR="00746E6E" w:rsidRDefault="00746E6E" w:rsidP="000B5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bidiVisual/>
      <w:tblW w:w="10349" w:type="dxa"/>
      <w:tblInd w:w="-25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2"/>
      <w:gridCol w:w="3470"/>
      <w:gridCol w:w="3477"/>
    </w:tblGrid>
    <w:tr w:rsidR="000B54C1" w:rsidRPr="00C22210" w14:paraId="44769217" w14:textId="77777777" w:rsidTr="005302DE">
      <w:tc>
        <w:tcPr>
          <w:tcW w:w="3402" w:type="dxa"/>
          <w:vAlign w:val="center"/>
        </w:tcPr>
        <w:p w14:paraId="5EF3B7BA" w14:textId="77777777" w:rsidR="000B54C1" w:rsidRPr="00C22210" w:rsidRDefault="000B54C1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 w:rsidRPr="00B32575">
            <w:rPr>
              <w:rFonts w:cs="AL-Mohanad"/>
              <w:noProof/>
              <w:sz w:val="26"/>
              <w:szCs w:val="26"/>
            </w:rPr>
            <w:drawing>
              <wp:inline distT="0" distB="0" distL="0" distR="0" wp14:anchorId="77CCB35B" wp14:editId="030997AF">
                <wp:extent cx="1295400" cy="276225"/>
                <wp:effectExtent l="0" t="0" r="0" b="0"/>
                <wp:docPr id="3" name="صورة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6DC55E7" w14:textId="77777777" w:rsidR="000B54C1" w:rsidRPr="00C22210" w:rsidRDefault="0012662B" w:rsidP="0012662B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وزارة التعليم</w:t>
          </w:r>
        </w:p>
        <w:p w14:paraId="0DD85803" w14:textId="72AFFC5C" w:rsidR="000B54C1" w:rsidRPr="00A765CF" w:rsidRDefault="000B54C1" w:rsidP="00A765CF">
          <w:pPr>
            <w:jc w:val="center"/>
            <w:rPr>
              <w:rFonts w:cs="AL-Mohanad"/>
              <w:sz w:val="22"/>
              <w:szCs w:val="22"/>
              <w:rtl/>
            </w:rPr>
          </w:pPr>
          <w:r w:rsidRPr="00A765CF">
            <w:rPr>
              <w:rFonts w:cs="AL-Mohanad"/>
              <w:sz w:val="22"/>
              <w:szCs w:val="22"/>
              <w:rtl/>
            </w:rPr>
            <w:t xml:space="preserve">الإدارة العامة للتعليم بمنطقة </w:t>
          </w:r>
          <w:r w:rsidR="00EF662E">
            <w:rPr>
              <w:rFonts w:cs="AL-Mohanad" w:hint="cs"/>
              <w:sz w:val="22"/>
              <w:szCs w:val="22"/>
              <w:rtl/>
            </w:rPr>
            <w:t>..............</w:t>
          </w:r>
        </w:p>
        <w:p w14:paraId="3FB51D71" w14:textId="77777777" w:rsidR="00A765CF" w:rsidRPr="00C22210" w:rsidRDefault="00A765CF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>مدرسة</w:t>
          </w:r>
          <w:r w:rsidR="005302DE">
            <w:rPr>
              <w:rFonts w:cs="AL-Mohanad" w:hint="cs"/>
              <w:sz w:val="26"/>
              <w:szCs w:val="26"/>
              <w:rtl/>
            </w:rPr>
            <w:t xml:space="preserve"> </w:t>
          </w:r>
        </w:p>
      </w:tc>
      <w:tc>
        <w:tcPr>
          <w:tcW w:w="3470" w:type="dxa"/>
          <w:vAlign w:val="center"/>
        </w:tcPr>
        <w:p w14:paraId="2237544A" w14:textId="77777777" w:rsidR="000B54C1" w:rsidRPr="00C22210" w:rsidRDefault="008A1DCE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/>
              <w:sz w:val="26"/>
              <w:szCs w:val="26"/>
            </w:rPr>
            <w:t xml:space="preserve"> </w:t>
          </w:r>
          <w:r w:rsidR="000B54C1" w:rsidRPr="00B32575">
            <w:rPr>
              <w:noProof/>
              <w:sz w:val="26"/>
              <w:szCs w:val="26"/>
            </w:rPr>
            <w:drawing>
              <wp:inline distT="0" distB="0" distL="0" distR="0" wp14:anchorId="220CBE29" wp14:editId="5DE7FD77">
                <wp:extent cx="1705427" cy="870857"/>
                <wp:effectExtent l="0" t="0" r="0" b="5715"/>
                <wp:docPr id="4" name="صورة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0626" cy="8735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77" w:type="dxa"/>
          <w:vAlign w:val="center"/>
        </w:tcPr>
        <w:p w14:paraId="3FA9655D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الرق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A765CF">
            <w:rPr>
              <w:rFonts w:cs="AL-Mohanad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ـــــ</w:t>
          </w:r>
          <w:r w:rsidR="000B54C1" w:rsidRPr="00C22210">
            <w:rPr>
              <w:rFonts w:cs="AL-Mohanad"/>
              <w:sz w:val="26"/>
              <w:szCs w:val="26"/>
              <w:rtl/>
            </w:rPr>
            <w:t>م:</w:t>
          </w:r>
        </w:p>
        <w:p w14:paraId="60A26964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الت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0B54C1">
            <w:rPr>
              <w:rFonts w:cs="AL-Mohanad"/>
              <w:sz w:val="26"/>
              <w:szCs w:val="26"/>
              <w:rtl/>
            </w:rPr>
            <w:t>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</w:t>
          </w:r>
          <w:r w:rsidR="00A765CF">
            <w:rPr>
              <w:rFonts w:cs="AL-Mohanad"/>
              <w:sz w:val="26"/>
              <w:szCs w:val="26"/>
              <w:rtl/>
            </w:rPr>
            <w:t>ار</w:t>
          </w:r>
          <w:r w:rsidR="00A765CF">
            <w:rPr>
              <w:rFonts w:cs="AL-Mohanad" w:hint="cs"/>
              <w:sz w:val="26"/>
              <w:szCs w:val="26"/>
              <w:rtl/>
            </w:rPr>
            <w:t>ي</w:t>
          </w:r>
          <w:r w:rsidR="000B54C1" w:rsidRPr="00C22210">
            <w:rPr>
              <w:rFonts w:cs="AL-Mohanad"/>
              <w:sz w:val="26"/>
              <w:szCs w:val="26"/>
              <w:rtl/>
            </w:rPr>
            <w:t>خ:</w:t>
          </w:r>
        </w:p>
        <w:p w14:paraId="51B1FB8B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المشفوعات:</w:t>
          </w:r>
        </w:p>
        <w:p w14:paraId="340BD1A6" w14:textId="77777777" w:rsidR="000B54C1" w:rsidRPr="00C22210" w:rsidRDefault="000B54C1" w:rsidP="000B54C1">
          <w:pPr>
            <w:rPr>
              <w:rFonts w:cs="AL-Mohanad"/>
              <w:sz w:val="26"/>
              <w:szCs w:val="26"/>
              <w:rtl/>
            </w:rPr>
          </w:pPr>
        </w:p>
      </w:tc>
    </w:tr>
  </w:tbl>
  <w:p w14:paraId="13CF4C75" w14:textId="77777777" w:rsidR="000B54C1" w:rsidRDefault="000B54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5864B4"/>
    <w:multiLevelType w:val="hybridMultilevel"/>
    <w:tmpl w:val="1D280E98"/>
    <w:lvl w:ilvl="0" w:tplc="04090009">
      <w:start w:val="1"/>
      <w:numFmt w:val="bullet"/>
      <w:lvlText w:val=""/>
      <w:lvlJc w:val="left"/>
      <w:pPr>
        <w:ind w:left="900" w:hanging="5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126962"/>
    <w:multiLevelType w:val="hybridMultilevel"/>
    <w:tmpl w:val="64881842"/>
    <w:lvl w:ilvl="0" w:tplc="0409000F">
      <w:start w:val="1"/>
      <w:numFmt w:val="decimal"/>
      <w:lvlText w:val="%1."/>
      <w:lvlJc w:val="left"/>
      <w:pPr>
        <w:ind w:left="880" w:hanging="360"/>
      </w:pPr>
    </w:lvl>
    <w:lvl w:ilvl="1" w:tplc="04090019" w:tentative="1">
      <w:start w:val="1"/>
      <w:numFmt w:val="lowerLetter"/>
      <w:lvlText w:val="%2."/>
      <w:lvlJc w:val="left"/>
      <w:pPr>
        <w:ind w:left="1600" w:hanging="360"/>
      </w:pPr>
    </w:lvl>
    <w:lvl w:ilvl="2" w:tplc="0409001B" w:tentative="1">
      <w:start w:val="1"/>
      <w:numFmt w:val="lowerRoman"/>
      <w:lvlText w:val="%3."/>
      <w:lvlJc w:val="right"/>
      <w:pPr>
        <w:ind w:left="2320" w:hanging="180"/>
      </w:pPr>
    </w:lvl>
    <w:lvl w:ilvl="3" w:tplc="0409000F" w:tentative="1">
      <w:start w:val="1"/>
      <w:numFmt w:val="decimal"/>
      <w:lvlText w:val="%4."/>
      <w:lvlJc w:val="left"/>
      <w:pPr>
        <w:ind w:left="3040" w:hanging="360"/>
      </w:pPr>
    </w:lvl>
    <w:lvl w:ilvl="4" w:tplc="04090019" w:tentative="1">
      <w:start w:val="1"/>
      <w:numFmt w:val="lowerLetter"/>
      <w:lvlText w:val="%5."/>
      <w:lvlJc w:val="left"/>
      <w:pPr>
        <w:ind w:left="3760" w:hanging="360"/>
      </w:pPr>
    </w:lvl>
    <w:lvl w:ilvl="5" w:tplc="0409001B" w:tentative="1">
      <w:start w:val="1"/>
      <w:numFmt w:val="lowerRoman"/>
      <w:lvlText w:val="%6."/>
      <w:lvlJc w:val="right"/>
      <w:pPr>
        <w:ind w:left="4480" w:hanging="180"/>
      </w:pPr>
    </w:lvl>
    <w:lvl w:ilvl="6" w:tplc="0409000F" w:tentative="1">
      <w:start w:val="1"/>
      <w:numFmt w:val="decimal"/>
      <w:lvlText w:val="%7."/>
      <w:lvlJc w:val="left"/>
      <w:pPr>
        <w:ind w:left="5200" w:hanging="360"/>
      </w:pPr>
    </w:lvl>
    <w:lvl w:ilvl="7" w:tplc="04090019" w:tentative="1">
      <w:start w:val="1"/>
      <w:numFmt w:val="lowerLetter"/>
      <w:lvlText w:val="%8."/>
      <w:lvlJc w:val="left"/>
      <w:pPr>
        <w:ind w:left="5920" w:hanging="360"/>
      </w:pPr>
    </w:lvl>
    <w:lvl w:ilvl="8" w:tplc="0409001B" w:tentative="1">
      <w:start w:val="1"/>
      <w:numFmt w:val="lowerRoman"/>
      <w:lvlText w:val="%9."/>
      <w:lvlJc w:val="right"/>
      <w:pPr>
        <w:ind w:left="6640" w:hanging="180"/>
      </w:pPr>
    </w:lvl>
  </w:abstractNum>
  <w:num w:numId="1" w16cid:durableId="1513955092">
    <w:abstractNumId w:val="0"/>
  </w:num>
  <w:num w:numId="2" w16cid:durableId="8301463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7A04"/>
    <w:rsid w:val="000B54C1"/>
    <w:rsid w:val="000E3323"/>
    <w:rsid w:val="0012662B"/>
    <w:rsid w:val="001A7A04"/>
    <w:rsid w:val="001D0A7D"/>
    <w:rsid w:val="002F57A0"/>
    <w:rsid w:val="00332D9C"/>
    <w:rsid w:val="00341DA8"/>
    <w:rsid w:val="00361A8B"/>
    <w:rsid w:val="003942ED"/>
    <w:rsid w:val="003C2673"/>
    <w:rsid w:val="004050BF"/>
    <w:rsid w:val="004D4A0E"/>
    <w:rsid w:val="004F62EE"/>
    <w:rsid w:val="005275B1"/>
    <w:rsid w:val="005302DE"/>
    <w:rsid w:val="00565997"/>
    <w:rsid w:val="00674CBA"/>
    <w:rsid w:val="0068143D"/>
    <w:rsid w:val="006E0A53"/>
    <w:rsid w:val="006E0D08"/>
    <w:rsid w:val="00726AB7"/>
    <w:rsid w:val="00726C3F"/>
    <w:rsid w:val="00746E6E"/>
    <w:rsid w:val="0078793F"/>
    <w:rsid w:val="007A0ADD"/>
    <w:rsid w:val="008A1DCE"/>
    <w:rsid w:val="008E6B73"/>
    <w:rsid w:val="009C0A5D"/>
    <w:rsid w:val="00A345C3"/>
    <w:rsid w:val="00A765CF"/>
    <w:rsid w:val="00C165A5"/>
    <w:rsid w:val="00D472F1"/>
    <w:rsid w:val="00EB5EB7"/>
    <w:rsid w:val="00EF66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876963"/>
  <w15:docId w15:val="{9B708D20-2348-488B-90DF-83F2E4A26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4C1"/>
    <w:pPr>
      <w:bidi/>
      <w:spacing w:after="0" w:line="240" w:lineRule="auto"/>
    </w:pPr>
    <w:rPr>
      <w:rFonts w:ascii="Times New Roman" w:eastAsia="Times New Roman" w:hAnsi="Times New Roman" w:cs="Arabic Transparent"/>
      <w:sz w:val="36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paragraph" w:styleId="Footer">
    <w:name w:val="footer"/>
    <w:basedOn w:val="Normal"/>
    <w:link w:val="Foot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table" w:styleId="TableGrid">
    <w:name w:val="Table Grid"/>
    <w:basedOn w:val="TableNormal"/>
    <w:uiPriority w:val="99"/>
    <w:rsid w:val="000B54C1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List2-Accent6">
    <w:name w:val="Medium List 2 Accent 6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5B9BD5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E0A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A53"/>
    <w:rPr>
      <w:rFonts w:ascii="Tahoma" w:eastAsia="Times New Roman" w:hAnsi="Tahoma" w:cs="Tahoma"/>
      <w:sz w:val="16"/>
      <w:szCs w:val="16"/>
    </w:rPr>
  </w:style>
  <w:style w:type="character" w:customStyle="1" w:styleId="Bodytext2">
    <w:name w:val="Body text (2)_"/>
    <w:link w:val="Bodytext20"/>
    <w:rsid w:val="001A7A04"/>
    <w:rPr>
      <w:rFonts w:ascii="Microsoft Sans Serif" w:eastAsia="Microsoft Sans Serif" w:hAnsi="Microsoft Sans Serif" w:cs="Microsoft Sans Serif"/>
      <w:sz w:val="18"/>
      <w:szCs w:val="18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1A7A04"/>
    <w:pPr>
      <w:widowControl w:val="0"/>
      <w:shd w:val="clear" w:color="auto" w:fill="FFFFFF"/>
      <w:spacing w:after="120" w:line="389" w:lineRule="exact"/>
    </w:pPr>
    <w:rPr>
      <w:rFonts w:ascii="Microsoft Sans Serif" w:eastAsia="Microsoft Sans Serif" w:hAnsi="Microsoft Sans Serif" w:cs="Microsoft Sans Serif"/>
      <w:sz w:val="18"/>
      <w:szCs w:val="18"/>
    </w:rPr>
  </w:style>
  <w:style w:type="character" w:customStyle="1" w:styleId="Bodytext211pt">
    <w:name w:val="Body text (2) + 11 pt"/>
    <w:rsid w:val="001A7A04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231F20"/>
      <w:spacing w:val="0"/>
      <w:w w:val="100"/>
      <w:position w:val="0"/>
      <w:sz w:val="22"/>
      <w:szCs w:val="22"/>
      <w:u w:val="none"/>
      <w:shd w:val="clear" w:color="auto" w:fill="FFFFFF"/>
      <w:lang w:val="ar-SA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1578;&#1580;&#1605;&#1610;&#1593;&#1575;&#1578;%202\&#1575;&#1604;&#1583;&#1604;&#1610;&#1604;%20&#1575;&#1604;&#1575;&#1580;&#1585;&#1575;&#1574;&#1610;\&#1575;&#1604;&#1606;&#1605;&#1575;&#1584;&#1580;%20&#1605;&#1593;&#1583;&#1604;&#1577;%20&#1576;&#1608;&#1575;&#1587;&#1591;&#1578;&#1610;\&#1606;&#1605;&#1608;&#1584;&#1580;.dotx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نموذج.dotx</Template>
  <TotalTime>13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فهد الحازمي</cp:lastModifiedBy>
  <cp:revision>2</cp:revision>
  <dcterms:created xsi:type="dcterms:W3CDTF">2017-04-28T09:19:00Z</dcterms:created>
  <dcterms:modified xsi:type="dcterms:W3CDTF">2025-05-16T16:51:00Z</dcterms:modified>
</cp:coreProperties>
</file>