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5095D94B" w14:textId="77777777" w:rsidTr="000E7219">
        <w:tc>
          <w:tcPr>
            <w:tcW w:w="10348" w:type="dxa"/>
          </w:tcPr>
          <w:p w14:paraId="1B9F7D47" w14:textId="77777777" w:rsidR="005302DE" w:rsidRPr="000E7219" w:rsidRDefault="000E7219" w:rsidP="000E7219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( 34 ) </w:t>
            </w:r>
          </w:p>
        </w:tc>
      </w:tr>
      <w:tr w:rsidR="005302DE" w14:paraId="56B49B88" w14:textId="77777777" w:rsidTr="000E7219">
        <w:tc>
          <w:tcPr>
            <w:tcW w:w="10348" w:type="dxa"/>
          </w:tcPr>
          <w:p w14:paraId="1FBDFD8C" w14:textId="77777777" w:rsidR="005302DE" w:rsidRPr="000E7219" w:rsidRDefault="000E7219" w:rsidP="000E7219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0E721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ر</w:t>
            </w:r>
            <w:r w:rsidRPr="000E721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مز</w:t>
            </w:r>
            <w:r w:rsidRPr="000E721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النموذج</w:t>
            </w:r>
            <w:r w:rsidRPr="000E721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: (و٠ط٠ع</w:t>
            </w:r>
            <w:r w:rsidRPr="000E721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</w:t>
            </w:r>
            <w:r w:rsidRPr="000E721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ن</w:t>
            </w:r>
            <w:r w:rsidRPr="000E7219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- 5 0 -1 0 </w:t>
            </w:r>
            <w:r w:rsidRPr="000E7219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73EB0746" w14:textId="77777777" w:rsidTr="000E7219">
        <w:tc>
          <w:tcPr>
            <w:tcW w:w="10348" w:type="dxa"/>
          </w:tcPr>
          <w:p w14:paraId="69BF88AB" w14:textId="77777777" w:rsidR="005302DE" w:rsidRPr="000E7219" w:rsidRDefault="000E7219" w:rsidP="000E7219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0E7219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</w:t>
            </w:r>
            <w:r w:rsidRPr="000E7219">
              <w:rPr>
                <w:rFonts w:cs="PT Bold Heading" w:hint="cs"/>
                <w:b/>
                <w:bCs/>
                <w:sz w:val="30"/>
                <w:szCs w:val="30"/>
                <w:rtl/>
              </w:rPr>
              <w:t>النموذج</w:t>
            </w:r>
            <w:r w:rsidRPr="000E7219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: </w:t>
            </w:r>
            <w:r w:rsidRPr="000E7219">
              <w:rPr>
                <w:rFonts w:cs="PT Bold Heading" w:hint="cs"/>
                <w:b/>
                <w:bCs/>
                <w:sz w:val="30"/>
                <w:szCs w:val="30"/>
                <w:rtl/>
              </w:rPr>
              <w:t>س</w:t>
            </w:r>
            <w:r w:rsidRPr="000E7219">
              <w:rPr>
                <w:rFonts w:cs="PT Bold Heading"/>
                <w:b/>
                <w:bCs/>
                <w:sz w:val="30"/>
                <w:szCs w:val="30"/>
                <w:rtl/>
              </w:rPr>
              <w:t>جل حضور</w:t>
            </w:r>
            <w:r w:rsidRPr="000E7219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0E7219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الطلاب </w:t>
            </w:r>
            <w:r w:rsidRPr="000E7219">
              <w:rPr>
                <w:rFonts w:cs="PT Bold Heading" w:hint="cs"/>
                <w:b/>
                <w:bCs/>
                <w:sz w:val="30"/>
                <w:szCs w:val="30"/>
                <w:rtl/>
              </w:rPr>
              <w:t>لم</w:t>
            </w:r>
            <w:r w:rsidRPr="000E7219">
              <w:rPr>
                <w:rFonts w:cs="PT Bold Heading"/>
                <w:b/>
                <w:bCs/>
                <w:sz w:val="30"/>
                <w:szCs w:val="30"/>
                <w:rtl/>
              </w:rPr>
              <w:t>جالات النشاط</w:t>
            </w:r>
          </w:p>
        </w:tc>
      </w:tr>
    </w:tbl>
    <w:p w14:paraId="1A82EBA3" w14:textId="77777777" w:rsidR="000E7219" w:rsidRPr="00214AD1" w:rsidRDefault="000E7219" w:rsidP="000E7219">
      <w:pPr>
        <w:tabs>
          <w:tab w:val="left" w:pos="1153"/>
        </w:tabs>
        <w:jc w:val="center"/>
        <w:rPr>
          <w:rFonts w:cs="AL-Mohanad"/>
          <w:color w:val="003300"/>
          <w:sz w:val="2"/>
          <w:szCs w:val="8"/>
        </w:rPr>
      </w:pPr>
    </w:p>
    <w:p w14:paraId="2B969293" w14:textId="4937F8B9" w:rsidR="000E7219" w:rsidRPr="000E7219" w:rsidRDefault="000E7219" w:rsidP="000E7219">
      <w:pPr>
        <w:tabs>
          <w:tab w:val="left" w:pos="1153"/>
        </w:tabs>
        <w:jc w:val="center"/>
        <w:rPr>
          <w:rFonts w:ascii="Arabic Typesetting" w:hAnsi="Arabic Typesetting" w:cs="Arabic Typesetting"/>
          <w:b/>
          <w:bCs/>
          <w:color w:val="003300"/>
          <w:sz w:val="32"/>
          <w:szCs w:val="32"/>
          <w:rtl/>
        </w:rPr>
      </w:pPr>
      <w:r w:rsidRPr="000E7219">
        <w:rPr>
          <w:rStyle w:val="Tablecaption"/>
          <w:rFonts w:ascii="Arabic Typesetting" w:hAnsi="Arabic Typesetting" w:cs="Arabic Typesetting"/>
          <w:b/>
          <w:bCs/>
          <w:sz w:val="30"/>
          <w:szCs w:val="30"/>
          <w:rtl/>
        </w:rPr>
        <w:t xml:space="preserve">العام الدراسي </w:t>
      </w:r>
      <w:r w:rsidRPr="000E7219">
        <w:rPr>
          <w:rStyle w:val="Tablecaption"/>
          <w:rFonts w:ascii="Arabic Typesetting" w:hAnsi="Arabic Typesetting" w:cs="Arabic Typesetting" w:hint="cs"/>
          <w:b/>
          <w:bCs/>
          <w:sz w:val="30"/>
          <w:szCs w:val="30"/>
          <w:rtl/>
        </w:rPr>
        <w:t xml:space="preserve">       14/            14 هـ    </w:t>
      </w:r>
      <w:r w:rsidRPr="000E7219">
        <w:rPr>
          <w:rStyle w:val="Tablecaption"/>
          <w:rFonts w:ascii="Arabic Typesetting" w:hAnsi="Arabic Typesetting" w:cs="Arabic Typesetting"/>
          <w:b/>
          <w:bCs/>
          <w:sz w:val="30"/>
          <w:szCs w:val="30"/>
          <w:rtl/>
        </w:rPr>
        <w:t>الفصل</w:t>
      </w:r>
      <w:r w:rsidRPr="000E7219">
        <w:rPr>
          <w:rFonts w:ascii="Arabic Typesetting" w:hAnsi="Arabic Typesetting" w:cs="Arabic Typesetting" w:hint="cs"/>
          <w:b/>
          <w:bCs/>
          <w:color w:val="003300"/>
          <w:sz w:val="32"/>
          <w:szCs w:val="32"/>
          <w:rtl/>
        </w:rPr>
        <w:t xml:space="preserve"> الدراسي </w:t>
      </w:r>
      <w:r w:rsidR="003F0E02">
        <w:rPr>
          <w:rFonts w:ascii="Arabic Typesetting" w:hAnsi="Arabic Typesetting" w:cs="Arabic Typesetting" w:hint="cs"/>
          <w:b/>
          <w:bCs/>
          <w:color w:val="003300"/>
          <w:sz w:val="32"/>
          <w:szCs w:val="32"/>
          <w:rtl/>
        </w:rPr>
        <w:t>(         )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55"/>
        <w:gridCol w:w="992"/>
        <w:gridCol w:w="2804"/>
        <w:gridCol w:w="1535"/>
        <w:gridCol w:w="1452"/>
        <w:gridCol w:w="1465"/>
      </w:tblGrid>
      <w:tr w:rsidR="000E7219" w:rsidRPr="000E7219" w14:paraId="739E7E8B" w14:textId="77777777" w:rsidTr="003F0E02">
        <w:trPr>
          <w:trHeight w:val="497"/>
          <w:jc w:val="center"/>
        </w:trPr>
        <w:tc>
          <w:tcPr>
            <w:tcW w:w="2155" w:type="dxa"/>
            <w:shd w:val="clear" w:color="auto" w:fill="auto"/>
            <w:vAlign w:val="center"/>
          </w:tcPr>
          <w:p w14:paraId="4A81DA62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2A3B84A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  <w:t>المقر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0DE1F52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14:paraId="3086C631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  <w:t>م</w:t>
            </w:r>
            <w:r w:rsidRPr="000E7219">
              <w:rPr>
                <w:rStyle w:val="Tablecaption"/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>س</w:t>
            </w:r>
            <w:r w:rsidRPr="000E7219"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  <w:t>ؤول النشاط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D6E044B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14:paraId="40A77774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  <w:t>ا</w:t>
            </w:r>
            <w:r w:rsidRPr="000E7219">
              <w:rPr>
                <w:rStyle w:val="Tablecaption"/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>سم</w:t>
            </w:r>
            <w:r w:rsidRPr="000E7219"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  <w:t xml:space="preserve"> </w:t>
            </w:r>
            <w:r w:rsidRPr="000E7219">
              <w:rPr>
                <w:rStyle w:val="Tablecaption"/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>ا</w:t>
            </w:r>
            <w:r w:rsidRPr="000E7219"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  <w:t>لمجال</w:t>
            </w:r>
          </w:p>
        </w:tc>
      </w:tr>
      <w:tr w:rsidR="000E7219" w:rsidRPr="000E7219" w14:paraId="07392ADB" w14:textId="77777777" w:rsidTr="003F0E02">
        <w:trPr>
          <w:trHeight w:val="536"/>
          <w:jc w:val="center"/>
        </w:trPr>
        <w:tc>
          <w:tcPr>
            <w:tcW w:w="7486" w:type="dxa"/>
            <w:gridSpan w:val="4"/>
            <w:shd w:val="clear" w:color="auto" w:fill="auto"/>
            <w:vAlign w:val="center"/>
          </w:tcPr>
          <w:p w14:paraId="22699FC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 w:hint="cs"/>
                <w:sz w:val="30"/>
                <w:szCs w:val="30"/>
                <w:rtl/>
              </w:rPr>
              <w:t xml:space="preserve">من  </w:t>
            </w:r>
            <w:r>
              <w:rPr>
                <w:rStyle w:val="Tablecaption"/>
                <w:rFonts w:ascii="Arabic Typesetting" w:hAnsi="Arabic Typesetting" w:cs="Arabic Typesetting" w:hint="cs"/>
                <w:sz w:val="30"/>
                <w:szCs w:val="30"/>
                <w:rtl/>
              </w:rPr>
              <w:t xml:space="preserve">    </w:t>
            </w:r>
            <w:r w:rsidRPr="000E7219">
              <w:rPr>
                <w:rStyle w:val="Tablecaption"/>
                <w:rFonts w:ascii="Arabic Typesetting" w:hAnsi="Arabic Typesetting" w:cs="Arabic Typesetting" w:hint="cs"/>
                <w:sz w:val="30"/>
                <w:szCs w:val="30"/>
                <w:rtl/>
              </w:rPr>
              <w:t xml:space="preserve">   /         الى     </w:t>
            </w: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ab/>
            </w:r>
            <w:r w:rsidRPr="000E7219">
              <w:rPr>
                <w:rStyle w:val="Tablecaption"/>
                <w:rFonts w:ascii="Arabic Typesetting" w:hAnsi="Arabic Typesetting" w:cs="Arabic Typesetting" w:hint="cs"/>
                <w:sz w:val="30"/>
                <w:szCs w:val="30"/>
                <w:rtl/>
              </w:rPr>
              <w:t xml:space="preserve">   </w:t>
            </w: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  <w:r>
              <w:rPr>
                <w:rStyle w:val="Tablecaption"/>
                <w:rFonts w:ascii="Arabic Typesetting" w:hAnsi="Arabic Typesetting" w:cs="Arabic Typesetting" w:hint="cs"/>
                <w:sz w:val="30"/>
                <w:szCs w:val="30"/>
                <w:rtl/>
              </w:rPr>
              <w:t xml:space="preserve">  </w:t>
            </w: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ab/>
            </w:r>
            <w:r w:rsidRPr="000E7219">
              <w:rPr>
                <w:rStyle w:val="Tablecaption"/>
                <w:rFonts w:ascii="Arabic Typesetting" w:hAnsi="Arabic Typesetting" w:cs="Arabic Typesetting" w:hint="eastAsia"/>
                <w:sz w:val="30"/>
                <w:szCs w:val="30"/>
                <w:rtl/>
              </w:rPr>
              <w:t>١٤</w:t>
            </w:r>
            <w:r w:rsidRPr="000E7219">
              <w:rPr>
                <w:rStyle w:val="Tablecaption"/>
                <w:rFonts w:ascii="Arabic Typesetting" w:hAnsi="Arabic Typesetting" w:cs="Arabic Typesetting" w:hint="cs"/>
                <w:sz w:val="30"/>
                <w:szCs w:val="30"/>
                <w:rtl/>
              </w:rPr>
              <w:t>هـ</w:t>
            </w:r>
          </w:p>
        </w:tc>
        <w:tc>
          <w:tcPr>
            <w:tcW w:w="2917" w:type="dxa"/>
            <w:gridSpan w:val="2"/>
            <w:shd w:val="clear" w:color="auto" w:fill="auto"/>
            <w:vAlign w:val="center"/>
          </w:tcPr>
          <w:p w14:paraId="49240DFB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>ا</w:t>
            </w:r>
            <w:r w:rsidRPr="000E7219"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  <w:t>لاس</w:t>
            </w:r>
            <w:r w:rsidRPr="000E7219">
              <w:rPr>
                <w:rStyle w:val="Tablecaption"/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>ب</w:t>
            </w:r>
            <w:r w:rsidRPr="000E7219"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  <w:t>وع</w:t>
            </w:r>
          </w:p>
        </w:tc>
      </w:tr>
      <w:tr w:rsidR="000E7219" w:rsidRPr="000E7219" w14:paraId="73AF2520" w14:textId="77777777" w:rsidTr="003F0E02">
        <w:trPr>
          <w:trHeight w:val="286"/>
          <w:jc w:val="center"/>
        </w:trPr>
        <w:tc>
          <w:tcPr>
            <w:tcW w:w="10403" w:type="dxa"/>
            <w:gridSpan w:val="6"/>
            <w:shd w:val="clear" w:color="auto" w:fill="auto"/>
            <w:vAlign w:val="center"/>
          </w:tcPr>
          <w:p w14:paraId="372DD0C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</w:tbl>
    <w:p w14:paraId="21303DBB" w14:textId="77777777" w:rsidR="000E7219" w:rsidRPr="000E7219" w:rsidRDefault="000E7219">
      <w:pPr>
        <w:bidi w:val="0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8"/>
        <w:gridCol w:w="455"/>
        <w:gridCol w:w="456"/>
        <w:gridCol w:w="455"/>
        <w:gridCol w:w="456"/>
        <w:gridCol w:w="455"/>
        <w:gridCol w:w="456"/>
        <w:gridCol w:w="455"/>
        <w:gridCol w:w="456"/>
        <w:gridCol w:w="455"/>
        <w:gridCol w:w="456"/>
        <w:gridCol w:w="853"/>
        <w:gridCol w:w="1993"/>
        <w:gridCol w:w="924"/>
      </w:tblGrid>
      <w:tr w:rsidR="000E7219" w:rsidRPr="000E7219" w14:paraId="674D7256" w14:textId="77777777" w:rsidTr="003F0E02">
        <w:trPr>
          <w:trHeight w:val="487"/>
          <w:jc w:val="center"/>
        </w:trPr>
        <w:tc>
          <w:tcPr>
            <w:tcW w:w="2078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2BCE13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  <w:t>ملحوظات</w:t>
            </w:r>
          </w:p>
        </w:tc>
        <w:tc>
          <w:tcPr>
            <w:tcW w:w="9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18A9E3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  <w:t>الاربعاء</w:t>
            </w:r>
          </w:p>
        </w:tc>
        <w:tc>
          <w:tcPr>
            <w:tcW w:w="9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3A3810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  <w:t>الثلاثاء</w:t>
            </w:r>
          </w:p>
        </w:tc>
        <w:tc>
          <w:tcPr>
            <w:tcW w:w="9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85AC6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>الأثنين</w:t>
            </w:r>
          </w:p>
        </w:tc>
        <w:tc>
          <w:tcPr>
            <w:tcW w:w="9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33EF8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  <w:t>الأحد</w:t>
            </w:r>
          </w:p>
        </w:tc>
        <w:tc>
          <w:tcPr>
            <w:tcW w:w="9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87DB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>السبت</w:t>
            </w:r>
          </w:p>
        </w:tc>
        <w:tc>
          <w:tcPr>
            <w:tcW w:w="853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37B720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>الصف</w:t>
            </w:r>
          </w:p>
        </w:tc>
        <w:tc>
          <w:tcPr>
            <w:tcW w:w="1993" w:type="dxa"/>
            <w:vMerge w:val="restart"/>
            <w:shd w:val="clear" w:color="auto" w:fill="auto"/>
            <w:vAlign w:val="center"/>
          </w:tcPr>
          <w:p w14:paraId="41D25840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  <w:t xml:space="preserve">اسم </w:t>
            </w:r>
            <w:r w:rsidRPr="000E7219">
              <w:rPr>
                <w:rStyle w:val="Tablecaption"/>
                <w:rFonts w:ascii="Arabic Typesetting" w:hAnsi="Arabic Typesetting" w:cs="Arabic Typesetting" w:hint="cs"/>
                <w:b/>
                <w:bCs/>
                <w:sz w:val="38"/>
                <w:szCs w:val="38"/>
                <w:rtl/>
              </w:rPr>
              <w:t>الطالب</w:t>
            </w:r>
          </w:p>
        </w:tc>
        <w:tc>
          <w:tcPr>
            <w:tcW w:w="924" w:type="dxa"/>
            <w:vMerge w:val="restart"/>
            <w:shd w:val="clear" w:color="auto" w:fill="auto"/>
            <w:vAlign w:val="center"/>
          </w:tcPr>
          <w:p w14:paraId="3D9063B2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b/>
                <w:bCs/>
                <w:sz w:val="38"/>
                <w:szCs w:val="38"/>
                <w:rtl/>
              </w:rPr>
              <w:t>م</w:t>
            </w:r>
          </w:p>
        </w:tc>
      </w:tr>
      <w:tr w:rsidR="000E7219" w:rsidRPr="000E7219" w14:paraId="1B86464B" w14:textId="77777777" w:rsidTr="003F0E02">
        <w:trPr>
          <w:trHeight w:val="437"/>
          <w:jc w:val="center"/>
        </w:trPr>
        <w:tc>
          <w:tcPr>
            <w:tcW w:w="207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2842CF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097B274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غ</w:t>
            </w:r>
          </w:p>
        </w:tc>
        <w:tc>
          <w:tcPr>
            <w:tcW w:w="4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A5C8E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ح</w:t>
            </w:r>
          </w:p>
        </w:tc>
        <w:tc>
          <w:tcPr>
            <w:tcW w:w="4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119520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غ</w:t>
            </w:r>
          </w:p>
        </w:tc>
        <w:tc>
          <w:tcPr>
            <w:tcW w:w="4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6CF08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ح</w:t>
            </w:r>
          </w:p>
        </w:tc>
        <w:tc>
          <w:tcPr>
            <w:tcW w:w="4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5540293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غ</w:t>
            </w:r>
          </w:p>
        </w:tc>
        <w:tc>
          <w:tcPr>
            <w:tcW w:w="4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F3763A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ح</w:t>
            </w:r>
          </w:p>
        </w:tc>
        <w:tc>
          <w:tcPr>
            <w:tcW w:w="4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10B6B1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غ</w:t>
            </w:r>
          </w:p>
        </w:tc>
        <w:tc>
          <w:tcPr>
            <w:tcW w:w="4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17E092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ح</w:t>
            </w:r>
          </w:p>
        </w:tc>
        <w:tc>
          <w:tcPr>
            <w:tcW w:w="4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50EEFA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غ</w:t>
            </w:r>
          </w:p>
        </w:tc>
        <w:tc>
          <w:tcPr>
            <w:tcW w:w="45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0C660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ح</w:t>
            </w:r>
          </w:p>
        </w:tc>
        <w:tc>
          <w:tcPr>
            <w:tcW w:w="853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BB319A0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1993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0EAC500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9945B7B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460967" w:rsidRPr="000E7219" w14:paraId="0B1C8835" w14:textId="77777777" w:rsidTr="003F0E02">
        <w:trPr>
          <w:trHeight w:val="340"/>
          <w:jc w:val="center"/>
        </w:trPr>
        <w:tc>
          <w:tcPr>
            <w:tcW w:w="207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435F1A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78A4103B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0F929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75772E60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3B0751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0B94A4BE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80B94E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4551CC9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227BDE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3BF6EAA3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9433C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7293147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F85C5E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A069F5E" w14:textId="77777777" w:rsidR="000E7219" w:rsidRPr="000E7219" w:rsidRDefault="000E7219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460967" w:rsidRPr="000E7219" w14:paraId="43DD1A54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0A20F6D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436AEF3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0E27EC4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C25DA8E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33E39A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5368643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7C9783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715BD32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807F5D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46F084E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29E71F3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3865A6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64472D8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19AAADE0" w14:textId="77777777" w:rsidR="000E7219" w:rsidRPr="000E7219" w:rsidRDefault="000E7219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460967" w:rsidRPr="000E7219" w14:paraId="03985371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447EBF3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6337E2E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07C675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F94D954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C62673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61ECB4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669270E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B0C09C4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7DFA190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945C070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3F4928F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8A733D1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217BB7CA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22467236" w14:textId="77777777" w:rsidR="000E7219" w:rsidRPr="000E7219" w:rsidRDefault="000E7219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460967" w:rsidRPr="000E7219" w14:paraId="3A432EB5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5C5D704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1D67A70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C23E730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86907B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05A955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E1FB62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19B823B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5DFF4A4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BB8FDEF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2F2A92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250AD7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C1B75B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247FC2E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5464CE17" w14:textId="77777777" w:rsidR="000E7219" w:rsidRPr="000E7219" w:rsidRDefault="000E7219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460967" w:rsidRPr="000E7219" w14:paraId="319B2A80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E63B43D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20663E0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A324871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611D62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550FAAB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EAD58E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B3937AA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D195E1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13C1AA3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9D6971D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86FFA5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AE3CE6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7071DD0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5B38EAF9" w14:textId="77777777" w:rsidR="000E7219" w:rsidRPr="000E7219" w:rsidRDefault="000E7219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460967" w:rsidRPr="000E7219" w14:paraId="6FA1627E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8BA3463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A78832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C4CF43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F41DBE4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C9D819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18217F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6DE0D7D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FB83512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8D8EA60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4A441D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C7F7EB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22D44F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3DBB95B1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606A7899" w14:textId="77777777" w:rsidR="000E7219" w:rsidRPr="000E7219" w:rsidRDefault="000E7219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460967" w:rsidRPr="000E7219" w14:paraId="355B12CD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D4C5E9B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5D62A44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42030E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20091E3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AE9A35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02CB77F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E884A0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D8C753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07978D3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F1D1930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A5BF471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4BD811E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550F559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48530E5E" w14:textId="77777777" w:rsidR="000E7219" w:rsidRPr="000E7219" w:rsidRDefault="000E7219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460967" w:rsidRPr="000E7219" w14:paraId="3716F0A4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1ED1679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F83C4D1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D22943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29CF05A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9BD759A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45564A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B03D82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D881674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8D2222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0750CF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57FD8B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4A9D50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125E1A4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3F22DA21" w14:textId="77777777" w:rsidR="000E7219" w:rsidRPr="000E7219" w:rsidRDefault="000E7219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460967" w:rsidRPr="000E7219" w14:paraId="11A5C558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61A9674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50A8F92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132AD0E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025C3D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3D6A2B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C2DF6C3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A60895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4814A5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F0D918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69471B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7DB172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B140A50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1ADC5C0F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12C45962" w14:textId="77777777" w:rsidR="000E7219" w:rsidRPr="000E7219" w:rsidRDefault="000E7219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460967" w:rsidRPr="000E7219" w14:paraId="3BDF643E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F90720D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3740F3A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678E7E2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7648B5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74251F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64F1D8A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42D0270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DC34B3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829769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9B75121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8B0236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84AD3AE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39A76299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657E5DBF" w14:textId="77777777" w:rsidR="000E7219" w:rsidRPr="000E7219" w:rsidRDefault="000E7219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460967" w:rsidRPr="000E7219" w14:paraId="0DF34DFB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415820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82A28C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46B12CB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ABCA792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2758439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15E660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D7D2D41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63DE31E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F3EBAD4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4925B6A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DC9C9DA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151699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0B4CA4F1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16607849" w14:textId="77777777" w:rsidR="000E7219" w:rsidRPr="000E7219" w:rsidRDefault="000E7219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460967" w:rsidRPr="000E7219" w14:paraId="126EC450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A03584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D5E30D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184D03F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F35CB70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DCA7DA0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C42395D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39FA79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EEDEB34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8651A6E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9B3E76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C1DE91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98453B2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348B802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66C0EDC6" w14:textId="77777777" w:rsidR="000E7219" w:rsidRPr="000E7219" w:rsidRDefault="000E7219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460967" w:rsidRPr="000E7219" w14:paraId="7E2B2C55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E6DDC72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7AEE1C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B183309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A6AAC6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9648D83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195A6DE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2F690A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6DD8F09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CC4FD0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C2C98B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5EB78C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5852B09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60D0A959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3FFD9433" w14:textId="77777777" w:rsidR="000E7219" w:rsidRPr="000E7219" w:rsidRDefault="000E7219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460967" w:rsidRPr="000E7219" w14:paraId="30704303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950C7D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B0F72D4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AB4DBD2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761F8F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4989789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CFA3604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5F709BA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13CE8FB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8C2B8CD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138859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069A1A9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F6BA5E3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3FC7D8F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70DB8452" w14:textId="77777777" w:rsidR="000E7219" w:rsidRPr="000E7219" w:rsidRDefault="000E7219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460967" w:rsidRPr="000E7219" w14:paraId="3FCF5880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DC7A26E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EAF35B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2ACB2EE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6591B32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375129F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D58463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E8A676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EAD8F8A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368990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EC3204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EB9CD89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90ECBC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47AC3DF3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35D17702" w14:textId="77777777" w:rsidR="000E7219" w:rsidRPr="000E7219" w:rsidRDefault="000E7219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460967" w:rsidRPr="000E7219" w14:paraId="5935DC85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082F900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B9727F4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0E482E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97E816E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5382491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5DF8CB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C26319B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049DB2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C694AD3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E684A7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1FD4F81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DE0025F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25C7CFAE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7D76FF87" w14:textId="77777777" w:rsidR="000E7219" w:rsidRPr="000E7219" w:rsidRDefault="000E7219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460967" w:rsidRPr="000E7219" w14:paraId="5BAFC528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259CB8A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9E20BDA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FED962A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8A6D6A5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3856EDB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0FA852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5D2E87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72DA32F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CDA01A7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27E2F01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DDE3EE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220C83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3EADAFC9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283D88A4" w14:textId="77777777" w:rsidR="000E7219" w:rsidRPr="000E7219" w:rsidRDefault="000E7219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460967" w:rsidRPr="000E7219" w14:paraId="70560513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12B779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B985A9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ED902B1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6491499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CA7F252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2080B3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9A3AF4C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788E0C8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9244141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EE84A54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078720D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7BC2806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  <w:r w:rsidRPr="000E7219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08585D14" w14:textId="77777777" w:rsidR="000E7219" w:rsidRPr="000E7219" w:rsidRDefault="000E7219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40F77526" w14:textId="77777777" w:rsidR="000E7219" w:rsidRPr="000E7219" w:rsidRDefault="000E7219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91564D" w:rsidRPr="000E7219" w14:paraId="19F76FC8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F0D94AD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70D848B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CA29E37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59C7607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E68C068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3AA5C21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99D2BB1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DA1E6A3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719E409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74E31F8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DDFC4F2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</w:tcPr>
          <w:p w14:paraId="1C934731" w14:textId="77777777" w:rsidR="0091564D" w:rsidRDefault="0091564D" w:rsidP="0091564D">
            <w:pPr>
              <w:jc w:val="center"/>
            </w:pPr>
            <w:r w:rsidRPr="007345CC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591EDD05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1011E7D4" w14:textId="77777777" w:rsidR="0091564D" w:rsidRPr="000E7219" w:rsidRDefault="0091564D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91564D" w:rsidRPr="000E7219" w14:paraId="33C64176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488153C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3A386E0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379FE51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A1E3315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39A7550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79338E2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FA0021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2E3DD82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AB5B72B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840B8AD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5F98657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</w:tcPr>
          <w:p w14:paraId="50A361A4" w14:textId="77777777" w:rsidR="0091564D" w:rsidRDefault="0091564D" w:rsidP="0091564D">
            <w:pPr>
              <w:jc w:val="center"/>
            </w:pPr>
            <w:r w:rsidRPr="007345CC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26E5A699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53350323" w14:textId="77777777" w:rsidR="0091564D" w:rsidRPr="000E7219" w:rsidRDefault="0091564D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91564D" w:rsidRPr="000E7219" w14:paraId="465225F6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7CA2D59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23A953D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C7BF9D6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B2C54D2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EBED11B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968EA54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8F2531D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36B34A9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2D008EA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1F2EAD2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F27771F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</w:tcPr>
          <w:p w14:paraId="6811AB43" w14:textId="77777777" w:rsidR="0091564D" w:rsidRDefault="0091564D" w:rsidP="0091564D">
            <w:pPr>
              <w:jc w:val="center"/>
            </w:pPr>
            <w:r w:rsidRPr="007345CC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08E422BA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3314F6F0" w14:textId="77777777" w:rsidR="0091564D" w:rsidRPr="000E7219" w:rsidRDefault="0091564D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  <w:tr w:rsidR="0091564D" w:rsidRPr="000E7219" w14:paraId="3CEC3C11" w14:textId="77777777" w:rsidTr="003F0E02">
        <w:trPr>
          <w:trHeight w:val="340"/>
          <w:jc w:val="center"/>
        </w:trPr>
        <w:tc>
          <w:tcPr>
            <w:tcW w:w="207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88720DD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3049799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38B633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4B2B8C5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6702F4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5E93CFC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D54A10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48742B2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167C4F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DABADC7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45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368549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853" w:type="dxa"/>
            <w:tcBorders>
              <w:left w:val="single" w:sz="18" w:space="0" w:color="auto"/>
            </w:tcBorders>
            <w:shd w:val="clear" w:color="auto" w:fill="auto"/>
          </w:tcPr>
          <w:p w14:paraId="7CA3FAC3" w14:textId="77777777" w:rsidR="0091564D" w:rsidRDefault="0091564D" w:rsidP="0091564D">
            <w:pPr>
              <w:jc w:val="center"/>
            </w:pPr>
            <w:r w:rsidRPr="007345CC"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  <w:t>/</w:t>
            </w:r>
          </w:p>
        </w:tc>
        <w:tc>
          <w:tcPr>
            <w:tcW w:w="1993" w:type="dxa"/>
            <w:shd w:val="clear" w:color="auto" w:fill="auto"/>
            <w:vAlign w:val="center"/>
          </w:tcPr>
          <w:p w14:paraId="39D8025A" w14:textId="77777777" w:rsidR="0091564D" w:rsidRPr="000E7219" w:rsidRDefault="0091564D" w:rsidP="000E7219">
            <w:p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2EDF05BF" w14:textId="77777777" w:rsidR="0091564D" w:rsidRPr="000E7219" w:rsidRDefault="0091564D" w:rsidP="000E7219">
            <w:pPr>
              <w:pStyle w:val="ListParagraph"/>
              <w:numPr>
                <w:ilvl w:val="0"/>
                <w:numId w:val="2"/>
              </w:numPr>
              <w:tabs>
                <w:tab w:val="left" w:pos="1153"/>
              </w:tabs>
              <w:jc w:val="center"/>
              <w:rPr>
                <w:rStyle w:val="Tablecaption"/>
                <w:rFonts w:ascii="Arabic Typesetting" w:hAnsi="Arabic Typesetting" w:cs="Arabic Typesetting"/>
                <w:sz w:val="30"/>
                <w:szCs w:val="30"/>
                <w:rtl/>
              </w:rPr>
            </w:pPr>
          </w:p>
        </w:tc>
      </w:tr>
    </w:tbl>
    <w:p w14:paraId="4DC91D2F" w14:textId="77777777" w:rsidR="00460967" w:rsidRPr="00460967" w:rsidRDefault="00460967" w:rsidP="00E163F3">
      <w:pPr>
        <w:tabs>
          <w:tab w:val="left" w:pos="1153"/>
        </w:tabs>
        <w:rPr>
          <w:rStyle w:val="Tablecaption"/>
          <w:rFonts w:ascii="Arabic Typesetting" w:hAnsi="Arabic Typesetting" w:cs="Arabic Typesetting"/>
          <w:sz w:val="20"/>
          <w:szCs w:val="20"/>
          <w:rtl/>
        </w:rPr>
      </w:pPr>
      <w:r w:rsidRPr="00460967">
        <w:rPr>
          <w:rStyle w:val="Tablecaption"/>
          <w:rFonts w:ascii="Arabic Typesetting" w:hAnsi="Arabic Typesetting" w:cs="Arabic Typesetting" w:hint="cs"/>
          <w:sz w:val="20"/>
          <w:szCs w:val="20"/>
          <w:rtl/>
        </w:rPr>
        <w:t xml:space="preserve">ح = حضور الطلاب  غ= غياب الطلاب </w:t>
      </w:r>
    </w:p>
    <w:p w14:paraId="37717914" w14:textId="77777777" w:rsidR="0018182B" w:rsidRDefault="0018182B" w:rsidP="000E7219">
      <w:pPr>
        <w:tabs>
          <w:tab w:val="left" w:pos="1153"/>
        </w:tabs>
        <w:rPr>
          <w:rStyle w:val="Tablecaption"/>
          <w:rFonts w:ascii="Arabic Typesetting" w:hAnsi="Arabic Typesetting" w:cs="Arabic Typesetting"/>
          <w:sz w:val="30"/>
          <w:szCs w:val="30"/>
          <w:rtl/>
        </w:rPr>
      </w:pPr>
    </w:p>
    <w:p w14:paraId="173EC86A" w14:textId="77777777" w:rsidR="000E7219" w:rsidRPr="000E7219" w:rsidRDefault="000E7219" w:rsidP="000E7219">
      <w:pPr>
        <w:tabs>
          <w:tab w:val="left" w:pos="1153"/>
        </w:tabs>
        <w:rPr>
          <w:rStyle w:val="Tablecaption"/>
          <w:rFonts w:ascii="Arabic Typesetting" w:hAnsi="Arabic Typesetting" w:cs="Arabic Typesetting"/>
          <w:sz w:val="30"/>
          <w:szCs w:val="30"/>
          <w:rtl/>
        </w:rPr>
      </w:pPr>
      <w:r w:rsidRPr="000E7219">
        <w:rPr>
          <w:rStyle w:val="Tablecaption"/>
          <w:rFonts w:ascii="Arabic Typesetting" w:hAnsi="Arabic Typesetting" w:cs="Arabic Typesetting" w:hint="cs"/>
          <w:sz w:val="30"/>
          <w:szCs w:val="30"/>
          <w:rtl/>
        </w:rPr>
        <w:t>مسؤول</w:t>
      </w:r>
      <w:r w:rsidRPr="000E7219">
        <w:rPr>
          <w:rStyle w:val="Tablecaption"/>
          <w:rFonts w:ascii="Arabic Typesetting" w:hAnsi="Arabic Typesetting" w:cs="Arabic Typesetting"/>
          <w:sz w:val="30"/>
          <w:szCs w:val="30"/>
          <w:rtl/>
        </w:rPr>
        <w:t xml:space="preserve"> </w:t>
      </w:r>
      <w:r w:rsidRPr="000E7219">
        <w:rPr>
          <w:rStyle w:val="Tablecaption"/>
          <w:rFonts w:ascii="Arabic Typesetting" w:hAnsi="Arabic Typesetting" w:cs="Arabic Typesetting" w:hint="cs"/>
          <w:sz w:val="30"/>
          <w:szCs w:val="30"/>
          <w:rtl/>
        </w:rPr>
        <w:t>النشاط</w:t>
      </w:r>
      <w:r w:rsidRPr="000E7219">
        <w:rPr>
          <w:rStyle w:val="Tablecaption"/>
          <w:rFonts w:ascii="Arabic Typesetting" w:hAnsi="Arabic Typesetting" w:cs="Arabic Typesetting"/>
          <w:sz w:val="30"/>
          <w:szCs w:val="30"/>
          <w:rtl/>
        </w:rPr>
        <w:t xml:space="preserve">: </w:t>
      </w:r>
      <w:r>
        <w:rPr>
          <w:rStyle w:val="Tablecaption"/>
          <w:rFonts w:ascii="Arabic Typesetting" w:hAnsi="Arabic Typesetting" w:cs="Arabic Typesetting" w:hint="cs"/>
          <w:sz w:val="30"/>
          <w:szCs w:val="30"/>
          <w:rtl/>
        </w:rPr>
        <w:t xml:space="preserve">               </w:t>
      </w:r>
      <w:r w:rsidRPr="000E7219">
        <w:rPr>
          <w:rStyle w:val="Tablecaption"/>
          <w:rFonts w:ascii="Arabic Typesetting" w:hAnsi="Arabic Typesetting" w:cs="Arabic Typesetting" w:hint="cs"/>
          <w:sz w:val="30"/>
          <w:szCs w:val="30"/>
          <w:rtl/>
        </w:rPr>
        <w:t xml:space="preserve">             التوقيع</w:t>
      </w:r>
      <w:r w:rsidRPr="000E7219">
        <w:rPr>
          <w:rStyle w:val="Tablecaption"/>
          <w:rFonts w:ascii="Arabic Typesetting" w:hAnsi="Arabic Typesetting" w:cs="Arabic Typesetting"/>
          <w:sz w:val="30"/>
          <w:szCs w:val="30"/>
          <w:rtl/>
        </w:rPr>
        <w:t xml:space="preserve"> :</w:t>
      </w:r>
      <w:r>
        <w:rPr>
          <w:rStyle w:val="Tablecaption"/>
          <w:rFonts w:ascii="Arabic Typesetting" w:hAnsi="Arabic Typesetting" w:cs="Arabic Typesetting" w:hint="cs"/>
          <w:sz w:val="30"/>
          <w:szCs w:val="30"/>
          <w:rtl/>
        </w:rPr>
        <w:t xml:space="preserve">                                    </w:t>
      </w:r>
      <w:r w:rsidRPr="000E7219">
        <w:rPr>
          <w:rStyle w:val="Tablecaption"/>
          <w:rFonts w:ascii="Arabic Typesetting" w:hAnsi="Arabic Typesetting" w:cs="Arabic Typesetting" w:hint="cs"/>
          <w:sz w:val="30"/>
          <w:szCs w:val="30"/>
          <w:rtl/>
        </w:rPr>
        <w:t>رائد</w:t>
      </w:r>
      <w:r w:rsidRPr="000E7219">
        <w:rPr>
          <w:rStyle w:val="Tablecaption"/>
          <w:rFonts w:ascii="Arabic Typesetting" w:hAnsi="Arabic Typesetting" w:cs="Arabic Typesetting"/>
          <w:sz w:val="30"/>
          <w:szCs w:val="30"/>
          <w:rtl/>
        </w:rPr>
        <w:t xml:space="preserve"> </w:t>
      </w:r>
      <w:r w:rsidRPr="000E7219">
        <w:rPr>
          <w:rStyle w:val="Tablecaption"/>
          <w:rFonts w:ascii="Arabic Typesetting" w:hAnsi="Arabic Typesetting" w:cs="Arabic Typesetting" w:hint="cs"/>
          <w:sz w:val="30"/>
          <w:szCs w:val="30"/>
          <w:rtl/>
        </w:rPr>
        <w:t>النشاط</w:t>
      </w:r>
      <w:r w:rsidRPr="000E7219">
        <w:rPr>
          <w:rStyle w:val="Tablecaption"/>
          <w:rFonts w:ascii="Arabic Typesetting" w:hAnsi="Arabic Typesetting" w:cs="Arabic Typesetting"/>
          <w:sz w:val="30"/>
          <w:szCs w:val="30"/>
          <w:rtl/>
        </w:rPr>
        <w:t xml:space="preserve">: </w:t>
      </w:r>
      <w:r>
        <w:rPr>
          <w:rStyle w:val="Tablecaption"/>
          <w:rFonts w:ascii="Arabic Typesetting" w:hAnsi="Arabic Typesetting" w:cs="Arabic Typesetting" w:hint="cs"/>
          <w:sz w:val="30"/>
          <w:szCs w:val="30"/>
          <w:rtl/>
        </w:rPr>
        <w:t xml:space="preserve">     </w:t>
      </w:r>
      <w:r w:rsidRPr="000E7219">
        <w:rPr>
          <w:rStyle w:val="Tablecaption"/>
          <w:rFonts w:ascii="Arabic Typesetting" w:hAnsi="Arabic Typesetting" w:cs="Arabic Typesetting" w:hint="cs"/>
          <w:sz w:val="30"/>
          <w:szCs w:val="30"/>
          <w:rtl/>
        </w:rPr>
        <w:t xml:space="preserve">                   التوقيع</w:t>
      </w:r>
      <w:r w:rsidRPr="000E7219">
        <w:rPr>
          <w:rStyle w:val="Tablecaption"/>
          <w:rFonts w:ascii="Arabic Typesetting" w:hAnsi="Arabic Typesetting" w:cs="Arabic Typesetting"/>
          <w:sz w:val="30"/>
          <w:szCs w:val="30"/>
          <w:rtl/>
        </w:rPr>
        <w:t xml:space="preserve"> :</w:t>
      </w:r>
    </w:p>
    <w:sectPr w:rsidR="000E7219" w:rsidRPr="000E7219" w:rsidSect="0018182B">
      <w:headerReference w:type="default" r:id="rId7"/>
      <w:footerReference w:type="default" r:id="rId8"/>
      <w:pgSz w:w="11906" w:h="16838"/>
      <w:pgMar w:top="1440" w:right="851" w:bottom="567" w:left="992" w:header="709" w:footer="709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7561B" w14:textId="77777777" w:rsidR="00F73133" w:rsidRDefault="00F73133" w:rsidP="000B54C1">
      <w:r>
        <w:separator/>
      </w:r>
    </w:p>
  </w:endnote>
  <w:endnote w:type="continuationSeparator" w:id="0">
    <w:p w14:paraId="0AC747DF" w14:textId="77777777" w:rsidR="00F73133" w:rsidRDefault="00F73133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3380C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50BCC" w14:textId="77777777" w:rsidR="00F73133" w:rsidRDefault="00F73133" w:rsidP="000B54C1">
      <w:r>
        <w:separator/>
      </w:r>
    </w:p>
  </w:footnote>
  <w:footnote w:type="continuationSeparator" w:id="0">
    <w:p w14:paraId="7A281F50" w14:textId="77777777" w:rsidR="00F73133" w:rsidRDefault="00F73133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085B1F6F" w14:textId="77777777" w:rsidTr="005302DE">
      <w:tc>
        <w:tcPr>
          <w:tcW w:w="3402" w:type="dxa"/>
          <w:vAlign w:val="center"/>
        </w:tcPr>
        <w:p w14:paraId="0378E3D4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255C35C1" wp14:editId="5D86F318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FC8E932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69A7114E" w14:textId="460CB483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3F0E02">
            <w:rPr>
              <w:rFonts w:cs="AL-Mohanad" w:hint="cs"/>
              <w:sz w:val="22"/>
              <w:szCs w:val="22"/>
              <w:rtl/>
            </w:rPr>
            <w:t>............</w:t>
          </w:r>
        </w:p>
        <w:p w14:paraId="494FDDFD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18040808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1D28D296" wp14:editId="4223896D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6DB4DB91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4E584083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2AAFBEBA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3334B6F2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2AD19DAC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1101C"/>
    <w:multiLevelType w:val="hybridMultilevel"/>
    <w:tmpl w:val="86785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779508">
    <w:abstractNumId w:val="0"/>
  </w:num>
  <w:num w:numId="2" w16cid:durableId="1336611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219"/>
    <w:rsid w:val="000168AB"/>
    <w:rsid w:val="00021FDF"/>
    <w:rsid w:val="0002710C"/>
    <w:rsid w:val="000561F9"/>
    <w:rsid w:val="000B54C1"/>
    <w:rsid w:val="000E7219"/>
    <w:rsid w:val="0012662B"/>
    <w:rsid w:val="0018182B"/>
    <w:rsid w:val="001D0A7D"/>
    <w:rsid w:val="002F57A0"/>
    <w:rsid w:val="00332D9C"/>
    <w:rsid w:val="00341DA8"/>
    <w:rsid w:val="003942ED"/>
    <w:rsid w:val="003C2673"/>
    <w:rsid w:val="003F0E02"/>
    <w:rsid w:val="004050BF"/>
    <w:rsid w:val="00460967"/>
    <w:rsid w:val="004D4A0E"/>
    <w:rsid w:val="004F62EE"/>
    <w:rsid w:val="005275B1"/>
    <w:rsid w:val="005302DE"/>
    <w:rsid w:val="00565997"/>
    <w:rsid w:val="00674CBA"/>
    <w:rsid w:val="0068143D"/>
    <w:rsid w:val="006E0A53"/>
    <w:rsid w:val="006E0D08"/>
    <w:rsid w:val="00726AB7"/>
    <w:rsid w:val="00726C3F"/>
    <w:rsid w:val="007A0ADD"/>
    <w:rsid w:val="00886A39"/>
    <w:rsid w:val="008A1DCE"/>
    <w:rsid w:val="008E6B73"/>
    <w:rsid w:val="0091564D"/>
    <w:rsid w:val="00952137"/>
    <w:rsid w:val="009C0A5D"/>
    <w:rsid w:val="00A345C3"/>
    <w:rsid w:val="00A765CF"/>
    <w:rsid w:val="00D472F1"/>
    <w:rsid w:val="00E163F3"/>
    <w:rsid w:val="00EB5EB7"/>
    <w:rsid w:val="00F73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5E371E"/>
  <w15:docId w15:val="{7EA434E2-E39B-414F-9975-6F44D4F7E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Tablecaption">
    <w:name w:val="Table caption"/>
    <w:rsid w:val="000E721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8"/>
      <w:szCs w:val="18"/>
      <w:u w:val="none"/>
      <w:lang w:val="ar-SA" w:eastAsia="ar-SA" w:bidi="ar-SA"/>
    </w:rPr>
  </w:style>
  <w:style w:type="paragraph" w:styleId="ListParagraph">
    <w:name w:val="List Paragraph"/>
    <w:basedOn w:val="Normal"/>
    <w:uiPriority w:val="34"/>
    <w:qFormat/>
    <w:rsid w:val="000E72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8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6</cp:revision>
  <cp:lastPrinted>2017-05-02T22:46:00Z</cp:lastPrinted>
  <dcterms:created xsi:type="dcterms:W3CDTF">2017-04-28T11:18:00Z</dcterms:created>
  <dcterms:modified xsi:type="dcterms:W3CDTF">2025-05-16T16:57:00Z</dcterms:modified>
</cp:coreProperties>
</file>