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0BE4BA6B" w14:textId="77777777" w:rsidTr="00C1066A">
        <w:tc>
          <w:tcPr>
            <w:tcW w:w="10348" w:type="dxa"/>
          </w:tcPr>
          <w:p w14:paraId="32F569B3" w14:textId="77777777" w:rsidR="005302DE" w:rsidRPr="00C1066A" w:rsidRDefault="00C1066A" w:rsidP="00C1066A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( 35 ) </w:t>
            </w:r>
          </w:p>
        </w:tc>
      </w:tr>
      <w:tr w:rsidR="005302DE" w14:paraId="31F8C267" w14:textId="77777777" w:rsidTr="00C1066A">
        <w:tc>
          <w:tcPr>
            <w:tcW w:w="10348" w:type="dxa"/>
          </w:tcPr>
          <w:p w14:paraId="60D04BCC" w14:textId="77777777" w:rsidR="005302DE" w:rsidRPr="00C1066A" w:rsidRDefault="00C1066A" w:rsidP="00C1066A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C1066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</w:t>
            </w:r>
            <w:r w:rsidRPr="00C1066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</w:t>
            </w:r>
            <w:r w:rsidRPr="00C1066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النمو</w:t>
            </w:r>
            <w:r w:rsidRPr="00C1066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ذ</w:t>
            </w:r>
            <w:r w:rsidRPr="00C1066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ج </w:t>
            </w:r>
            <w:r w:rsidRPr="00C1066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</w:t>
            </w:r>
            <w:r w:rsidRPr="00C1066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(و٠ط٠ع٠ن٠-ه٠-٠٢</w:t>
            </w:r>
            <w:r w:rsidRPr="00C1066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46ACA472" w14:textId="77777777" w:rsidTr="00C1066A">
        <w:tc>
          <w:tcPr>
            <w:tcW w:w="10348" w:type="dxa"/>
          </w:tcPr>
          <w:p w14:paraId="2F46B579" w14:textId="77777777" w:rsidR="005302DE" w:rsidRPr="00C1066A" w:rsidRDefault="00C1066A" w:rsidP="00C1066A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C1066A">
              <w:rPr>
                <w:rFonts w:cs="PT Bold Heading"/>
                <w:sz w:val="30"/>
                <w:szCs w:val="30"/>
                <w:rtl/>
              </w:rPr>
              <w:t>اسم النمو</w:t>
            </w:r>
            <w:r w:rsidRPr="00C1066A">
              <w:rPr>
                <w:rFonts w:cs="PT Bold Heading" w:hint="cs"/>
                <w:sz w:val="30"/>
                <w:szCs w:val="30"/>
                <w:rtl/>
              </w:rPr>
              <w:t>ذ</w:t>
            </w:r>
            <w:r w:rsidRPr="00C1066A">
              <w:rPr>
                <w:rFonts w:cs="PT Bold Heading"/>
                <w:sz w:val="30"/>
                <w:szCs w:val="30"/>
                <w:rtl/>
              </w:rPr>
              <w:t>ج</w:t>
            </w:r>
            <w:r w:rsidRPr="00C1066A">
              <w:rPr>
                <w:rFonts w:cs="PT Bold Heading" w:hint="cs"/>
                <w:sz w:val="30"/>
                <w:szCs w:val="30"/>
                <w:rtl/>
              </w:rPr>
              <w:t xml:space="preserve"> </w:t>
            </w:r>
            <w:r w:rsidRPr="00C1066A">
              <w:rPr>
                <w:rFonts w:cs="PT Bold Heading"/>
                <w:sz w:val="30"/>
                <w:szCs w:val="30"/>
                <w:rtl/>
              </w:rPr>
              <w:t>موافقة ولي امر</w:t>
            </w:r>
            <w:r w:rsidRPr="00C1066A">
              <w:rPr>
                <w:rFonts w:cs="PT Bold Heading" w:hint="cs"/>
                <w:sz w:val="30"/>
                <w:szCs w:val="30"/>
                <w:rtl/>
              </w:rPr>
              <w:t xml:space="preserve"> </w:t>
            </w:r>
            <w:r w:rsidRPr="00C1066A">
              <w:rPr>
                <w:rFonts w:cs="PT Bold Heading"/>
                <w:sz w:val="30"/>
                <w:szCs w:val="30"/>
                <w:rtl/>
              </w:rPr>
              <w:t>الطالب لمشاركة ابنه في نشاط مدرسي</w:t>
            </w:r>
            <w:r w:rsidRPr="00C1066A">
              <w:rPr>
                <w:rFonts w:cs="PT Bold Heading"/>
                <w:sz w:val="30"/>
                <w:szCs w:val="30"/>
                <w:rtl/>
              </w:rPr>
              <w:tab/>
            </w:r>
          </w:p>
        </w:tc>
      </w:tr>
    </w:tbl>
    <w:p w14:paraId="682D79CF" w14:textId="77777777" w:rsidR="00C1066A" w:rsidRDefault="00C1066A" w:rsidP="00C1066A">
      <w:pPr>
        <w:tabs>
          <w:tab w:val="left" w:pos="1153"/>
        </w:tabs>
        <w:rPr>
          <w:rFonts w:cs="AL-Mohanad"/>
          <w:color w:val="003300"/>
          <w:sz w:val="20"/>
          <w:szCs w:val="20"/>
          <w:rtl/>
        </w:rPr>
      </w:pPr>
    </w:p>
    <w:p w14:paraId="33A6F695" w14:textId="77777777" w:rsidR="00C1066A" w:rsidRDefault="00C1066A" w:rsidP="00C1066A">
      <w:pPr>
        <w:pStyle w:val="Headerorfooter0"/>
        <w:shd w:val="clear" w:color="auto" w:fill="auto"/>
        <w:tabs>
          <w:tab w:val="right" w:pos="5717"/>
        </w:tabs>
        <w:spacing w:line="240" w:lineRule="auto"/>
        <w:jc w:val="center"/>
        <w:rPr>
          <w:rtl/>
        </w:rPr>
      </w:pPr>
      <w:r>
        <w:rPr>
          <w:rStyle w:val="HeaderorfooterArial11ptBold"/>
          <w:rFonts w:hint="cs"/>
          <w:rtl/>
        </w:rPr>
        <w:t xml:space="preserve">                     </w:t>
      </w:r>
    </w:p>
    <w:p w14:paraId="274E79B0" w14:textId="77777777" w:rsidR="00C1066A" w:rsidRDefault="00C1066A" w:rsidP="00C1066A">
      <w:pPr>
        <w:tabs>
          <w:tab w:val="left" w:pos="1153"/>
        </w:tabs>
        <w:jc w:val="center"/>
        <w:rPr>
          <w:rFonts w:cs="AL-Mohanad"/>
          <w:color w:val="003300"/>
          <w:sz w:val="20"/>
          <w:szCs w:val="20"/>
          <w:rtl/>
        </w:rPr>
      </w:pPr>
    </w:p>
    <w:p w14:paraId="089F1A53" w14:textId="0DAE7218" w:rsidR="00C1066A" w:rsidRPr="00295737" w:rsidRDefault="00C1066A" w:rsidP="00677765">
      <w:pPr>
        <w:pStyle w:val="Bodytext20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hd w:val="clear" w:color="auto" w:fill="auto"/>
        <w:tabs>
          <w:tab w:val="left" w:pos="5069"/>
        </w:tabs>
        <w:spacing w:after="0" w:line="240" w:lineRule="auto"/>
        <w:ind w:left="373"/>
        <w:jc w:val="center"/>
        <w:rPr>
          <w:rFonts w:cs="DecoType Naskh"/>
          <w:sz w:val="34"/>
          <w:szCs w:val="34"/>
          <w:rtl/>
        </w:rPr>
      </w:pPr>
      <w:r w:rsidRPr="00295737">
        <w:rPr>
          <w:rFonts w:cs="DecoType Naskh"/>
          <w:sz w:val="34"/>
          <w:szCs w:val="34"/>
          <w:rtl/>
        </w:rPr>
        <w:t xml:space="preserve">العام </w:t>
      </w:r>
      <w:r w:rsidRPr="00295737">
        <w:rPr>
          <w:rFonts w:cs="DecoType Naskh" w:hint="cs"/>
          <w:sz w:val="34"/>
          <w:szCs w:val="34"/>
          <w:rtl/>
        </w:rPr>
        <w:t>الدراسي</w:t>
      </w:r>
      <w:r w:rsidRPr="00295737">
        <w:rPr>
          <w:rFonts w:cs="DecoType Naskh"/>
          <w:sz w:val="34"/>
          <w:szCs w:val="34"/>
          <w:rtl/>
        </w:rPr>
        <w:t xml:space="preserve"> </w:t>
      </w:r>
      <w:r w:rsidRPr="00295737">
        <w:rPr>
          <w:rFonts w:cs="DecoType Naskh" w:hint="cs"/>
          <w:sz w:val="34"/>
          <w:szCs w:val="34"/>
          <w:rtl/>
        </w:rPr>
        <w:t xml:space="preserve">          </w:t>
      </w:r>
      <w:r w:rsidRPr="00295737">
        <w:rPr>
          <w:rFonts w:cs="DecoType Naskh"/>
          <w:sz w:val="34"/>
          <w:szCs w:val="34"/>
          <w:rtl/>
        </w:rPr>
        <w:t>١٤</w:t>
      </w:r>
      <w:r w:rsidRPr="00295737">
        <w:rPr>
          <w:rFonts w:cs="DecoType Naskh" w:hint="cs"/>
          <w:sz w:val="34"/>
          <w:szCs w:val="34"/>
          <w:rtl/>
        </w:rPr>
        <w:t xml:space="preserve">هـ         14 هـ   </w:t>
      </w:r>
      <w:r w:rsidRPr="00295737">
        <w:rPr>
          <w:rFonts w:cs="DecoType Naskh"/>
          <w:sz w:val="34"/>
          <w:szCs w:val="34"/>
          <w:rtl/>
        </w:rPr>
        <w:t xml:space="preserve"> </w:t>
      </w:r>
      <w:r w:rsidRPr="00295737">
        <w:rPr>
          <w:rFonts w:cs="DecoType Naskh" w:hint="cs"/>
          <w:sz w:val="34"/>
          <w:szCs w:val="34"/>
          <w:rtl/>
        </w:rPr>
        <w:t xml:space="preserve">            </w:t>
      </w:r>
      <w:r w:rsidRPr="00295737">
        <w:rPr>
          <w:rFonts w:cs="DecoType Naskh"/>
          <w:sz w:val="34"/>
          <w:szCs w:val="34"/>
          <w:rtl/>
        </w:rPr>
        <w:t xml:space="preserve"> ال</w:t>
      </w:r>
      <w:r w:rsidRPr="00295737">
        <w:rPr>
          <w:rFonts w:cs="DecoType Naskh" w:hint="cs"/>
          <w:sz w:val="34"/>
          <w:szCs w:val="34"/>
          <w:rtl/>
        </w:rPr>
        <w:t>ف</w:t>
      </w:r>
      <w:r w:rsidRPr="00295737">
        <w:rPr>
          <w:rFonts w:cs="DecoType Naskh"/>
          <w:sz w:val="34"/>
          <w:szCs w:val="34"/>
          <w:rtl/>
        </w:rPr>
        <w:t>صل</w:t>
      </w:r>
      <w:r w:rsidRPr="00295737">
        <w:rPr>
          <w:rFonts w:cs="DecoType Naskh" w:hint="cs"/>
          <w:sz w:val="34"/>
          <w:szCs w:val="34"/>
          <w:rtl/>
        </w:rPr>
        <w:t xml:space="preserve"> الدراسي </w:t>
      </w:r>
      <w:r w:rsidR="00677765">
        <w:rPr>
          <w:rFonts w:cs="DecoType Naskh" w:hint="cs"/>
          <w:sz w:val="34"/>
          <w:szCs w:val="34"/>
          <w:rtl/>
        </w:rPr>
        <w:t>(              )</w:t>
      </w:r>
    </w:p>
    <w:p w14:paraId="5AC19D45" w14:textId="77777777" w:rsidR="00C1066A" w:rsidRPr="00295737" w:rsidRDefault="00C1066A" w:rsidP="00C1066A">
      <w:pPr>
        <w:pStyle w:val="Bodytext20"/>
        <w:shd w:val="clear" w:color="auto" w:fill="auto"/>
        <w:tabs>
          <w:tab w:val="left" w:pos="5069"/>
        </w:tabs>
        <w:spacing w:after="0" w:line="240" w:lineRule="auto"/>
        <w:ind w:left="373"/>
        <w:jc w:val="both"/>
        <w:rPr>
          <w:rFonts w:cs="DecoType Naskh"/>
          <w:sz w:val="20"/>
          <w:szCs w:val="20"/>
          <w:rtl/>
        </w:rPr>
      </w:pPr>
    </w:p>
    <w:tbl>
      <w:tblPr>
        <w:tblStyle w:val="TableGrid"/>
        <w:bidiVisual/>
        <w:tblW w:w="0" w:type="auto"/>
        <w:tblInd w:w="3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7"/>
      </w:tblGrid>
      <w:tr w:rsidR="00C1066A" w14:paraId="1911145A" w14:textId="77777777" w:rsidTr="00295737">
        <w:tc>
          <w:tcPr>
            <w:tcW w:w="10280" w:type="dxa"/>
          </w:tcPr>
          <w:p w14:paraId="50BB45F8" w14:textId="77777777" w:rsidR="00C1066A" w:rsidRPr="00295737" w:rsidRDefault="00295737" w:rsidP="00295737">
            <w:pPr>
              <w:pStyle w:val="Bodytext20"/>
              <w:shd w:val="clear" w:color="auto" w:fill="auto"/>
              <w:tabs>
                <w:tab w:val="left" w:pos="5069"/>
              </w:tabs>
              <w:spacing w:after="0" w:line="240" w:lineRule="auto"/>
              <w:jc w:val="both"/>
              <w:rPr>
                <w:rFonts w:cs="DecoType Naskh"/>
                <w:b/>
                <w:bCs/>
                <w:sz w:val="30"/>
                <w:szCs w:val="30"/>
                <w:rtl/>
              </w:rPr>
            </w:pP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>المكرم ولي</w:t>
            </w: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 xml:space="preserve"> أ</w:t>
            </w:r>
            <w:r w:rsidR="00C1066A"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 xml:space="preserve">مر الطالب </w:t>
            </w:r>
            <w:r w:rsidR="00C1066A"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>:</w:t>
            </w:r>
            <w:r w:rsidR="00C1066A"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ab/>
            </w:r>
            <w:r>
              <w:rPr>
                <w:rFonts w:cs="DecoType Naskh" w:hint="cs"/>
                <w:b/>
                <w:bCs/>
                <w:sz w:val="30"/>
                <w:szCs w:val="30"/>
                <w:rtl/>
              </w:rPr>
              <w:t xml:space="preserve">                    </w:t>
            </w:r>
            <w:r w:rsidR="00C1066A"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 xml:space="preserve">                </w:t>
            </w:r>
            <w:r w:rsidR="00C1066A"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>حفظه ا</w:t>
            </w:r>
            <w:r w:rsidR="00C1066A"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>لله</w:t>
            </w:r>
          </w:p>
          <w:p w14:paraId="3B781622" w14:textId="77777777" w:rsidR="00C1066A" w:rsidRPr="00295737" w:rsidRDefault="00C1066A" w:rsidP="00C1066A">
            <w:pPr>
              <w:pStyle w:val="Bodytext20"/>
              <w:shd w:val="clear" w:color="auto" w:fill="auto"/>
              <w:tabs>
                <w:tab w:val="left" w:pos="2105"/>
                <w:tab w:val="left" w:pos="4738"/>
              </w:tabs>
              <w:spacing w:after="0" w:line="240" w:lineRule="auto"/>
              <w:ind w:right="284"/>
              <w:rPr>
                <w:rFonts w:cs="DecoType Naskh"/>
                <w:b/>
                <w:bCs/>
                <w:sz w:val="30"/>
                <w:szCs w:val="30"/>
                <w:rtl/>
              </w:rPr>
            </w:pP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>ا</w:t>
            </w: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>لسلام</w:t>
            </w: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 xml:space="preserve"> عليكم ورحمة الله وبركاته وبعد </w:t>
            </w: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>:</w:t>
            </w: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 xml:space="preserve"> </w:t>
            </w: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 xml:space="preserve">     </w:t>
            </w:r>
          </w:p>
          <w:p w14:paraId="08F5E46E" w14:textId="77777777" w:rsidR="00C1066A" w:rsidRDefault="00C1066A" w:rsidP="00C1066A">
            <w:pPr>
              <w:pStyle w:val="Bodytext20"/>
              <w:shd w:val="clear" w:color="auto" w:fill="auto"/>
              <w:tabs>
                <w:tab w:val="left" w:pos="2105"/>
              </w:tabs>
              <w:spacing w:after="0" w:line="240" w:lineRule="auto"/>
              <w:ind w:right="284"/>
              <w:rPr>
                <w:rFonts w:cs="DecoType Naskh"/>
                <w:sz w:val="30"/>
                <w:szCs w:val="30"/>
                <w:rtl/>
              </w:rPr>
            </w:pPr>
            <w:r w:rsidRPr="00C1066A">
              <w:rPr>
                <w:rFonts w:cs="DecoType Naskh"/>
                <w:sz w:val="30"/>
                <w:szCs w:val="30"/>
                <w:rtl/>
              </w:rPr>
              <w:t>تعتزم المدر</w:t>
            </w:r>
            <w:r w:rsidRPr="00C1066A">
              <w:rPr>
                <w:rStyle w:val="Bodytext28pt"/>
                <w:rFonts w:cs="DecoType Naskh" w:hint="cs"/>
                <w:sz w:val="28"/>
                <w:szCs w:val="28"/>
                <w:rtl/>
              </w:rPr>
              <w:t xml:space="preserve">سة القيام </w:t>
            </w:r>
            <w:r w:rsidRPr="00C1066A">
              <w:rPr>
                <w:rFonts w:cs="DecoType Naskh"/>
                <w:sz w:val="30"/>
                <w:szCs w:val="30"/>
                <w:rtl/>
              </w:rPr>
              <w:t xml:space="preserve"> ب</w:t>
            </w:r>
            <w:r w:rsidRPr="00C1066A">
              <w:rPr>
                <w:rFonts w:cs="DecoType Naskh" w:hint="cs"/>
                <w:sz w:val="30"/>
                <w:szCs w:val="30"/>
                <w:rtl/>
              </w:rPr>
              <w:t xml:space="preserve">       </w:t>
            </w:r>
            <w:r w:rsidRPr="00C1066A">
              <w:rPr>
                <w:rFonts w:cs="DecoType Naskh"/>
                <w:sz w:val="30"/>
                <w:szCs w:val="30"/>
                <w:rtl/>
              </w:rPr>
              <w:tab/>
            </w:r>
            <w:r w:rsidRPr="00C1066A">
              <w:rPr>
                <w:rFonts w:cs="DecoType Naskh" w:hint="cs"/>
                <w:sz w:val="30"/>
                <w:szCs w:val="30"/>
                <w:rtl/>
              </w:rPr>
              <w:t xml:space="preserve"> </w:t>
            </w:r>
            <w:r>
              <w:rPr>
                <w:rFonts w:cs="DecoType Naskh" w:hint="cs"/>
                <w:sz w:val="30"/>
                <w:szCs w:val="30"/>
              </w:rPr>
              <w:sym w:font="Wingdings" w:char="F0A8"/>
            </w:r>
            <w:r w:rsidRPr="00C1066A">
              <w:rPr>
                <w:rFonts w:cs="DecoType Naskh" w:hint="cs"/>
                <w:sz w:val="30"/>
                <w:szCs w:val="30"/>
                <w:rtl/>
              </w:rPr>
              <w:t xml:space="preserve"> </w:t>
            </w:r>
            <w:r w:rsidRPr="00C1066A">
              <w:rPr>
                <w:rFonts w:cs="DecoType Naskh"/>
                <w:sz w:val="30"/>
                <w:szCs w:val="30"/>
                <w:rtl/>
              </w:rPr>
              <w:t>رحلة</w:t>
            </w:r>
            <w:r w:rsidRPr="00C1066A">
              <w:rPr>
                <w:rFonts w:cs="DecoType Naskh" w:hint="cs"/>
                <w:sz w:val="30"/>
                <w:szCs w:val="30"/>
                <w:rtl/>
              </w:rPr>
              <w:t xml:space="preserve">             </w:t>
            </w:r>
            <w:r>
              <w:rPr>
                <w:rFonts w:cs="DecoType Naskh" w:hint="cs"/>
                <w:sz w:val="30"/>
                <w:szCs w:val="30"/>
              </w:rPr>
              <w:sym w:font="Wingdings" w:char="F0A8"/>
            </w:r>
            <w:r>
              <w:rPr>
                <w:rFonts w:cs="DecoType Naskh" w:hint="cs"/>
                <w:sz w:val="30"/>
                <w:szCs w:val="30"/>
                <w:rtl/>
              </w:rPr>
              <w:t xml:space="preserve"> </w:t>
            </w:r>
            <w:r w:rsidRPr="00C1066A">
              <w:rPr>
                <w:rFonts w:cs="DecoType Naskh"/>
                <w:sz w:val="30"/>
                <w:szCs w:val="30"/>
                <w:rtl/>
              </w:rPr>
              <w:t xml:space="preserve"> زيارة مشاركة</w:t>
            </w:r>
            <w:r w:rsidRPr="00C1066A">
              <w:rPr>
                <w:rFonts w:cs="DecoType Naskh"/>
                <w:sz w:val="30"/>
                <w:szCs w:val="30"/>
                <w:rtl/>
              </w:rPr>
              <w:tab/>
            </w:r>
            <w:r w:rsidRPr="00C1066A">
              <w:rPr>
                <w:rFonts w:cs="DecoType Naskh" w:hint="cs"/>
                <w:sz w:val="30"/>
                <w:szCs w:val="30"/>
                <w:rtl/>
              </w:rPr>
              <w:t xml:space="preserve">         </w:t>
            </w:r>
            <w:r>
              <w:rPr>
                <w:rFonts w:cs="DecoType Naskh" w:hint="cs"/>
                <w:sz w:val="30"/>
                <w:szCs w:val="30"/>
              </w:rPr>
              <w:sym w:font="Wingdings" w:char="F0A8"/>
            </w:r>
            <w:r w:rsidRPr="00C1066A">
              <w:rPr>
                <w:rFonts w:cs="DecoType Naskh" w:hint="cs"/>
                <w:sz w:val="30"/>
                <w:szCs w:val="30"/>
                <w:rtl/>
              </w:rPr>
              <w:t xml:space="preserve"> </w:t>
            </w:r>
            <w:r w:rsidRPr="00C1066A">
              <w:rPr>
                <w:rFonts w:cs="DecoType Naskh" w:hint="cs"/>
                <w:b/>
                <w:bCs/>
                <w:sz w:val="30"/>
                <w:szCs w:val="30"/>
                <w:rtl/>
              </w:rPr>
              <w:t>اخرى تذكر</w:t>
            </w:r>
            <w:r w:rsidRPr="00C1066A">
              <w:rPr>
                <w:rFonts w:cs="DecoType Naskh"/>
                <w:sz w:val="30"/>
                <w:szCs w:val="30"/>
                <w:rtl/>
              </w:rPr>
              <w:t xml:space="preserve"> </w:t>
            </w:r>
          </w:p>
          <w:tbl>
            <w:tblPr>
              <w:tblStyle w:val="TableGrid"/>
              <w:bidiVisual/>
              <w:tblW w:w="0" w:type="auto"/>
              <w:tblBorders>
                <w:top w:val="dashSmallGap" w:sz="2" w:space="0" w:color="auto"/>
                <w:left w:val="dashSmallGap" w:sz="2" w:space="0" w:color="auto"/>
                <w:bottom w:val="dashSmallGap" w:sz="2" w:space="0" w:color="auto"/>
                <w:right w:val="dashSmallGap" w:sz="2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676"/>
            </w:tblGrid>
            <w:tr w:rsidR="00C1066A" w14:paraId="79A25F82" w14:textId="77777777" w:rsidTr="00C00EE3">
              <w:tc>
                <w:tcPr>
                  <w:tcW w:w="9676" w:type="dxa"/>
                  <w:shd w:val="clear" w:color="auto" w:fill="D9D9D9" w:themeFill="background1" w:themeFillShade="D9"/>
                </w:tcPr>
                <w:p w14:paraId="5C490DC6" w14:textId="77777777" w:rsidR="00C1066A" w:rsidRDefault="00C1066A" w:rsidP="00C1066A">
                  <w:pPr>
                    <w:pStyle w:val="Bodytext20"/>
                    <w:shd w:val="clear" w:color="auto" w:fill="auto"/>
                    <w:tabs>
                      <w:tab w:val="left" w:pos="2105"/>
                    </w:tabs>
                    <w:spacing w:after="0" w:line="240" w:lineRule="auto"/>
                    <w:ind w:right="284"/>
                    <w:rPr>
                      <w:rFonts w:cs="DecoType Naskh"/>
                      <w:sz w:val="30"/>
                      <w:szCs w:val="30"/>
                      <w:rtl/>
                    </w:rPr>
                  </w:pPr>
                </w:p>
              </w:tc>
            </w:tr>
          </w:tbl>
          <w:p w14:paraId="653704B9" w14:textId="77777777" w:rsidR="00C1066A" w:rsidRPr="00295737" w:rsidRDefault="00C1066A" w:rsidP="00C1066A">
            <w:pPr>
              <w:pStyle w:val="Bodytext20"/>
              <w:shd w:val="clear" w:color="auto" w:fill="auto"/>
              <w:tabs>
                <w:tab w:val="left" w:pos="2419"/>
                <w:tab w:val="left" w:pos="3634"/>
                <w:tab w:val="left" w:pos="6331"/>
              </w:tabs>
              <w:spacing w:after="0" w:line="240" w:lineRule="auto"/>
              <w:ind w:right="-426"/>
              <w:jc w:val="both"/>
              <w:rPr>
                <w:rFonts w:cs="DecoType Naskh"/>
                <w:b/>
                <w:bCs/>
                <w:sz w:val="30"/>
                <w:szCs w:val="30"/>
                <w:rtl/>
              </w:rPr>
            </w:pP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>وذلك يوم /</w:t>
            </w: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 xml:space="preserve">   </w:t>
            </w: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ab/>
            </w: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 xml:space="preserve">  </w:t>
            </w: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>الموافق</w:t>
            </w: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 xml:space="preserve">    </w:t>
            </w: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 xml:space="preserve"> /</w:t>
            </w: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ab/>
            </w: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 xml:space="preserve">     </w:t>
            </w: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>/</w:t>
            </w: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 xml:space="preserve">    </w:t>
            </w: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 xml:space="preserve"> ١٤</w:t>
            </w: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 xml:space="preserve">هـ  </w:t>
            </w: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 xml:space="preserve"> </w:t>
            </w:r>
            <w:r w:rsidRPr="00295737">
              <w:rPr>
                <w:rFonts w:hint="cs"/>
                <w:sz w:val="30"/>
                <w:szCs w:val="30"/>
                <w:rtl/>
              </w:rPr>
              <w:t xml:space="preserve">من  </w:t>
            </w: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 xml:space="preserve">الساعة </w:t>
            </w: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>(           )</w:t>
            </w: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 xml:space="preserve"> صباحا </w:t>
            </w: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 xml:space="preserve">/  </w:t>
            </w: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 xml:space="preserve">مساء </w:t>
            </w:r>
          </w:p>
          <w:p w14:paraId="0ABD08D9" w14:textId="77777777" w:rsidR="00C1066A" w:rsidRPr="00295737" w:rsidRDefault="00C1066A" w:rsidP="00C1066A">
            <w:pPr>
              <w:pStyle w:val="Bodytext20"/>
              <w:shd w:val="clear" w:color="auto" w:fill="auto"/>
              <w:spacing w:after="0" w:line="240" w:lineRule="auto"/>
              <w:jc w:val="both"/>
              <w:rPr>
                <w:rFonts w:cs="DecoType Naskh"/>
                <w:b/>
                <w:bCs/>
                <w:sz w:val="30"/>
                <w:szCs w:val="30"/>
                <w:rtl/>
              </w:rPr>
            </w:pP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>وستكون العودة بمشيئة</w:t>
            </w: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 xml:space="preserve"> في </w:t>
            </w: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 xml:space="preserve"> الساعة </w:t>
            </w: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>(             )</w:t>
            </w: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 xml:space="preserve"> وقد تم ترشيح أبنكم ضمن الطلاب المشاركين في هذا النشاط عليه</w:t>
            </w:r>
          </w:p>
          <w:p w14:paraId="110925EE" w14:textId="77777777" w:rsidR="00C1066A" w:rsidRPr="00295737" w:rsidRDefault="00C1066A" w:rsidP="00C1066A">
            <w:pPr>
              <w:pStyle w:val="Bodytext20"/>
              <w:shd w:val="clear" w:color="auto" w:fill="auto"/>
              <w:spacing w:after="0" w:line="240" w:lineRule="auto"/>
              <w:jc w:val="both"/>
              <w:rPr>
                <w:rFonts w:cs="DecoType Naskh"/>
                <w:b/>
                <w:bCs/>
                <w:sz w:val="30"/>
                <w:szCs w:val="30"/>
                <w:rtl/>
              </w:rPr>
            </w:pP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>نأمل موافاتنا بموافقتكم او عدمها لتتسنى لنا إجراء اللازم</w:t>
            </w:r>
          </w:p>
          <w:p w14:paraId="2700DEAC" w14:textId="77777777" w:rsidR="00C1066A" w:rsidRPr="00295737" w:rsidRDefault="00C1066A" w:rsidP="00C1066A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cs="DecoType Naskh"/>
                <w:b/>
                <w:bCs/>
                <w:sz w:val="30"/>
                <w:szCs w:val="30"/>
                <w:rtl/>
              </w:rPr>
            </w:pP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 xml:space="preserve">                                                                               ق</w:t>
            </w: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>ا</w:t>
            </w: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>ئ</w:t>
            </w: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>د المدرسة</w:t>
            </w:r>
          </w:p>
          <w:p w14:paraId="676B43B3" w14:textId="77777777" w:rsidR="00C1066A" w:rsidRDefault="00C1066A" w:rsidP="00C1066A">
            <w:pPr>
              <w:pStyle w:val="Bodytext20"/>
              <w:shd w:val="clear" w:color="auto" w:fill="auto"/>
              <w:tabs>
                <w:tab w:val="left" w:pos="5069"/>
              </w:tabs>
              <w:spacing w:after="0" w:line="240" w:lineRule="auto"/>
              <w:jc w:val="both"/>
              <w:rPr>
                <w:rFonts w:cs="DecoType Naskh"/>
                <w:sz w:val="28"/>
                <w:szCs w:val="28"/>
                <w:rtl/>
              </w:rPr>
            </w:pPr>
          </w:p>
        </w:tc>
      </w:tr>
    </w:tbl>
    <w:p w14:paraId="3F4690DE" w14:textId="77777777" w:rsidR="00C1066A" w:rsidRPr="00295737" w:rsidRDefault="00C1066A" w:rsidP="00C1066A">
      <w:pPr>
        <w:pStyle w:val="Bodytext20"/>
        <w:shd w:val="clear" w:color="auto" w:fill="auto"/>
        <w:tabs>
          <w:tab w:val="left" w:pos="5069"/>
        </w:tabs>
        <w:spacing w:after="0" w:line="240" w:lineRule="auto"/>
        <w:ind w:left="373"/>
        <w:jc w:val="both"/>
        <w:rPr>
          <w:rFonts w:cs="DecoType Naskh"/>
          <w:sz w:val="10"/>
          <w:szCs w:val="10"/>
          <w:rtl/>
        </w:rPr>
      </w:pPr>
    </w:p>
    <w:tbl>
      <w:tblPr>
        <w:tblStyle w:val="TableGrid"/>
        <w:bidiVisual/>
        <w:tblW w:w="0" w:type="auto"/>
        <w:tblInd w:w="3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7"/>
      </w:tblGrid>
      <w:tr w:rsidR="00C1066A" w14:paraId="5CBFDE1E" w14:textId="77777777" w:rsidTr="00295737">
        <w:tc>
          <w:tcPr>
            <w:tcW w:w="10280" w:type="dxa"/>
          </w:tcPr>
          <w:p w14:paraId="11307C21" w14:textId="77777777" w:rsidR="00C1066A" w:rsidRPr="00295737" w:rsidRDefault="00C1066A" w:rsidP="00C1066A">
            <w:pPr>
              <w:pStyle w:val="Bodytext20"/>
              <w:shd w:val="clear" w:color="auto" w:fill="auto"/>
              <w:tabs>
                <w:tab w:val="left" w:pos="1493"/>
                <w:tab w:val="left" w:pos="2419"/>
              </w:tabs>
              <w:spacing w:after="0" w:line="240" w:lineRule="auto"/>
              <w:jc w:val="both"/>
              <w:rPr>
                <w:rFonts w:cs="DecoType Naskh"/>
                <w:b/>
                <w:bCs/>
                <w:sz w:val="30"/>
                <w:szCs w:val="30"/>
                <w:rtl/>
              </w:rPr>
            </w:pP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 xml:space="preserve">راي ولي الامر </w:t>
            </w: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>:</w:t>
            </w:r>
            <w:r w:rsidRPr="00295737">
              <w:rPr>
                <w:rFonts w:cs="DecoType Naskh" w:hint="cs"/>
                <w:b/>
                <w:bCs/>
                <w:sz w:val="30"/>
                <w:szCs w:val="30"/>
              </w:rPr>
              <w:sym w:font="Wingdings" w:char="F0A8"/>
            </w: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 xml:space="preserve">  </w:t>
            </w: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>موافق</w:t>
            </w: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ab/>
            </w:r>
            <w:r w:rsidR="00295737"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 xml:space="preserve">                   </w:t>
            </w:r>
            <w:r w:rsidRPr="00295737">
              <w:rPr>
                <w:rFonts w:cs="DecoType Naskh" w:hint="cs"/>
                <w:b/>
                <w:bCs/>
                <w:sz w:val="30"/>
                <w:szCs w:val="30"/>
              </w:rPr>
              <w:sym w:font="Wingdings" w:char="F0A8"/>
            </w: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 xml:space="preserve">  </w:t>
            </w: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>غير موافق</w:t>
            </w:r>
          </w:p>
          <w:p w14:paraId="0C16AB8C" w14:textId="77777777" w:rsidR="00C1066A" w:rsidRPr="00C1066A" w:rsidRDefault="00C1066A" w:rsidP="00295737">
            <w:pPr>
              <w:pStyle w:val="Bodytext20"/>
              <w:shd w:val="clear" w:color="auto" w:fill="auto"/>
              <w:spacing w:after="0" w:line="240" w:lineRule="auto"/>
              <w:jc w:val="both"/>
              <w:rPr>
                <w:rFonts w:cs="DecoType Naskh"/>
                <w:sz w:val="30"/>
                <w:szCs w:val="30"/>
                <w:rtl/>
              </w:rPr>
            </w:pPr>
          </w:p>
        </w:tc>
      </w:tr>
    </w:tbl>
    <w:p w14:paraId="47B910F2" w14:textId="77777777" w:rsidR="00C1066A" w:rsidRPr="00295737" w:rsidRDefault="00C1066A" w:rsidP="00295737">
      <w:pPr>
        <w:pStyle w:val="Bodytext20"/>
        <w:shd w:val="clear" w:color="auto" w:fill="auto"/>
        <w:tabs>
          <w:tab w:val="left" w:pos="5069"/>
        </w:tabs>
        <w:spacing w:after="0" w:line="240" w:lineRule="auto"/>
        <w:jc w:val="both"/>
        <w:rPr>
          <w:rFonts w:cs="DecoType Naskh"/>
          <w:sz w:val="10"/>
          <w:szCs w:val="10"/>
          <w:rtl/>
        </w:rPr>
      </w:pPr>
    </w:p>
    <w:tbl>
      <w:tblPr>
        <w:tblStyle w:val="TableGrid"/>
        <w:bidiVisual/>
        <w:tblW w:w="0" w:type="auto"/>
        <w:tblInd w:w="3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7"/>
      </w:tblGrid>
      <w:tr w:rsidR="00295737" w14:paraId="26FF9BB4" w14:textId="77777777" w:rsidTr="00295737">
        <w:tc>
          <w:tcPr>
            <w:tcW w:w="10280" w:type="dxa"/>
          </w:tcPr>
          <w:p w14:paraId="21CBEAE8" w14:textId="77777777" w:rsidR="00295737" w:rsidRDefault="00295737" w:rsidP="00C1066A">
            <w:pPr>
              <w:pStyle w:val="Bodytext20"/>
              <w:shd w:val="clear" w:color="auto" w:fill="auto"/>
              <w:tabs>
                <w:tab w:val="left" w:pos="5069"/>
              </w:tabs>
              <w:spacing w:after="0" w:line="240" w:lineRule="auto"/>
              <w:jc w:val="both"/>
              <w:rPr>
                <w:rFonts w:cs="DecoType Naskh"/>
                <w:sz w:val="28"/>
                <w:szCs w:val="28"/>
                <w:rtl/>
              </w:rPr>
            </w:pPr>
            <w:r w:rsidRPr="00295737">
              <w:rPr>
                <w:rFonts w:cs="DecoType Naskh"/>
                <w:b/>
                <w:bCs/>
                <w:sz w:val="30"/>
                <w:szCs w:val="30"/>
                <w:rtl/>
              </w:rPr>
              <w:t>اسم ولي الامر</w:t>
            </w:r>
            <w:r w:rsidRPr="00295737">
              <w:rPr>
                <w:rFonts w:cs="DecoType Naskh" w:hint="cs"/>
                <w:b/>
                <w:bCs/>
                <w:sz w:val="30"/>
                <w:szCs w:val="30"/>
                <w:rtl/>
              </w:rPr>
              <w:t>:                                     التوقيع :</w:t>
            </w:r>
          </w:p>
        </w:tc>
      </w:tr>
    </w:tbl>
    <w:p w14:paraId="3704FE91" w14:textId="77777777" w:rsidR="00295737" w:rsidRDefault="00295737" w:rsidP="00295737">
      <w:pPr>
        <w:pStyle w:val="Bodytext20"/>
        <w:shd w:val="clear" w:color="auto" w:fill="auto"/>
        <w:tabs>
          <w:tab w:val="left" w:pos="5069"/>
        </w:tabs>
        <w:spacing w:after="0" w:line="240" w:lineRule="auto"/>
        <w:jc w:val="both"/>
        <w:rPr>
          <w:rFonts w:cs="DecoType Naskh"/>
          <w:sz w:val="28"/>
          <w:szCs w:val="28"/>
          <w:rtl/>
        </w:rPr>
      </w:pPr>
    </w:p>
    <w:p w14:paraId="55A6C0AA" w14:textId="77777777" w:rsidR="00C1066A" w:rsidRDefault="00C1066A" w:rsidP="00C1066A">
      <w:pPr>
        <w:pStyle w:val="Bodytext20"/>
        <w:shd w:val="clear" w:color="auto" w:fill="auto"/>
        <w:tabs>
          <w:tab w:val="left" w:pos="5069"/>
        </w:tabs>
        <w:spacing w:after="0" w:line="240" w:lineRule="auto"/>
        <w:ind w:left="373"/>
        <w:jc w:val="both"/>
        <w:rPr>
          <w:rFonts w:cs="DecoType Naskh"/>
          <w:sz w:val="28"/>
          <w:szCs w:val="28"/>
          <w:rtl/>
        </w:rPr>
      </w:pPr>
    </w:p>
    <w:p w14:paraId="793A183D" w14:textId="77777777" w:rsidR="003C2673" w:rsidRPr="00295737" w:rsidRDefault="00C1066A" w:rsidP="00C1066A">
      <w:pPr>
        <w:ind w:left="-1" w:right="-851"/>
        <w:rPr>
          <w:sz w:val="20"/>
          <w:szCs w:val="20"/>
          <w:rtl/>
        </w:rPr>
      </w:pPr>
      <w:r w:rsidRPr="00295737">
        <w:rPr>
          <w:sz w:val="20"/>
          <w:szCs w:val="20"/>
          <w:rtl/>
        </w:rPr>
        <w:t>ملاحظة يجب اعادة هذا الخطاب للمد</w:t>
      </w:r>
      <w:r w:rsidR="00295737" w:rsidRPr="00295737">
        <w:rPr>
          <w:sz w:val="20"/>
          <w:szCs w:val="20"/>
          <w:rtl/>
        </w:rPr>
        <w:t xml:space="preserve">رسة بعد اطلاع وتوقيع ولي الأمر </w:t>
      </w:r>
    </w:p>
    <w:sectPr w:rsidR="003C2673" w:rsidRPr="00295737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F0092E" w14:textId="77777777" w:rsidR="004D7599" w:rsidRDefault="004D7599" w:rsidP="000B54C1">
      <w:r>
        <w:separator/>
      </w:r>
    </w:p>
  </w:endnote>
  <w:endnote w:type="continuationSeparator" w:id="0">
    <w:p w14:paraId="3B08909F" w14:textId="77777777" w:rsidR="004D7599" w:rsidRDefault="004D7599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27395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B716A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7318B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3F922" w14:textId="77777777" w:rsidR="004D7599" w:rsidRDefault="004D7599" w:rsidP="000B54C1">
      <w:r>
        <w:separator/>
      </w:r>
    </w:p>
  </w:footnote>
  <w:footnote w:type="continuationSeparator" w:id="0">
    <w:p w14:paraId="5A8F9370" w14:textId="77777777" w:rsidR="004D7599" w:rsidRDefault="004D7599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36E2D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55351F13" w14:textId="77777777" w:rsidTr="005302DE">
      <w:tc>
        <w:tcPr>
          <w:tcW w:w="3402" w:type="dxa"/>
          <w:vAlign w:val="center"/>
        </w:tcPr>
        <w:p w14:paraId="52A337A1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256A4D86" wp14:editId="7A2CD1F0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A9A025D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615992AF" w14:textId="0DD109F8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CD3D27">
            <w:rPr>
              <w:rFonts w:cs="AL-Mohanad" w:hint="cs"/>
              <w:sz w:val="22"/>
              <w:szCs w:val="22"/>
              <w:rtl/>
            </w:rPr>
            <w:t>..........</w:t>
          </w:r>
        </w:p>
        <w:p w14:paraId="445D28CD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44F32986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247ED03C" wp14:editId="300764F1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3F8CC67B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16A73D7E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28EED853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6DEDC1EA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71F5F97C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2C34F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560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66A"/>
    <w:rsid w:val="000168AB"/>
    <w:rsid w:val="00021FDF"/>
    <w:rsid w:val="000B54C1"/>
    <w:rsid w:val="0012662B"/>
    <w:rsid w:val="001D0A7D"/>
    <w:rsid w:val="00295737"/>
    <w:rsid w:val="002F57A0"/>
    <w:rsid w:val="00332D9C"/>
    <w:rsid w:val="00341DA8"/>
    <w:rsid w:val="003942ED"/>
    <w:rsid w:val="003A08A8"/>
    <w:rsid w:val="003B4FEE"/>
    <w:rsid w:val="003C2673"/>
    <w:rsid w:val="004050BF"/>
    <w:rsid w:val="004D4A0E"/>
    <w:rsid w:val="004D7599"/>
    <w:rsid w:val="004F62EE"/>
    <w:rsid w:val="005275B1"/>
    <w:rsid w:val="005302DE"/>
    <w:rsid w:val="00565997"/>
    <w:rsid w:val="00674CBA"/>
    <w:rsid w:val="00677765"/>
    <w:rsid w:val="0068143D"/>
    <w:rsid w:val="006C26DB"/>
    <w:rsid w:val="006E0A53"/>
    <w:rsid w:val="006E0D08"/>
    <w:rsid w:val="00726AB7"/>
    <w:rsid w:val="00726C3F"/>
    <w:rsid w:val="00786AC3"/>
    <w:rsid w:val="007A0ADD"/>
    <w:rsid w:val="00886A39"/>
    <w:rsid w:val="008A1DCE"/>
    <w:rsid w:val="008E6B73"/>
    <w:rsid w:val="009C0A5D"/>
    <w:rsid w:val="00A345C3"/>
    <w:rsid w:val="00A765CF"/>
    <w:rsid w:val="00C00EE3"/>
    <w:rsid w:val="00C1066A"/>
    <w:rsid w:val="00CD3D27"/>
    <w:rsid w:val="00D472F1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DE5ECB"/>
  <w15:docId w15:val="{7EA434E2-E39B-414F-9975-6F44D4F7E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Bodytext2">
    <w:name w:val="Body text (2)_"/>
    <w:link w:val="Bodytext20"/>
    <w:rsid w:val="00C1066A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C1066A"/>
    <w:pPr>
      <w:widowControl w:val="0"/>
      <w:shd w:val="clear" w:color="auto" w:fill="FFFFFF"/>
      <w:spacing w:after="120" w:line="389" w:lineRule="exact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Headerorfooter">
    <w:name w:val="Header or footer_"/>
    <w:link w:val="Headerorfooter0"/>
    <w:rsid w:val="00C1066A"/>
    <w:rPr>
      <w:rFonts w:ascii="Microsoft Sans Serif" w:eastAsia="Microsoft Sans Serif" w:hAnsi="Microsoft Sans Serif" w:cs="Microsoft Sans Serif"/>
      <w:sz w:val="14"/>
      <w:szCs w:val="14"/>
      <w:shd w:val="clear" w:color="auto" w:fill="FFFFFF"/>
    </w:rPr>
  </w:style>
  <w:style w:type="character" w:customStyle="1" w:styleId="HeaderorfooterArial11ptBold">
    <w:name w:val="Header or footer + Arial;11 pt;Bold"/>
    <w:rsid w:val="00C1066A"/>
    <w:rPr>
      <w:rFonts w:ascii="Arial" w:eastAsia="Arial" w:hAnsi="Arial" w:cs="Arial"/>
      <w:b/>
      <w:bCs/>
      <w:i w:val="0"/>
      <w:iCs w:val="0"/>
      <w:smallCaps w:val="0"/>
      <w:strike w:val="0"/>
      <w:color w:val="404142"/>
      <w:spacing w:val="0"/>
      <w:w w:val="100"/>
      <w:position w:val="0"/>
      <w:sz w:val="22"/>
      <w:szCs w:val="22"/>
      <w:u w:val="none"/>
      <w:lang w:val="ar-SA" w:eastAsia="ar-SA" w:bidi="ar-SA"/>
    </w:rPr>
  </w:style>
  <w:style w:type="paragraph" w:customStyle="1" w:styleId="Headerorfooter0">
    <w:name w:val="Header or footer"/>
    <w:basedOn w:val="Normal"/>
    <w:link w:val="Headerorfooter"/>
    <w:rsid w:val="00C1066A"/>
    <w:pPr>
      <w:widowControl w:val="0"/>
      <w:shd w:val="clear" w:color="auto" w:fill="FFFFFF"/>
      <w:spacing w:line="212" w:lineRule="exact"/>
    </w:pPr>
    <w:rPr>
      <w:rFonts w:ascii="Microsoft Sans Serif" w:eastAsia="Microsoft Sans Serif" w:hAnsi="Microsoft Sans Serif" w:cs="Microsoft Sans Serif"/>
      <w:sz w:val="14"/>
      <w:szCs w:val="14"/>
    </w:rPr>
  </w:style>
  <w:style w:type="character" w:customStyle="1" w:styleId="Bodytext2Arial10pt">
    <w:name w:val="Body text (2) + Arial;10 pt"/>
    <w:rsid w:val="00C1066A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100"/>
      <w:position w:val="0"/>
      <w:sz w:val="20"/>
      <w:szCs w:val="20"/>
      <w:u w:val="none"/>
      <w:shd w:val="clear" w:color="auto" w:fill="FFFFFF"/>
      <w:lang w:val="ar-SA" w:eastAsia="ar-SA" w:bidi="ar-SA"/>
    </w:rPr>
  </w:style>
  <w:style w:type="character" w:customStyle="1" w:styleId="Bodytext28pt">
    <w:name w:val="Body text (2) + 8 pt"/>
    <w:basedOn w:val="Bodytext2"/>
    <w:rsid w:val="00C1066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231F20"/>
      <w:spacing w:val="0"/>
      <w:w w:val="100"/>
      <w:position w:val="0"/>
      <w:sz w:val="16"/>
      <w:szCs w:val="16"/>
      <w:u w:val="none"/>
      <w:shd w:val="clear" w:color="auto" w:fill="FFFFFF"/>
      <w:lang w:val="ar-SA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13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6</cp:revision>
  <cp:lastPrinted>2025-05-16T16:58:00Z</cp:lastPrinted>
  <dcterms:created xsi:type="dcterms:W3CDTF">2017-04-28T11:42:00Z</dcterms:created>
  <dcterms:modified xsi:type="dcterms:W3CDTF">2025-05-16T16:59:00Z</dcterms:modified>
</cp:coreProperties>
</file>