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5302DE" w14:paraId="3C1E25DC" w14:textId="77777777" w:rsidTr="00327133">
        <w:tc>
          <w:tcPr>
            <w:tcW w:w="10005" w:type="dxa"/>
          </w:tcPr>
          <w:p w14:paraId="3209C6D8" w14:textId="77777777" w:rsidR="005302DE" w:rsidRPr="00327133" w:rsidRDefault="00327133" w:rsidP="00327133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327133">
              <w:rPr>
                <w:rFonts w:cs="AL-Mohanad" w:hint="cs"/>
                <w:b/>
                <w:bCs/>
                <w:sz w:val="22"/>
                <w:szCs w:val="22"/>
                <w:rtl/>
              </w:rPr>
              <w:t>نموذج رقم ( 4 )</w:t>
            </w:r>
          </w:p>
        </w:tc>
      </w:tr>
      <w:tr w:rsidR="005302DE" w14:paraId="5613788E" w14:textId="77777777" w:rsidTr="00327133">
        <w:tc>
          <w:tcPr>
            <w:tcW w:w="10005" w:type="dxa"/>
          </w:tcPr>
          <w:p w14:paraId="6B9F3725" w14:textId="77777777" w:rsidR="005302DE" w:rsidRPr="00327133" w:rsidRDefault="00327133" w:rsidP="00327133">
            <w:pPr>
              <w:jc w:val="right"/>
              <w:rPr>
                <w:color w:val="FF0000"/>
                <w:sz w:val="22"/>
                <w:szCs w:val="22"/>
                <w:rtl/>
              </w:rPr>
            </w:pPr>
            <w:r w:rsidRPr="00327133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رمز النموذج ( و.ط.ع.ن-01-0</w:t>
            </w:r>
            <w:r w:rsidRPr="00327133">
              <w:rPr>
                <w:rFonts w:cs="AL-Mohanad" w:hint="cs"/>
                <w:b/>
                <w:bCs/>
                <w:color w:val="FF0000"/>
                <w:sz w:val="22"/>
                <w:szCs w:val="22"/>
                <w:rtl/>
              </w:rPr>
              <w:t>4</w:t>
            </w:r>
            <w:r w:rsidRPr="00327133"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  <w:t>)</w:t>
            </w:r>
          </w:p>
        </w:tc>
      </w:tr>
      <w:tr w:rsidR="005302DE" w14:paraId="07F931DB" w14:textId="77777777" w:rsidTr="00327133">
        <w:tc>
          <w:tcPr>
            <w:tcW w:w="10005" w:type="dxa"/>
          </w:tcPr>
          <w:p w14:paraId="4404D200" w14:textId="77777777" w:rsidR="005302DE" w:rsidRPr="00327133" w:rsidRDefault="009D72F5" w:rsidP="00327133">
            <w:pPr>
              <w:jc w:val="center"/>
              <w:rPr>
                <w:rFonts w:cs="PT Bold Heading"/>
                <w:sz w:val="30"/>
                <w:szCs w:val="30"/>
                <w:rtl/>
              </w:rPr>
            </w:pPr>
            <w:r>
              <w:rPr>
                <w:rFonts w:cs="PT Bold Heading" w:hint="cs"/>
                <w:b/>
                <w:bCs/>
                <w:sz w:val="30"/>
                <w:szCs w:val="30"/>
                <w:rtl/>
              </w:rPr>
              <w:t>إ</w:t>
            </w:r>
            <w:r w:rsidR="00327133" w:rsidRPr="00327133">
              <w:rPr>
                <w:rFonts w:cs="PT Bold Heading"/>
                <w:b/>
                <w:bCs/>
                <w:sz w:val="30"/>
                <w:szCs w:val="30"/>
                <w:rtl/>
              </w:rPr>
              <w:t xml:space="preserve">سم النموذج : </w:t>
            </w:r>
            <w:r w:rsidR="00593CFF">
              <w:rPr>
                <w:rFonts w:cs="PT Bold Heading" w:hint="cs"/>
                <w:b/>
                <w:bCs/>
                <w:sz w:val="30"/>
                <w:szCs w:val="30"/>
                <w:rtl/>
              </w:rPr>
              <w:t xml:space="preserve">نموذج </w:t>
            </w:r>
            <w:r w:rsidR="00327133" w:rsidRPr="00327133">
              <w:rPr>
                <w:rFonts w:cs="PT Bold Heading"/>
                <w:b/>
                <w:bCs/>
                <w:sz w:val="30"/>
                <w:szCs w:val="30"/>
                <w:rtl/>
              </w:rPr>
              <w:t>تسجيل طالب</w:t>
            </w:r>
          </w:p>
        </w:tc>
      </w:tr>
    </w:tbl>
    <w:p w14:paraId="7DFA4897" w14:textId="77777777" w:rsidR="00327133" w:rsidRDefault="00327133" w:rsidP="00327133">
      <w:pPr>
        <w:ind w:left="232" w:firstLine="181"/>
        <w:rPr>
          <w:rFonts w:cs="AL-Mohanad"/>
          <w:b/>
          <w:bCs/>
          <w:sz w:val="22"/>
          <w:szCs w:val="22"/>
        </w:rPr>
      </w:pPr>
    </w:p>
    <w:p w14:paraId="05BFC53E" w14:textId="77777777" w:rsidR="00327133" w:rsidRPr="00A6244A" w:rsidRDefault="00327133" w:rsidP="00327133">
      <w:pPr>
        <w:ind w:left="720"/>
        <w:rPr>
          <w:rFonts w:cs="AL-Mohanad"/>
          <w:b/>
          <w:bCs/>
          <w:sz w:val="24"/>
          <w:szCs w:val="24"/>
          <w:rtl/>
        </w:rPr>
      </w:pPr>
      <w:r w:rsidRPr="00A6244A">
        <w:rPr>
          <w:rFonts w:cs="AL-Mohanad"/>
          <w:b/>
          <w:bCs/>
          <w:sz w:val="24"/>
          <w:szCs w:val="24"/>
          <w:rtl/>
        </w:rPr>
        <w:t xml:space="preserve">العام الدراسي   </w:t>
      </w:r>
      <w:r>
        <w:rPr>
          <w:rFonts w:cs="AL-Mohanad" w:hint="cs"/>
          <w:b/>
          <w:bCs/>
          <w:sz w:val="24"/>
          <w:szCs w:val="24"/>
          <w:rtl/>
        </w:rPr>
        <w:t xml:space="preserve">      </w:t>
      </w:r>
      <w:r w:rsidRPr="00A6244A">
        <w:rPr>
          <w:rFonts w:cs="AL-Mohanad"/>
          <w:b/>
          <w:bCs/>
          <w:sz w:val="24"/>
          <w:szCs w:val="24"/>
          <w:rtl/>
        </w:rPr>
        <w:t xml:space="preserve"> 14/ </w:t>
      </w:r>
      <w:r>
        <w:rPr>
          <w:rFonts w:cs="AL-Mohanad" w:hint="cs"/>
          <w:b/>
          <w:bCs/>
          <w:sz w:val="24"/>
          <w:szCs w:val="24"/>
          <w:rtl/>
        </w:rPr>
        <w:t xml:space="preserve">     </w:t>
      </w:r>
      <w:r w:rsidRPr="00A6244A">
        <w:rPr>
          <w:rFonts w:cs="AL-Mohanad"/>
          <w:b/>
          <w:bCs/>
          <w:sz w:val="24"/>
          <w:szCs w:val="24"/>
          <w:rtl/>
        </w:rPr>
        <w:t xml:space="preserve">   14هـ    </w:t>
      </w:r>
      <w:r w:rsidRPr="00A6244A">
        <w:rPr>
          <w:rFonts w:cs="AL-Mohanad" w:hint="cs"/>
          <w:b/>
          <w:bCs/>
          <w:sz w:val="24"/>
          <w:szCs w:val="24"/>
          <w:rtl/>
        </w:rPr>
        <w:t xml:space="preserve">                     </w:t>
      </w:r>
      <w:r>
        <w:rPr>
          <w:rFonts w:cs="AL-Mohanad" w:hint="cs"/>
          <w:b/>
          <w:bCs/>
          <w:sz w:val="24"/>
          <w:szCs w:val="24"/>
          <w:rtl/>
        </w:rPr>
        <w:t xml:space="preserve">                             </w:t>
      </w:r>
      <w:r w:rsidRPr="00A6244A">
        <w:rPr>
          <w:rFonts w:cs="AL-Mohanad" w:hint="cs"/>
          <w:b/>
          <w:bCs/>
          <w:sz w:val="24"/>
          <w:szCs w:val="24"/>
          <w:rtl/>
        </w:rPr>
        <w:t xml:space="preserve">              </w:t>
      </w:r>
      <w:r w:rsidRPr="00A6244A">
        <w:rPr>
          <w:rFonts w:cs="AL-Mohanad"/>
          <w:b/>
          <w:bCs/>
          <w:sz w:val="24"/>
          <w:szCs w:val="24"/>
          <w:rtl/>
        </w:rPr>
        <w:t xml:space="preserve"> الفصل الدراسي :</w:t>
      </w:r>
    </w:p>
    <w:tbl>
      <w:tblPr>
        <w:tblpPr w:leftFromText="180" w:rightFromText="180" w:vertAnchor="text" w:horzAnchor="margin" w:tblpXSpec="right" w:tblpY="427"/>
        <w:bidiVisual/>
        <w:tblW w:w="10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7"/>
        <w:gridCol w:w="850"/>
        <w:gridCol w:w="992"/>
        <w:gridCol w:w="922"/>
        <w:gridCol w:w="827"/>
        <w:gridCol w:w="94"/>
        <w:gridCol w:w="922"/>
        <w:gridCol w:w="921"/>
        <w:gridCol w:w="6"/>
        <w:gridCol w:w="915"/>
        <w:gridCol w:w="922"/>
        <w:gridCol w:w="921"/>
        <w:gridCol w:w="922"/>
      </w:tblGrid>
      <w:tr w:rsidR="00327133" w14:paraId="1262C7AA" w14:textId="77777777" w:rsidTr="00445CC3">
        <w:trPr>
          <w:trHeight w:val="419"/>
        </w:trPr>
        <w:tc>
          <w:tcPr>
            <w:tcW w:w="1117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28FE7CB8" w14:textId="77777777" w:rsidR="00327133" w:rsidRPr="00A6244A" w:rsidRDefault="00327133" w:rsidP="00327133">
            <w:pPr>
              <w:rPr>
                <w:b/>
                <w:bCs/>
                <w:sz w:val="24"/>
                <w:szCs w:val="24"/>
                <w:rtl/>
              </w:rPr>
            </w:pPr>
            <w:r w:rsidRPr="00A6244A">
              <w:rPr>
                <w:rFonts w:cs="AL-Mohanad"/>
                <w:b/>
                <w:bCs/>
                <w:sz w:val="22"/>
                <w:szCs w:val="22"/>
                <w:rtl/>
              </w:rPr>
              <w:t xml:space="preserve">اسم الطالب                                                                        </w:t>
            </w:r>
          </w:p>
        </w:tc>
        <w:tc>
          <w:tcPr>
            <w:tcW w:w="3591" w:type="dxa"/>
            <w:gridSpan w:val="4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603643A" w14:textId="77777777" w:rsidR="00327133" w:rsidRPr="00A6244A" w:rsidRDefault="00327133" w:rsidP="0032713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943" w:type="dxa"/>
            <w:gridSpan w:val="4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B28E68E" w14:textId="77777777" w:rsidR="00327133" w:rsidRPr="00A6244A" w:rsidRDefault="00327133" w:rsidP="00327133">
            <w:pPr>
              <w:rPr>
                <w:b/>
                <w:bCs/>
                <w:sz w:val="24"/>
                <w:szCs w:val="24"/>
                <w:rtl/>
              </w:rPr>
            </w:pPr>
            <w:r w:rsidRPr="00A6244A">
              <w:rPr>
                <w:rFonts w:cs="AL-Mohanad"/>
                <w:b/>
                <w:bCs/>
                <w:sz w:val="22"/>
                <w:szCs w:val="22"/>
                <w:rtl/>
              </w:rPr>
              <w:t>التخصص</w:t>
            </w:r>
          </w:p>
        </w:tc>
        <w:tc>
          <w:tcPr>
            <w:tcW w:w="3680" w:type="dxa"/>
            <w:gridSpan w:val="4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219520" w14:textId="77777777" w:rsidR="00327133" w:rsidRPr="00A6244A" w:rsidRDefault="00327133" w:rsidP="00327133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7133" w14:paraId="13A660D6" w14:textId="77777777" w:rsidTr="00445CC3">
        <w:trPr>
          <w:trHeight w:val="419"/>
        </w:trPr>
        <w:tc>
          <w:tcPr>
            <w:tcW w:w="1117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29292D5" w14:textId="77777777" w:rsidR="00327133" w:rsidRPr="00A6244A" w:rsidRDefault="00327133" w:rsidP="00327133">
            <w:pPr>
              <w:rPr>
                <w:b/>
                <w:bCs/>
                <w:sz w:val="24"/>
                <w:szCs w:val="24"/>
                <w:rtl/>
              </w:rPr>
            </w:pPr>
            <w:r w:rsidRPr="00A6244A">
              <w:rPr>
                <w:rFonts w:cs="AL-Mohanad"/>
                <w:b/>
                <w:bCs/>
                <w:sz w:val="26"/>
                <w:szCs w:val="26"/>
                <w:rtl/>
              </w:rPr>
              <w:t xml:space="preserve">الرقم 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17D98E" w14:textId="77777777" w:rsidR="00327133" w:rsidRPr="00A6244A" w:rsidRDefault="00327133" w:rsidP="0032713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A02173F" w14:textId="77777777" w:rsidR="00327133" w:rsidRPr="00A6244A" w:rsidRDefault="00327133" w:rsidP="0032713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7D428CB2" w14:textId="77777777" w:rsidR="00327133" w:rsidRPr="00A6244A" w:rsidRDefault="00327133" w:rsidP="0032713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14:paraId="7D1C8D6F" w14:textId="77777777" w:rsidR="00327133" w:rsidRPr="00A6244A" w:rsidRDefault="00327133" w:rsidP="0032713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4B6AD66E" w14:textId="77777777" w:rsidR="00327133" w:rsidRPr="00A6244A" w:rsidRDefault="00327133" w:rsidP="0032713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5CB12495" w14:textId="77777777" w:rsidR="00327133" w:rsidRPr="00A6244A" w:rsidRDefault="00327133" w:rsidP="0032713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14:paraId="12D5542E" w14:textId="77777777" w:rsidR="00327133" w:rsidRPr="00A6244A" w:rsidRDefault="00327133" w:rsidP="0032713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1D0B1958" w14:textId="77777777" w:rsidR="00327133" w:rsidRPr="00A6244A" w:rsidRDefault="00327133" w:rsidP="0032713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1" w:type="dxa"/>
            <w:shd w:val="clear" w:color="auto" w:fill="auto"/>
            <w:vAlign w:val="center"/>
          </w:tcPr>
          <w:p w14:paraId="4DD7F406" w14:textId="77777777" w:rsidR="00327133" w:rsidRPr="00A6244A" w:rsidRDefault="00327133" w:rsidP="00327133">
            <w:pPr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22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0B966B7" w14:textId="77777777" w:rsidR="00327133" w:rsidRPr="00A6244A" w:rsidRDefault="00327133" w:rsidP="00327133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27133" w14:paraId="05381700" w14:textId="77777777" w:rsidTr="00445CC3">
        <w:trPr>
          <w:trHeight w:val="559"/>
        </w:trPr>
        <w:tc>
          <w:tcPr>
            <w:tcW w:w="1967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0DDAA03" w14:textId="77777777" w:rsidR="00327133" w:rsidRPr="00A6244A" w:rsidRDefault="00327133" w:rsidP="00327133">
            <w:pPr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A6244A">
              <w:rPr>
                <w:rFonts w:cs="AL-Mohanad"/>
                <w:b/>
                <w:bCs/>
                <w:sz w:val="22"/>
                <w:szCs w:val="22"/>
                <w:rtl/>
              </w:rPr>
              <w:t>عدد الساعات المسجلة</w:t>
            </w:r>
          </w:p>
        </w:tc>
        <w:tc>
          <w:tcPr>
            <w:tcW w:w="8364" w:type="dxa"/>
            <w:gridSpan w:val="11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D01EBE" w14:textId="77777777" w:rsidR="00327133" w:rsidRPr="00A6244A" w:rsidRDefault="00327133" w:rsidP="00327133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14:paraId="53D7026A" w14:textId="77777777" w:rsidR="00327133" w:rsidRPr="00753B36" w:rsidRDefault="00327133" w:rsidP="00327133">
      <w:pPr>
        <w:jc w:val="both"/>
        <w:rPr>
          <w:rFonts w:cs="AL-Mohanad"/>
          <w:sz w:val="20"/>
          <w:szCs w:val="20"/>
          <w:rtl/>
        </w:rPr>
      </w:pPr>
      <w:r>
        <w:rPr>
          <w:rFonts w:cs="AL-Mohanad"/>
          <w:sz w:val="20"/>
          <w:szCs w:val="20"/>
          <w:rtl/>
        </w:rPr>
        <w:t xml:space="preserve">      </w:t>
      </w:r>
      <w:r>
        <w:rPr>
          <w:rFonts w:cs="AL-Mohanad"/>
          <w:sz w:val="26"/>
          <w:szCs w:val="26"/>
          <w:rtl/>
        </w:rPr>
        <w:t xml:space="preserve">         </w:t>
      </w:r>
    </w:p>
    <w:tbl>
      <w:tblPr>
        <w:bidiVisual/>
        <w:tblW w:w="10348" w:type="dxa"/>
        <w:tblInd w:w="-3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4"/>
        <w:gridCol w:w="1629"/>
        <w:gridCol w:w="550"/>
        <w:gridCol w:w="537"/>
        <w:gridCol w:w="592"/>
        <w:gridCol w:w="596"/>
        <w:gridCol w:w="592"/>
        <w:gridCol w:w="596"/>
        <w:gridCol w:w="592"/>
        <w:gridCol w:w="596"/>
        <w:gridCol w:w="592"/>
        <w:gridCol w:w="596"/>
        <w:gridCol w:w="1243"/>
        <w:gridCol w:w="1123"/>
      </w:tblGrid>
      <w:tr w:rsidR="00327133" w:rsidRPr="00A6244A" w14:paraId="77512CA4" w14:textId="77777777" w:rsidTr="00445CC3">
        <w:trPr>
          <w:trHeight w:val="561"/>
        </w:trPr>
        <w:tc>
          <w:tcPr>
            <w:tcW w:w="514" w:type="dxa"/>
            <w:vMerge w:val="restart"/>
            <w:shd w:val="clear" w:color="auto" w:fill="auto"/>
            <w:vAlign w:val="center"/>
          </w:tcPr>
          <w:p w14:paraId="7A847BCE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A6244A">
              <w:rPr>
                <w:rFonts w:cs="AL-Mohanad"/>
                <w:b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629" w:type="dxa"/>
            <w:vMerge w:val="restart"/>
            <w:shd w:val="clear" w:color="auto" w:fill="auto"/>
            <w:vAlign w:val="center"/>
          </w:tcPr>
          <w:p w14:paraId="478E808D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A6244A">
              <w:rPr>
                <w:rFonts w:cs="AL-Mohanad"/>
                <w:b/>
                <w:bCs/>
                <w:sz w:val="22"/>
                <w:szCs w:val="22"/>
                <w:rtl/>
              </w:rPr>
              <w:t>اسم المقرر</w:t>
            </w:r>
          </w:p>
        </w:tc>
        <w:tc>
          <w:tcPr>
            <w:tcW w:w="5839" w:type="dxa"/>
            <w:gridSpan w:val="10"/>
            <w:shd w:val="clear" w:color="auto" w:fill="auto"/>
            <w:vAlign w:val="center"/>
          </w:tcPr>
          <w:p w14:paraId="40E67EA9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A6244A">
              <w:rPr>
                <w:rFonts w:cs="AL-Mohanad"/>
                <w:b/>
                <w:bCs/>
                <w:sz w:val="22"/>
                <w:szCs w:val="22"/>
                <w:rtl/>
              </w:rPr>
              <w:t>أيام الدراسة الأسبوعية</w:t>
            </w:r>
          </w:p>
        </w:tc>
        <w:tc>
          <w:tcPr>
            <w:tcW w:w="1243" w:type="dxa"/>
            <w:vMerge w:val="restart"/>
            <w:shd w:val="clear" w:color="auto" w:fill="auto"/>
            <w:vAlign w:val="center"/>
          </w:tcPr>
          <w:p w14:paraId="6595E046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A6244A">
              <w:rPr>
                <w:rFonts w:cs="AL-Mohanad"/>
                <w:b/>
                <w:bCs/>
                <w:sz w:val="22"/>
                <w:szCs w:val="22"/>
                <w:rtl/>
              </w:rPr>
              <w:t>معلم المقرر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14:paraId="41C9D730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A6244A">
              <w:rPr>
                <w:rFonts w:cs="AL-Mohanad"/>
                <w:b/>
                <w:bCs/>
                <w:sz w:val="22"/>
                <w:szCs w:val="22"/>
                <w:rtl/>
              </w:rPr>
              <w:t>توقيع المعلم</w:t>
            </w:r>
          </w:p>
        </w:tc>
      </w:tr>
      <w:tr w:rsidR="00327133" w:rsidRPr="00A6244A" w14:paraId="3B62F3EF" w14:textId="77777777" w:rsidTr="00445CC3">
        <w:trPr>
          <w:trHeight w:val="529"/>
        </w:trPr>
        <w:tc>
          <w:tcPr>
            <w:tcW w:w="514" w:type="dxa"/>
            <w:vMerge/>
            <w:shd w:val="clear" w:color="auto" w:fill="auto"/>
            <w:vAlign w:val="center"/>
          </w:tcPr>
          <w:p w14:paraId="002A987A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29" w:type="dxa"/>
            <w:vMerge/>
            <w:shd w:val="clear" w:color="auto" w:fill="auto"/>
            <w:vAlign w:val="center"/>
          </w:tcPr>
          <w:p w14:paraId="7D282E66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87" w:type="dxa"/>
            <w:gridSpan w:val="2"/>
            <w:shd w:val="clear" w:color="auto" w:fill="auto"/>
            <w:vAlign w:val="center"/>
          </w:tcPr>
          <w:p w14:paraId="0988F419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الأحد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14:paraId="66091A4D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الاثنين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14:paraId="0642F729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الثلاثاء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14:paraId="521084AF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الأربعاء</w:t>
            </w:r>
          </w:p>
        </w:tc>
        <w:tc>
          <w:tcPr>
            <w:tcW w:w="1188" w:type="dxa"/>
            <w:gridSpan w:val="2"/>
            <w:shd w:val="clear" w:color="auto" w:fill="auto"/>
            <w:vAlign w:val="center"/>
          </w:tcPr>
          <w:p w14:paraId="5EBF0E88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الخميس</w:t>
            </w:r>
          </w:p>
        </w:tc>
        <w:tc>
          <w:tcPr>
            <w:tcW w:w="1243" w:type="dxa"/>
            <w:vMerge/>
            <w:shd w:val="clear" w:color="auto" w:fill="auto"/>
          </w:tcPr>
          <w:p w14:paraId="629D52E4" w14:textId="77777777" w:rsidR="00327133" w:rsidRPr="00A6244A" w:rsidRDefault="00327133" w:rsidP="00D6278D">
            <w:pPr>
              <w:jc w:val="both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vMerge/>
            <w:shd w:val="clear" w:color="auto" w:fill="auto"/>
          </w:tcPr>
          <w:p w14:paraId="4881ECB7" w14:textId="77777777" w:rsidR="00327133" w:rsidRPr="00A6244A" w:rsidRDefault="00327133" w:rsidP="00D6278D">
            <w:pPr>
              <w:jc w:val="both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27133" w:rsidRPr="00A6244A" w14:paraId="7D51BAC2" w14:textId="77777777" w:rsidTr="00445CC3">
        <w:trPr>
          <w:trHeight w:val="529"/>
        </w:trPr>
        <w:tc>
          <w:tcPr>
            <w:tcW w:w="514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E34EE4A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29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FA67E40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1463046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من</w:t>
            </w:r>
          </w:p>
        </w:tc>
        <w:tc>
          <w:tcPr>
            <w:tcW w:w="53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CB6AACC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إلى</w:t>
            </w:r>
          </w:p>
        </w:tc>
        <w:tc>
          <w:tcPr>
            <w:tcW w:w="5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6C324E2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من</w:t>
            </w:r>
          </w:p>
        </w:tc>
        <w:tc>
          <w:tcPr>
            <w:tcW w:w="59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76AC499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إلى</w:t>
            </w:r>
          </w:p>
        </w:tc>
        <w:tc>
          <w:tcPr>
            <w:tcW w:w="5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604FAE6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من</w:t>
            </w:r>
          </w:p>
        </w:tc>
        <w:tc>
          <w:tcPr>
            <w:tcW w:w="59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81A10D0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إلى</w:t>
            </w:r>
          </w:p>
        </w:tc>
        <w:tc>
          <w:tcPr>
            <w:tcW w:w="5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B03CB70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من</w:t>
            </w:r>
          </w:p>
        </w:tc>
        <w:tc>
          <w:tcPr>
            <w:tcW w:w="59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BA0534A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إلى</w:t>
            </w:r>
          </w:p>
        </w:tc>
        <w:tc>
          <w:tcPr>
            <w:tcW w:w="5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0A82249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من</w:t>
            </w:r>
          </w:p>
        </w:tc>
        <w:tc>
          <w:tcPr>
            <w:tcW w:w="59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D3833A5" w14:textId="77777777" w:rsidR="00327133" w:rsidRPr="00A6244A" w:rsidRDefault="00327133" w:rsidP="00D6278D">
            <w:pPr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إلى</w:t>
            </w:r>
          </w:p>
        </w:tc>
        <w:tc>
          <w:tcPr>
            <w:tcW w:w="1243" w:type="dxa"/>
            <w:vMerge/>
            <w:tcBorders>
              <w:bottom w:val="single" w:sz="18" w:space="0" w:color="auto"/>
            </w:tcBorders>
            <w:shd w:val="clear" w:color="auto" w:fill="auto"/>
          </w:tcPr>
          <w:p w14:paraId="602214B6" w14:textId="77777777" w:rsidR="00327133" w:rsidRPr="00A6244A" w:rsidRDefault="00327133" w:rsidP="00D6278D">
            <w:pPr>
              <w:jc w:val="both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vMerge/>
            <w:tcBorders>
              <w:bottom w:val="single" w:sz="18" w:space="0" w:color="auto"/>
            </w:tcBorders>
            <w:shd w:val="clear" w:color="auto" w:fill="auto"/>
          </w:tcPr>
          <w:p w14:paraId="168166CE" w14:textId="77777777" w:rsidR="00327133" w:rsidRPr="00A6244A" w:rsidRDefault="00327133" w:rsidP="00D6278D">
            <w:pPr>
              <w:jc w:val="both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27133" w:rsidRPr="00A6244A" w14:paraId="637113BD" w14:textId="77777777" w:rsidTr="00445CC3">
        <w:trPr>
          <w:trHeight w:val="497"/>
        </w:trPr>
        <w:tc>
          <w:tcPr>
            <w:tcW w:w="514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76A115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629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0E7F2B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31549B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7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87C329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56B151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DD5DD3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6522A0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E05BB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5EAADA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CD1E50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10AC3B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AC285D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956089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53F10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27133" w:rsidRPr="00A6244A" w14:paraId="2F74BF70" w14:textId="77777777" w:rsidTr="00445CC3">
        <w:trPr>
          <w:trHeight w:val="497"/>
        </w:trPr>
        <w:tc>
          <w:tcPr>
            <w:tcW w:w="5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0F2C14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6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1ABCC1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C80882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FB5F9B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8FAB3B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A8BBE5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3D0248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8D3F93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CCC5D1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CDAD7C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851741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DA1512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672223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958750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27133" w:rsidRPr="00A6244A" w14:paraId="5A125B86" w14:textId="77777777" w:rsidTr="00445CC3">
        <w:trPr>
          <w:trHeight w:val="497"/>
        </w:trPr>
        <w:tc>
          <w:tcPr>
            <w:tcW w:w="514" w:type="dxa"/>
            <w:shd w:val="clear" w:color="auto" w:fill="auto"/>
            <w:vAlign w:val="center"/>
          </w:tcPr>
          <w:p w14:paraId="2CE0E815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4B34308A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14:paraId="2C36FFD7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14:paraId="5501AF8C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3CB882E6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0D8280C2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629245BA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2089D3B4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628B5FC7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17E648C3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788210CA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30CB1F2D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7B77DCAF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405A0F86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27133" w:rsidRPr="00A6244A" w14:paraId="6FEC7F5A" w14:textId="77777777" w:rsidTr="00445CC3">
        <w:trPr>
          <w:trHeight w:val="497"/>
        </w:trPr>
        <w:tc>
          <w:tcPr>
            <w:tcW w:w="514" w:type="dxa"/>
            <w:shd w:val="clear" w:color="auto" w:fill="auto"/>
            <w:vAlign w:val="center"/>
          </w:tcPr>
          <w:p w14:paraId="0D4E0756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057C380D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14:paraId="097EFAFB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14:paraId="676F21C2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2D6F009F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167791E1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04242E79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7B17813D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4FC60495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7AAAB90B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0289D0F0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7C213710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214A63A4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3DDD5AAD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27133" w:rsidRPr="00A6244A" w14:paraId="2F610E02" w14:textId="77777777" w:rsidTr="00445CC3">
        <w:trPr>
          <w:trHeight w:val="497"/>
        </w:trPr>
        <w:tc>
          <w:tcPr>
            <w:tcW w:w="514" w:type="dxa"/>
            <w:shd w:val="clear" w:color="auto" w:fill="auto"/>
            <w:vAlign w:val="center"/>
          </w:tcPr>
          <w:p w14:paraId="5EDE9E19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1D640F68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14:paraId="22AFD8F5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14:paraId="4F22F01E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0A6282D2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0041768E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6A6DC4E7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1027CF47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6247943B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6F0E9989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1E251183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0F1D8212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7A1397D8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5CB53938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27133" w:rsidRPr="00A6244A" w14:paraId="049BD2F0" w14:textId="77777777" w:rsidTr="00445CC3">
        <w:trPr>
          <w:trHeight w:val="497"/>
        </w:trPr>
        <w:tc>
          <w:tcPr>
            <w:tcW w:w="514" w:type="dxa"/>
            <w:shd w:val="clear" w:color="auto" w:fill="auto"/>
            <w:vAlign w:val="center"/>
          </w:tcPr>
          <w:p w14:paraId="39633573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2E0644A3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14:paraId="4183DC1C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14:paraId="7A9FEF2B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64A72C05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7C50AF21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3E5B73BC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5573B8C1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5383AC90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7D7FF217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30775E22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6E6308E7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68597BDA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4BF156CD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27133" w:rsidRPr="00A6244A" w14:paraId="1E4844C6" w14:textId="77777777" w:rsidTr="00445CC3">
        <w:trPr>
          <w:trHeight w:val="497"/>
        </w:trPr>
        <w:tc>
          <w:tcPr>
            <w:tcW w:w="514" w:type="dxa"/>
            <w:shd w:val="clear" w:color="auto" w:fill="auto"/>
            <w:vAlign w:val="center"/>
          </w:tcPr>
          <w:p w14:paraId="68F7FA35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0C46A5DD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14:paraId="0D55C443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14:paraId="2E5701ED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5AF1B4CB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05B1A578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0B259848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3C4FB1A9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585F8060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62CCD6DD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shd w:val="clear" w:color="auto" w:fill="auto"/>
            <w:vAlign w:val="center"/>
          </w:tcPr>
          <w:p w14:paraId="675BBD04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shd w:val="clear" w:color="auto" w:fill="auto"/>
            <w:vAlign w:val="center"/>
          </w:tcPr>
          <w:p w14:paraId="456F2F66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557A39F0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4D0D9CE1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27133" w:rsidRPr="00A6244A" w14:paraId="57061361" w14:textId="77777777" w:rsidTr="00445CC3">
        <w:trPr>
          <w:trHeight w:val="497"/>
        </w:trPr>
        <w:tc>
          <w:tcPr>
            <w:tcW w:w="51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5831C05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  <w:r w:rsidRPr="00A6244A">
              <w:rPr>
                <w:rFonts w:cs="AL-Mohanad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629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1D6DF95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5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B4C22F5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3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2E5E3F3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866BE0B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8955A86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4BEBF2A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4B88B18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6BCF395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9D96921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4A2F433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96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A7F20DF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4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A1CC468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2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CA7A8DD" w14:textId="77777777" w:rsidR="00327133" w:rsidRPr="00A6244A" w:rsidRDefault="00327133" w:rsidP="00D6278D">
            <w:pPr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327133" w:rsidRPr="00A6244A" w14:paraId="2360C057" w14:textId="77777777" w:rsidTr="00445CC3">
        <w:trPr>
          <w:trHeight w:val="567"/>
        </w:trPr>
        <w:tc>
          <w:tcPr>
            <w:tcW w:w="2693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225C10" w14:textId="77777777" w:rsidR="00327133" w:rsidRPr="00F56BDC" w:rsidRDefault="00327133" w:rsidP="00D6278D">
            <w:pPr>
              <w:rPr>
                <w:rFonts w:cs="AL-Mohanad"/>
                <w:sz w:val="24"/>
                <w:szCs w:val="24"/>
                <w:rtl/>
              </w:rPr>
            </w:pPr>
            <w:r w:rsidRPr="00F56BDC">
              <w:rPr>
                <w:rFonts w:cs="AL-Mohanad"/>
                <w:sz w:val="24"/>
                <w:szCs w:val="24"/>
                <w:rtl/>
              </w:rPr>
              <w:t>مجموع الساعات المعتمدة :</w:t>
            </w:r>
          </w:p>
        </w:tc>
        <w:tc>
          <w:tcPr>
            <w:tcW w:w="7655" w:type="dxa"/>
            <w:gridSpan w:val="11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3293E7" w14:textId="77777777" w:rsidR="00327133" w:rsidRPr="00F56BDC" w:rsidRDefault="00327133" w:rsidP="00D6278D">
            <w:pPr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327133" w:rsidRPr="00A6244A" w14:paraId="2BF7F311" w14:textId="77777777" w:rsidTr="00445CC3">
        <w:trPr>
          <w:trHeight w:val="567"/>
        </w:trPr>
        <w:tc>
          <w:tcPr>
            <w:tcW w:w="269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BF7EA7" w14:textId="77777777" w:rsidR="00327133" w:rsidRPr="00F56BDC" w:rsidRDefault="00327133" w:rsidP="00D6278D">
            <w:pPr>
              <w:rPr>
                <w:rFonts w:cs="AL-Mohanad"/>
                <w:sz w:val="24"/>
                <w:szCs w:val="24"/>
                <w:rtl/>
              </w:rPr>
            </w:pPr>
            <w:r w:rsidRPr="00F56BDC">
              <w:rPr>
                <w:rFonts w:cs="AL-Mohanad"/>
                <w:sz w:val="24"/>
                <w:szCs w:val="24"/>
                <w:rtl/>
              </w:rPr>
              <w:t>توقيع الطالب :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ABD96" w14:textId="77777777" w:rsidR="00327133" w:rsidRPr="00F56BDC" w:rsidRDefault="00327133" w:rsidP="00D6278D">
            <w:pPr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327133" w:rsidRPr="00A6244A" w14:paraId="7527AA7A" w14:textId="77777777" w:rsidTr="00445CC3">
        <w:trPr>
          <w:trHeight w:val="567"/>
        </w:trPr>
        <w:tc>
          <w:tcPr>
            <w:tcW w:w="2693" w:type="dxa"/>
            <w:gridSpan w:val="3"/>
            <w:shd w:val="clear" w:color="auto" w:fill="auto"/>
            <w:vAlign w:val="center"/>
          </w:tcPr>
          <w:p w14:paraId="6234A944" w14:textId="77777777" w:rsidR="00327133" w:rsidRPr="00F56BDC" w:rsidRDefault="00327133" w:rsidP="00D6278D">
            <w:pPr>
              <w:rPr>
                <w:rFonts w:cs="AL-Mohanad"/>
                <w:sz w:val="24"/>
                <w:szCs w:val="24"/>
                <w:rtl/>
              </w:rPr>
            </w:pPr>
            <w:r w:rsidRPr="00F56BDC">
              <w:rPr>
                <w:rFonts w:cs="AL-Mohanad"/>
                <w:sz w:val="24"/>
                <w:szCs w:val="24"/>
                <w:rtl/>
              </w:rPr>
              <w:t>توقيع المرشد الأكاديمي :</w:t>
            </w:r>
          </w:p>
        </w:tc>
        <w:tc>
          <w:tcPr>
            <w:tcW w:w="7655" w:type="dxa"/>
            <w:gridSpan w:val="11"/>
            <w:shd w:val="clear" w:color="auto" w:fill="auto"/>
            <w:vAlign w:val="center"/>
          </w:tcPr>
          <w:p w14:paraId="194E8A98" w14:textId="77777777" w:rsidR="00327133" w:rsidRPr="00F56BDC" w:rsidRDefault="00327133" w:rsidP="00D6278D">
            <w:pPr>
              <w:rPr>
                <w:rFonts w:cs="AL-Mohanad"/>
                <w:sz w:val="24"/>
                <w:szCs w:val="24"/>
                <w:rtl/>
              </w:rPr>
            </w:pPr>
          </w:p>
        </w:tc>
      </w:tr>
      <w:tr w:rsidR="00327133" w:rsidRPr="00A6244A" w14:paraId="6FF3C020" w14:textId="77777777" w:rsidTr="00445CC3">
        <w:trPr>
          <w:trHeight w:val="567"/>
        </w:trPr>
        <w:tc>
          <w:tcPr>
            <w:tcW w:w="2693" w:type="dxa"/>
            <w:gridSpan w:val="3"/>
            <w:shd w:val="clear" w:color="auto" w:fill="auto"/>
            <w:vAlign w:val="center"/>
          </w:tcPr>
          <w:p w14:paraId="0DC4128B" w14:textId="77777777" w:rsidR="00327133" w:rsidRPr="00F56BDC" w:rsidRDefault="00327133" w:rsidP="00D6278D">
            <w:pPr>
              <w:rPr>
                <w:rFonts w:cs="AL-Mohanad"/>
                <w:sz w:val="24"/>
                <w:szCs w:val="24"/>
                <w:rtl/>
              </w:rPr>
            </w:pPr>
            <w:r w:rsidRPr="00F56BDC">
              <w:rPr>
                <w:rFonts w:cs="AL-Mohanad"/>
                <w:sz w:val="24"/>
                <w:szCs w:val="24"/>
                <w:rtl/>
              </w:rPr>
              <w:t>توقيع وكيل شؤون الطلاب :</w:t>
            </w:r>
          </w:p>
        </w:tc>
        <w:tc>
          <w:tcPr>
            <w:tcW w:w="7655" w:type="dxa"/>
            <w:gridSpan w:val="11"/>
            <w:shd w:val="clear" w:color="auto" w:fill="auto"/>
            <w:vAlign w:val="center"/>
          </w:tcPr>
          <w:p w14:paraId="36081AAA" w14:textId="77777777" w:rsidR="00327133" w:rsidRPr="00F56BDC" w:rsidRDefault="00327133" w:rsidP="00D6278D">
            <w:pPr>
              <w:rPr>
                <w:rFonts w:cs="AL-Mohanad"/>
                <w:sz w:val="24"/>
                <w:szCs w:val="24"/>
                <w:rtl/>
              </w:rPr>
            </w:pPr>
          </w:p>
        </w:tc>
      </w:tr>
    </w:tbl>
    <w:p w14:paraId="751E79B1" w14:textId="77777777" w:rsidR="00327133" w:rsidRDefault="00327133" w:rsidP="00327133">
      <w:pPr>
        <w:jc w:val="both"/>
        <w:rPr>
          <w:rFonts w:cs="AL-Mohanad"/>
          <w:b/>
          <w:bCs/>
          <w:sz w:val="22"/>
          <w:szCs w:val="22"/>
          <w:rtl/>
        </w:rPr>
      </w:pPr>
    </w:p>
    <w:p w14:paraId="2D2F7510" w14:textId="77777777" w:rsidR="003942ED" w:rsidRPr="00593CFF" w:rsidRDefault="00327133" w:rsidP="00B4012E">
      <w:pPr>
        <w:jc w:val="both"/>
        <w:rPr>
          <w:rFonts w:cs="AL-Mohanad"/>
          <w:sz w:val="22"/>
          <w:szCs w:val="22"/>
          <w:rtl/>
        </w:rPr>
      </w:pPr>
      <w:r w:rsidRPr="00593CFF">
        <w:rPr>
          <w:rFonts w:cs="AL-Mohanad"/>
          <w:sz w:val="22"/>
          <w:szCs w:val="22"/>
          <w:rtl/>
        </w:rPr>
        <w:t xml:space="preserve">*نسخة لولي أمر </w:t>
      </w:r>
      <w:r w:rsidRPr="00593CFF">
        <w:rPr>
          <w:rFonts w:cs="AL-Mohanad" w:hint="cs"/>
          <w:sz w:val="22"/>
          <w:szCs w:val="22"/>
          <w:rtl/>
        </w:rPr>
        <w:t>ا</w:t>
      </w:r>
      <w:r w:rsidRPr="00593CFF">
        <w:rPr>
          <w:rFonts w:cs="AL-Mohanad"/>
          <w:sz w:val="22"/>
          <w:szCs w:val="22"/>
          <w:rtl/>
        </w:rPr>
        <w:t>لطالب</w:t>
      </w:r>
    </w:p>
    <w:p w14:paraId="10AAA0BC" w14:textId="77777777" w:rsidR="00B4012E" w:rsidRDefault="00B4012E" w:rsidP="005302DE">
      <w:pPr>
        <w:ind w:left="-1" w:right="-851"/>
        <w:rPr>
          <w:sz w:val="20"/>
          <w:szCs w:val="20"/>
          <w:rtl/>
        </w:rPr>
      </w:pPr>
    </w:p>
    <w:sectPr w:rsidR="00B4012E" w:rsidSect="00B401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849" w:bottom="1440" w:left="993" w:header="708" w:footer="217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FE81C" w14:textId="77777777" w:rsidR="00253317" w:rsidRDefault="00253317" w:rsidP="000B54C1">
      <w:r>
        <w:separator/>
      </w:r>
    </w:p>
  </w:endnote>
  <w:endnote w:type="continuationSeparator" w:id="0">
    <w:p w14:paraId="0BD571B0" w14:textId="77777777" w:rsidR="00253317" w:rsidRDefault="00253317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56F7D" w14:textId="77777777" w:rsidR="00386AEE" w:rsidRDefault="00386A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687B9" w14:textId="77777777" w:rsidR="00593CFF" w:rsidRPr="00B4012E" w:rsidRDefault="00593CFF" w:rsidP="00593CFF">
    <w:pPr>
      <w:ind w:left="-1" w:right="-851"/>
      <w:rPr>
        <w:sz w:val="20"/>
        <w:szCs w:val="20"/>
        <w:rtl/>
      </w:rPr>
    </w:pPr>
    <w:r w:rsidRPr="00B4012E">
      <w:rPr>
        <w:rFonts w:hint="cs"/>
        <w:sz w:val="20"/>
        <w:szCs w:val="20"/>
        <w:rtl/>
      </w:rPr>
      <w:t>الحازمي</w:t>
    </w:r>
  </w:p>
  <w:p w14:paraId="61F1B486" w14:textId="77777777" w:rsidR="00435E8E" w:rsidRPr="00726C3F" w:rsidRDefault="00435E8E" w:rsidP="00593CFF">
    <w:pPr>
      <w:pStyle w:val="Footer"/>
      <w:jc w:val="center"/>
      <w:rPr>
        <w:sz w:val="42"/>
        <w:szCs w:val="46"/>
      </w:rPr>
    </w:pPr>
    <w:r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  <w:p w14:paraId="10A75D50" w14:textId="77777777" w:rsidR="00435E8E" w:rsidRPr="00435E8E" w:rsidRDefault="00435E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D4D9A" w14:textId="77777777" w:rsidR="00386AEE" w:rsidRDefault="00386A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6A826" w14:textId="77777777" w:rsidR="00253317" w:rsidRDefault="00253317" w:rsidP="000B54C1">
      <w:r>
        <w:separator/>
      </w:r>
    </w:p>
  </w:footnote>
  <w:footnote w:type="continuationSeparator" w:id="0">
    <w:p w14:paraId="7D590424" w14:textId="77777777" w:rsidR="00253317" w:rsidRDefault="00253317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9CBF8" w14:textId="77777777" w:rsidR="00386AEE" w:rsidRDefault="00386A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2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4F25B20D" w14:textId="77777777" w:rsidTr="005302DE">
      <w:tc>
        <w:tcPr>
          <w:tcW w:w="3402" w:type="dxa"/>
          <w:vAlign w:val="center"/>
        </w:tcPr>
        <w:p w14:paraId="26F323BD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7C75DD78" wp14:editId="50BE3549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8AEBF3C" w14:textId="77777777" w:rsidR="000B54C1" w:rsidRPr="00C22210" w:rsidRDefault="000B54C1" w:rsidP="005302DE">
          <w:pPr>
            <w:ind w:left="941"/>
            <w:jc w:val="center"/>
            <w:rPr>
              <w:rFonts w:cs="AL-Mohanad"/>
              <w:sz w:val="26"/>
              <w:szCs w:val="26"/>
              <w:rtl/>
            </w:rPr>
          </w:pPr>
          <w:r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42EB35C4" w14:textId="3BDFEB6C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386AEE">
            <w:rPr>
              <w:rFonts w:cs="AL-Mohanad" w:hint="cs"/>
              <w:sz w:val="22"/>
              <w:szCs w:val="22"/>
              <w:rtl/>
            </w:rPr>
            <w:t>..........</w:t>
          </w:r>
        </w:p>
        <w:p w14:paraId="547A794B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  <w:r w:rsidR="005302DE">
            <w:rPr>
              <w:rFonts w:cs="AL-Mohanad" w:hint="cs"/>
              <w:sz w:val="26"/>
              <w:szCs w:val="26"/>
              <w:rtl/>
            </w:rPr>
            <w:t xml:space="preserve"> </w:t>
          </w:r>
        </w:p>
      </w:tc>
      <w:tc>
        <w:tcPr>
          <w:tcW w:w="3470" w:type="dxa"/>
          <w:vAlign w:val="center"/>
        </w:tcPr>
        <w:p w14:paraId="798C0AF5" w14:textId="77777777" w:rsidR="000B54C1" w:rsidRPr="00C22210" w:rsidRDefault="008A1DCE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/>
              <w:sz w:val="26"/>
              <w:szCs w:val="26"/>
            </w:rPr>
            <w:t xml:space="preserve"> </w:t>
          </w:r>
          <w:r w:rsidR="000B54C1" w:rsidRPr="00B32575">
            <w:rPr>
              <w:noProof/>
              <w:sz w:val="26"/>
              <w:szCs w:val="26"/>
            </w:rPr>
            <w:drawing>
              <wp:inline distT="0" distB="0" distL="0" distR="0" wp14:anchorId="2C0F128E" wp14:editId="59478DAD">
                <wp:extent cx="1705427" cy="870857"/>
                <wp:effectExtent l="0" t="0" r="0" b="5715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0626" cy="873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0C8D5B9B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A765CF">
            <w:rPr>
              <w:rFonts w:cs="AL-Mohanad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ـــــ</w:t>
          </w:r>
          <w:r w:rsidR="000B54C1"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260013DD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 w:rsidR="000B54C1">
            <w:rPr>
              <w:rFonts w:cs="AL-Mohanad"/>
              <w:sz w:val="26"/>
              <w:szCs w:val="26"/>
              <w:rtl/>
            </w:rPr>
            <w:t>ـ</w:t>
          </w:r>
          <w:r w:rsidR="008A1DCE">
            <w:rPr>
              <w:rFonts w:cs="AL-Mohanad" w:hint="cs"/>
              <w:sz w:val="26"/>
              <w:szCs w:val="26"/>
              <w:rtl/>
            </w:rPr>
            <w:t>ـ</w:t>
          </w:r>
          <w:r w:rsidR="000B54C1">
            <w:rPr>
              <w:rFonts w:cs="AL-Mohanad"/>
              <w:sz w:val="26"/>
              <w:szCs w:val="26"/>
              <w:rtl/>
            </w:rPr>
            <w:t>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="000B54C1"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6C06D4DB" w14:textId="77777777" w:rsidR="000B54C1" w:rsidRPr="00C22210" w:rsidRDefault="005302DE" w:rsidP="000B54C1">
          <w:pPr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 xml:space="preserve">               </w:t>
          </w:r>
          <w:r w:rsidR="000B54C1"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5D20D203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742C8B50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FC8E9" w14:textId="77777777" w:rsidR="00386AEE" w:rsidRDefault="00386A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42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861"/>
    <w:rsid w:val="000B54C1"/>
    <w:rsid w:val="00253317"/>
    <w:rsid w:val="002F57A0"/>
    <w:rsid w:val="00316A6C"/>
    <w:rsid w:val="00327133"/>
    <w:rsid w:val="00332D9C"/>
    <w:rsid w:val="00361A8B"/>
    <w:rsid w:val="00376879"/>
    <w:rsid w:val="00386AEE"/>
    <w:rsid w:val="003942ED"/>
    <w:rsid w:val="00400F12"/>
    <w:rsid w:val="00435E8E"/>
    <w:rsid w:val="00445CC3"/>
    <w:rsid w:val="00465293"/>
    <w:rsid w:val="004D4A0E"/>
    <w:rsid w:val="004F62EE"/>
    <w:rsid w:val="005302DE"/>
    <w:rsid w:val="00565997"/>
    <w:rsid w:val="00593CFF"/>
    <w:rsid w:val="005E2D4F"/>
    <w:rsid w:val="0068143D"/>
    <w:rsid w:val="006E0A53"/>
    <w:rsid w:val="007A0ADD"/>
    <w:rsid w:val="008A1DCE"/>
    <w:rsid w:val="008B3A86"/>
    <w:rsid w:val="008E6B73"/>
    <w:rsid w:val="009C0A5D"/>
    <w:rsid w:val="009D72F5"/>
    <w:rsid w:val="009F0CD9"/>
    <w:rsid w:val="00A345C3"/>
    <w:rsid w:val="00A765CF"/>
    <w:rsid w:val="00AC6861"/>
    <w:rsid w:val="00B4012E"/>
    <w:rsid w:val="00CA1E66"/>
    <w:rsid w:val="00EB5EB7"/>
    <w:rsid w:val="00F56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CA67DC"/>
  <w15:docId w15:val="{9B708D20-2348-488B-90DF-83F2E4A2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1578;&#1580;&#1605;&#1610;&#1593;&#1575;&#1578;%202\&#1575;&#1604;&#1583;&#1604;&#1610;&#1604;%20&#1575;&#1604;&#1575;&#1580;&#1585;&#1575;&#1574;&#1610;\&#1606;&#1605;&#1575;&#1584;&#1580;%20&#1575;&#1604;&#1575;&#1580;&#1585;&#1575;&#1574;&#1610;\&#1606;&#1605;&#1608;&#1584;&#1580;%204.dotx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نموذج 4.dotx</Template>
  <TotalTime>8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فهد الحازمي</cp:lastModifiedBy>
  <cp:revision>8</cp:revision>
  <dcterms:created xsi:type="dcterms:W3CDTF">2017-04-23T14:32:00Z</dcterms:created>
  <dcterms:modified xsi:type="dcterms:W3CDTF">2025-05-16T16:48:00Z</dcterms:modified>
</cp:coreProperties>
</file>