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312B18" w14:paraId="23CA5F16" w14:textId="77777777" w:rsidTr="00312B18">
        <w:tc>
          <w:tcPr>
            <w:tcW w:w="10005" w:type="dxa"/>
          </w:tcPr>
          <w:p w14:paraId="1F41363C" w14:textId="77777777" w:rsidR="00312B18" w:rsidRPr="00327133" w:rsidRDefault="00312B18" w:rsidP="00312B18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27133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رقم (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5</w:t>
            </w:r>
            <w:r w:rsidRPr="00327133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)</w:t>
            </w:r>
          </w:p>
        </w:tc>
      </w:tr>
      <w:tr w:rsidR="00312B18" w14:paraId="3376BFC4" w14:textId="77777777" w:rsidTr="00312B18">
        <w:tc>
          <w:tcPr>
            <w:tcW w:w="10005" w:type="dxa"/>
          </w:tcPr>
          <w:p w14:paraId="25AE86D1" w14:textId="77777777" w:rsidR="00312B18" w:rsidRPr="00312B18" w:rsidRDefault="00312B18" w:rsidP="00312B18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12B18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: ( و.ط.ع.ن-01-05)</w:t>
            </w:r>
          </w:p>
        </w:tc>
      </w:tr>
      <w:tr w:rsidR="00312B18" w14:paraId="50B5B3B4" w14:textId="77777777" w:rsidTr="00312B18">
        <w:tc>
          <w:tcPr>
            <w:tcW w:w="10005" w:type="dxa"/>
          </w:tcPr>
          <w:p w14:paraId="6DA792C0" w14:textId="77777777" w:rsidR="00312B18" w:rsidRPr="00312B18" w:rsidRDefault="00312B18" w:rsidP="00312B18">
            <w:pPr>
              <w:jc w:val="center"/>
              <w:rPr>
                <w:rFonts w:cs="PT Bold Heading"/>
                <w:b/>
                <w:bCs/>
                <w:sz w:val="30"/>
                <w:szCs w:val="30"/>
                <w:rtl/>
              </w:rPr>
            </w:pPr>
            <w:r w:rsidRPr="00312B18">
              <w:rPr>
                <w:rFonts w:cs="PT Bold Heading"/>
                <w:b/>
                <w:bCs/>
                <w:sz w:val="30"/>
                <w:szCs w:val="30"/>
                <w:rtl/>
              </w:rPr>
              <w:t>اسم النموذج : السجل الأكاديمي</w:t>
            </w:r>
          </w:p>
        </w:tc>
      </w:tr>
    </w:tbl>
    <w:p w14:paraId="65BBE637" w14:textId="77777777" w:rsidR="00312B18" w:rsidRPr="00A6244A" w:rsidRDefault="00312B18" w:rsidP="00312B18">
      <w:pPr>
        <w:rPr>
          <w:rFonts w:cs="AL-Mohanad"/>
          <w:color w:val="808080"/>
          <w:sz w:val="24"/>
          <w:szCs w:val="24"/>
          <w:rtl/>
        </w:rPr>
      </w:pPr>
    </w:p>
    <w:p w14:paraId="747BC669" w14:textId="77777777" w:rsidR="00312B18" w:rsidRPr="002A4F8D" w:rsidRDefault="00312B18" w:rsidP="00312B18">
      <w:pPr>
        <w:jc w:val="center"/>
        <w:rPr>
          <w:rFonts w:cs="AL-Mohanad"/>
          <w:color w:val="808080"/>
          <w:sz w:val="18"/>
          <w:szCs w:val="18"/>
          <w:rtl/>
        </w:rPr>
      </w:pPr>
    </w:p>
    <w:tbl>
      <w:tblPr>
        <w:bidiVisual/>
        <w:tblW w:w="10349" w:type="dxa"/>
        <w:tblInd w:w="1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907"/>
        <w:gridCol w:w="907"/>
        <w:gridCol w:w="907"/>
        <w:gridCol w:w="908"/>
        <w:gridCol w:w="194"/>
        <w:gridCol w:w="288"/>
        <w:gridCol w:w="425"/>
        <w:gridCol w:w="705"/>
        <w:gridCol w:w="202"/>
        <w:gridCol w:w="908"/>
        <w:gridCol w:w="24"/>
        <w:gridCol w:w="883"/>
        <w:gridCol w:w="907"/>
        <w:gridCol w:w="908"/>
      </w:tblGrid>
      <w:tr w:rsidR="00312B18" w:rsidRPr="00A6244A" w14:paraId="54E8B0C6" w14:textId="77777777" w:rsidTr="00192607">
        <w:trPr>
          <w:trHeight w:val="559"/>
        </w:trPr>
        <w:tc>
          <w:tcPr>
            <w:tcW w:w="1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B77A2B4" w14:textId="77777777" w:rsidR="00312B18" w:rsidRPr="00A6244A" w:rsidRDefault="00312B18" w:rsidP="00263544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اسم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المدرس</w:t>
            </w:r>
            <w:r w:rsidR="00263544">
              <w:rPr>
                <w:rFonts w:cs="AL-Mohanad" w:hint="cs"/>
                <w:b/>
                <w:bCs/>
                <w:sz w:val="20"/>
                <w:szCs w:val="20"/>
                <w:rtl/>
              </w:rPr>
              <w:t>ـــ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ة</w:t>
            </w:r>
          </w:p>
        </w:tc>
        <w:tc>
          <w:tcPr>
            <w:tcW w:w="9073" w:type="dxa"/>
            <w:gridSpan w:val="14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9B745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55354B7C" w14:textId="77777777" w:rsidTr="00192607">
        <w:trPr>
          <w:trHeight w:val="559"/>
        </w:trPr>
        <w:tc>
          <w:tcPr>
            <w:tcW w:w="1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D28C8B" w14:textId="77777777" w:rsidR="00312B18" w:rsidRPr="00A6244A" w:rsidRDefault="00312B18" w:rsidP="00263544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اسم الط</w:t>
            </w:r>
            <w:r w:rsidR="00263544">
              <w:rPr>
                <w:rFonts w:cs="AL-Mohanad" w:hint="cs"/>
                <w:b/>
                <w:bCs/>
                <w:sz w:val="20"/>
                <w:szCs w:val="20"/>
                <w:rtl/>
              </w:rPr>
              <w:t>ــــــ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الب</w:t>
            </w:r>
          </w:p>
        </w:tc>
        <w:tc>
          <w:tcPr>
            <w:tcW w:w="5241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66B0ED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B9E3476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الجنسية</w:t>
            </w:r>
          </w:p>
        </w:tc>
        <w:tc>
          <w:tcPr>
            <w:tcW w:w="2698" w:type="dxa"/>
            <w:gridSpan w:val="3"/>
            <w:shd w:val="clear" w:color="auto" w:fill="auto"/>
            <w:vAlign w:val="center"/>
          </w:tcPr>
          <w:p w14:paraId="6F4F6DD4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05C8CF9C" w14:textId="77777777" w:rsidTr="00192607">
        <w:trPr>
          <w:trHeight w:val="559"/>
        </w:trPr>
        <w:tc>
          <w:tcPr>
            <w:tcW w:w="1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9DBC6B" w14:textId="77777777" w:rsidR="00312B18" w:rsidRPr="00A6244A" w:rsidRDefault="00312B18" w:rsidP="00263544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العام الدراس</w:t>
            </w:r>
            <w:r w:rsidR="00263544">
              <w:rPr>
                <w:rFonts w:cs="AL-Mohanad" w:hint="cs"/>
                <w:b/>
                <w:bCs/>
                <w:sz w:val="20"/>
                <w:szCs w:val="20"/>
                <w:rtl/>
              </w:rPr>
              <w:t>ـ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ي</w:t>
            </w:r>
          </w:p>
        </w:tc>
        <w:tc>
          <w:tcPr>
            <w:tcW w:w="4111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2560C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14/    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 14هـ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BE9E5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3832" w:type="dxa"/>
            <w:gridSpan w:val="6"/>
            <w:shd w:val="clear" w:color="auto" w:fill="auto"/>
            <w:vAlign w:val="center"/>
          </w:tcPr>
          <w:p w14:paraId="5708C05F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(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) العلوم الطبيعية (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) العلوم الإنسانية</w:t>
            </w:r>
          </w:p>
        </w:tc>
      </w:tr>
      <w:tr w:rsidR="00312B18" w:rsidRPr="00A6244A" w14:paraId="23CD8F80" w14:textId="77777777" w:rsidTr="00192607">
        <w:trPr>
          <w:trHeight w:val="559"/>
        </w:trPr>
        <w:tc>
          <w:tcPr>
            <w:tcW w:w="1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3D15803" w14:textId="77777777" w:rsidR="00312B18" w:rsidRPr="00A6244A" w:rsidRDefault="00312B18" w:rsidP="00263544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الرقم الأكاديمي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2A1162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E9891D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DCCF7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ECF8BF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gridSpan w:val="3"/>
            <w:shd w:val="clear" w:color="auto" w:fill="auto"/>
            <w:vAlign w:val="center"/>
          </w:tcPr>
          <w:p w14:paraId="3A0F8922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14:paraId="010CBDB7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60D6B938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gridSpan w:val="2"/>
            <w:shd w:val="clear" w:color="auto" w:fill="auto"/>
            <w:vAlign w:val="center"/>
          </w:tcPr>
          <w:p w14:paraId="288C8BD6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7" w:type="dxa"/>
            <w:shd w:val="clear" w:color="auto" w:fill="auto"/>
            <w:vAlign w:val="center"/>
          </w:tcPr>
          <w:p w14:paraId="32DD64AA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726B9204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64E93870" w14:textId="77777777" w:rsidTr="00192607">
        <w:trPr>
          <w:trHeight w:val="559"/>
        </w:trPr>
        <w:tc>
          <w:tcPr>
            <w:tcW w:w="127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06F8A5" w14:textId="77777777" w:rsidR="00312B18" w:rsidRPr="00A6244A" w:rsidRDefault="00312B18" w:rsidP="00263544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رقم الج</w:t>
            </w:r>
            <w:r w:rsidR="00263544">
              <w:rPr>
                <w:rFonts w:cs="AL-Mohanad" w:hint="cs"/>
                <w:b/>
                <w:bCs/>
                <w:sz w:val="20"/>
                <w:szCs w:val="20"/>
                <w:rtl/>
              </w:rPr>
              <w:t>ــــــ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وال</w:t>
            </w:r>
          </w:p>
        </w:tc>
        <w:tc>
          <w:tcPr>
            <w:tcW w:w="382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7D8EEF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59E13B1E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رقم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هاتف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المنزل</w:t>
            </w:r>
          </w:p>
        </w:tc>
        <w:tc>
          <w:tcPr>
            <w:tcW w:w="3832" w:type="dxa"/>
            <w:gridSpan w:val="6"/>
            <w:shd w:val="clear" w:color="auto" w:fill="auto"/>
            <w:vAlign w:val="center"/>
          </w:tcPr>
          <w:p w14:paraId="30A5D500" w14:textId="77777777" w:rsidR="00312B18" w:rsidRPr="00A6244A" w:rsidRDefault="00312B18" w:rsidP="00312B18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62271FEA" w14:textId="77777777" w:rsidR="00312B18" w:rsidRPr="009E5E71" w:rsidRDefault="00312B18" w:rsidP="00312B18">
      <w:pPr>
        <w:jc w:val="center"/>
        <w:rPr>
          <w:color w:val="FF0000"/>
          <w:sz w:val="24"/>
          <w:szCs w:val="24"/>
          <w:rtl/>
        </w:rPr>
      </w:pPr>
    </w:p>
    <w:p w14:paraId="12003E2F" w14:textId="77777777" w:rsidR="00312B18" w:rsidRPr="00A6244A" w:rsidRDefault="00312B18" w:rsidP="00312B18">
      <w:pPr>
        <w:ind w:left="373"/>
        <w:rPr>
          <w:rFonts w:cs="AL-Mohanad"/>
          <w:b/>
          <w:bCs/>
          <w:sz w:val="24"/>
          <w:szCs w:val="26"/>
          <w:u w:val="single"/>
          <w:rtl/>
        </w:rPr>
      </w:pPr>
      <w:r w:rsidRPr="00A6244A">
        <w:rPr>
          <w:rFonts w:cs="AL-Mohanad"/>
          <w:b/>
          <w:bCs/>
          <w:sz w:val="24"/>
          <w:szCs w:val="26"/>
          <w:u w:val="single"/>
          <w:rtl/>
        </w:rPr>
        <w:t>محتوى السجل الأكاديمي</w:t>
      </w:r>
    </w:p>
    <w:p w14:paraId="2E5E5350" w14:textId="77777777" w:rsidR="00312B18" w:rsidRPr="00E336B9" w:rsidRDefault="00312B18" w:rsidP="00312B18">
      <w:pPr>
        <w:jc w:val="center"/>
        <w:rPr>
          <w:rFonts w:cs="Andalus"/>
          <w:sz w:val="26"/>
          <w:szCs w:val="26"/>
          <w:rtl/>
        </w:rPr>
      </w:pPr>
    </w:p>
    <w:tbl>
      <w:tblPr>
        <w:bidiVisual/>
        <w:tblW w:w="10349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6"/>
        <w:gridCol w:w="1011"/>
        <w:gridCol w:w="1011"/>
        <w:gridCol w:w="1012"/>
        <w:gridCol w:w="1011"/>
        <w:gridCol w:w="1011"/>
        <w:gridCol w:w="1012"/>
        <w:gridCol w:w="1011"/>
        <w:gridCol w:w="1014"/>
      </w:tblGrid>
      <w:tr w:rsidR="00312B18" w:rsidRPr="00A6244A" w14:paraId="7D0D47E3" w14:textId="77777777" w:rsidTr="00192607">
        <w:trPr>
          <w:trHeight w:val="549"/>
        </w:trPr>
        <w:tc>
          <w:tcPr>
            <w:tcW w:w="2258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73AEED6A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4"/>
                <w:szCs w:val="24"/>
                <w:rtl/>
              </w:rPr>
            </w:pPr>
            <w:r w:rsidRPr="00A6244A">
              <w:rPr>
                <w:rFonts w:cs="AL-Mohanad"/>
                <w:b/>
                <w:bCs/>
                <w:sz w:val="24"/>
                <w:szCs w:val="24"/>
                <w:rtl/>
              </w:rPr>
              <w:t xml:space="preserve">الفصل الدراسي </w:t>
            </w:r>
          </w:p>
          <w:p w14:paraId="18D6F50B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8091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837274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10"/>
                <w:szCs w:val="10"/>
                <w:rtl/>
              </w:rPr>
            </w:pPr>
          </w:p>
          <w:p w14:paraId="12CA7C3F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8"/>
                <w:szCs w:val="8"/>
                <w:rtl/>
              </w:rPr>
            </w:pPr>
          </w:p>
        </w:tc>
      </w:tr>
      <w:tr w:rsidR="00312B18" w:rsidRPr="00A6244A" w14:paraId="028E6B8C" w14:textId="77777777" w:rsidTr="00192607">
        <w:trPr>
          <w:trHeight w:val="377"/>
        </w:trPr>
        <w:tc>
          <w:tcPr>
            <w:tcW w:w="2258" w:type="dxa"/>
            <w:vMerge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vAlign w:val="center"/>
          </w:tcPr>
          <w:p w14:paraId="018BC8DA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AA5108F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101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793516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الثاني</w:t>
            </w:r>
          </w:p>
        </w:tc>
        <w:tc>
          <w:tcPr>
            <w:tcW w:w="101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F66AF4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الثالث</w:t>
            </w:r>
          </w:p>
        </w:tc>
        <w:tc>
          <w:tcPr>
            <w:tcW w:w="101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D71E3F1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الرابع</w:t>
            </w:r>
          </w:p>
        </w:tc>
        <w:tc>
          <w:tcPr>
            <w:tcW w:w="101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5424B1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الخامس</w:t>
            </w:r>
          </w:p>
        </w:tc>
        <w:tc>
          <w:tcPr>
            <w:tcW w:w="101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B47E0E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السادس</w:t>
            </w:r>
          </w:p>
        </w:tc>
        <w:tc>
          <w:tcPr>
            <w:tcW w:w="101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F8C3AE4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السابع</w:t>
            </w:r>
          </w:p>
        </w:tc>
        <w:tc>
          <w:tcPr>
            <w:tcW w:w="1012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BBF40C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الثامن</w:t>
            </w:r>
          </w:p>
        </w:tc>
      </w:tr>
      <w:tr w:rsidR="00312B18" w:rsidRPr="00A6244A" w14:paraId="24C439E2" w14:textId="77777777" w:rsidTr="00192607">
        <w:trPr>
          <w:trHeight w:val="588"/>
        </w:trPr>
        <w:tc>
          <w:tcPr>
            <w:tcW w:w="225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C07EA7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العام الدراسي</w:t>
            </w:r>
          </w:p>
        </w:tc>
        <w:tc>
          <w:tcPr>
            <w:tcW w:w="10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FC78743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49D07D4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7423ED6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3716405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016EA36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2" w:type="dxa"/>
            <w:shd w:val="clear" w:color="auto" w:fill="auto"/>
            <w:vAlign w:val="center"/>
          </w:tcPr>
          <w:p w14:paraId="2A23DDA7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3CFB26CF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  <w:tc>
          <w:tcPr>
            <w:tcW w:w="10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0CB68F" w14:textId="77777777" w:rsidR="00312B18" w:rsidRPr="00A6244A" w:rsidRDefault="00312B18" w:rsidP="00312B18">
            <w:pPr>
              <w:jc w:val="right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14هـ</w:t>
            </w:r>
          </w:p>
        </w:tc>
      </w:tr>
      <w:tr w:rsidR="00312B18" w:rsidRPr="00A6244A" w14:paraId="54C2DEDF" w14:textId="77777777" w:rsidTr="00192607">
        <w:trPr>
          <w:trHeight w:val="588"/>
        </w:trPr>
        <w:tc>
          <w:tcPr>
            <w:tcW w:w="225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ED53D8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الساعات المسجلة</w:t>
            </w:r>
          </w:p>
        </w:tc>
        <w:tc>
          <w:tcPr>
            <w:tcW w:w="10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9B6368C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4E5771B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0BB2B062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12561D6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72273E75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6694080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8053316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A85A975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1B6BBE5F" w14:textId="77777777" w:rsidTr="00192607">
        <w:trPr>
          <w:trHeight w:val="549"/>
        </w:trPr>
        <w:tc>
          <w:tcPr>
            <w:tcW w:w="2258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ECE408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الساعات المكتسبة</w:t>
            </w:r>
          </w:p>
        </w:tc>
        <w:tc>
          <w:tcPr>
            <w:tcW w:w="1011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4F4EAA2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22DA3FFD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29D59F68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0351321A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5CFBB056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14:paraId="3EA8C97B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shd w:val="clear" w:color="auto" w:fill="auto"/>
            <w:vAlign w:val="center"/>
          </w:tcPr>
          <w:p w14:paraId="6C46564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693038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6A5F7270" w14:textId="77777777" w:rsidTr="00192607">
        <w:trPr>
          <w:trHeight w:val="549"/>
        </w:trPr>
        <w:tc>
          <w:tcPr>
            <w:tcW w:w="225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72F6D1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المعدل</w:t>
            </w:r>
          </w:p>
        </w:tc>
        <w:tc>
          <w:tcPr>
            <w:tcW w:w="1011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8735B29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7D0652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6823C6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D312E4F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CA5C33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3FDFA7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1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573DC50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1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7D050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12B18" w:rsidRPr="00A6244A" w14:paraId="4FBFD11D" w14:textId="77777777" w:rsidTr="00192607">
        <w:trPr>
          <w:trHeight w:val="628"/>
        </w:trPr>
        <w:tc>
          <w:tcPr>
            <w:tcW w:w="225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B629AC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مجموع الساعات</w:t>
            </w:r>
          </w:p>
        </w:tc>
        <w:tc>
          <w:tcPr>
            <w:tcW w:w="10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699668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82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BBF557" w14:textId="77777777" w:rsidR="00312B18" w:rsidRPr="00A6244A" w:rsidRDefault="00312B18" w:rsidP="00312B18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متوقع التخرج في : ( 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) سنتان ونصف (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) ثلاث سنوات (</w:t>
            </w:r>
            <w:r>
              <w:rPr>
                <w:rFonts w:cs="AL-Mohanad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 xml:space="preserve"> ) أكثر من ذلك</w:t>
            </w:r>
          </w:p>
        </w:tc>
      </w:tr>
    </w:tbl>
    <w:p w14:paraId="0CC61C75" w14:textId="77777777" w:rsidR="00275A09" w:rsidRDefault="00275A09" w:rsidP="00275A09">
      <w:pPr>
        <w:jc w:val="both"/>
        <w:rPr>
          <w:sz w:val="24"/>
          <w:szCs w:val="24"/>
          <w:rtl/>
        </w:rPr>
      </w:pPr>
    </w:p>
    <w:p w14:paraId="273E5C98" w14:textId="77777777" w:rsidR="00275A09" w:rsidRDefault="00275A09" w:rsidP="00275A09">
      <w:pPr>
        <w:jc w:val="both"/>
        <w:rPr>
          <w:b/>
          <w:bCs/>
          <w:sz w:val="22"/>
          <w:szCs w:val="22"/>
          <w:rtl/>
        </w:rPr>
      </w:pPr>
    </w:p>
    <w:p w14:paraId="1E72ED84" w14:textId="77777777" w:rsidR="00275A09" w:rsidRDefault="00275A09" w:rsidP="00275A09">
      <w:pPr>
        <w:jc w:val="both"/>
        <w:rPr>
          <w:b/>
          <w:bCs/>
          <w:sz w:val="22"/>
          <w:szCs w:val="22"/>
          <w:rtl/>
        </w:rPr>
      </w:pPr>
    </w:p>
    <w:p w14:paraId="3A0EA091" w14:textId="77777777" w:rsidR="00275A09" w:rsidRDefault="00275A09" w:rsidP="00275A09">
      <w:pPr>
        <w:jc w:val="both"/>
        <w:rPr>
          <w:b/>
          <w:bCs/>
          <w:sz w:val="22"/>
          <w:szCs w:val="22"/>
          <w:rtl/>
        </w:rPr>
      </w:pPr>
    </w:p>
    <w:p w14:paraId="5E32BCAE" w14:textId="77777777" w:rsidR="00275A09" w:rsidRDefault="00275A09" w:rsidP="00275A09">
      <w:pPr>
        <w:jc w:val="both"/>
        <w:rPr>
          <w:rFonts w:cs="AL-Mohanad"/>
          <w:b/>
          <w:bCs/>
          <w:sz w:val="22"/>
          <w:szCs w:val="22"/>
          <w:rtl/>
        </w:rPr>
      </w:pPr>
    </w:p>
    <w:p w14:paraId="5B7D4F87" w14:textId="77777777" w:rsidR="00312B18" w:rsidRPr="00275A09" w:rsidRDefault="00312B18" w:rsidP="00275A09">
      <w:pPr>
        <w:jc w:val="both"/>
        <w:rPr>
          <w:rFonts w:cs="AL-Mohanad"/>
          <w:b/>
          <w:bCs/>
          <w:sz w:val="22"/>
          <w:szCs w:val="22"/>
          <w:rtl/>
        </w:rPr>
      </w:pPr>
      <w:r w:rsidRPr="00275A09">
        <w:rPr>
          <w:rFonts w:cs="AL-Mohanad"/>
          <w:b/>
          <w:bCs/>
          <w:sz w:val="22"/>
          <w:szCs w:val="22"/>
          <w:rtl/>
        </w:rPr>
        <w:t xml:space="preserve"> </w:t>
      </w:r>
      <w:r w:rsidR="00275A09">
        <w:rPr>
          <w:rFonts w:cs="AL-Mohanad"/>
          <w:b/>
          <w:bCs/>
          <w:sz w:val="22"/>
          <w:szCs w:val="22"/>
          <w:rtl/>
        </w:rPr>
        <w:t>المرشد الأكاديمي</w:t>
      </w:r>
      <w:r w:rsidR="00275A09">
        <w:rPr>
          <w:rFonts w:cs="AL-Mohanad" w:hint="cs"/>
          <w:b/>
          <w:bCs/>
          <w:sz w:val="22"/>
          <w:szCs w:val="22"/>
          <w:rtl/>
        </w:rPr>
        <w:t xml:space="preserve">:                                                </w:t>
      </w:r>
      <w:r w:rsidRPr="00275A09">
        <w:rPr>
          <w:rFonts w:cs="AL-Mohanad"/>
          <w:b/>
          <w:bCs/>
          <w:sz w:val="22"/>
          <w:szCs w:val="22"/>
          <w:rtl/>
        </w:rPr>
        <w:t>وكيل شؤون الطلاب</w:t>
      </w:r>
      <w:r w:rsidR="00275A09">
        <w:rPr>
          <w:rFonts w:cs="AL-Mohanad" w:hint="cs"/>
          <w:b/>
          <w:bCs/>
          <w:sz w:val="22"/>
          <w:szCs w:val="22"/>
          <w:rtl/>
        </w:rPr>
        <w:t>:</w:t>
      </w:r>
      <w:r w:rsidRPr="00275A09">
        <w:rPr>
          <w:rFonts w:cs="AL-Mohanad"/>
          <w:b/>
          <w:bCs/>
          <w:sz w:val="22"/>
          <w:szCs w:val="22"/>
          <w:rtl/>
        </w:rPr>
        <w:t xml:space="preserve">                             </w:t>
      </w:r>
      <w:r w:rsidRPr="00275A09">
        <w:rPr>
          <w:rFonts w:cs="AL-Mohanad" w:hint="cs"/>
          <w:b/>
          <w:bCs/>
          <w:sz w:val="22"/>
          <w:szCs w:val="22"/>
          <w:rtl/>
        </w:rPr>
        <w:t xml:space="preserve">         </w:t>
      </w:r>
      <w:r w:rsidRPr="00275A09">
        <w:rPr>
          <w:rFonts w:cs="AL-Mohanad"/>
          <w:b/>
          <w:bCs/>
          <w:sz w:val="22"/>
          <w:szCs w:val="22"/>
          <w:rtl/>
        </w:rPr>
        <w:t xml:space="preserve">             قائد المدرسة</w:t>
      </w:r>
    </w:p>
    <w:p w14:paraId="7160D298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A7C0848" w14:textId="77777777" w:rsidR="00312B18" w:rsidRPr="005F4815" w:rsidRDefault="00312B18" w:rsidP="00312B18">
      <w:pPr>
        <w:rPr>
          <w:rFonts w:cs="AL-Mohanad"/>
          <w:sz w:val="26"/>
          <w:szCs w:val="26"/>
          <w:rtl/>
        </w:rPr>
      </w:pPr>
    </w:p>
    <w:p w14:paraId="73567DC2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8235FE1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02223DC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18C6A90F" w14:textId="77777777" w:rsidR="00312B18" w:rsidRDefault="00312B18" w:rsidP="00275A09">
      <w:pPr>
        <w:rPr>
          <w:sz w:val="24"/>
          <w:szCs w:val="24"/>
          <w:rtl/>
        </w:rPr>
      </w:pPr>
    </w:p>
    <w:p w14:paraId="18505AC6" w14:textId="77777777" w:rsidR="00312B18" w:rsidRPr="00275A09" w:rsidRDefault="00312B18" w:rsidP="00312B18">
      <w:pPr>
        <w:jc w:val="center"/>
        <w:rPr>
          <w:rFonts w:cs="PT Bold Heading"/>
          <w:b/>
          <w:bCs/>
          <w:sz w:val="30"/>
          <w:szCs w:val="30"/>
        </w:rPr>
      </w:pPr>
      <w:r w:rsidRPr="00275A09">
        <w:rPr>
          <w:rFonts w:cs="PT Bold Heading" w:hint="cs"/>
          <w:b/>
          <w:bCs/>
          <w:sz w:val="30"/>
          <w:szCs w:val="30"/>
          <w:rtl/>
        </w:rPr>
        <w:lastRenderedPageBreak/>
        <w:t>الخطط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والبرامج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الدراسية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لنظام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المقررات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في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التعليم</w:t>
      </w:r>
      <w:r w:rsidRPr="00275A09">
        <w:rPr>
          <w:rFonts w:cs="PT Bold Heading"/>
          <w:b/>
          <w:bCs/>
          <w:sz w:val="30"/>
          <w:szCs w:val="30"/>
        </w:rPr>
        <w:t xml:space="preserve"> </w:t>
      </w:r>
      <w:r w:rsidRPr="00275A09">
        <w:rPr>
          <w:rFonts w:cs="PT Bold Heading" w:hint="cs"/>
          <w:b/>
          <w:bCs/>
          <w:sz w:val="30"/>
          <w:szCs w:val="30"/>
          <w:rtl/>
        </w:rPr>
        <w:t>الثانوي</w:t>
      </w:r>
    </w:p>
    <w:p w14:paraId="5DB72BDB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71A46CD" w14:textId="77777777" w:rsidR="00312B18" w:rsidRDefault="00312B18" w:rsidP="00312B18">
      <w:pPr>
        <w:jc w:val="center"/>
        <w:rPr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27FCA5" wp14:editId="2213F5AC">
                <wp:simplePos x="0" y="0"/>
                <wp:positionH relativeFrom="column">
                  <wp:posOffset>496909</wp:posOffset>
                </wp:positionH>
                <wp:positionV relativeFrom="paragraph">
                  <wp:posOffset>30166</wp:posOffset>
                </wp:positionV>
                <wp:extent cx="5658485" cy="6107836"/>
                <wp:effectExtent l="0" t="0" r="18415" b="26670"/>
                <wp:wrapNone/>
                <wp:docPr id="5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8485" cy="61078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59847" w14:textId="77777777" w:rsidR="00312B18" w:rsidRPr="00275A09" w:rsidRDefault="00312B18" w:rsidP="00312B18">
                            <w:pPr>
                              <w:rPr>
                                <w:rFonts w:cs="AL-Mohanad"/>
                                <w:b/>
                                <w:bCs/>
                                <w:color w:val="003300"/>
                                <w:sz w:val="24"/>
                                <w:szCs w:val="28"/>
                                <w:u w:val="single"/>
                                <w:rtl/>
                              </w:rPr>
                            </w:pPr>
                            <w:r w:rsidRPr="00275A09">
                              <w:rPr>
                                <w:rFonts w:cs="AL-Mohanad"/>
                                <w:b/>
                                <w:bCs/>
                                <w:color w:val="003300"/>
                                <w:sz w:val="24"/>
                                <w:szCs w:val="28"/>
                                <w:u w:val="single"/>
                                <w:rtl/>
                              </w:rPr>
                              <w:t>خطة دراسية مقترحة لطلاب العلوم الطبيعية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</w:tblGrid>
                            <w:tr w:rsidR="00312B18" w14:paraId="32FDC308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294FB556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1EC5A0A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13471B82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29F71708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73B485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8537240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0452B4A8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الثالث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3E9355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4B15B05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66CBFEB4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C2FD92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2AB9A4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C4B0E41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66EB9B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0D877A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B7416E3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F9F0A03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34FDF33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A324D4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7AB85275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AF722AC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5F9EDD0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025096C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7E74B4D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F40A55C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E1492D7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6520278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335908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8F7850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7767DA81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0C4053A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AD719B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9037E91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61B53C6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1699745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ADCD85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564EDE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C08A4B7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2A3F7D7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5B1AE401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6367A2D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2F9FF2A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BBEE0E6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4C6ADF2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50C0751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9815F35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32E313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E24122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8DA55D0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1382B2DF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1A9D33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B19423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30F2D1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842EDF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AB0896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195133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F0FA934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6DB29DF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0E24520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14:paraId="7E7A71D0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814CB1D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0C0D08E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00DBA31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9ACC524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413B9AB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3C68274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018771DD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427D6F8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76EBDF6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6D2489" w14:textId="77777777" w:rsidR="00312B18" w:rsidRDefault="00312B18" w:rsidP="00275A09">
                            <w:pPr>
                              <w:jc w:val="center"/>
                              <w:rPr>
                                <w:rFonts w:cs="AL-Mohanad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</w:tblGrid>
                            <w:tr w:rsidR="00312B18" w:rsidRPr="004B5712" w14:paraId="1C6B4BCA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081F6BDF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الرابع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87A0428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BFE4A93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257FAD4A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الخامس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E27B917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4F46C97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6FF6B066" w14:textId="77777777" w:rsidR="00312B18" w:rsidRPr="005F4815" w:rsidRDefault="00312B18" w:rsidP="00275A09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السادس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5DA2733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D1EA9F6" w14:textId="77777777" w:rsidR="00312B18" w:rsidRPr="005F4815" w:rsidRDefault="00312B18" w:rsidP="00275A09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5D8942AA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B473CF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6FA3BC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8D4F52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CCE80A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92BA26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A0201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9FC271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974FF1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86BE05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6B322A9C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5CF594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EA1241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6F1F61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B7AE6F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4FB491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7304D3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30E86F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F5C07E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8A8B4F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1E311639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E99913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463DB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5EE107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8FBC3E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D96969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51BB8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372C5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51E8CB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00A822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7B3DBE88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C2E57A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8E6994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1934EA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B3D1AE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23F1A7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9E81B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867918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8469C0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7DD2E1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7FA26C60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0AC35E9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411ACF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5244F5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D04F33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1F304F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312EB0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7CF16D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EAC82B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B20427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5511FA1D" w14:textId="77777777" w:rsidTr="00192607">
                              <w:trPr>
                                <w:trHeight w:val="26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52491F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7008A9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AD0D4B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87D238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3C8007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AC62DE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FDB762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151308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2BE997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B517DB" w14:textId="77777777" w:rsidR="00312B18" w:rsidRDefault="00312B18" w:rsidP="00312B18">
                            <w:pPr>
                              <w:rPr>
                                <w:rFonts w:cs="AL-Mohanad"/>
                                <w:color w:val="003300"/>
                                <w:sz w:val="24"/>
                                <w:szCs w:val="28"/>
                                <w:u w:val="single"/>
                                <w:rtl/>
                              </w:rPr>
                            </w:pPr>
                          </w:p>
                          <w:p w14:paraId="176106ED" w14:textId="77777777" w:rsidR="00312B18" w:rsidRPr="00275A09" w:rsidRDefault="00312B18" w:rsidP="00312B18">
                            <w:pPr>
                              <w:rPr>
                                <w:rFonts w:cs="AL-Mohanad"/>
                                <w:b/>
                                <w:bCs/>
                                <w:color w:val="003300"/>
                                <w:sz w:val="24"/>
                                <w:szCs w:val="28"/>
                                <w:u w:val="single"/>
                                <w:rtl/>
                              </w:rPr>
                            </w:pPr>
                            <w:r w:rsidRPr="00275A09">
                              <w:rPr>
                                <w:rFonts w:cs="AL-Mohanad"/>
                                <w:b/>
                                <w:bCs/>
                                <w:color w:val="003300"/>
                                <w:sz w:val="24"/>
                                <w:szCs w:val="28"/>
                                <w:u w:val="single"/>
                                <w:rtl/>
                              </w:rPr>
                              <w:t>خطة دراسية مقترحة لطلاب العلوم الإنسانية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</w:tblGrid>
                            <w:tr w:rsidR="00312B18" w:rsidRPr="004B5712" w14:paraId="1D3CDAD6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005367D3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AC2C63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D3A3D0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7E4383F0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F2984F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6DE345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458BEF1D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الثالث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460F3D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67763C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2288D355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42A4070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9AE75B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4E746C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792EA7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A3A2E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50E19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8E60D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C9943C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EC9E5F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02552F37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620352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CA4DC4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BA2B2C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BB2791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8DBD20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4142CC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505D1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B3EA4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D402EE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3AC435E7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90100C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687F48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8BC401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8F3D84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DBBC89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180A612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13E066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387C90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B38BD5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0D968994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454B87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1353C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2652FA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EE1269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E91D59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1BBC6CF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6ADB29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0A87FA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B350F3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5D6950FA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328B44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B97F20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F2C33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DB180B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DA44B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2ED23C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E826B3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C58530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137728E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5E163A10" w14:textId="77777777" w:rsidTr="00192607">
                              <w:trPr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C547AF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FFDF7A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D13663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C441E1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C42823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E89499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3DA3EF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6AE5A4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9CA39B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5BE6463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18" w:space="0" w:color="auto"/>
                                <w:left w:val="single" w:sz="18" w:space="0" w:color="auto"/>
                                <w:bottom w:val="single" w:sz="18" w:space="0" w:color="auto"/>
                                <w:right w:val="single" w:sz="18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  <w:gridCol w:w="567"/>
                              <w:gridCol w:w="316"/>
                              <w:gridCol w:w="1701"/>
                            </w:tblGrid>
                            <w:tr w:rsidR="00312B18" w:rsidRPr="004B5712" w14:paraId="138138DF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441DE502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الرابع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9E75CA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BDA9E8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1D017B4A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الخامس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CE3873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1FC7582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shd w:val="clear" w:color="auto" w:fill="auto"/>
                                  <w:textDirection w:val="btLr"/>
                                </w:tcPr>
                                <w:p w14:paraId="3D8E47E2" w14:textId="77777777" w:rsidR="00312B18" w:rsidRPr="005F4815" w:rsidRDefault="00312B18" w:rsidP="00312B18">
                                  <w:pPr>
                                    <w:ind w:left="113" w:right="113"/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السادس</w:t>
                                  </w: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6686FE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F9A0A1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4C52107B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F6F7EC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3607CB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79DC7E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B09FA8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8DDB7B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CDD755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6EB7B9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62F1731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63DA649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5BB29206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034F22C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DF66CA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1B2671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42A68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1A0AF7F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1D6DBC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AB9309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D8AC50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FB5C77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1E1F5801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C98CFF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D6E09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166893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5ABB59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7621FD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A6B9D7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5D83F67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2A92AA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79F878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76AEEE89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37FF1E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E703F6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33E12E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F67639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C6432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2AE4F90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D31788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DE897D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F1729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191CF22C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3001EE6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523261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4079A0F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1521F9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5361296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517F6B5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2046485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435219F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FBB8C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4B5712" w14:paraId="6CE83214" w14:textId="77777777" w:rsidTr="00192607">
                              <w:trPr>
                                <w:trHeight w:val="259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06834C2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760DBA5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07B2F96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7816645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0E1456D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3D544C0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shd w:val="clear" w:color="auto" w:fill="auto"/>
                                </w:tcPr>
                                <w:p w14:paraId="65F64F4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3" w:type="dxa"/>
                                  <w:shd w:val="clear" w:color="auto" w:fill="auto"/>
                                </w:tcPr>
                                <w:p w14:paraId="354D799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shd w:val="clear" w:color="auto" w:fill="auto"/>
                                </w:tcPr>
                                <w:p w14:paraId="783D90C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2D618FC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A894ECC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50A09404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B5B483A" w14:textId="77777777" w:rsidR="00312B18" w:rsidRDefault="00312B18" w:rsidP="00312B1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37EEACB1" w14:textId="77777777" w:rsidR="00312B18" w:rsidRDefault="00312B18" w:rsidP="00312B1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5A63D10D" w14:textId="77777777" w:rsidR="00312B18" w:rsidRDefault="00312B18" w:rsidP="00312B18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14:paraId="4257B5E4" w14:textId="77777777" w:rsidR="00312B18" w:rsidRPr="00075E6F" w:rsidRDefault="00312B18" w:rsidP="00312B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27FCA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9.15pt;margin-top:2.4pt;width:445.55pt;height:48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">
                <v:textbox>
                  <w:txbxContent>
                    <w:p w14:paraId="5C259847" w14:textId="77777777" w:rsidR="00312B18" w:rsidRPr="00275A09" w:rsidRDefault="00312B18" w:rsidP="00312B18">
                      <w:pPr>
                        <w:rPr>
                          <w:rFonts w:cs="AL-Mohanad"/>
                          <w:b/>
                          <w:bCs/>
                          <w:color w:val="003300"/>
                          <w:sz w:val="24"/>
                          <w:szCs w:val="28"/>
                          <w:u w:val="single"/>
                          <w:rtl/>
                        </w:rPr>
                      </w:pPr>
                      <w:r w:rsidRPr="00275A09">
                        <w:rPr>
                          <w:rFonts w:cs="AL-Mohanad"/>
                          <w:b/>
                          <w:bCs/>
                          <w:color w:val="003300"/>
                          <w:sz w:val="24"/>
                          <w:szCs w:val="28"/>
                          <w:u w:val="single"/>
                          <w:rtl/>
                        </w:rPr>
                        <w:t>خطة دراسية مقترحة لطلاب العلوم الطبيعية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</w:tblGrid>
                      <w:tr w:rsidR="00312B18" w14:paraId="32FDC308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294FB556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1EC5A0A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13471B82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29F71708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73B485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8537240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0452B4A8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الثالث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3E9355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4B15B05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66CBFEB4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C2FD92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2AB9A4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C4B0E41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66EB9B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0D877A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B7416E3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F9F0A03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34FDF33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A324D4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7AB85275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AF722AC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5F9EDD0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025096C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7E74B4D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F40A55C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E1492D7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6520278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335908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8F7850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7767DA81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0C4053A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AD719B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9037E91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61B53C6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1699745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ADCD85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564EDE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C08A4B7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2A3F7D7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5B1AE401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6367A2D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2F9FF2A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BBEE0E6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4C6ADF2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50C0751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9815F35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32E313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E24122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8DA55D0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1382B2DF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1A9D33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B19423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30F2D1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842EDF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AB0896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195133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F0FA934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6DB29DF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0E24520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14:paraId="7E7A71D0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814CB1D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0C0D08E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00DBA31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9ACC524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413B9AB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3C68274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018771DD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427D6F8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76EBDF6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A6D2489" w14:textId="77777777" w:rsidR="00312B18" w:rsidRDefault="00312B18" w:rsidP="00275A09">
                      <w:pPr>
                        <w:jc w:val="center"/>
                        <w:rPr>
                          <w:rFonts w:cs="AL-Mohanad"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</w:tblGrid>
                      <w:tr w:rsidR="00312B18" w:rsidRPr="004B5712" w14:paraId="1C6B4BCA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081F6BDF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الرابع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87A0428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BFE4A93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257FAD4A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الخامس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E27B917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4F46C97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6FF6B066" w14:textId="77777777" w:rsidR="00312B18" w:rsidRPr="005F4815" w:rsidRDefault="00312B18" w:rsidP="00275A09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السادس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5DA2733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D1EA9F6" w14:textId="77777777" w:rsidR="00312B18" w:rsidRPr="005F4815" w:rsidRDefault="00312B18" w:rsidP="00275A09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5D8942AA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B473CF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6FA3BC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8D4F52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CCE80A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92BA26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A0201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9FC271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974FF1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86BE05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6B322A9C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5CF594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EA1241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6F1F61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B7AE6F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4FB491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7304D3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30E86F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F5C07E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8A8B4F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1E311639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E99913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463DB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5EE107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8FBC3E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D96969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51BB8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372C5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51E8CB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00A822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7B3DBE88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C2E57A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8E6994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1934EA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B3D1AE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23F1A7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9E81B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867918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8469C0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7DD2E1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7FA26C60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0AC35E9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411ACF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5244F5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D04F33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1F304F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312EB0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7CF16D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EAC82B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B20427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5511FA1D" w14:textId="77777777" w:rsidTr="00192607">
                        <w:trPr>
                          <w:trHeight w:val="264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52491F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7008A9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AD0D4B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87D238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3C8007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AC62DE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FDB762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151308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2BE997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DB517DB" w14:textId="77777777" w:rsidR="00312B18" w:rsidRDefault="00312B18" w:rsidP="00312B18">
                      <w:pPr>
                        <w:rPr>
                          <w:rFonts w:cs="AL-Mohanad"/>
                          <w:color w:val="003300"/>
                          <w:sz w:val="24"/>
                          <w:szCs w:val="28"/>
                          <w:u w:val="single"/>
                          <w:rtl/>
                        </w:rPr>
                      </w:pPr>
                    </w:p>
                    <w:p w14:paraId="176106ED" w14:textId="77777777" w:rsidR="00312B18" w:rsidRPr="00275A09" w:rsidRDefault="00312B18" w:rsidP="00312B18">
                      <w:pPr>
                        <w:rPr>
                          <w:rFonts w:cs="AL-Mohanad"/>
                          <w:b/>
                          <w:bCs/>
                          <w:color w:val="003300"/>
                          <w:sz w:val="24"/>
                          <w:szCs w:val="28"/>
                          <w:u w:val="single"/>
                          <w:rtl/>
                        </w:rPr>
                      </w:pPr>
                      <w:r w:rsidRPr="00275A09">
                        <w:rPr>
                          <w:rFonts w:cs="AL-Mohanad"/>
                          <w:b/>
                          <w:bCs/>
                          <w:color w:val="003300"/>
                          <w:sz w:val="24"/>
                          <w:szCs w:val="28"/>
                          <w:u w:val="single"/>
                          <w:rtl/>
                        </w:rPr>
                        <w:t>خطة دراسية مقترحة لطلاب العلوم الإنسانية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</w:tblGrid>
                      <w:tr w:rsidR="00312B18" w:rsidRPr="004B5712" w14:paraId="1D3CDAD6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005367D3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AC2C63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D3A3D0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7E4383F0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F2984F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6DE345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458BEF1D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الثالث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460F3D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67763C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2288D355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42A4070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9AE75B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4E746C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792EA7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A3A2E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50E19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8E60D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C9943C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EC9E5F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02552F37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620352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CA4DC4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BA2B2C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BB2791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8DBD20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4142CC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505D1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B3EA4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D402EE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3AC435E7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90100C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687F48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8BC401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8F3D84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DBBC89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180A612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13E066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387C90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B38BD5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0D968994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454B87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1353C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2652FA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EE1269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E91D59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1BBC6CF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6ADB29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0A87FA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B350F3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5D6950FA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328B44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B97F20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F2C33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DB180B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DA44B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2ED23C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E826B3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C58530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137728E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5E163A10" w14:textId="77777777" w:rsidTr="00192607">
                        <w:trPr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C547AF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FFDF7A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D13663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C441E1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C42823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E89499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3DA3EF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6AE5A4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9CA39B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15BE6463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  <w:gridCol w:w="567"/>
                        <w:gridCol w:w="316"/>
                        <w:gridCol w:w="1701"/>
                      </w:tblGrid>
                      <w:tr w:rsidR="00312B18" w:rsidRPr="004B5712" w14:paraId="138138DF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441DE502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الرابع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9E75CA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BDA9E8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1D017B4A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الخامس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CE3873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1FC7582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shd w:val="clear" w:color="auto" w:fill="auto"/>
                            <w:textDirection w:val="btLr"/>
                          </w:tcPr>
                          <w:p w14:paraId="3D8E47E2" w14:textId="77777777" w:rsidR="00312B18" w:rsidRPr="005F4815" w:rsidRDefault="00312B18" w:rsidP="00312B18">
                            <w:pPr>
                              <w:ind w:left="113" w:right="113"/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السادس</w:t>
                            </w: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6686FE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F9A0A1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4C52107B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F6F7EC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3607CB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79DC7E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B09FA8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8DDB7B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CDD755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6EB7B9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62F1731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63DA649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5BB29206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034F22C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DF66CA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1B2671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42A68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1A0AF7F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1D6DBC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AB9309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D8AC50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FB5C77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1E1F5801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C98CFF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D6E09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166893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5ABB59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7621FD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A6B9D7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5D83F67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2A92AA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79F878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76AEEE89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37FF1E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E703F6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33E12E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F67639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C6432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2AE4F90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D31788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DE897D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F1729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191CF22C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3001EE6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523261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4079A0F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1521F9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5361296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517F6B5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2046485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435219F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FBB8C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  <w:tr w:rsidR="00312B18" w:rsidRPr="004B5712" w14:paraId="6CE83214" w14:textId="77777777" w:rsidTr="00192607">
                        <w:trPr>
                          <w:trHeight w:val="259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06834C2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760DBA5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07B2F96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7816645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0E1456D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3D544C0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shd w:val="clear" w:color="auto" w:fill="auto"/>
                          </w:tcPr>
                          <w:p w14:paraId="65F64F4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3" w:type="dxa"/>
                            <w:shd w:val="clear" w:color="auto" w:fill="auto"/>
                          </w:tcPr>
                          <w:p w14:paraId="354D799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701" w:type="dxa"/>
                            <w:shd w:val="clear" w:color="auto" w:fill="auto"/>
                          </w:tcPr>
                          <w:p w14:paraId="783D90C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22D618FC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A894ECC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50A09404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B5B483A" w14:textId="77777777" w:rsidR="00312B18" w:rsidRDefault="00312B18" w:rsidP="00312B18">
                      <w:pPr>
                        <w:jc w:val="center"/>
                        <w:rPr>
                          <w:rtl/>
                        </w:rPr>
                      </w:pPr>
                    </w:p>
                    <w:p w14:paraId="37EEACB1" w14:textId="77777777" w:rsidR="00312B18" w:rsidRDefault="00312B18" w:rsidP="00312B18">
                      <w:pPr>
                        <w:jc w:val="center"/>
                        <w:rPr>
                          <w:rtl/>
                        </w:rPr>
                      </w:pPr>
                    </w:p>
                    <w:p w14:paraId="5A63D10D" w14:textId="77777777" w:rsidR="00312B18" w:rsidRDefault="00312B18" w:rsidP="00312B18">
                      <w:pPr>
                        <w:jc w:val="center"/>
                        <w:rPr>
                          <w:rtl/>
                        </w:rPr>
                      </w:pPr>
                    </w:p>
                    <w:p w14:paraId="4257B5E4" w14:textId="77777777" w:rsidR="00312B18" w:rsidRPr="00075E6F" w:rsidRDefault="00312B18" w:rsidP="00312B1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61B02F0" w14:textId="77777777" w:rsidR="00312B18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</w:p>
    <w:p w14:paraId="754C6A34" w14:textId="77777777" w:rsidR="00312B18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</w:p>
    <w:p w14:paraId="0F9355DD" w14:textId="77777777" w:rsidR="00312B18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</w:p>
    <w:p w14:paraId="2251B443" w14:textId="77777777" w:rsidR="00312B18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</w:p>
    <w:p w14:paraId="337D31ED" w14:textId="77777777" w:rsidR="00312B18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</w:p>
    <w:p w14:paraId="64F124CA" w14:textId="77777777" w:rsidR="00312B18" w:rsidRPr="008E00FB" w:rsidRDefault="00312B18" w:rsidP="00312B18">
      <w:pPr>
        <w:ind w:left="-181" w:firstLine="181"/>
        <w:rPr>
          <w:rFonts w:cs="AL-Mohanad"/>
          <w:color w:val="808080"/>
          <w:sz w:val="24"/>
          <w:szCs w:val="24"/>
          <w:rtl/>
        </w:rPr>
      </w:pPr>
      <w:r w:rsidRPr="008E00FB">
        <w:rPr>
          <w:rFonts w:cs="AL-Mohanad"/>
          <w:color w:val="808080"/>
          <w:sz w:val="24"/>
          <w:szCs w:val="24"/>
          <w:rtl/>
        </w:rPr>
        <w:tab/>
        <w:t>اسم النموذج : سجل توزيع الانتظار اليومي</w:t>
      </w:r>
      <w:r w:rsidRPr="008E00FB">
        <w:rPr>
          <w:rFonts w:cs="AL-Mohanad"/>
          <w:color w:val="808080"/>
          <w:sz w:val="24"/>
          <w:szCs w:val="24"/>
          <w:rtl/>
        </w:rPr>
        <w:tab/>
      </w:r>
      <w:r w:rsidRPr="008E00FB">
        <w:rPr>
          <w:rFonts w:cs="AL-Mohanad"/>
          <w:color w:val="808080"/>
          <w:sz w:val="24"/>
          <w:szCs w:val="24"/>
          <w:rtl/>
        </w:rPr>
        <w:tab/>
      </w:r>
      <w:r>
        <w:rPr>
          <w:rFonts w:cs="AL-Mohanad"/>
          <w:color w:val="808080"/>
          <w:sz w:val="24"/>
          <w:szCs w:val="24"/>
          <w:rtl/>
        </w:rPr>
        <w:t xml:space="preserve">     </w:t>
      </w:r>
      <w:r w:rsidRPr="008E00FB">
        <w:rPr>
          <w:rFonts w:cs="AL-Mohanad"/>
          <w:color w:val="808080"/>
          <w:sz w:val="24"/>
          <w:szCs w:val="24"/>
          <w:rtl/>
        </w:rPr>
        <w:tab/>
        <w:t>رمز  النموذج : و.ت.ع.ن -  01  -  01</w:t>
      </w:r>
    </w:p>
    <w:p w14:paraId="121D5578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0A648848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4DCCE1A9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47F9F061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5A8786DD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1C4DAD05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6AF35F66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159FA9F1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29474CF5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2F6014A4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1404B5EA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13C39FC9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52D5AA53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69F416DB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541DAE31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11B07774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39E354F7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613F4791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53A97C96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281D6A73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0B897D18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3490C7DA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314FD0A3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5E03B9E8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4FFFD811" w14:textId="77777777" w:rsidR="00312B18" w:rsidRDefault="00312B18" w:rsidP="00312B18">
      <w:pPr>
        <w:ind w:left="-181" w:firstLine="181"/>
        <w:rPr>
          <w:rFonts w:cs="AL-Mohanad"/>
          <w:sz w:val="24"/>
          <w:szCs w:val="24"/>
          <w:rtl/>
        </w:rPr>
      </w:pPr>
    </w:p>
    <w:p w14:paraId="2510D566" w14:textId="77777777" w:rsidR="00312B18" w:rsidRDefault="00312B18" w:rsidP="00312B18">
      <w:pPr>
        <w:ind w:left="-181" w:firstLine="181"/>
        <w:jc w:val="center"/>
        <w:rPr>
          <w:rFonts w:cs="AL-Mohanad"/>
          <w:sz w:val="24"/>
          <w:szCs w:val="24"/>
          <w:rtl/>
        </w:rPr>
      </w:pPr>
    </w:p>
    <w:p w14:paraId="11D78000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13564097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6EF8AA5C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54AC6C87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75CC6077" w14:textId="77777777" w:rsidR="00596C6C" w:rsidRDefault="00596C6C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3C9DA4E0" w14:textId="77777777" w:rsidR="00F10C46" w:rsidRDefault="00F10C46" w:rsidP="00312B18">
      <w:pPr>
        <w:ind w:left="-181" w:firstLine="181"/>
        <w:rPr>
          <w:rFonts w:cs="AL-Mohanad"/>
          <w:color w:val="003300"/>
          <w:sz w:val="34"/>
          <w:szCs w:val="34"/>
          <w:rtl/>
        </w:rPr>
      </w:pPr>
    </w:p>
    <w:p w14:paraId="06CAF1BB" w14:textId="77777777" w:rsidR="00F10C46" w:rsidRDefault="00F10C46" w:rsidP="00312B18">
      <w:pPr>
        <w:ind w:left="-181" w:firstLine="181"/>
        <w:rPr>
          <w:rFonts w:cs="AL-Mohanad"/>
          <w:color w:val="003300"/>
          <w:sz w:val="34"/>
          <w:szCs w:val="34"/>
          <w:rtl/>
        </w:rPr>
      </w:pPr>
    </w:p>
    <w:p w14:paraId="32A849EF" w14:textId="77777777" w:rsidR="00312B18" w:rsidRPr="00275A09" w:rsidRDefault="00312B18" w:rsidP="00312B18">
      <w:pPr>
        <w:ind w:left="-181" w:firstLine="181"/>
        <w:rPr>
          <w:rFonts w:cs="AL-Mohanad"/>
          <w:b/>
          <w:bCs/>
          <w:color w:val="003300"/>
          <w:sz w:val="28"/>
          <w:szCs w:val="28"/>
          <w:rtl/>
        </w:rPr>
      </w:pPr>
      <w:r w:rsidRPr="00275A09">
        <w:rPr>
          <w:rFonts w:cs="AL-Mohanad"/>
          <w:b/>
          <w:bCs/>
          <w:color w:val="003300"/>
          <w:sz w:val="28"/>
          <w:szCs w:val="28"/>
          <w:rtl/>
        </w:rPr>
        <w:t>السجل الدراسي للطالب</w:t>
      </w:r>
    </w:p>
    <w:p w14:paraId="7D2915BC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  <w:r>
        <w:rPr>
          <w:rFonts w:cs="AL-Mohanad"/>
          <w:noProof/>
          <w:color w:val="003300"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C49602" wp14:editId="7ABBB259">
                <wp:simplePos x="0" y="0"/>
                <wp:positionH relativeFrom="column">
                  <wp:posOffset>-62384</wp:posOffset>
                </wp:positionH>
                <wp:positionV relativeFrom="paragraph">
                  <wp:posOffset>68494</wp:posOffset>
                </wp:positionV>
                <wp:extent cx="6530069" cy="7505700"/>
                <wp:effectExtent l="0" t="0" r="0" b="0"/>
                <wp:wrapNone/>
                <wp:docPr id="5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069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728"/>
                              <w:gridCol w:w="1152"/>
                              <w:gridCol w:w="665"/>
                              <w:gridCol w:w="742"/>
                              <w:gridCol w:w="241"/>
                              <w:gridCol w:w="544"/>
                              <w:gridCol w:w="1152"/>
                              <w:gridCol w:w="665"/>
                              <w:gridCol w:w="658"/>
                              <w:gridCol w:w="236"/>
                              <w:gridCol w:w="734"/>
                              <w:gridCol w:w="1152"/>
                              <w:gridCol w:w="648"/>
                              <w:gridCol w:w="840"/>
                            </w:tblGrid>
                            <w:tr w:rsidR="00275A09" w:rsidRPr="00CB166A" w14:paraId="5765BCFC" w14:textId="77777777" w:rsidTr="00192607">
                              <w:trPr>
                                <w:trHeight w:val="423"/>
                                <w:jc w:val="center"/>
                              </w:trPr>
                              <w:tc>
                                <w:tcPr>
                                  <w:tcW w:w="3287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7AA4A4B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     14هـ</w:t>
                                  </w: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AF1017A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9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AD2842E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     14هـ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925B0E8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74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6005FBE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الصيفي     14هـ</w:t>
                                  </w:r>
                                </w:p>
                              </w:tc>
                            </w:tr>
                            <w:tr w:rsidR="00312B18" w:rsidRPr="00CB166A" w14:paraId="504DD491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50FFB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013F4CB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746E0DA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D0F647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28EEF1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07743D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4A72339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1A3239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3DB1AB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79D47F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7DE5B8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86ABFA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48" w:type="dxa"/>
                                  <w:tcBorders>
                                    <w:top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24779E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B1C860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</w:tr>
                            <w:tr w:rsidR="00312B18" w:rsidRPr="00CB166A" w14:paraId="03480929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4E0905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460E7FB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3546AA6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305301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9123B3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B779A8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6711C0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6C4D9F6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8E8D7F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7B1AB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200EF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66EAA51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52CD611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1380F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561BDE92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D94138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4BF082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FA7A6C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DB6743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B94495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2CEDB8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4C8E87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A8A107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DA58D4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329A8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033CED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1E92C8A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002776A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4FF6D9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65F083F6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6366F6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15C866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059C076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DD52EC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6701D6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6259A9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BA965D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6CB46C5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0ACA51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A461D6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EE3AF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0FD7217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4B2CA79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B26AE1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402CAE43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70360A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79F391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725ED69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B5B3C8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62D6F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82A52C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5AB7353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4180BE3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30F2CC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834FF5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433B56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6EC2D4E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436EB3B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8F1D2B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7BAE027D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D2611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087F772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D09E97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04DF76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A18482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0962E4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5C79652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382983F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BB7B66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1DD5EF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4900F0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059C6FD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5D7B096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23C79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0E535CC2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DA26C8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B2B098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7D18811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01E1AE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DFB53B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DC7124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5915319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D1C5B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3E2A7B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948CD3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F526C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7FDE30F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0A09007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663D0F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047889C0" w14:textId="77777777" w:rsidTr="00192607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F1A429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1D79529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5262BD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100626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6CB06D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5D1692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2DBACB5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7218875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20D55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4A8EA6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3673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shd w:val="clear" w:color="auto" w:fill="auto"/>
                                  <w:vAlign w:val="center"/>
                                </w:tcPr>
                                <w:p w14:paraId="06EC55F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shd w:val="clear" w:color="auto" w:fill="auto"/>
                                  <w:vAlign w:val="center"/>
                                </w:tcPr>
                                <w:p w14:paraId="33A9CFE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49A749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5E25924D" w14:textId="77777777" w:rsidTr="00192607">
                              <w:trPr>
                                <w:trHeight w:val="500"/>
                                <w:jc w:val="center"/>
                              </w:trPr>
                              <w:tc>
                                <w:tcPr>
                                  <w:tcW w:w="728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F492EA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58F23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6F5731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F05988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4BA75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032CC3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7D1FBA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DB0180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658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797712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7DCDB7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EDCD04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82E2DE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tcBorders>
                                    <w:bottom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EA393B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65BD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26A8A22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977"/>
                              <w:gridCol w:w="1116"/>
                              <w:gridCol w:w="645"/>
                              <w:gridCol w:w="587"/>
                              <w:gridCol w:w="246"/>
                              <w:gridCol w:w="598"/>
                              <w:gridCol w:w="1116"/>
                              <w:gridCol w:w="645"/>
                              <w:gridCol w:w="590"/>
                              <w:gridCol w:w="236"/>
                              <w:gridCol w:w="599"/>
                              <w:gridCol w:w="1116"/>
                              <w:gridCol w:w="628"/>
                              <w:gridCol w:w="1009"/>
                            </w:tblGrid>
                            <w:tr w:rsidR="00312B18" w:rsidRPr="00CB166A" w14:paraId="4CDDB80E" w14:textId="77777777" w:rsidTr="00192607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3325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C42255A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     14هـ</w:t>
                                  </w: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09FAFDC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49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92A4D50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     14هـ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6E4A6FE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52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CE734B3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الصيفي     14هـ</w:t>
                                  </w:r>
                                </w:p>
                              </w:tc>
                            </w:tr>
                            <w:tr w:rsidR="00312B18" w:rsidRPr="00CB166A" w14:paraId="3CD974D3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0EAC2D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794145B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581D2DE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277442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47E2CF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790AEF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649517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46AF331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A48CCE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5EAA7C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633EEB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41599F6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2644D97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A57295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</w:tr>
                            <w:tr w:rsidR="00312B18" w:rsidRPr="00CB166A" w14:paraId="097F9875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D639F6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71E77A6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584F939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FDED1E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227DCB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E4B491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59401E2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0BD1582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930449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BC3F59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7B1D6F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3C904FD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0752E47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2134D0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5F41ACC7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F0884D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04DCF8C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2C3FFD6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DE9F4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368AF8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222C68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6B2705E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5319649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035361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46921D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04511C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64C6AC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34E3A53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C46B2A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07813E63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58E39E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6C4FB35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48A131B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AFDB44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1F96CA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8CABF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15235F7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0912FB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83AD31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3C159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B95262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53E66FC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4A5B00A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0340A7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3882D48D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4430B5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1B161AD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3A10599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04A95A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85C1BA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09DDCC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332B11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165629E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292739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76A08B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9DCC3D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3552403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2F7726E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91CFF8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021219C5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E20F3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211CCF0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693FDBD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1E0E6A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BFE371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29448B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2DB5984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2A9EA2F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2DDF3A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7D85FE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2E3D06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78BF9F3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6A4BF4F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F01C5E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42D0253E" w14:textId="77777777" w:rsidTr="00275A09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B734EF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61A84C1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107D003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67D388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CEEA65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A70A89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2F00267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33D0378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5EF653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C0B2F7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42900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240FF1F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12C26D7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7EF4F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15AA5287" w14:textId="77777777" w:rsidTr="00275A09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631985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77AEDD4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0A6C078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D69569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D2C314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36A664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43E184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vAlign w:val="center"/>
                                </w:tcPr>
                                <w:p w14:paraId="3DAFDD3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EC5C0A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37B7E7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3AF418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vAlign w:val="center"/>
                                </w:tcPr>
                                <w:p w14:paraId="05715E3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vAlign w:val="center"/>
                                </w:tcPr>
                                <w:p w14:paraId="69372D3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4CF097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481DDDEA" w14:textId="77777777" w:rsidTr="00275A09">
                              <w:trPr>
                                <w:trHeight w:val="685"/>
                                <w:jc w:val="center"/>
                              </w:trPr>
                              <w:tc>
                                <w:tcPr>
                                  <w:tcW w:w="977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22CBF0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9A9ACB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0D549AC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58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1C2FFD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0DDA76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8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26B30F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254381A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29D297E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590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F1B1CE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E31113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B6EBE3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16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283AC7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07BB6A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51A2C2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CD747DA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9EC5AFA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6B6AE80F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7F556CF9" w14:textId="77777777" w:rsidR="00312B18" w:rsidRPr="00075E6F" w:rsidRDefault="00312B18" w:rsidP="00312B1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49602" id="Text Box 10" o:spid="_x0000_s1027" type="#_x0000_t202" style="position:absolute;left:0;text-align:left;margin-left:-4.9pt;margin-top:5.4pt;width:514.2pt;height:59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" filled="f" stroked="f">
                <v:textbox>
                  <w:txbxContent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728"/>
                        <w:gridCol w:w="1152"/>
                        <w:gridCol w:w="665"/>
                        <w:gridCol w:w="742"/>
                        <w:gridCol w:w="241"/>
                        <w:gridCol w:w="544"/>
                        <w:gridCol w:w="1152"/>
                        <w:gridCol w:w="665"/>
                        <w:gridCol w:w="658"/>
                        <w:gridCol w:w="236"/>
                        <w:gridCol w:w="734"/>
                        <w:gridCol w:w="1152"/>
                        <w:gridCol w:w="648"/>
                        <w:gridCol w:w="840"/>
                      </w:tblGrid>
                      <w:tr w:rsidR="00275A09" w:rsidRPr="00CB166A" w14:paraId="5765BCFC" w14:textId="77777777" w:rsidTr="00192607">
                        <w:trPr>
                          <w:trHeight w:val="423"/>
                          <w:jc w:val="center"/>
                        </w:trPr>
                        <w:tc>
                          <w:tcPr>
                            <w:tcW w:w="3287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7AA4A4B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     14هـ</w:t>
                            </w: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AF1017A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19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AD2842E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     14هـ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925B0E8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374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6005FBE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الصيفي     14هـ</w:t>
                            </w:r>
                          </w:p>
                        </w:tc>
                      </w:tr>
                      <w:tr w:rsidR="00312B18" w:rsidRPr="00CB166A" w14:paraId="504DD491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750FFB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013F4CB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6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746E0DA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D0F647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28EEF1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107743D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4A72339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6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1A3239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13DB1AB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79D47F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7DE5B8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86ABFA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48" w:type="dxa"/>
                            <w:tcBorders>
                              <w:top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24779E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B1C860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</w:tr>
                      <w:tr w:rsidR="00312B18" w:rsidRPr="00CB166A" w14:paraId="03480929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4E0905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460E7FB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3546AA6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305301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9123B3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B779A8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6711C0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6C4D9F6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8E8D7F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7B1AB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6200EF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66EAA51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52CD611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C1380F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561BDE92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D94138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4BF082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FA7A6C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DB6743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B94495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2CEDB8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4C8E87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A8A107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DA58D4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329A8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033CED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1E92C8A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002776A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4FF6D9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65F083F6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6366F6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15C866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059C076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DD52EC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6701D6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6259A9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BA965D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6CB46C5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0ACA51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A461D6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EE3AF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0FD7217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4B2CA79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B26AE1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402CAE43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70360A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79F391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725ED69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B5B3C8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62D6F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82A52C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5AB7353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4180BE3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30F2CC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834FF5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433B56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6EC2D4E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436EB3B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8F1D2B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7BAE027D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D2611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087F772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D09E97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04DF76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A18482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0962E4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5C79652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382983F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BB7B66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1DD5EF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4900F0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059C6FD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5D7B096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23C79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0E535CC2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DA26C8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B2B098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7D18811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01E1AE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DFB53B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DC7124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5915319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D1C5B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3E2A7B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948CD3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8F526C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7FDE30F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0A09007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663D0F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047889C0" w14:textId="77777777" w:rsidTr="00192607">
                        <w:trPr>
                          <w:trHeight w:val="462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F1A429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1D79529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5262BD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42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100626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6CB06D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5D1692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2DBACB5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7218875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5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20D55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4A8EA6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F3673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shd w:val="clear" w:color="auto" w:fill="auto"/>
                            <w:vAlign w:val="center"/>
                          </w:tcPr>
                          <w:p w14:paraId="06EC55F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shd w:val="clear" w:color="auto" w:fill="auto"/>
                            <w:vAlign w:val="center"/>
                          </w:tcPr>
                          <w:p w14:paraId="33A9CFE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49A749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5E25924D" w14:textId="77777777" w:rsidTr="00192607">
                        <w:trPr>
                          <w:trHeight w:val="500"/>
                          <w:jc w:val="center"/>
                        </w:trPr>
                        <w:tc>
                          <w:tcPr>
                            <w:tcW w:w="728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1F492EA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558F23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6F5731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F05988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1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4BA75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5032CC3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47D1FBA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5DB0180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658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797712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7DCDB7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73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EDCD04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82E2DE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tcBorders>
                              <w:bottom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EA393B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65BD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26A8A22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977"/>
                        <w:gridCol w:w="1116"/>
                        <w:gridCol w:w="645"/>
                        <w:gridCol w:w="587"/>
                        <w:gridCol w:w="246"/>
                        <w:gridCol w:w="598"/>
                        <w:gridCol w:w="1116"/>
                        <w:gridCol w:w="645"/>
                        <w:gridCol w:w="590"/>
                        <w:gridCol w:w="236"/>
                        <w:gridCol w:w="599"/>
                        <w:gridCol w:w="1116"/>
                        <w:gridCol w:w="628"/>
                        <w:gridCol w:w="1009"/>
                      </w:tblGrid>
                      <w:tr w:rsidR="00312B18" w:rsidRPr="00CB166A" w14:paraId="4CDDB80E" w14:textId="77777777" w:rsidTr="00192607">
                        <w:trPr>
                          <w:trHeight w:val="632"/>
                          <w:jc w:val="center"/>
                        </w:trPr>
                        <w:tc>
                          <w:tcPr>
                            <w:tcW w:w="3325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C42255A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     14هـ</w:t>
                            </w: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09FAFDC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949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92A4D50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     14هـ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6E4A6FE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352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CE734B3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الصيفي     14هـ</w:t>
                            </w:r>
                          </w:p>
                        </w:tc>
                      </w:tr>
                      <w:tr w:rsidR="00312B18" w:rsidRPr="00CB166A" w14:paraId="3CD974D3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70EAC2D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794145B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581D2DE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587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277442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47E2CF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5790AEF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649517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46AF331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590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A48CCE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5EAA7C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7633EEB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41599F6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2644D97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A57295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</w:tr>
                      <w:tr w:rsidR="00312B18" w:rsidRPr="00CB166A" w14:paraId="097F9875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D639F6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71E77A6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584F939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FDED1E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227DCB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E4B491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59401E2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0BD1582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930449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BC3F59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7B1D6F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3C904FD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0752E47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2134D0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5F41ACC7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F0884D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04DCF8C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2C3FFD6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DE9F4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368AF8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222C68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6B2705E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5319649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035361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46921D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04511C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64C6AC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34E3A53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C46B2A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07813E63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58E39E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6C4FB35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48A131B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AFDB44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1F96CA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8CABF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15235F7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0912FB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83AD31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3C159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B95262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53E66FC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4A5B00A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0340A7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3882D48D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4430B5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1B161AD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3A10599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04A95A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85C1BA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09DDCC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332B11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165629E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292739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76A08B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9DCC3D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3552403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2F7726E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91CFF8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021219C5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E20F3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211CCF0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693FDBD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51E0E6A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BFE371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29448B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2DB5984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2A9EA2F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2DDF3A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7D85FE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2E3D06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78BF9F3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6A4BF4F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F01C5E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42D0253E" w14:textId="77777777" w:rsidTr="00275A09">
                        <w:trPr>
                          <w:trHeight w:val="632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B734EF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61A84C1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107D003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67D388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CEEA65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A70A89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2F00267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33D0378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55EF653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C0B2F7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42900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240FF1F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12C26D7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7EF4F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15AA5287" w14:textId="77777777" w:rsidTr="00275A09">
                        <w:trPr>
                          <w:trHeight w:val="579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631985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77AEDD4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0A6C078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D69569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D2C314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36A664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43E184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vAlign w:val="center"/>
                          </w:tcPr>
                          <w:p w14:paraId="3DAFDD3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EC5C0A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37B7E7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3AF418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16" w:type="dxa"/>
                            <w:vAlign w:val="center"/>
                          </w:tcPr>
                          <w:p w14:paraId="05715E3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vAlign w:val="center"/>
                          </w:tcPr>
                          <w:p w14:paraId="69372D3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4CF097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481DDDEA" w14:textId="77777777" w:rsidTr="00275A09">
                        <w:trPr>
                          <w:trHeight w:val="685"/>
                          <w:jc w:val="center"/>
                        </w:trPr>
                        <w:tc>
                          <w:tcPr>
                            <w:tcW w:w="977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422CBF0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49A9ACB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0D549AC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58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01C2FFD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4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0DDA76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8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426B30F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254381A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29D297E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590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0F1B1CE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E31113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5B6EBE3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16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4283AC7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507BB6A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1009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51A2C2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CD747DA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p w14:paraId="29EC5AFA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p w14:paraId="6B6AE80F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color w:val="FF0000"/>
                          <w:sz w:val="20"/>
                          <w:szCs w:val="20"/>
                          <w:rtl/>
                        </w:rPr>
                      </w:pPr>
                    </w:p>
                    <w:p w14:paraId="7F556CF9" w14:textId="77777777" w:rsidR="00312B18" w:rsidRPr="00075E6F" w:rsidRDefault="00312B18" w:rsidP="00312B18"/>
                  </w:txbxContent>
                </v:textbox>
              </v:shape>
            </w:pict>
          </mc:Fallback>
        </mc:AlternateContent>
      </w:r>
    </w:p>
    <w:p w14:paraId="2C33CB2E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5A065D2E" w14:textId="77777777" w:rsidR="00312B18" w:rsidRDefault="00312B18" w:rsidP="00312B18">
      <w:pPr>
        <w:ind w:left="-181" w:firstLine="181"/>
        <w:jc w:val="center"/>
        <w:rPr>
          <w:rFonts w:cs="AL-Mohanad"/>
          <w:color w:val="003300"/>
          <w:sz w:val="34"/>
          <w:szCs w:val="34"/>
          <w:rtl/>
        </w:rPr>
      </w:pPr>
    </w:p>
    <w:p w14:paraId="413193C3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5FE88D1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30D37FC3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3CD91A68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FD6D4F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1FB4984B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E432E4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252C950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D01B709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5D7BE38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0A93E09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7BDDB5A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994DDBE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4F0B97E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ACEE5D1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3E532A30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1786542C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1757E292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19BB290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D1E08A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343E5C9C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773AF3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C153243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435FC0C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46132BAE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687F8B73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015A16F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8DECCF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76699E3B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4CE832FF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2F93A5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E3F6C41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228B4E2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7EB02694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46C4EBDC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B992693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0D698C1A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25308BDA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5271EBD5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777128B6" w14:textId="77777777" w:rsidR="00312B18" w:rsidRDefault="00312B18" w:rsidP="00312B18">
      <w:pPr>
        <w:jc w:val="center"/>
        <w:rPr>
          <w:sz w:val="24"/>
          <w:szCs w:val="24"/>
          <w:rtl/>
        </w:rPr>
      </w:pPr>
    </w:p>
    <w:p w14:paraId="4B33C241" w14:textId="77777777" w:rsidR="00312B18" w:rsidRDefault="00312B18" w:rsidP="00312B18">
      <w:pPr>
        <w:rPr>
          <w:rFonts w:cs="AL-Mohanad"/>
          <w:color w:val="003300"/>
          <w:sz w:val="24"/>
          <w:szCs w:val="24"/>
          <w:rtl/>
        </w:rPr>
      </w:pPr>
    </w:p>
    <w:p w14:paraId="1BB0266F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  <w:r>
        <w:rPr>
          <w:rFonts w:cs="AL-Mohanad"/>
          <w:noProof/>
          <w:color w:val="003300"/>
          <w:sz w:val="34"/>
          <w:szCs w:val="3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B608A1" wp14:editId="1B75CB8D">
                <wp:simplePos x="0" y="0"/>
                <wp:positionH relativeFrom="column">
                  <wp:posOffset>142875</wp:posOffset>
                </wp:positionH>
                <wp:positionV relativeFrom="paragraph">
                  <wp:posOffset>21590</wp:posOffset>
                </wp:positionV>
                <wp:extent cx="6334760" cy="7505700"/>
                <wp:effectExtent l="0" t="0" r="0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760" cy="750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714"/>
                              <w:gridCol w:w="1152"/>
                              <w:gridCol w:w="665"/>
                              <w:gridCol w:w="628"/>
                              <w:gridCol w:w="236"/>
                              <w:gridCol w:w="613"/>
                              <w:gridCol w:w="1152"/>
                              <w:gridCol w:w="665"/>
                              <w:gridCol w:w="668"/>
                              <w:gridCol w:w="283"/>
                              <w:gridCol w:w="544"/>
                              <w:gridCol w:w="1152"/>
                              <w:gridCol w:w="648"/>
                              <w:gridCol w:w="670"/>
                            </w:tblGrid>
                            <w:tr w:rsidR="00312B18" w:rsidRPr="00CB166A" w14:paraId="24FF618B" w14:textId="77777777" w:rsidTr="00192607">
                              <w:trPr>
                                <w:trHeight w:val="423"/>
                                <w:jc w:val="center"/>
                              </w:trPr>
                              <w:tc>
                                <w:tcPr>
                                  <w:tcW w:w="3159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3D2F8DE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     14هـ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FA21B71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8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290379C5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     14هـ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634B7E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4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D53DAD8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الصيفي     14هـ</w:t>
                                  </w:r>
                                </w:p>
                              </w:tc>
                            </w:tr>
                            <w:tr w:rsidR="00312B18" w:rsidRPr="00CB166A" w14:paraId="3D4F7501" w14:textId="77777777" w:rsidTr="00A2331F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44DD98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699DF2B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6B745F6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A7D740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9D8D03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DB987A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119512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1EF9E22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366605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98BBA5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07834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5E73D8D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48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1D533CB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D4D660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</w:tr>
                            <w:tr w:rsidR="00312B18" w:rsidRPr="00CB166A" w14:paraId="325FF0D5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C48812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48E99B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DAAF8D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318116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D60DE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84F7F3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CD1262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7EB225B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35F006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E9F5E8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2FA95E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625644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2294337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A87AF6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52B13862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5A6F7F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1184923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25EABBC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9335D3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28B2A1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FD9C56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5076406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6392A82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C49EB7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ADADB0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912124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1554337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5A4737D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9371F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67E8AA58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3CCDEE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158FC21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4716EB5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54E43E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690386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5D0C3C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44F4570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6CBB934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30E5F5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96D58C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2F312E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0229B8A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159DE57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578D74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0E25DDF0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3DBD81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03FE00A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426C3B7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D324FE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E2FF43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0B884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31B838C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03678DC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6B6D07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E67BEB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D0C64C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2F81CD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21ADDB9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5CEEB4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47343BF7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DC0086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2B0FCE9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875F31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FFA961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B5CABB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D33C67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0651DEA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0DD6BC0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1F9185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C277E5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227E84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0065CC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3F233E7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61FA6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66D1CCEC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9ED4A9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5F54921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4A74B45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A37A52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3C8B0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52044A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41F77E5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4EB75D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B8215B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8877AF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08581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1CC7784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2B5F14C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9AC6CA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3F1DA9B5" w14:textId="77777777" w:rsidTr="00275A09">
                              <w:trPr>
                                <w:trHeight w:val="462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9AF787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7BAC407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1A31348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CB7D94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418782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9C547F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40663DC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vAlign w:val="center"/>
                                </w:tcPr>
                                <w:p w14:paraId="2D5D930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9DD434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86C258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7E7D7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vAlign w:val="center"/>
                                </w:tcPr>
                                <w:p w14:paraId="0435AE5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vAlign w:val="center"/>
                                </w:tcPr>
                                <w:p w14:paraId="1A6EEC4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C6BD02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312B18" w:rsidRPr="00CB166A" w14:paraId="55F663A1" w14:textId="77777777" w:rsidTr="00275A09">
                              <w:trPr>
                                <w:trHeight w:val="500"/>
                                <w:jc w:val="center"/>
                              </w:trPr>
                              <w:tc>
                                <w:tcPr>
                                  <w:tcW w:w="71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7004656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73B3531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188AE5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628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39536F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E6A892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81BAA4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38613AC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65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05194A0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668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6399E9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B85317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FC66CD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152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A49E46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FCAE4C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670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5B899F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858F05A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679"/>
                              <w:gridCol w:w="1031"/>
                              <w:gridCol w:w="631"/>
                              <w:gridCol w:w="807"/>
                              <w:gridCol w:w="257"/>
                              <w:gridCol w:w="544"/>
                              <w:gridCol w:w="1030"/>
                              <w:gridCol w:w="631"/>
                              <w:gridCol w:w="943"/>
                              <w:gridCol w:w="236"/>
                              <w:gridCol w:w="544"/>
                              <w:gridCol w:w="1030"/>
                              <w:gridCol w:w="617"/>
                              <w:gridCol w:w="923"/>
                            </w:tblGrid>
                            <w:tr w:rsidR="00A2331F" w:rsidRPr="00CB166A" w14:paraId="312D1784" w14:textId="77777777" w:rsidTr="00192607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3148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70996DF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الأول     14هـ</w:t>
                                  </w: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5EDAB41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48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09CF7F9C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الدراسي الثاني     14هـ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85F307A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114" w:type="dxa"/>
                                  <w:gridSpan w:val="4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6D3A9FC" w14:textId="77777777" w:rsidR="00312B18" w:rsidRPr="00596C6C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596C6C">
                                    <w:rPr>
                                      <w:rFonts w:cs="AL-Mohanad"/>
                                      <w:sz w:val="20"/>
                                      <w:szCs w:val="20"/>
                                      <w:rtl/>
                                    </w:rPr>
                                    <w:t>الفصل الصيفي     14هـ</w:t>
                                  </w:r>
                                </w:p>
                              </w:tc>
                            </w:tr>
                            <w:tr w:rsidR="00A2331F" w:rsidRPr="00CB166A" w14:paraId="2C3D2E76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9EBFD3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5D5F08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21DB629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862A4C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B5869A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9D9A27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7D3A08F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3675E65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41324F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D7E3E3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F25DB6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م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6A5F28A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اسم المقرر</w:t>
                                  </w: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top w:val="single" w:sz="18" w:space="0" w:color="auto"/>
                                  </w:tcBorders>
                                  <w:vAlign w:val="center"/>
                                </w:tcPr>
                                <w:p w14:paraId="5FA782E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الدرجة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top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854E76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</w:tr>
                            <w:tr w:rsidR="00A2331F" w:rsidRPr="00CB166A" w14:paraId="722DFB62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22C1D8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317510B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730F2C6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828135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479A31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97206E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67F1D6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6597408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6931B2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486D75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4008C8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641B37E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033BBF1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61E44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402DECE7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911DA2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6CEB1E9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1301CD4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72C82F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1A83E3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E6724E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5FEE3B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2E71E53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273B96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C9DCF9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D31756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0D72987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004FB3B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CAF67C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4D0388DC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3CE6426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688F75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62A69B9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CAB446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16BC96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F1A782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157FE35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6641F19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ADD743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CC107D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456F8C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793E31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5F7C6EB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3AFDEC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3BFF07F1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BA63BB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534D7C2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5EA09F2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305D9A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27CCB7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8976E1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467A04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267DA76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D8BF6C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D88154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8A41EF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3B4537C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6979E12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3BE70E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469A0DD1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1E08C3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5E6F970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7A02F11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DE6F21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FE333C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A45383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C89C24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2BEF487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5BC67F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7EDE51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7C7AAC8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093A67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20950DF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146077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6C8F6F17" w14:textId="77777777" w:rsidTr="00A2331F">
                              <w:trPr>
                                <w:trHeight w:val="632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1F10E8B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66BD5E05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09CCCAF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0936E2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2F685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4663888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7378679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6D2A516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0B820F4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790BA16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263FA6A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72E9F5A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14826B2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6A557C5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1B3E393C" w14:textId="77777777" w:rsidTr="00A2331F">
                              <w:trPr>
                                <w:trHeight w:val="579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55A5B79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vAlign w:val="center"/>
                                </w:tcPr>
                                <w:p w14:paraId="518228C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09622D5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1672F39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2F6F70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676F1929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2C252964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vAlign w:val="center"/>
                                </w:tcPr>
                                <w:p w14:paraId="28B19F9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14461E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76C08D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14:paraId="069D30D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vAlign w:val="center"/>
                                </w:tcPr>
                                <w:p w14:paraId="5766D20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vAlign w:val="center"/>
                                </w:tcPr>
                                <w:p w14:paraId="1E93A23F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20C4069B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A2331F" w:rsidRPr="00CB166A" w14:paraId="20A9EDAF" w14:textId="77777777" w:rsidTr="00A2331F">
                              <w:trPr>
                                <w:trHeight w:val="685"/>
                                <w:jc w:val="center"/>
                              </w:trPr>
                              <w:tc>
                                <w:tcPr>
                                  <w:tcW w:w="67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3D266CDE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031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062B51BA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46EAEE3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80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DC17CD0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42DE005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9BF0B9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112BF2AD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1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5E099C6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31C124A8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top w:val="nil"/>
                                    <w:left w:val="single" w:sz="18" w:space="0" w:color="auto"/>
                                    <w:bottom w:val="nil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59A81EB1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21AE4817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المعدل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36106163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7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14:paraId="2D74F44C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F4815"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  <w:t>التقدير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14:paraId="7ACCDF92" w14:textId="77777777" w:rsidR="00312B18" w:rsidRPr="005F4815" w:rsidRDefault="00312B18" w:rsidP="00312B18">
                                  <w:pPr>
                                    <w:jc w:val="center"/>
                                    <w:rPr>
                                      <w:rFonts w:cs="AL-Mohanad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2101FFA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2FA785A6" w14:textId="77777777" w:rsidR="00312B18" w:rsidRPr="00CB166A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  <w:p w14:paraId="48BF0440" w14:textId="77777777" w:rsidR="00312B18" w:rsidRDefault="00312B18" w:rsidP="00312B18">
                            <w:pPr>
                              <w:jc w:val="center"/>
                              <w:rPr>
                                <w:rFonts w:cs="AL-Mohanad"/>
                                <w:color w:val="FF0000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  <w:p w14:paraId="6312E802" w14:textId="77777777" w:rsidR="00312B18" w:rsidRPr="00075E6F" w:rsidRDefault="00312B18" w:rsidP="00312B18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608A1" id="_x0000_s1028" type="#_x0000_t202" style="position:absolute;left:0;text-align:left;margin-left:11.25pt;margin-top:1.7pt;width:498.8pt;height:59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" filled="f" stroked="f">
                <v:textbox>
                  <w:txbxContent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714"/>
                        <w:gridCol w:w="1152"/>
                        <w:gridCol w:w="665"/>
                        <w:gridCol w:w="628"/>
                        <w:gridCol w:w="236"/>
                        <w:gridCol w:w="613"/>
                        <w:gridCol w:w="1152"/>
                        <w:gridCol w:w="665"/>
                        <w:gridCol w:w="668"/>
                        <w:gridCol w:w="283"/>
                        <w:gridCol w:w="544"/>
                        <w:gridCol w:w="1152"/>
                        <w:gridCol w:w="648"/>
                        <w:gridCol w:w="670"/>
                      </w:tblGrid>
                      <w:tr w:rsidR="00312B18" w:rsidRPr="00CB166A" w14:paraId="24FF618B" w14:textId="77777777" w:rsidTr="00192607">
                        <w:trPr>
                          <w:trHeight w:val="423"/>
                          <w:jc w:val="center"/>
                        </w:trPr>
                        <w:tc>
                          <w:tcPr>
                            <w:tcW w:w="3159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3D2F8DE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     14هـ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FA21B71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98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290379C5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     14هـ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634B7E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014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D53DAD8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الصيفي     14هـ</w:t>
                            </w:r>
                          </w:p>
                        </w:tc>
                      </w:tr>
                      <w:tr w:rsidR="00312B18" w:rsidRPr="00CB166A" w14:paraId="3D4F7501" w14:textId="77777777" w:rsidTr="00A2331F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744DD98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699DF2B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6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6B745F6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6A7D740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9D8D03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3DB987A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119512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65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1EF9E22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366605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98BBA5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407834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5E73D8D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48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1D533CB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670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1D4D660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</w:tr>
                      <w:tr w:rsidR="00312B18" w:rsidRPr="00CB166A" w14:paraId="325FF0D5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C48812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48E99B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DAAF8D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318116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D60DE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84F7F3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CD1262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7EB225B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35F006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E9F5E8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2FA95E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625644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2294337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A87AF6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52B13862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5A6F7F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1184923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25EABBC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9335D3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28B2A1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FD9C56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5076406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6392A82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C49EB7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ADADB0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912124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1554337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5A4737D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9371F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67E8AA58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3CCDEE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158FC21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4716EB5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554E43E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690386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5D0C3C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44F4570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6CBB934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30E5F5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96D58C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2F312E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0229B8A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159DE57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578D74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0E25DDF0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3DBD81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03FE00A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426C3B7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D324FE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E2FF43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0B884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31B838C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03678DC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6B6D07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E67BEB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D0C64C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2F81CD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21ADDB9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5CEEB4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47343BF7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DC0086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2B0FCE9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875F31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FFA961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B5CABB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D33C67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0651DEA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0DD6BC0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1F9185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C277E5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227E84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0065CC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3F233E7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61FA6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66D1CCEC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9ED4A9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5F54921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4A74B45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A37A52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3C8B0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52044A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41F77E5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4EB75D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B8215B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8877AF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08581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1CC7784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2B5F14C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9AC6CA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3F1DA9B5" w14:textId="77777777" w:rsidTr="00275A09">
                        <w:trPr>
                          <w:trHeight w:val="462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9AF787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7BAC407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1A31348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2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CB7D94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418782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9C547F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40663DC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vAlign w:val="center"/>
                          </w:tcPr>
                          <w:p w14:paraId="2D5D930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8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9DD434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86C258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7E7D7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52" w:type="dxa"/>
                            <w:vAlign w:val="center"/>
                          </w:tcPr>
                          <w:p w14:paraId="0435AE5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vAlign w:val="center"/>
                          </w:tcPr>
                          <w:p w14:paraId="1A6EEC4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70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C6BD02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312B18" w:rsidRPr="00CB166A" w14:paraId="55F663A1" w14:textId="77777777" w:rsidTr="00275A09">
                        <w:trPr>
                          <w:trHeight w:val="500"/>
                          <w:jc w:val="center"/>
                        </w:trPr>
                        <w:tc>
                          <w:tcPr>
                            <w:tcW w:w="71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7004656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73B3531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4188AE5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628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39536F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E6A892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3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581BAA4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38613AC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65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05194A0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668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6399E9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B85317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1FC66CD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152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1A49E46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4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1FCAE4C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670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45B899F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6858F05A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679"/>
                        <w:gridCol w:w="1031"/>
                        <w:gridCol w:w="631"/>
                        <w:gridCol w:w="807"/>
                        <w:gridCol w:w="257"/>
                        <w:gridCol w:w="544"/>
                        <w:gridCol w:w="1030"/>
                        <w:gridCol w:w="631"/>
                        <w:gridCol w:w="943"/>
                        <w:gridCol w:w="236"/>
                        <w:gridCol w:w="544"/>
                        <w:gridCol w:w="1030"/>
                        <w:gridCol w:w="617"/>
                        <w:gridCol w:w="923"/>
                      </w:tblGrid>
                      <w:tr w:rsidR="00A2331F" w:rsidRPr="00CB166A" w14:paraId="312D1784" w14:textId="77777777" w:rsidTr="00192607">
                        <w:trPr>
                          <w:trHeight w:val="632"/>
                          <w:jc w:val="center"/>
                        </w:trPr>
                        <w:tc>
                          <w:tcPr>
                            <w:tcW w:w="3148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70996DF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الأول     14هـ</w:t>
                            </w: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5EDAB41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48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09CF7F9C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الدراسي الثاني     14هـ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85F307A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3114" w:type="dxa"/>
                            <w:gridSpan w:val="4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6D3A9FC" w14:textId="77777777" w:rsidR="00312B18" w:rsidRPr="00596C6C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</w:pPr>
                            <w:r w:rsidRPr="00596C6C">
                              <w:rPr>
                                <w:rFonts w:cs="AL-Mohanad"/>
                                <w:sz w:val="20"/>
                                <w:szCs w:val="20"/>
                                <w:rtl/>
                              </w:rPr>
                              <w:t>الفصل الصيفي     14هـ</w:t>
                            </w:r>
                          </w:p>
                        </w:tc>
                      </w:tr>
                      <w:tr w:rsidR="00A2331F" w:rsidRPr="00CB166A" w14:paraId="2C3D2E76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29EBFD3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5D5F08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21DB629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807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862A4C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B5869A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09D9A27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7D3A08F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31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3675E65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641324F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D7E3E3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14:paraId="7F25DB6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م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6A5F28A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اسم المقرر</w:t>
                            </w:r>
                          </w:p>
                        </w:tc>
                        <w:tc>
                          <w:tcPr>
                            <w:tcW w:w="617" w:type="dxa"/>
                            <w:tcBorders>
                              <w:top w:val="single" w:sz="18" w:space="0" w:color="auto"/>
                            </w:tcBorders>
                            <w:vAlign w:val="center"/>
                          </w:tcPr>
                          <w:p w14:paraId="5FA782E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الدرجة</w:t>
                            </w:r>
                          </w:p>
                        </w:tc>
                        <w:tc>
                          <w:tcPr>
                            <w:tcW w:w="923" w:type="dxa"/>
                            <w:tcBorders>
                              <w:top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854E76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</w:tr>
                      <w:tr w:rsidR="00A2331F" w:rsidRPr="00CB166A" w14:paraId="722DFB62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22C1D8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317510B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730F2C6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828135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479A31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97206E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67F1D6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6597408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76931B2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486D75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4008C8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641B37E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033BBF1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61E44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402DECE7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911DA2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6CEB1E9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1301CD4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72C82F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1A83E3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E6724E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5FEE3B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2E71E53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273B96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C9DCF9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D31756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0D72987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004FB3B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CAF67C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4D0388DC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3CE6426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688F75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62A69B9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CAB446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16BC96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F1A782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157FE35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6641F19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ADD743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6CC107D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456F8C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793E31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5F7C6EB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3AFDEC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3BFF07F1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BA63BB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534D7C2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5EA09F2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5305D9A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227CCB7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8976E1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467A04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267DA76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3D8BF6C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3D88154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8A41EF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3B4537C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6979E12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3BE70E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469A0DD1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1E08C3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5E6F970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7A02F11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5DE6F21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FE333C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A45383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C89C24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2BEF487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5BC67F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7EDE51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7C7AAC8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093A67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20950DF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146077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6C8F6F17" w14:textId="77777777" w:rsidTr="00A2331F">
                        <w:trPr>
                          <w:trHeight w:val="632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1F10E8B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66BD5E05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09CCCAF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0936E2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02F685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4663888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7378679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6D2A516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0B820F4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1790BA16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263FA6A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72E9F5A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14826B2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6A557C5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1B3E393C" w14:textId="77777777" w:rsidTr="00A2331F">
                        <w:trPr>
                          <w:trHeight w:val="579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55A5B79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31" w:type="dxa"/>
                            <w:vAlign w:val="center"/>
                          </w:tcPr>
                          <w:p w14:paraId="518228C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09622D5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80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1672F39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2F6F70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676F1929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2C252964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vAlign w:val="center"/>
                          </w:tcPr>
                          <w:p w14:paraId="28B19F9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4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414461E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776C08D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14:paraId="069D30D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030" w:type="dxa"/>
                            <w:vAlign w:val="center"/>
                          </w:tcPr>
                          <w:p w14:paraId="5766D20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vAlign w:val="center"/>
                          </w:tcPr>
                          <w:p w14:paraId="1E93A23F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923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14:paraId="20C4069B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A2331F" w:rsidRPr="00CB166A" w14:paraId="20A9EDAF" w14:textId="77777777" w:rsidTr="00A2331F">
                        <w:trPr>
                          <w:trHeight w:val="685"/>
                          <w:jc w:val="center"/>
                        </w:trPr>
                        <w:tc>
                          <w:tcPr>
                            <w:tcW w:w="679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3D266CDE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031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062B51BA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46EAEE3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80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DC17CD0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57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42DE005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59BF0B9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112BF2AD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31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5E099C6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31C124A8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top w:val="nil"/>
                              <w:left w:val="single" w:sz="18" w:space="0" w:color="auto"/>
                              <w:bottom w:val="nil"/>
                              <w:right w:val="single" w:sz="18" w:space="0" w:color="auto"/>
                            </w:tcBorders>
                            <w:vAlign w:val="center"/>
                          </w:tcPr>
                          <w:p w14:paraId="59A81EB1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544" w:type="dxa"/>
                            <w:tcBorders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14:paraId="21AE4817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المعدل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36106163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617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14:paraId="2D74F44C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  <w:r w:rsidRPr="005F4815"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  <w:t>التقدير</w:t>
                            </w:r>
                          </w:p>
                        </w:tc>
                        <w:tc>
                          <w:tcPr>
                            <w:tcW w:w="923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14:paraId="7ACCDF92" w14:textId="77777777" w:rsidR="00312B18" w:rsidRPr="005F4815" w:rsidRDefault="00312B18" w:rsidP="00312B18">
                            <w:pPr>
                              <w:jc w:val="center"/>
                              <w:rPr>
                                <w:rFonts w:cs="AL-Mohanad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2101FFA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p w14:paraId="2FA785A6" w14:textId="77777777" w:rsidR="00312B18" w:rsidRPr="00CB166A" w:rsidRDefault="00312B18" w:rsidP="00312B18">
                      <w:pPr>
                        <w:jc w:val="center"/>
                        <w:rPr>
                          <w:rFonts w:cs="AL-Mohanad"/>
                          <w:sz w:val="16"/>
                          <w:szCs w:val="16"/>
                          <w:rtl/>
                        </w:rPr>
                      </w:pPr>
                    </w:p>
                    <w:p w14:paraId="48BF0440" w14:textId="77777777" w:rsidR="00312B18" w:rsidRDefault="00312B18" w:rsidP="00312B18">
                      <w:pPr>
                        <w:jc w:val="center"/>
                        <w:rPr>
                          <w:rFonts w:cs="AL-Mohanad"/>
                          <w:color w:val="FF0000"/>
                          <w:sz w:val="20"/>
                          <w:szCs w:val="20"/>
                          <w:rtl/>
                        </w:rPr>
                      </w:pPr>
                    </w:p>
                    <w:p w14:paraId="6312E802" w14:textId="77777777" w:rsidR="00312B18" w:rsidRPr="00075E6F" w:rsidRDefault="00312B18" w:rsidP="00312B18"/>
                  </w:txbxContent>
                </v:textbox>
              </v:shape>
            </w:pict>
          </mc:Fallback>
        </mc:AlternateContent>
      </w:r>
    </w:p>
    <w:p w14:paraId="4FBF3C9A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7684B656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C53EBA4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A83C9B9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CDE7B33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0E2927D3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BE98A64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296EF5C5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20D75F6F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0174E923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7D20A5F3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88B4AFF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2C8F76C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32C8BB75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9CC4D72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0DC3F55E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31A8E0A7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36BF47C7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331605A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784A4C56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55F71CE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99DE1B3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8E85F27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5972DD1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3C56BD0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27C5EFF1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F92C12C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C099FE8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84868EA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CEDA690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641B95B6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14B5830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282E096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41EEA858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7BBD073D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DCBB61C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2B1608E5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075FFFED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08E9EC8F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124EC0A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07FF70D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58358922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p w14:paraId="18DACE45" w14:textId="77777777" w:rsidR="00312B18" w:rsidRDefault="00312B18" w:rsidP="00312B18">
      <w:pPr>
        <w:jc w:val="center"/>
        <w:rPr>
          <w:rFonts w:cs="AL-Mohanad"/>
          <w:color w:val="003300"/>
          <w:sz w:val="24"/>
          <w:szCs w:val="24"/>
          <w:rtl/>
        </w:rPr>
      </w:pPr>
    </w:p>
    <w:sectPr w:rsidR="00312B18" w:rsidSect="005302DE">
      <w:headerReference w:type="default" r:id="rId7"/>
      <w:footerReference w:type="default" r:id="rId8"/>
      <w:pgSz w:w="11906" w:h="16838"/>
      <w:pgMar w:top="1440" w:right="849" w:bottom="1440" w:left="993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2C262" w14:textId="77777777" w:rsidR="00777301" w:rsidRDefault="00777301" w:rsidP="000B54C1">
      <w:r>
        <w:separator/>
      </w:r>
    </w:p>
  </w:endnote>
  <w:endnote w:type="continuationSeparator" w:id="0">
    <w:p w14:paraId="6DFDEF93" w14:textId="77777777" w:rsidR="00777301" w:rsidRDefault="00777301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7C0B2A" w14:textId="77777777" w:rsidR="00596C6C" w:rsidRPr="008D2CDB" w:rsidRDefault="00596C6C" w:rsidP="00596C6C">
    <w:pPr>
      <w:ind w:left="-1" w:right="-851"/>
      <w:rPr>
        <w:sz w:val="16"/>
        <w:szCs w:val="16"/>
        <w:rtl/>
      </w:rPr>
    </w:pPr>
    <w:r w:rsidRPr="008D2CDB">
      <w:rPr>
        <w:rFonts w:hint="cs"/>
        <w:sz w:val="16"/>
        <w:szCs w:val="16"/>
        <w:rtl/>
      </w:rPr>
      <w:t>الحازمي</w:t>
    </w:r>
  </w:p>
  <w:p w14:paraId="46C5194F" w14:textId="77777777" w:rsidR="0037272E" w:rsidRPr="0037272E" w:rsidRDefault="0037272E" w:rsidP="00596C6C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C3E304" w14:textId="77777777" w:rsidR="00777301" w:rsidRDefault="00777301" w:rsidP="000B54C1">
      <w:r>
        <w:separator/>
      </w:r>
    </w:p>
  </w:footnote>
  <w:footnote w:type="continuationSeparator" w:id="0">
    <w:p w14:paraId="766BA832" w14:textId="77777777" w:rsidR="00777301" w:rsidRDefault="00777301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312B18" w:rsidRPr="00C22210" w14:paraId="07DD4F43" w14:textId="77777777" w:rsidTr="005302DE">
      <w:tc>
        <w:tcPr>
          <w:tcW w:w="3402" w:type="dxa"/>
          <w:vAlign w:val="center"/>
        </w:tcPr>
        <w:p w14:paraId="2BA15DB0" w14:textId="77777777" w:rsidR="00312B18" w:rsidRPr="00C22210" w:rsidRDefault="00312B18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52EE9587" wp14:editId="25EB4D43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893FFED" w14:textId="77777777" w:rsidR="00312B18" w:rsidRPr="00C22210" w:rsidRDefault="007160A0" w:rsidP="007160A0">
          <w:pPr>
            <w:ind w:left="941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</w:t>
          </w:r>
          <w:r w:rsidR="00312B18"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10CE22E2" w14:textId="442B2055" w:rsidR="00312B18" w:rsidRPr="00A765CF" w:rsidRDefault="00312B18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CE5800">
            <w:rPr>
              <w:rFonts w:cs="AL-Mohanad" w:hint="cs"/>
              <w:sz w:val="22"/>
              <w:szCs w:val="22"/>
              <w:rtl/>
            </w:rPr>
            <w:t>......</w:t>
          </w:r>
        </w:p>
        <w:p w14:paraId="4F1CEE46" w14:textId="77777777" w:rsidR="00312B18" w:rsidRPr="00C22210" w:rsidRDefault="00312B18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مدرسة </w:t>
          </w:r>
        </w:p>
      </w:tc>
      <w:tc>
        <w:tcPr>
          <w:tcW w:w="3470" w:type="dxa"/>
          <w:vAlign w:val="center"/>
        </w:tcPr>
        <w:p w14:paraId="23EDD9C9" w14:textId="77777777" w:rsidR="00312B18" w:rsidRPr="00C22210" w:rsidRDefault="00312B18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Pr="00B32575">
            <w:rPr>
              <w:noProof/>
              <w:sz w:val="26"/>
              <w:szCs w:val="26"/>
            </w:rPr>
            <w:drawing>
              <wp:inline distT="0" distB="0" distL="0" distR="0" wp14:anchorId="4EFFC86C" wp14:editId="45B8C335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76C8AC23" w14:textId="77777777" w:rsidR="00312B18" w:rsidRPr="00C22210" w:rsidRDefault="00312B18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Pr="00C22210">
            <w:rPr>
              <w:rFonts w:cs="AL-Mohanad"/>
              <w:sz w:val="26"/>
              <w:szCs w:val="26"/>
              <w:rtl/>
            </w:rPr>
            <w:t>الرق</w:t>
          </w:r>
          <w:r>
            <w:rPr>
              <w:rFonts w:cs="AL-Mohanad"/>
              <w:sz w:val="26"/>
              <w:szCs w:val="26"/>
              <w:rtl/>
            </w:rPr>
            <w:t>ـــ</w:t>
          </w:r>
          <w:r>
            <w:rPr>
              <w:rFonts w:cs="AL-Mohanad" w:hint="cs"/>
              <w:sz w:val="26"/>
              <w:szCs w:val="26"/>
              <w:rtl/>
            </w:rPr>
            <w:t>ـ</w:t>
          </w:r>
          <w:r>
            <w:rPr>
              <w:rFonts w:cs="AL-Mohanad"/>
              <w:sz w:val="26"/>
              <w:szCs w:val="26"/>
              <w:rtl/>
            </w:rPr>
            <w:t>ــــــ</w:t>
          </w:r>
          <w:r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0B80BCCB" w14:textId="77777777" w:rsidR="00312B18" w:rsidRPr="00C22210" w:rsidRDefault="00312B18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Pr="00C22210">
            <w:rPr>
              <w:rFonts w:cs="AL-Mohanad"/>
              <w:sz w:val="26"/>
              <w:szCs w:val="26"/>
              <w:rtl/>
            </w:rPr>
            <w:t>الت</w:t>
          </w:r>
          <w:r>
            <w:rPr>
              <w:rFonts w:cs="AL-Mohanad"/>
              <w:sz w:val="26"/>
              <w:szCs w:val="26"/>
              <w:rtl/>
            </w:rPr>
            <w:t>ــــ</w:t>
          </w:r>
          <w:r>
            <w:rPr>
              <w:rFonts w:cs="AL-Mohanad" w:hint="cs"/>
              <w:sz w:val="26"/>
              <w:szCs w:val="26"/>
              <w:rtl/>
            </w:rPr>
            <w:t>ـ</w:t>
          </w:r>
          <w:r>
            <w:rPr>
              <w:rFonts w:cs="AL-Mohanad"/>
              <w:sz w:val="26"/>
              <w:szCs w:val="26"/>
              <w:rtl/>
            </w:rPr>
            <w:t>ــار</w:t>
          </w:r>
          <w:r>
            <w:rPr>
              <w:rFonts w:cs="AL-Mohanad" w:hint="cs"/>
              <w:sz w:val="26"/>
              <w:szCs w:val="26"/>
              <w:rtl/>
            </w:rPr>
            <w:t>ي</w:t>
          </w:r>
          <w:r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4D777CF" w14:textId="77777777" w:rsidR="00312B18" w:rsidRPr="00C22210" w:rsidRDefault="00312B18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391C25A7" w14:textId="77777777" w:rsidR="00312B18" w:rsidRPr="00C22210" w:rsidRDefault="00312B18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50367DC7" w14:textId="77777777" w:rsidR="00312B18" w:rsidRDefault="00312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7385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B18"/>
    <w:rsid w:val="000B54C1"/>
    <w:rsid w:val="00192607"/>
    <w:rsid w:val="001D0A7D"/>
    <w:rsid w:val="00263544"/>
    <w:rsid w:val="00275A09"/>
    <w:rsid w:val="002B7792"/>
    <w:rsid w:val="002F57A0"/>
    <w:rsid w:val="00312B18"/>
    <w:rsid w:val="00332D9C"/>
    <w:rsid w:val="00361A8B"/>
    <w:rsid w:val="0037272E"/>
    <w:rsid w:val="003942ED"/>
    <w:rsid w:val="004D4A0E"/>
    <w:rsid w:val="004F62EE"/>
    <w:rsid w:val="005302DE"/>
    <w:rsid w:val="0053508F"/>
    <w:rsid w:val="00565997"/>
    <w:rsid w:val="00596C6C"/>
    <w:rsid w:val="005A1D70"/>
    <w:rsid w:val="006445B7"/>
    <w:rsid w:val="0068143D"/>
    <w:rsid w:val="006E0A53"/>
    <w:rsid w:val="007160A0"/>
    <w:rsid w:val="00777301"/>
    <w:rsid w:val="007A0ADD"/>
    <w:rsid w:val="008A1DCE"/>
    <w:rsid w:val="008D2CDB"/>
    <w:rsid w:val="008E6B73"/>
    <w:rsid w:val="009C0A5D"/>
    <w:rsid w:val="00A2331F"/>
    <w:rsid w:val="00A25898"/>
    <w:rsid w:val="00A345C3"/>
    <w:rsid w:val="00A765CF"/>
    <w:rsid w:val="00C3128D"/>
    <w:rsid w:val="00CE5800"/>
    <w:rsid w:val="00EB5EB7"/>
    <w:rsid w:val="00F10C46"/>
    <w:rsid w:val="00F66EBF"/>
    <w:rsid w:val="00F81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CE66DD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B18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Heading4">
    <w:name w:val="Heading #4"/>
    <w:rsid w:val="00312B1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18"/>
      <w:szCs w:val="18"/>
      <w:u w:val="none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606;&#1605;&#1575;&#1584;&#1580;%20&#1575;&#1604;&#1575;&#1580;&#1585;&#1575;&#1574;&#1610;\&#1606;&#1605;&#1608;&#1608;&#1608;&#1608;&#1608;&#1608;&#1584;&#1580;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نمووووووذج.dotx</Template>
  <TotalTime>72</TotalTime>
  <Pages>4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9</cp:revision>
  <cp:lastPrinted>2017-05-02T22:19:00Z</cp:lastPrinted>
  <dcterms:created xsi:type="dcterms:W3CDTF">2017-04-23T14:29:00Z</dcterms:created>
  <dcterms:modified xsi:type="dcterms:W3CDTF">2025-05-16T16:47:00Z</dcterms:modified>
</cp:coreProperties>
</file>